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F2" w:rsidRDefault="000634F2" w:rsidP="00790E69">
      <w:pPr>
        <w:jc w:val="both"/>
        <w:rPr>
          <w:sz w:val="28"/>
        </w:rPr>
      </w:pPr>
    </w:p>
    <w:p w:rsidR="000634F2" w:rsidRDefault="000634F2" w:rsidP="00790E69">
      <w:pPr>
        <w:jc w:val="both"/>
        <w:rPr>
          <w:sz w:val="28"/>
        </w:rPr>
      </w:pPr>
    </w:p>
    <w:p w:rsidR="000634F2" w:rsidRDefault="000634F2" w:rsidP="00790E69">
      <w:pPr>
        <w:jc w:val="both"/>
        <w:rPr>
          <w:sz w:val="28"/>
        </w:rPr>
      </w:pPr>
    </w:p>
    <w:p w:rsidR="000634F2" w:rsidRDefault="000634F2" w:rsidP="00790E69">
      <w:pPr>
        <w:jc w:val="both"/>
        <w:rPr>
          <w:sz w:val="28"/>
        </w:rPr>
      </w:pPr>
    </w:p>
    <w:p w:rsidR="000634F2" w:rsidRDefault="000634F2" w:rsidP="00790E69">
      <w:pPr>
        <w:jc w:val="both"/>
        <w:rPr>
          <w:sz w:val="28"/>
        </w:rPr>
      </w:pPr>
    </w:p>
    <w:p w:rsidR="000634F2" w:rsidRDefault="000634F2" w:rsidP="00790E69">
      <w:pPr>
        <w:jc w:val="both"/>
        <w:rPr>
          <w:sz w:val="28"/>
        </w:rPr>
      </w:pPr>
    </w:p>
    <w:p w:rsidR="000634F2" w:rsidRDefault="000634F2" w:rsidP="00790E69">
      <w:pPr>
        <w:jc w:val="both"/>
        <w:rPr>
          <w:sz w:val="28"/>
        </w:rPr>
      </w:pPr>
    </w:p>
    <w:p w:rsidR="000634F2" w:rsidRDefault="000634F2" w:rsidP="00790E69">
      <w:pPr>
        <w:jc w:val="both"/>
        <w:rPr>
          <w:sz w:val="28"/>
        </w:rPr>
      </w:pPr>
    </w:p>
    <w:p w:rsidR="000634F2" w:rsidRDefault="000634F2" w:rsidP="00790E69">
      <w:pPr>
        <w:jc w:val="both"/>
        <w:rPr>
          <w:sz w:val="28"/>
        </w:rPr>
      </w:pPr>
    </w:p>
    <w:p w:rsidR="000634F2" w:rsidRDefault="000634F2" w:rsidP="00790E69">
      <w:pPr>
        <w:jc w:val="both"/>
        <w:rPr>
          <w:sz w:val="28"/>
        </w:rPr>
      </w:pPr>
    </w:p>
    <w:p w:rsidR="000634F2" w:rsidRDefault="000634F2" w:rsidP="00790E69">
      <w:pPr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328A9" w:rsidTr="008328A9">
        <w:tc>
          <w:tcPr>
            <w:tcW w:w="426" w:type="dxa"/>
            <w:hideMark/>
          </w:tcPr>
          <w:p w:rsidR="008328A9" w:rsidRDefault="008328A9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328A9" w:rsidRDefault="008328A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23.12.2016</w:t>
            </w:r>
          </w:p>
        </w:tc>
        <w:tc>
          <w:tcPr>
            <w:tcW w:w="4111" w:type="dxa"/>
          </w:tcPr>
          <w:p w:rsidR="008328A9" w:rsidRDefault="008328A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328A9" w:rsidRDefault="008328A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328A9" w:rsidRDefault="008328A9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387</w:t>
            </w:r>
            <w:bookmarkStart w:id="0" w:name="_GoBack"/>
            <w:bookmarkEnd w:id="0"/>
          </w:p>
        </w:tc>
      </w:tr>
    </w:tbl>
    <w:p w:rsidR="000634F2" w:rsidRDefault="000634F2" w:rsidP="00790E69">
      <w:pPr>
        <w:jc w:val="both"/>
        <w:rPr>
          <w:sz w:val="28"/>
        </w:rPr>
      </w:pPr>
    </w:p>
    <w:p w:rsidR="000634F2" w:rsidRDefault="000634F2" w:rsidP="00790E69">
      <w:pPr>
        <w:jc w:val="both"/>
        <w:rPr>
          <w:sz w:val="28"/>
        </w:rPr>
      </w:pPr>
    </w:p>
    <w:p w:rsidR="00086A0F" w:rsidRDefault="00086A0F" w:rsidP="00790E69">
      <w:pPr>
        <w:jc w:val="both"/>
        <w:rPr>
          <w:sz w:val="28"/>
        </w:rPr>
      </w:pPr>
      <w:r>
        <w:rPr>
          <w:sz w:val="28"/>
        </w:rPr>
        <w:t>О награждении</w:t>
      </w:r>
    </w:p>
    <w:p w:rsidR="00086A0F" w:rsidRDefault="00086A0F" w:rsidP="00790E69">
      <w:pPr>
        <w:jc w:val="both"/>
        <w:rPr>
          <w:sz w:val="28"/>
        </w:rPr>
      </w:pPr>
      <w:r>
        <w:rPr>
          <w:sz w:val="28"/>
        </w:rPr>
        <w:t>Почетной грамотой</w:t>
      </w:r>
    </w:p>
    <w:p w:rsidR="00086A0F" w:rsidRDefault="00086A0F" w:rsidP="00790E69">
      <w:pPr>
        <w:jc w:val="both"/>
        <w:rPr>
          <w:sz w:val="24"/>
        </w:rPr>
      </w:pPr>
      <w:r>
        <w:rPr>
          <w:sz w:val="28"/>
        </w:rPr>
        <w:t>Ярославской областной Думы</w:t>
      </w:r>
      <w:r>
        <w:t xml:space="preserve"> </w:t>
      </w:r>
    </w:p>
    <w:p w:rsidR="00086A0F" w:rsidRDefault="00086A0F" w:rsidP="00790E69">
      <w:pPr>
        <w:ind w:firstLine="720"/>
        <w:jc w:val="both"/>
        <w:rPr>
          <w:sz w:val="28"/>
          <w:szCs w:val="28"/>
        </w:rPr>
      </w:pPr>
    </w:p>
    <w:p w:rsidR="000634F2" w:rsidRPr="00B04F8C" w:rsidRDefault="000634F2" w:rsidP="00790E69">
      <w:pPr>
        <w:ind w:firstLine="720"/>
        <w:jc w:val="both"/>
        <w:rPr>
          <w:sz w:val="28"/>
          <w:szCs w:val="28"/>
        </w:rPr>
      </w:pPr>
    </w:p>
    <w:p w:rsidR="00086A0F" w:rsidRDefault="00086A0F" w:rsidP="00790E69">
      <w:pPr>
        <w:ind w:firstLine="720"/>
        <w:jc w:val="both"/>
        <w:rPr>
          <w:sz w:val="28"/>
        </w:rPr>
      </w:pPr>
      <w:r>
        <w:rPr>
          <w:sz w:val="28"/>
        </w:rPr>
        <w:t>В соответствии с Положением о Почетной грамоте Ярославской о</w:t>
      </w:r>
      <w:r>
        <w:rPr>
          <w:sz w:val="28"/>
        </w:rPr>
        <w:t>б</w:t>
      </w:r>
      <w:r>
        <w:rPr>
          <w:sz w:val="28"/>
        </w:rPr>
        <w:t>ластной Думы, утвержденным Постановлением Ярославской областной Д</w:t>
      </w:r>
      <w:r>
        <w:rPr>
          <w:sz w:val="28"/>
        </w:rPr>
        <w:t>у</w:t>
      </w:r>
      <w:r>
        <w:rPr>
          <w:sz w:val="28"/>
        </w:rPr>
        <w:t>мы от 29.06.2010 № 101, Ярославская областная Дума</w:t>
      </w:r>
    </w:p>
    <w:p w:rsidR="00086A0F" w:rsidRPr="00EE59FB" w:rsidRDefault="00086A0F" w:rsidP="00790E69">
      <w:pPr>
        <w:ind w:firstLine="720"/>
        <w:jc w:val="both"/>
        <w:rPr>
          <w:sz w:val="28"/>
        </w:rPr>
      </w:pPr>
    </w:p>
    <w:p w:rsidR="00086A0F" w:rsidRDefault="00086A0F" w:rsidP="00790E69">
      <w:pPr>
        <w:ind w:firstLine="720"/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086A0F" w:rsidRPr="001D191F" w:rsidRDefault="00086A0F" w:rsidP="00790E69">
      <w:pPr>
        <w:ind w:firstLine="720"/>
        <w:jc w:val="both"/>
        <w:rPr>
          <w:spacing w:val="-6"/>
          <w:sz w:val="28"/>
          <w:szCs w:val="28"/>
        </w:rPr>
      </w:pPr>
    </w:p>
    <w:p w:rsidR="00CC127F" w:rsidRPr="004F10CC" w:rsidRDefault="000E0FF9" w:rsidP="00CC127F">
      <w:pPr>
        <w:pStyle w:val="a8"/>
        <w:ind w:left="0"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1. </w:t>
      </w:r>
      <w:r w:rsidR="00107612" w:rsidRPr="006D06D1">
        <w:rPr>
          <w:sz w:val="28"/>
          <w:szCs w:val="28"/>
        </w:rPr>
        <w:t xml:space="preserve">Наградить Почетной грамотой </w:t>
      </w:r>
      <w:r w:rsidR="00107612">
        <w:rPr>
          <w:sz w:val="28"/>
          <w:szCs w:val="28"/>
        </w:rPr>
        <w:t>Ярославской областной Думы</w:t>
      </w:r>
      <w:r w:rsidR="00AE2F24">
        <w:rPr>
          <w:spacing w:val="-6"/>
          <w:sz w:val="28"/>
          <w:szCs w:val="28"/>
        </w:rPr>
        <w:t xml:space="preserve"> </w:t>
      </w:r>
      <w:r w:rsidR="00CC127F" w:rsidRPr="00CC127F">
        <w:rPr>
          <w:rFonts w:eastAsia="Calibri"/>
          <w:sz w:val="28"/>
          <w:szCs w:val="28"/>
          <w:lang w:eastAsia="en-US"/>
        </w:rPr>
        <w:t>за ос</w:t>
      </w:r>
      <w:r w:rsidR="00CC127F" w:rsidRPr="00CC127F">
        <w:rPr>
          <w:rFonts w:eastAsia="Calibri"/>
          <w:sz w:val="28"/>
          <w:szCs w:val="28"/>
          <w:lang w:eastAsia="en-US"/>
        </w:rPr>
        <w:t>о</w:t>
      </w:r>
      <w:r w:rsidR="00CC127F" w:rsidRPr="00CC127F">
        <w:rPr>
          <w:rFonts w:eastAsia="Calibri"/>
          <w:sz w:val="28"/>
          <w:szCs w:val="28"/>
          <w:lang w:eastAsia="en-US"/>
        </w:rPr>
        <w:t>бые достижения в обеспечении социального, экономического развития Яр</w:t>
      </w:r>
      <w:r w:rsidR="00CC127F" w:rsidRPr="00CC127F">
        <w:rPr>
          <w:rFonts w:eastAsia="Calibri"/>
          <w:sz w:val="28"/>
          <w:szCs w:val="28"/>
          <w:lang w:eastAsia="en-US"/>
        </w:rPr>
        <w:t>о</w:t>
      </w:r>
      <w:r w:rsidR="00CC127F">
        <w:rPr>
          <w:rFonts w:eastAsia="Calibri"/>
          <w:sz w:val="28"/>
          <w:szCs w:val="28"/>
          <w:lang w:eastAsia="en-US"/>
        </w:rPr>
        <w:t>славской области</w:t>
      </w:r>
      <w:r w:rsidR="00CC127F" w:rsidRPr="00CC127F">
        <w:rPr>
          <w:rFonts w:eastAsia="Calibri"/>
          <w:sz w:val="28"/>
          <w:szCs w:val="28"/>
          <w:lang w:eastAsia="en-US"/>
        </w:rPr>
        <w:t xml:space="preserve"> </w:t>
      </w:r>
      <w:r w:rsidR="00CC127F" w:rsidRPr="00CC127F">
        <w:rPr>
          <w:sz w:val="28"/>
          <w:szCs w:val="28"/>
        </w:rPr>
        <w:t>Наталью Борисовну Авдиенко – ведущего специалиста о</w:t>
      </w:r>
      <w:r w:rsidR="00CC127F" w:rsidRPr="00CC127F">
        <w:rPr>
          <w:sz w:val="28"/>
          <w:szCs w:val="28"/>
        </w:rPr>
        <w:t>т</w:t>
      </w:r>
      <w:r w:rsidR="00CC127F" w:rsidRPr="00CC127F">
        <w:rPr>
          <w:sz w:val="28"/>
          <w:szCs w:val="28"/>
        </w:rPr>
        <w:t>дела ЖКХ, архитектуры, строительства, связи, транспорта и энергетики А</w:t>
      </w:r>
      <w:r w:rsidR="00CC127F" w:rsidRPr="00CC127F">
        <w:rPr>
          <w:sz w:val="28"/>
          <w:szCs w:val="28"/>
        </w:rPr>
        <w:t>д</w:t>
      </w:r>
      <w:r w:rsidR="00CC127F" w:rsidRPr="00CC127F">
        <w:rPr>
          <w:sz w:val="28"/>
          <w:szCs w:val="28"/>
        </w:rPr>
        <w:t>министрации Пош</w:t>
      </w:r>
      <w:r w:rsidR="004F10CC">
        <w:rPr>
          <w:sz w:val="28"/>
          <w:szCs w:val="28"/>
        </w:rPr>
        <w:t>ехонского муниципального района.</w:t>
      </w:r>
    </w:p>
    <w:p w:rsidR="00CC127F" w:rsidRPr="00CC127F" w:rsidRDefault="00CC127F" w:rsidP="00CC127F">
      <w:pPr>
        <w:pStyle w:val="a8"/>
        <w:ind w:left="0"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</w:t>
      </w:r>
      <w:r>
        <w:rPr>
          <w:spacing w:val="-6"/>
          <w:sz w:val="28"/>
          <w:szCs w:val="28"/>
        </w:rPr>
        <w:t xml:space="preserve"> </w:t>
      </w:r>
      <w:r w:rsidRPr="00CC127F">
        <w:rPr>
          <w:rFonts w:eastAsia="Calibri"/>
          <w:sz w:val="28"/>
          <w:szCs w:val="28"/>
          <w:lang w:eastAsia="en-US"/>
        </w:rPr>
        <w:t>за ос</w:t>
      </w:r>
      <w:r w:rsidRPr="00CC127F">
        <w:rPr>
          <w:rFonts w:eastAsia="Calibri"/>
          <w:sz w:val="28"/>
          <w:szCs w:val="28"/>
          <w:lang w:eastAsia="en-US"/>
        </w:rPr>
        <w:t>о</w:t>
      </w:r>
      <w:r w:rsidRPr="00CC127F">
        <w:rPr>
          <w:rFonts w:eastAsia="Calibri"/>
          <w:sz w:val="28"/>
          <w:szCs w:val="28"/>
          <w:lang w:eastAsia="en-US"/>
        </w:rPr>
        <w:t>бые достижения в обеспечении социального, экономического развития Яр</w:t>
      </w:r>
      <w:r w:rsidRPr="00CC127F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славской области</w:t>
      </w:r>
      <w:r w:rsidRPr="00CC127F">
        <w:rPr>
          <w:rFonts w:eastAsia="Calibri"/>
          <w:sz w:val="28"/>
          <w:szCs w:val="28"/>
          <w:lang w:eastAsia="en-US"/>
        </w:rPr>
        <w:t xml:space="preserve"> </w:t>
      </w:r>
      <w:r w:rsidRPr="00CC127F">
        <w:rPr>
          <w:sz w:val="28"/>
          <w:szCs w:val="28"/>
        </w:rPr>
        <w:t>Зинаиду Викторовну Шашкину – главного бухгалтера м</w:t>
      </w:r>
      <w:r w:rsidRPr="00CC127F">
        <w:rPr>
          <w:sz w:val="28"/>
          <w:szCs w:val="28"/>
        </w:rPr>
        <w:t>у</w:t>
      </w:r>
      <w:r w:rsidRPr="00CC127F">
        <w:rPr>
          <w:sz w:val="28"/>
          <w:szCs w:val="28"/>
        </w:rPr>
        <w:t>ниципального бюджетного дошкольного образовательного учреждения де</w:t>
      </w:r>
      <w:r w:rsidRPr="00CC127F">
        <w:rPr>
          <w:sz w:val="28"/>
          <w:szCs w:val="28"/>
        </w:rPr>
        <w:t>т</w:t>
      </w:r>
      <w:r w:rsidRPr="00CC127F">
        <w:rPr>
          <w:sz w:val="28"/>
          <w:szCs w:val="28"/>
        </w:rPr>
        <w:t>ский сад № 2 «Рябинка» города Пошехонье.</w:t>
      </w:r>
    </w:p>
    <w:p w:rsidR="00A35E62" w:rsidRDefault="00A35E62" w:rsidP="00A35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</w:t>
      </w:r>
      <w:r>
        <w:rPr>
          <w:spacing w:val="-6"/>
          <w:sz w:val="28"/>
          <w:szCs w:val="28"/>
        </w:rPr>
        <w:t xml:space="preserve"> </w:t>
      </w:r>
      <w:r w:rsidRPr="00CC127F">
        <w:rPr>
          <w:rFonts w:eastAsia="Calibri"/>
          <w:sz w:val="28"/>
          <w:szCs w:val="28"/>
          <w:lang w:eastAsia="en-US"/>
        </w:rPr>
        <w:t>за ос</w:t>
      </w:r>
      <w:r w:rsidRPr="00CC127F">
        <w:rPr>
          <w:rFonts w:eastAsia="Calibri"/>
          <w:sz w:val="28"/>
          <w:szCs w:val="28"/>
          <w:lang w:eastAsia="en-US"/>
        </w:rPr>
        <w:t>о</w:t>
      </w:r>
      <w:r w:rsidRPr="00CC127F">
        <w:rPr>
          <w:rFonts w:eastAsia="Calibri"/>
          <w:sz w:val="28"/>
          <w:szCs w:val="28"/>
          <w:lang w:eastAsia="en-US"/>
        </w:rPr>
        <w:t>бые достижения в обеспечении социального, экономического развития Яр</w:t>
      </w:r>
      <w:r w:rsidRPr="00CC127F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славской области</w:t>
      </w:r>
      <w:r>
        <w:rPr>
          <w:sz w:val="28"/>
          <w:szCs w:val="28"/>
        </w:rPr>
        <w:t xml:space="preserve"> Николая Ивановича Смирнова – президента общества с ограниченной ответственностью «Титан».</w:t>
      </w:r>
    </w:p>
    <w:p w:rsidR="00A35E62" w:rsidRDefault="00A35E62" w:rsidP="00A35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</w:t>
      </w:r>
      <w:r>
        <w:rPr>
          <w:spacing w:val="-6"/>
          <w:sz w:val="28"/>
          <w:szCs w:val="28"/>
        </w:rPr>
        <w:t xml:space="preserve"> </w:t>
      </w:r>
      <w:r w:rsidRPr="00CC127F">
        <w:rPr>
          <w:rFonts w:eastAsia="Calibri"/>
          <w:sz w:val="28"/>
          <w:szCs w:val="28"/>
          <w:lang w:eastAsia="en-US"/>
        </w:rPr>
        <w:t>за ос</w:t>
      </w:r>
      <w:r w:rsidRPr="00CC127F">
        <w:rPr>
          <w:rFonts w:eastAsia="Calibri"/>
          <w:sz w:val="28"/>
          <w:szCs w:val="28"/>
          <w:lang w:eastAsia="en-US"/>
        </w:rPr>
        <w:t>о</w:t>
      </w:r>
      <w:r w:rsidRPr="00CC127F">
        <w:rPr>
          <w:rFonts w:eastAsia="Calibri"/>
          <w:sz w:val="28"/>
          <w:szCs w:val="28"/>
          <w:lang w:eastAsia="en-US"/>
        </w:rPr>
        <w:t>бые достижения в обеспечении социального, экономического развития Яр</w:t>
      </w:r>
      <w:r w:rsidRPr="00CC127F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славской области</w:t>
      </w:r>
      <w:r>
        <w:rPr>
          <w:sz w:val="28"/>
          <w:szCs w:val="28"/>
        </w:rPr>
        <w:t xml:space="preserve"> Владимира Николаевича Солнцева – генерального дире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тора общества с ограниченной ответственностью «</w:t>
      </w:r>
      <w:proofErr w:type="spellStart"/>
      <w:r>
        <w:rPr>
          <w:sz w:val="28"/>
          <w:szCs w:val="28"/>
        </w:rPr>
        <w:t>Тутаевская</w:t>
      </w:r>
      <w:proofErr w:type="spellEnd"/>
      <w:r>
        <w:rPr>
          <w:sz w:val="28"/>
          <w:szCs w:val="28"/>
        </w:rPr>
        <w:t xml:space="preserve"> Механическая Компания».</w:t>
      </w:r>
    </w:p>
    <w:p w:rsidR="000634F2" w:rsidRDefault="000634F2" w:rsidP="00A35E62">
      <w:pPr>
        <w:ind w:firstLine="709"/>
        <w:jc w:val="both"/>
        <w:rPr>
          <w:sz w:val="28"/>
          <w:szCs w:val="28"/>
        </w:rPr>
      </w:pPr>
    </w:p>
    <w:p w:rsidR="00A35E62" w:rsidRDefault="00A35E62" w:rsidP="00A35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</w:t>
      </w:r>
      <w:r>
        <w:rPr>
          <w:spacing w:val="-6"/>
          <w:sz w:val="28"/>
          <w:szCs w:val="28"/>
        </w:rPr>
        <w:t xml:space="preserve"> </w:t>
      </w:r>
      <w:r w:rsidRPr="00CC127F">
        <w:rPr>
          <w:rFonts w:eastAsia="Calibri"/>
          <w:sz w:val="28"/>
          <w:szCs w:val="28"/>
          <w:lang w:eastAsia="en-US"/>
        </w:rPr>
        <w:t>за ос</w:t>
      </w:r>
      <w:r w:rsidRPr="00CC127F">
        <w:rPr>
          <w:rFonts w:eastAsia="Calibri"/>
          <w:sz w:val="28"/>
          <w:szCs w:val="28"/>
          <w:lang w:eastAsia="en-US"/>
        </w:rPr>
        <w:t>о</w:t>
      </w:r>
      <w:r w:rsidRPr="00CC127F">
        <w:rPr>
          <w:rFonts w:eastAsia="Calibri"/>
          <w:sz w:val="28"/>
          <w:szCs w:val="28"/>
          <w:lang w:eastAsia="en-US"/>
        </w:rPr>
        <w:t>бые достижения в обеспечении социального, экономического развития Яр</w:t>
      </w:r>
      <w:r w:rsidRPr="00CC127F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славской области</w:t>
      </w:r>
      <w:r>
        <w:rPr>
          <w:sz w:val="28"/>
          <w:szCs w:val="28"/>
        </w:rPr>
        <w:t xml:space="preserve"> Ирину Семеновну Копытову – главного бухгалтера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ства с ограниченной ответственностью «</w:t>
      </w:r>
      <w:proofErr w:type="spellStart"/>
      <w:r>
        <w:rPr>
          <w:sz w:val="28"/>
          <w:szCs w:val="28"/>
        </w:rPr>
        <w:t>Тутаевская</w:t>
      </w:r>
      <w:proofErr w:type="spellEnd"/>
      <w:r>
        <w:rPr>
          <w:sz w:val="28"/>
          <w:szCs w:val="28"/>
        </w:rPr>
        <w:t xml:space="preserve"> Механическая Комп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ния».</w:t>
      </w:r>
    </w:p>
    <w:p w:rsidR="00A35E62" w:rsidRDefault="00A35E62" w:rsidP="00A35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</w:t>
      </w:r>
      <w:r>
        <w:rPr>
          <w:spacing w:val="-6"/>
          <w:sz w:val="28"/>
          <w:szCs w:val="28"/>
        </w:rPr>
        <w:t xml:space="preserve"> </w:t>
      </w:r>
      <w:r w:rsidRPr="00CC127F">
        <w:rPr>
          <w:rFonts w:eastAsia="Calibri"/>
          <w:sz w:val="28"/>
          <w:szCs w:val="28"/>
          <w:lang w:eastAsia="en-US"/>
        </w:rPr>
        <w:t>за ос</w:t>
      </w:r>
      <w:r w:rsidRPr="00CC127F">
        <w:rPr>
          <w:rFonts w:eastAsia="Calibri"/>
          <w:sz w:val="28"/>
          <w:szCs w:val="28"/>
          <w:lang w:eastAsia="en-US"/>
        </w:rPr>
        <w:t>о</w:t>
      </w:r>
      <w:r w:rsidRPr="00CC127F">
        <w:rPr>
          <w:rFonts w:eastAsia="Calibri"/>
          <w:sz w:val="28"/>
          <w:szCs w:val="28"/>
          <w:lang w:eastAsia="en-US"/>
        </w:rPr>
        <w:t>бые достижения в обеспечении социального, экономического развития Яр</w:t>
      </w:r>
      <w:r w:rsidRPr="00CC127F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славской области</w:t>
      </w:r>
      <w:r>
        <w:rPr>
          <w:sz w:val="28"/>
          <w:szCs w:val="28"/>
        </w:rPr>
        <w:t xml:space="preserve"> Сергея Викторовича Корнеева – технического директора общества с ограниченной ответственностью «</w:t>
      </w:r>
      <w:proofErr w:type="spellStart"/>
      <w:r>
        <w:rPr>
          <w:sz w:val="28"/>
          <w:szCs w:val="28"/>
        </w:rPr>
        <w:t>ПрофУслуга</w:t>
      </w:r>
      <w:proofErr w:type="spellEnd"/>
      <w:r>
        <w:rPr>
          <w:sz w:val="28"/>
          <w:szCs w:val="28"/>
        </w:rPr>
        <w:t>».</w:t>
      </w:r>
    </w:p>
    <w:p w:rsidR="00A35E62" w:rsidRPr="00A946B0" w:rsidRDefault="00A35E62" w:rsidP="00A35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</w:t>
      </w:r>
      <w:r>
        <w:rPr>
          <w:spacing w:val="-6"/>
          <w:sz w:val="28"/>
          <w:szCs w:val="28"/>
        </w:rPr>
        <w:t xml:space="preserve"> </w:t>
      </w:r>
      <w:r w:rsidRPr="00CC127F">
        <w:rPr>
          <w:rFonts w:eastAsia="Calibri"/>
          <w:sz w:val="28"/>
          <w:szCs w:val="28"/>
          <w:lang w:eastAsia="en-US"/>
        </w:rPr>
        <w:t>за ос</w:t>
      </w:r>
      <w:r w:rsidRPr="00CC127F">
        <w:rPr>
          <w:rFonts w:eastAsia="Calibri"/>
          <w:sz w:val="28"/>
          <w:szCs w:val="28"/>
          <w:lang w:eastAsia="en-US"/>
        </w:rPr>
        <w:t>о</w:t>
      </w:r>
      <w:r w:rsidRPr="00CC127F">
        <w:rPr>
          <w:rFonts w:eastAsia="Calibri"/>
          <w:sz w:val="28"/>
          <w:szCs w:val="28"/>
          <w:lang w:eastAsia="en-US"/>
        </w:rPr>
        <w:t>бые достижения в обеспечении социального, экономического развития Яр</w:t>
      </w:r>
      <w:r w:rsidRPr="00CC127F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славской области</w:t>
      </w:r>
      <w:r>
        <w:rPr>
          <w:sz w:val="28"/>
          <w:szCs w:val="28"/>
        </w:rPr>
        <w:t xml:space="preserve"> Владимира Семеновича </w:t>
      </w:r>
      <w:proofErr w:type="spellStart"/>
      <w:r>
        <w:rPr>
          <w:sz w:val="28"/>
          <w:szCs w:val="28"/>
        </w:rPr>
        <w:t>Нехаева</w:t>
      </w:r>
      <w:proofErr w:type="spellEnd"/>
      <w:r>
        <w:rPr>
          <w:sz w:val="28"/>
          <w:szCs w:val="28"/>
        </w:rPr>
        <w:t xml:space="preserve"> – токаря общества с огр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ниченной ответственностью «</w:t>
      </w:r>
      <w:proofErr w:type="spellStart"/>
      <w:r>
        <w:rPr>
          <w:sz w:val="28"/>
          <w:szCs w:val="28"/>
        </w:rPr>
        <w:t>ПрофУслуга</w:t>
      </w:r>
      <w:proofErr w:type="spellEnd"/>
      <w:r>
        <w:rPr>
          <w:sz w:val="28"/>
          <w:szCs w:val="28"/>
        </w:rPr>
        <w:t>».</w:t>
      </w:r>
    </w:p>
    <w:p w:rsidR="00A946B0" w:rsidRDefault="00A946B0" w:rsidP="00A946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бые заслуги в развитии местного самоуправления в Ярославской области, многолетний добросовестный труд в органах местного </w:t>
      </w:r>
      <w:proofErr w:type="gramStart"/>
      <w:r>
        <w:rPr>
          <w:sz w:val="28"/>
          <w:szCs w:val="28"/>
        </w:rPr>
        <w:t>самоуправления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образований Ярославской области Александра Владимировича</w:t>
      </w:r>
      <w:proofErr w:type="gramEnd"/>
      <w:r>
        <w:rPr>
          <w:sz w:val="28"/>
          <w:szCs w:val="28"/>
        </w:rPr>
        <w:t xml:space="preserve"> Смирнова – </w:t>
      </w:r>
      <w:r w:rsidR="007A10E4">
        <w:rPr>
          <w:sz w:val="28"/>
          <w:szCs w:val="28"/>
        </w:rPr>
        <w:t>Г</w:t>
      </w:r>
      <w:r>
        <w:rPr>
          <w:sz w:val="28"/>
          <w:szCs w:val="28"/>
        </w:rPr>
        <w:t>лаву Даниловского муниципального района.</w:t>
      </w:r>
    </w:p>
    <w:p w:rsidR="00837505" w:rsidRDefault="00837505" w:rsidP="008375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</w:t>
      </w:r>
      <w:r w:rsidRPr="00063F17">
        <w:rPr>
          <w:sz w:val="28"/>
          <w:szCs w:val="28"/>
        </w:rPr>
        <w:t xml:space="preserve"> за </w:t>
      </w:r>
      <w:r>
        <w:rPr>
          <w:sz w:val="28"/>
          <w:szCs w:val="28"/>
        </w:rPr>
        <w:t>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заслуги в обеспечении законности, правопорядка и безопасности на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ритории Ярославской области </w:t>
      </w:r>
      <w:r w:rsidRPr="00063F17">
        <w:rPr>
          <w:sz w:val="28"/>
          <w:szCs w:val="28"/>
        </w:rPr>
        <w:t>и в связи с 295-летием</w:t>
      </w:r>
      <w:r>
        <w:rPr>
          <w:sz w:val="28"/>
          <w:szCs w:val="28"/>
        </w:rPr>
        <w:t xml:space="preserve"> со дня </w:t>
      </w:r>
      <w:proofErr w:type="gramStart"/>
      <w:r w:rsidRPr="00063F17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п</w:t>
      </w:r>
      <w:r w:rsidRPr="00063F17">
        <w:rPr>
          <w:sz w:val="28"/>
          <w:szCs w:val="28"/>
        </w:rPr>
        <w:t>рокуратуры</w:t>
      </w:r>
      <w:r>
        <w:rPr>
          <w:sz w:val="28"/>
          <w:szCs w:val="28"/>
        </w:rPr>
        <w:t xml:space="preserve"> Российской Федерации </w:t>
      </w:r>
      <w:r w:rsidRPr="00063F17">
        <w:rPr>
          <w:sz w:val="28"/>
          <w:szCs w:val="28"/>
        </w:rPr>
        <w:t>Антона Анатольевича</w:t>
      </w:r>
      <w:proofErr w:type="gramEnd"/>
      <w:r w:rsidRPr="00063F17">
        <w:rPr>
          <w:sz w:val="28"/>
          <w:szCs w:val="28"/>
        </w:rPr>
        <w:t xml:space="preserve"> Павлова</w:t>
      </w:r>
      <w:r>
        <w:rPr>
          <w:sz w:val="28"/>
          <w:szCs w:val="28"/>
        </w:rPr>
        <w:t xml:space="preserve"> –</w:t>
      </w:r>
      <w:r w:rsidRPr="00063F17">
        <w:rPr>
          <w:sz w:val="28"/>
          <w:szCs w:val="28"/>
        </w:rPr>
        <w:t xml:space="preserve"> зам</w:t>
      </w:r>
      <w:r w:rsidRPr="00063F17">
        <w:rPr>
          <w:sz w:val="28"/>
          <w:szCs w:val="28"/>
        </w:rPr>
        <w:t>е</w:t>
      </w:r>
      <w:r w:rsidRPr="00063F17">
        <w:rPr>
          <w:sz w:val="28"/>
          <w:szCs w:val="28"/>
        </w:rPr>
        <w:t>стителя начальника отдела по надзору за соблюдением федерального закон</w:t>
      </w:r>
      <w:r w:rsidRPr="00063F17">
        <w:rPr>
          <w:sz w:val="28"/>
          <w:szCs w:val="28"/>
        </w:rPr>
        <w:t>о</w:t>
      </w:r>
      <w:r w:rsidRPr="00063F17">
        <w:rPr>
          <w:sz w:val="28"/>
          <w:szCs w:val="28"/>
        </w:rPr>
        <w:t>дательства прокуратуры Яро</w:t>
      </w:r>
      <w:r>
        <w:rPr>
          <w:sz w:val="28"/>
          <w:szCs w:val="28"/>
        </w:rPr>
        <w:t>славской области.</w:t>
      </w:r>
    </w:p>
    <w:p w:rsidR="00837505" w:rsidRPr="00063F17" w:rsidRDefault="00837505" w:rsidP="008375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</w:t>
      </w:r>
      <w:r w:rsidRPr="00063F17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особые заслуги в обеспечении законности, правопорядка и безопасности на территории Ярославской области </w:t>
      </w:r>
      <w:r w:rsidRPr="00063F17">
        <w:rPr>
          <w:sz w:val="28"/>
          <w:szCs w:val="28"/>
        </w:rPr>
        <w:t>и в связи с 295-летием</w:t>
      </w:r>
      <w:r>
        <w:rPr>
          <w:sz w:val="28"/>
          <w:szCs w:val="28"/>
        </w:rPr>
        <w:t xml:space="preserve"> со дня </w:t>
      </w:r>
      <w:r w:rsidRPr="00063F17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п</w:t>
      </w:r>
      <w:r w:rsidRPr="00063F17">
        <w:rPr>
          <w:sz w:val="28"/>
          <w:szCs w:val="28"/>
        </w:rPr>
        <w:t>рокуратуры</w:t>
      </w:r>
      <w:r>
        <w:rPr>
          <w:sz w:val="28"/>
          <w:szCs w:val="28"/>
        </w:rPr>
        <w:t xml:space="preserve"> Российской Федерации </w:t>
      </w:r>
      <w:r w:rsidRPr="00063F17">
        <w:rPr>
          <w:sz w:val="28"/>
          <w:szCs w:val="28"/>
        </w:rPr>
        <w:t xml:space="preserve">Ольгу Анатольевну </w:t>
      </w:r>
      <w:proofErr w:type="spellStart"/>
      <w:r w:rsidRPr="00063F17">
        <w:rPr>
          <w:sz w:val="28"/>
          <w:szCs w:val="28"/>
        </w:rPr>
        <w:t>Гусакову</w:t>
      </w:r>
      <w:proofErr w:type="spellEnd"/>
      <w:r>
        <w:rPr>
          <w:sz w:val="28"/>
          <w:szCs w:val="28"/>
        </w:rPr>
        <w:t xml:space="preserve"> –</w:t>
      </w:r>
      <w:r w:rsidRPr="00063F17">
        <w:rPr>
          <w:sz w:val="28"/>
          <w:szCs w:val="28"/>
        </w:rPr>
        <w:t xml:space="preserve"> старш</w:t>
      </w:r>
      <w:r w:rsidRPr="00063F17">
        <w:rPr>
          <w:sz w:val="28"/>
          <w:szCs w:val="28"/>
        </w:rPr>
        <w:t>е</w:t>
      </w:r>
      <w:r w:rsidRPr="00063F17">
        <w:rPr>
          <w:sz w:val="28"/>
          <w:szCs w:val="28"/>
        </w:rPr>
        <w:t xml:space="preserve">го помощника </w:t>
      </w:r>
      <w:proofErr w:type="spellStart"/>
      <w:r w:rsidRPr="00063F17">
        <w:rPr>
          <w:sz w:val="28"/>
          <w:szCs w:val="28"/>
        </w:rPr>
        <w:t>Переславского</w:t>
      </w:r>
      <w:proofErr w:type="spellEnd"/>
      <w:r w:rsidRPr="00063F17">
        <w:rPr>
          <w:sz w:val="28"/>
          <w:szCs w:val="28"/>
        </w:rPr>
        <w:t xml:space="preserve"> межрайонного прокурора Ярославской обл</w:t>
      </w:r>
      <w:r w:rsidRPr="00063F17">
        <w:rPr>
          <w:sz w:val="28"/>
          <w:szCs w:val="28"/>
        </w:rPr>
        <w:t>а</w:t>
      </w:r>
      <w:r w:rsidRPr="00063F17">
        <w:rPr>
          <w:sz w:val="28"/>
          <w:szCs w:val="28"/>
        </w:rPr>
        <w:t>сти.</w:t>
      </w:r>
    </w:p>
    <w:p w:rsidR="00837505" w:rsidRDefault="00837505" w:rsidP="00A946B0">
      <w:pPr>
        <w:ind w:firstLine="709"/>
        <w:jc w:val="both"/>
        <w:rPr>
          <w:sz w:val="28"/>
          <w:szCs w:val="28"/>
        </w:rPr>
      </w:pPr>
    </w:p>
    <w:p w:rsidR="00A946B0" w:rsidRPr="00A946B0" w:rsidRDefault="00A946B0" w:rsidP="00A35E62">
      <w:pPr>
        <w:ind w:firstLine="709"/>
        <w:jc w:val="both"/>
        <w:rPr>
          <w:sz w:val="28"/>
          <w:szCs w:val="28"/>
        </w:rPr>
      </w:pPr>
    </w:p>
    <w:p w:rsidR="00CC127F" w:rsidRPr="00CC127F" w:rsidRDefault="00CC127F" w:rsidP="00790E69">
      <w:pPr>
        <w:pStyle w:val="a8"/>
        <w:ind w:left="0" w:firstLine="709"/>
        <w:jc w:val="both"/>
        <w:rPr>
          <w:spacing w:val="-6"/>
          <w:sz w:val="28"/>
          <w:szCs w:val="28"/>
        </w:rPr>
      </w:pPr>
    </w:p>
    <w:p w:rsidR="0037562F" w:rsidRPr="0037562F" w:rsidRDefault="0037562F" w:rsidP="00790E69">
      <w:pPr>
        <w:jc w:val="both"/>
        <w:rPr>
          <w:sz w:val="28"/>
        </w:rPr>
      </w:pPr>
      <w:r w:rsidRPr="0037562F">
        <w:rPr>
          <w:sz w:val="28"/>
        </w:rPr>
        <w:t>Председател</w:t>
      </w:r>
      <w:r w:rsidR="006D06D1">
        <w:rPr>
          <w:sz w:val="28"/>
        </w:rPr>
        <w:t>ь</w:t>
      </w:r>
      <w:r w:rsidRPr="0037562F">
        <w:rPr>
          <w:sz w:val="28"/>
        </w:rPr>
        <w:t xml:space="preserve"> </w:t>
      </w:r>
    </w:p>
    <w:p w:rsidR="009D7C84" w:rsidRPr="009D7C84" w:rsidRDefault="000634F2" w:rsidP="00790E69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7562F" w:rsidRPr="0037562F">
        <w:rPr>
          <w:sz w:val="28"/>
        </w:rPr>
        <w:t xml:space="preserve">  </w:t>
      </w:r>
      <w:r w:rsidR="006D06D1">
        <w:rPr>
          <w:sz w:val="28"/>
        </w:rPr>
        <w:t>М.В. Боровицкий</w:t>
      </w:r>
    </w:p>
    <w:sectPr w:rsidR="009D7C84" w:rsidRPr="009D7C84" w:rsidSect="000634F2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C66" w:rsidRDefault="00337C66">
      <w:r>
        <w:separator/>
      </w:r>
    </w:p>
  </w:endnote>
  <w:endnote w:type="continuationSeparator" w:id="0">
    <w:p w:rsidR="00337C66" w:rsidRDefault="0033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C66" w:rsidRDefault="00337C66">
      <w:r>
        <w:separator/>
      </w:r>
    </w:p>
  </w:footnote>
  <w:footnote w:type="continuationSeparator" w:id="0">
    <w:p w:rsidR="00337C66" w:rsidRDefault="00337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B3E23" w:rsidRPr="000634F2" w:rsidRDefault="003B3E23">
        <w:pPr>
          <w:pStyle w:val="a3"/>
          <w:jc w:val="center"/>
          <w:rPr>
            <w:sz w:val="28"/>
          </w:rPr>
        </w:pPr>
        <w:r w:rsidRPr="000634F2">
          <w:rPr>
            <w:sz w:val="28"/>
          </w:rPr>
          <w:fldChar w:fldCharType="begin"/>
        </w:r>
        <w:r w:rsidRPr="000634F2">
          <w:rPr>
            <w:sz w:val="28"/>
          </w:rPr>
          <w:instrText>PAGE   \* MERGEFORMAT</w:instrText>
        </w:r>
        <w:r w:rsidRPr="000634F2">
          <w:rPr>
            <w:sz w:val="28"/>
          </w:rPr>
          <w:fldChar w:fldCharType="separate"/>
        </w:r>
        <w:r w:rsidR="008328A9">
          <w:rPr>
            <w:noProof/>
            <w:sz w:val="28"/>
          </w:rPr>
          <w:t>2</w:t>
        </w:r>
        <w:r w:rsidRPr="000634F2">
          <w:rPr>
            <w:sz w:val="28"/>
          </w:rPr>
          <w:fldChar w:fldCharType="end"/>
        </w:r>
      </w:p>
    </w:sdtContent>
  </w:sdt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24A0"/>
    <w:rsid w:val="000031D8"/>
    <w:rsid w:val="00004110"/>
    <w:rsid w:val="0000460A"/>
    <w:rsid w:val="00004FE9"/>
    <w:rsid w:val="000070BE"/>
    <w:rsid w:val="00010019"/>
    <w:rsid w:val="00013DF9"/>
    <w:rsid w:val="00013FA6"/>
    <w:rsid w:val="000173BD"/>
    <w:rsid w:val="00017448"/>
    <w:rsid w:val="00021F82"/>
    <w:rsid w:val="0002269D"/>
    <w:rsid w:val="000229D3"/>
    <w:rsid w:val="00026B6A"/>
    <w:rsid w:val="00026B85"/>
    <w:rsid w:val="00027319"/>
    <w:rsid w:val="0003301A"/>
    <w:rsid w:val="00035933"/>
    <w:rsid w:val="00036343"/>
    <w:rsid w:val="00037209"/>
    <w:rsid w:val="0004217F"/>
    <w:rsid w:val="00050913"/>
    <w:rsid w:val="000531F9"/>
    <w:rsid w:val="000549DE"/>
    <w:rsid w:val="000608D1"/>
    <w:rsid w:val="000634F2"/>
    <w:rsid w:val="00066341"/>
    <w:rsid w:val="000669F1"/>
    <w:rsid w:val="00070508"/>
    <w:rsid w:val="000869EF"/>
    <w:rsid w:val="00086A0F"/>
    <w:rsid w:val="00093482"/>
    <w:rsid w:val="00097AC1"/>
    <w:rsid w:val="000B1676"/>
    <w:rsid w:val="000C1132"/>
    <w:rsid w:val="000C16C5"/>
    <w:rsid w:val="000C2792"/>
    <w:rsid w:val="000D5E1C"/>
    <w:rsid w:val="000E0FF9"/>
    <w:rsid w:val="000E1286"/>
    <w:rsid w:val="000E2D59"/>
    <w:rsid w:val="000E3B39"/>
    <w:rsid w:val="000E405F"/>
    <w:rsid w:val="000E42C0"/>
    <w:rsid w:val="000E4BA6"/>
    <w:rsid w:val="000E73D9"/>
    <w:rsid w:val="000E74A3"/>
    <w:rsid w:val="000F4FD2"/>
    <w:rsid w:val="001013D5"/>
    <w:rsid w:val="00107612"/>
    <w:rsid w:val="00107FBC"/>
    <w:rsid w:val="0011175B"/>
    <w:rsid w:val="0011214E"/>
    <w:rsid w:val="0011341A"/>
    <w:rsid w:val="001136C0"/>
    <w:rsid w:val="00113748"/>
    <w:rsid w:val="00127CE6"/>
    <w:rsid w:val="00136A24"/>
    <w:rsid w:val="001371E4"/>
    <w:rsid w:val="0014089B"/>
    <w:rsid w:val="001432CE"/>
    <w:rsid w:val="00146ACB"/>
    <w:rsid w:val="0014748C"/>
    <w:rsid w:val="001506D0"/>
    <w:rsid w:val="00152270"/>
    <w:rsid w:val="00152B9D"/>
    <w:rsid w:val="00163580"/>
    <w:rsid w:val="001678A2"/>
    <w:rsid w:val="00170859"/>
    <w:rsid w:val="00170AB9"/>
    <w:rsid w:val="001828DA"/>
    <w:rsid w:val="0018317D"/>
    <w:rsid w:val="00187BAE"/>
    <w:rsid w:val="001914FB"/>
    <w:rsid w:val="00193873"/>
    <w:rsid w:val="001958DA"/>
    <w:rsid w:val="0019722A"/>
    <w:rsid w:val="001A2E6E"/>
    <w:rsid w:val="001A36DD"/>
    <w:rsid w:val="001B58A2"/>
    <w:rsid w:val="001B7B27"/>
    <w:rsid w:val="001C2F8C"/>
    <w:rsid w:val="001C64FE"/>
    <w:rsid w:val="001C7974"/>
    <w:rsid w:val="001D064F"/>
    <w:rsid w:val="001D191F"/>
    <w:rsid w:val="001D5631"/>
    <w:rsid w:val="001E2392"/>
    <w:rsid w:val="001E5F11"/>
    <w:rsid w:val="001E6C1B"/>
    <w:rsid w:val="001E6FD2"/>
    <w:rsid w:val="001E7DA4"/>
    <w:rsid w:val="001F0BA4"/>
    <w:rsid w:val="001F47F0"/>
    <w:rsid w:val="00203977"/>
    <w:rsid w:val="00203A51"/>
    <w:rsid w:val="00220141"/>
    <w:rsid w:val="00221318"/>
    <w:rsid w:val="0022168F"/>
    <w:rsid w:val="00224829"/>
    <w:rsid w:val="00233EA3"/>
    <w:rsid w:val="00234425"/>
    <w:rsid w:val="002347F2"/>
    <w:rsid w:val="00235BB4"/>
    <w:rsid w:val="00237A8A"/>
    <w:rsid w:val="002403AA"/>
    <w:rsid w:val="0024073F"/>
    <w:rsid w:val="00245FC0"/>
    <w:rsid w:val="002460D7"/>
    <w:rsid w:val="00246805"/>
    <w:rsid w:val="0025081A"/>
    <w:rsid w:val="0026100F"/>
    <w:rsid w:val="00263674"/>
    <w:rsid w:val="00264C74"/>
    <w:rsid w:val="00273AA2"/>
    <w:rsid w:val="00281A17"/>
    <w:rsid w:val="00286C39"/>
    <w:rsid w:val="002912FA"/>
    <w:rsid w:val="00291CCE"/>
    <w:rsid w:val="00292259"/>
    <w:rsid w:val="00292793"/>
    <w:rsid w:val="00297452"/>
    <w:rsid w:val="002A0EC4"/>
    <w:rsid w:val="002A149B"/>
    <w:rsid w:val="002A5934"/>
    <w:rsid w:val="002A66DB"/>
    <w:rsid w:val="002A6CEC"/>
    <w:rsid w:val="002B185A"/>
    <w:rsid w:val="002B3ADF"/>
    <w:rsid w:val="002B4871"/>
    <w:rsid w:val="002D32E2"/>
    <w:rsid w:val="002D34AA"/>
    <w:rsid w:val="002D43D4"/>
    <w:rsid w:val="002D73F8"/>
    <w:rsid w:val="002E12B8"/>
    <w:rsid w:val="002E2EC4"/>
    <w:rsid w:val="002E663A"/>
    <w:rsid w:val="002F1987"/>
    <w:rsid w:val="002F3206"/>
    <w:rsid w:val="003011CC"/>
    <w:rsid w:val="00301A0C"/>
    <w:rsid w:val="00305279"/>
    <w:rsid w:val="00311AD5"/>
    <w:rsid w:val="003121C5"/>
    <w:rsid w:val="00312805"/>
    <w:rsid w:val="003129B8"/>
    <w:rsid w:val="0031562C"/>
    <w:rsid w:val="00316E8D"/>
    <w:rsid w:val="003179CD"/>
    <w:rsid w:val="0033288D"/>
    <w:rsid w:val="003332A3"/>
    <w:rsid w:val="00333666"/>
    <w:rsid w:val="00337C66"/>
    <w:rsid w:val="003444F2"/>
    <w:rsid w:val="00350935"/>
    <w:rsid w:val="00354B64"/>
    <w:rsid w:val="003552EF"/>
    <w:rsid w:val="00360168"/>
    <w:rsid w:val="00364CF2"/>
    <w:rsid w:val="0037119D"/>
    <w:rsid w:val="0037562F"/>
    <w:rsid w:val="00381A2C"/>
    <w:rsid w:val="00385FDA"/>
    <w:rsid w:val="003874EF"/>
    <w:rsid w:val="00393EF1"/>
    <w:rsid w:val="003A219C"/>
    <w:rsid w:val="003A4409"/>
    <w:rsid w:val="003A4AFC"/>
    <w:rsid w:val="003A7442"/>
    <w:rsid w:val="003B1778"/>
    <w:rsid w:val="003B3BFC"/>
    <w:rsid w:val="003B3E23"/>
    <w:rsid w:val="003B4B54"/>
    <w:rsid w:val="003C1CB5"/>
    <w:rsid w:val="003C1FE6"/>
    <w:rsid w:val="003C26AC"/>
    <w:rsid w:val="003C2E6E"/>
    <w:rsid w:val="003C4094"/>
    <w:rsid w:val="003C6CB5"/>
    <w:rsid w:val="003C7264"/>
    <w:rsid w:val="003D14E0"/>
    <w:rsid w:val="003D22B4"/>
    <w:rsid w:val="003D3419"/>
    <w:rsid w:val="003E1C90"/>
    <w:rsid w:val="003F702C"/>
    <w:rsid w:val="00401797"/>
    <w:rsid w:val="00406CE0"/>
    <w:rsid w:val="0041662C"/>
    <w:rsid w:val="004167D5"/>
    <w:rsid w:val="004247BD"/>
    <w:rsid w:val="00426E40"/>
    <w:rsid w:val="00434D0D"/>
    <w:rsid w:val="004369F4"/>
    <w:rsid w:val="00442E8F"/>
    <w:rsid w:val="00446C0A"/>
    <w:rsid w:val="00451515"/>
    <w:rsid w:val="00453491"/>
    <w:rsid w:val="00454F8C"/>
    <w:rsid w:val="0046261A"/>
    <w:rsid w:val="004632D5"/>
    <w:rsid w:val="00465648"/>
    <w:rsid w:val="0048045E"/>
    <w:rsid w:val="004849E3"/>
    <w:rsid w:val="004929B7"/>
    <w:rsid w:val="00497C7E"/>
    <w:rsid w:val="004A123A"/>
    <w:rsid w:val="004A6F2C"/>
    <w:rsid w:val="004B14F3"/>
    <w:rsid w:val="004B51A1"/>
    <w:rsid w:val="004B54D6"/>
    <w:rsid w:val="004B75F1"/>
    <w:rsid w:val="004C53AC"/>
    <w:rsid w:val="004C6EDF"/>
    <w:rsid w:val="004D010C"/>
    <w:rsid w:val="004D47A6"/>
    <w:rsid w:val="004E2304"/>
    <w:rsid w:val="004E29BC"/>
    <w:rsid w:val="004E73B6"/>
    <w:rsid w:val="004F10CC"/>
    <w:rsid w:val="004F1271"/>
    <w:rsid w:val="004F130C"/>
    <w:rsid w:val="004F1B7E"/>
    <w:rsid w:val="004F596D"/>
    <w:rsid w:val="005003F1"/>
    <w:rsid w:val="00503694"/>
    <w:rsid w:val="005150D1"/>
    <w:rsid w:val="00515F11"/>
    <w:rsid w:val="0051666A"/>
    <w:rsid w:val="005212ED"/>
    <w:rsid w:val="005215D9"/>
    <w:rsid w:val="00523A5C"/>
    <w:rsid w:val="0054159C"/>
    <w:rsid w:val="0054338C"/>
    <w:rsid w:val="00544926"/>
    <w:rsid w:val="00544B10"/>
    <w:rsid w:val="00545DD9"/>
    <w:rsid w:val="00545F6A"/>
    <w:rsid w:val="00550118"/>
    <w:rsid w:val="005527C8"/>
    <w:rsid w:val="0056607C"/>
    <w:rsid w:val="00572EC1"/>
    <w:rsid w:val="005743EF"/>
    <w:rsid w:val="00580C5D"/>
    <w:rsid w:val="00582206"/>
    <w:rsid w:val="005854E3"/>
    <w:rsid w:val="00586A43"/>
    <w:rsid w:val="005873FE"/>
    <w:rsid w:val="005879BD"/>
    <w:rsid w:val="00593460"/>
    <w:rsid w:val="005971BA"/>
    <w:rsid w:val="0059773A"/>
    <w:rsid w:val="005977A8"/>
    <w:rsid w:val="00597E31"/>
    <w:rsid w:val="005A200A"/>
    <w:rsid w:val="005B0703"/>
    <w:rsid w:val="005B1504"/>
    <w:rsid w:val="005B3E5B"/>
    <w:rsid w:val="005B5A30"/>
    <w:rsid w:val="005C0751"/>
    <w:rsid w:val="005C358D"/>
    <w:rsid w:val="005C4170"/>
    <w:rsid w:val="005C4AB3"/>
    <w:rsid w:val="005D1A6C"/>
    <w:rsid w:val="005D416B"/>
    <w:rsid w:val="005D6587"/>
    <w:rsid w:val="005D7EE3"/>
    <w:rsid w:val="005E6F18"/>
    <w:rsid w:val="005F25C1"/>
    <w:rsid w:val="005F5A8C"/>
    <w:rsid w:val="005F6465"/>
    <w:rsid w:val="006030F6"/>
    <w:rsid w:val="006119CC"/>
    <w:rsid w:val="00611AF2"/>
    <w:rsid w:val="00612D70"/>
    <w:rsid w:val="006147A1"/>
    <w:rsid w:val="00626982"/>
    <w:rsid w:val="00627ADE"/>
    <w:rsid w:val="0063087B"/>
    <w:rsid w:val="00635613"/>
    <w:rsid w:val="00643FBE"/>
    <w:rsid w:val="006519E9"/>
    <w:rsid w:val="006536D7"/>
    <w:rsid w:val="00654D8D"/>
    <w:rsid w:val="006551DD"/>
    <w:rsid w:val="006621A3"/>
    <w:rsid w:val="00665028"/>
    <w:rsid w:val="00672320"/>
    <w:rsid w:val="0067584E"/>
    <w:rsid w:val="00675A42"/>
    <w:rsid w:val="00676E02"/>
    <w:rsid w:val="00680C64"/>
    <w:rsid w:val="006925EF"/>
    <w:rsid w:val="006934FA"/>
    <w:rsid w:val="006969EC"/>
    <w:rsid w:val="00697A43"/>
    <w:rsid w:val="006A1F35"/>
    <w:rsid w:val="006A75E3"/>
    <w:rsid w:val="006B01BB"/>
    <w:rsid w:val="006B2B82"/>
    <w:rsid w:val="006B6B36"/>
    <w:rsid w:val="006C0FBD"/>
    <w:rsid w:val="006C25B9"/>
    <w:rsid w:val="006C70E9"/>
    <w:rsid w:val="006D06D1"/>
    <w:rsid w:val="006D58C3"/>
    <w:rsid w:val="006D746E"/>
    <w:rsid w:val="006E75F5"/>
    <w:rsid w:val="006F3169"/>
    <w:rsid w:val="006F35F6"/>
    <w:rsid w:val="006F6093"/>
    <w:rsid w:val="006F67E3"/>
    <w:rsid w:val="00700DF1"/>
    <w:rsid w:val="00704010"/>
    <w:rsid w:val="00704E42"/>
    <w:rsid w:val="00707382"/>
    <w:rsid w:val="0072492F"/>
    <w:rsid w:val="007310E6"/>
    <w:rsid w:val="007322C5"/>
    <w:rsid w:val="0073307B"/>
    <w:rsid w:val="00735B1D"/>
    <w:rsid w:val="00737618"/>
    <w:rsid w:val="00740912"/>
    <w:rsid w:val="00740A44"/>
    <w:rsid w:val="00741E7E"/>
    <w:rsid w:val="00742AB3"/>
    <w:rsid w:val="00743280"/>
    <w:rsid w:val="0074363F"/>
    <w:rsid w:val="007544C6"/>
    <w:rsid w:val="007570EF"/>
    <w:rsid w:val="0076032B"/>
    <w:rsid w:val="00762B1B"/>
    <w:rsid w:val="00763EB7"/>
    <w:rsid w:val="00766998"/>
    <w:rsid w:val="00771B36"/>
    <w:rsid w:val="00776CA5"/>
    <w:rsid w:val="0078207F"/>
    <w:rsid w:val="00782A84"/>
    <w:rsid w:val="00783031"/>
    <w:rsid w:val="00790E69"/>
    <w:rsid w:val="007941B7"/>
    <w:rsid w:val="00795625"/>
    <w:rsid w:val="007A10E4"/>
    <w:rsid w:val="007A270F"/>
    <w:rsid w:val="007A3377"/>
    <w:rsid w:val="007A5555"/>
    <w:rsid w:val="007A5E02"/>
    <w:rsid w:val="007B0A6D"/>
    <w:rsid w:val="007B3AC5"/>
    <w:rsid w:val="007B3FBA"/>
    <w:rsid w:val="007B49F0"/>
    <w:rsid w:val="007B65E2"/>
    <w:rsid w:val="007C68B4"/>
    <w:rsid w:val="007D0E2F"/>
    <w:rsid w:val="007D428E"/>
    <w:rsid w:val="007D6B6F"/>
    <w:rsid w:val="007D7F07"/>
    <w:rsid w:val="007E1A29"/>
    <w:rsid w:val="007E383A"/>
    <w:rsid w:val="007E7B49"/>
    <w:rsid w:val="007F1CCB"/>
    <w:rsid w:val="007F3949"/>
    <w:rsid w:val="007F691D"/>
    <w:rsid w:val="00800713"/>
    <w:rsid w:val="00811809"/>
    <w:rsid w:val="00813DE2"/>
    <w:rsid w:val="0081725D"/>
    <w:rsid w:val="0082214B"/>
    <w:rsid w:val="00822206"/>
    <w:rsid w:val="00822FBB"/>
    <w:rsid w:val="008238E0"/>
    <w:rsid w:val="00826F5F"/>
    <w:rsid w:val="008328A9"/>
    <w:rsid w:val="00835F4D"/>
    <w:rsid w:val="0083699D"/>
    <w:rsid w:val="00837505"/>
    <w:rsid w:val="00850D4C"/>
    <w:rsid w:val="0085386D"/>
    <w:rsid w:val="00853EDE"/>
    <w:rsid w:val="00856492"/>
    <w:rsid w:val="0086084E"/>
    <w:rsid w:val="008624A4"/>
    <w:rsid w:val="0086508D"/>
    <w:rsid w:val="00866664"/>
    <w:rsid w:val="0087368B"/>
    <w:rsid w:val="00876172"/>
    <w:rsid w:val="00881C58"/>
    <w:rsid w:val="0088256F"/>
    <w:rsid w:val="008839B1"/>
    <w:rsid w:val="00884E26"/>
    <w:rsid w:val="008939AA"/>
    <w:rsid w:val="008A47AD"/>
    <w:rsid w:val="008A4E99"/>
    <w:rsid w:val="008A5297"/>
    <w:rsid w:val="008B077D"/>
    <w:rsid w:val="008B5649"/>
    <w:rsid w:val="008C3B18"/>
    <w:rsid w:val="008C58FF"/>
    <w:rsid w:val="008C6871"/>
    <w:rsid w:val="008E0402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9003AD"/>
    <w:rsid w:val="009059CF"/>
    <w:rsid w:val="00917C53"/>
    <w:rsid w:val="009208CC"/>
    <w:rsid w:val="00921588"/>
    <w:rsid w:val="0092194A"/>
    <w:rsid w:val="00921F56"/>
    <w:rsid w:val="00922352"/>
    <w:rsid w:val="00922A78"/>
    <w:rsid w:val="00931299"/>
    <w:rsid w:val="009324B8"/>
    <w:rsid w:val="009336A0"/>
    <w:rsid w:val="00937302"/>
    <w:rsid w:val="00944DF9"/>
    <w:rsid w:val="00952718"/>
    <w:rsid w:val="00956E9D"/>
    <w:rsid w:val="009576A3"/>
    <w:rsid w:val="00967F40"/>
    <w:rsid w:val="00970A49"/>
    <w:rsid w:val="00970CC8"/>
    <w:rsid w:val="00984E07"/>
    <w:rsid w:val="00991C44"/>
    <w:rsid w:val="009A0D67"/>
    <w:rsid w:val="009A7C37"/>
    <w:rsid w:val="009B22B5"/>
    <w:rsid w:val="009B440C"/>
    <w:rsid w:val="009B5A9E"/>
    <w:rsid w:val="009B5C44"/>
    <w:rsid w:val="009B702B"/>
    <w:rsid w:val="009C0A92"/>
    <w:rsid w:val="009C0FE3"/>
    <w:rsid w:val="009C3734"/>
    <w:rsid w:val="009D21F2"/>
    <w:rsid w:val="009D22EC"/>
    <w:rsid w:val="009D7C84"/>
    <w:rsid w:val="009E1F12"/>
    <w:rsid w:val="009E309F"/>
    <w:rsid w:val="009E4646"/>
    <w:rsid w:val="009F25F1"/>
    <w:rsid w:val="00A036A3"/>
    <w:rsid w:val="00A07690"/>
    <w:rsid w:val="00A14F3A"/>
    <w:rsid w:val="00A16676"/>
    <w:rsid w:val="00A30CA0"/>
    <w:rsid w:val="00A31E2D"/>
    <w:rsid w:val="00A32FCD"/>
    <w:rsid w:val="00A35E62"/>
    <w:rsid w:val="00A503E6"/>
    <w:rsid w:val="00A57E5A"/>
    <w:rsid w:val="00A60101"/>
    <w:rsid w:val="00A62C8B"/>
    <w:rsid w:val="00A62F80"/>
    <w:rsid w:val="00A66FAC"/>
    <w:rsid w:val="00A70CCA"/>
    <w:rsid w:val="00A71ECC"/>
    <w:rsid w:val="00A7779F"/>
    <w:rsid w:val="00A8018B"/>
    <w:rsid w:val="00A81B57"/>
    <w:rsid w:val="00A845F5"/>
    <w:rsid w:val="00A85752"/>
    <w:rsid w:val="00A87C8A"/>
    <w:rsid w:val="00A9016B"/>
    <w:rsid w:val="00A90229"/>
    <w:rsid w:val="00A92B3C"/>
    <w:rsid w:val="00A946B0"/>
    <w:rsid w:val="00AA0E32"/>
    <w:rsid w:val="00AA155F"/>
    <w:rsid w:val="00AA31FC"/>
    <w:rsid w:val="00AA44A4"/>
    <w:rsid w:val="00AB0EDC"/>
    <w:rsid w:val="00AB1D9B"/>
    <w:rsid w:val="00AB3CC6"/>
    <w:rsid w:val="00AB6C3C"/>
    <w:rsid w:val="00AC6F7C"/>
    <w:rsid w:val="00AC7584"/>
    <w:rsid w:val="00AD205A"/>
    <w:rsid w:val="00AD2AAE"/>
    <w:rsid w:val="00AD38AC"/>
    <w:rsid w:val="00AD6312"/>
    <w:rsid w:val="00AD6C95"/>
    <w:rsid w:val="00AD756B"/>
    <w:rsid w:val="00AE2A05"/>
    <w:rsid w:val="00AE2F24"/>
    <w:rsid w:val="00AE6D18"/>
    <w:rsid w:val="00AE7653"/>
    <w:rsid w:val="00AE7E3D"/>
    <w:rsid w:val="00AF06FE"/>
    <w:rsid w:val="00AF26C6"/>
    <w:rsid w:val="00AF2772"/>
    <w:rsid w:val="00AF43CD"/>
    <w:rsid w:val="00AF5567"/>
    <w:rsid w:val="00B01086"/>
    <w:rsid w:val="00B022F9"/>
    <w:rsid w:val="00B02FA7"/>
    <w:rsid w:val="00B0408C"/>
    <w:rsid w:val="00B04F8C"/>
    <w:rsid w:val="00B07835"/>
    <w:rsid w:val="00B07F85"/>
    <w:rsid w:val="00B154BB"/>
    <w:rsid w:val="00B374B7"/>
    <w:rsid w:val="00B46C02"/>
    <w:rsid w:val="00B46E01"/>
    <w:rsid w:val="00B476BA"/>
    <w:rsid w:val="00B50DB8"/>
    <w:rsid w:val="00B61140"/>
    <w:rsid w:val="00B61357"/>
    <w:rsid w:val="00B631C0"/>
    <w:rsid w:val="00B63BDB"/>
    <w:rsid w:val="00B6693C"/>
    <w:rsid w:val="00B6707C"/>
    <w:rsid w:val="00B72422"/>
    <w:rsid w:val="00B7332B"/>
    <w:rsid w:val="00B81236"/>
    <w:rsid w:val="00B81845"/>
    <w:rsid w:val="00B85649"/>
    <w:rsid w:val="00B9195E"/>
    <w:rsid w:val="00B941DD"/>
    <w:rsid w:val="00BA3310"/>
    <w:rsid w:val="00BB3C9E"/>
    <w:rsid w:val="00BB41D4"/>
    <w:rsid w:val="00BB5A4F"/>
    <w:rsid w:val="00BC11EB"/>
    <w:rsid w:val="00BC169A"/>
    <w:rsid w:val="00BC2F33"/>
    <w:rsid w:val="00BD053B"/>
    <w:rsid w:val="00BE1EF3"/>
    <w:rsid w:val="00BE286A"/>
    <w:rsid w:val="00BF36E1"/>
    <w:rsid w:val="00BF614E"/>
    <w:rsid w:val="00C01F13"/>
    <w:rsid w:val="00C049B4"/>
    <w:rsid w:val="00C078E8"/>
    <w:rsid w:val="00C1249C"/>
    <w:rsid w:val="00C16FA6"/>
    <w:rsid w:val="00C22728"/>
    <w:rsid w:val="00C22BD1"/>
    <w:rsid w:val="00C23562"/>
    <w:rsid w:val="00C24480"/>
    <w:rsid w:val="00C252FB"/>
    <w:rsid w:val="00C30FFC"/>
    <w:rsid w:val="00C313EC"/>
    <w:rsid w:val="00C415E5"/>
    <w:rsid w:val="00C41B67"/>
    <w:rsid w:val="00C42C2F"/>
    <w:rsid w:val="00C4310A"/>
    <w:rsid w:val="00C46BA3"/>
    <w:rsid w:val="00C53590"/>
    <w:rsid w:val="00C63C34"/>
    <w:rsid w:val="00C64563"/>
    <w:rsid w:val="00C77E03"/>
    <w:rsid w:val="00C803C5"/>
    <w:rsid w:val="00C82023"/>
    <w:rsid w:val="00C9167F"/>
    <w:rsid w:val="00CA1ED1"/>
    <w:rsid w:val="00CA7985"/>
    <w:rsid w:val="00CB3208"/>
    <w:rsid w:val="00CB3642"/>
    <w:rsid w:val="00CC127F"/>
    <w:rsid w:val="00CC4C3F"/>
    <w:rsid w:val="00CC5BAE"/>
    <w:rsid w:val="00CC6C57"/>
    <w:rsid w:val="00CD6B57"/>
    <w:rsid w:val="00CD7615"/>
    <w:rsid w:val="00CD7E8E"/>
    <w:rsid w:val="00CE16C9"/>
    <w:rsid w:val="00CE19EF"/>
    <w:rsid w:val="00CE2D08"/>
    <w:rsid w:val="00CE51E4"/>
    <w:rsid w:val="00CF05AB"/>
    <w:rsid w:val="00CF065B"/>
    <w:rsid w:val="00CF0A9B"/>
    <w:rsid w:val="00CF1C25"/>
    <w:rsid w:val="00CF46CF"/>
    <w:rsid w:val="00CF5D9B"/>
    <w:rsid w:val="00CF6E9B"/>
    <w:rsid w:val="00D04EA3"/>
    <w:rsid w:val="00D11A73"/>
    <w:rsid w:val="00D12415"/>
    <w:rsid w:val="00D2020D"/>
    <w:rsid w:val="00D221E9"/>
    <w:rsid w:val="00D23A26"/>
    <w:rsid w:val="00D30965"/>
    <w:rsid w:val="00D33CD0"/>
    <w:rsid w:val="00D34ADC"/>
    <w:rsid w:val="00D364B7"/>
    <w:rsid w:val="00D404D8"/>
    <w:rsid w:val="00D41FBA"/>
    <w:rsid w:val="00D43022"/>
    <w:rsid w:val="00D431C9"/>
    <w:rsid w:val="00D454A3"/>
    <w:rsid w:val="00D46BD3"/>
    <w:rsid w:val="00D71141"/>
    <w:rsid w:val="00D71D54"/>
    <w:rsid w:val="00D813BE"/>
    <w:rsid w:val="00D83E0C"/>
    <w:rsid w:val="00D862CC"/>
    <w:rsid w:val="00D92ADD"/>
    <w:rsid w:val="00D96B4A"/>
    <w:rsid w:val="00DA2EC8"/>
    <w:rsid w:val="00DB0A73"/>
    <w:rsid w:val="00DB5277"/>
    <w:rsid w:val="00DB69CD"/>
    <w:rsid w:val="00DB6A31"/>
    <w:rsid w:val="00DB790C"/>
    <w:rsid w:val="00DD4886"/>
    <w:rsid w:val="00DD4AB7"/>
    <w:rsid w:val="00DD6145"/>
    <w:rsid w:val="00DE2C39"/>
    <w:rsid w:val="00DE3E47"/>
    <w:rsid w:val="00DE4E01"/>
    <w:rsid w:val="00DE5F12"/>
    <w:rsid w:val="00DF33B9"/>
    <w:rsid w:val="00E01E13"/>
    <w:rsid w:val="00E0224D"/>
    <w:rsid w:val="00E034F3"/>
    <w:rsid w:val="00E03548"/>
    <w:rsid w:val="00E12A5B"/>
    <w:rsid w:val="00E13529"/>
    <w:rsid w:val="00E161B5"/>
    <w:rsid w:val="00E1736F"/>
    <w:rsid w:val="00E218FF"/>
    <w:rsid w:val="00E24BC4"/>
    <w:rsid w:val="00E25558"/>
    <w:rsid w:val="00E3498C"/>
    <w:rsid w:val="00E36932"/>
    <w:rsid w:val="00E41B5C"/>
    <w:rsid w:val="00E41BA1"/>
    <w:rsid w:val="00E50174"/>
    <w:rsid w:val="00E53216"/>
    <w:rsid w:val="00E67586"/>
    <w:rsid w:val="00E714AD"/>
    <w:rsid w:val="00E822AE"/>
    <w:rsid w:val="00E822DD"/>
    <w:rsid w:val="00E82CB7"/>
    <w:rsid w:val="00E914D8"/>
    <w:rsid w:val="00E926C9"/>
    <w:rsid w:val="00EA62B3"/>
    <w:rsid w:val="00EA6AE5"/>
    <w:rsid w:val="00EB03F5"/>
    <w:rsid w:val="00EB329F"/>
    <w:rsid w:val="00EB63BC"/>
    <w:rsid w:val="00EC4DDD"/>
    <w:rsid w:val="00ED66F1"/>
    <w:rsid w:val="00EE59FB"/>
    <w:rsid w:val="00EF0AD0"/>
    <w:rsid w:val="00EF74E9"/>
    <w:rsid w:val="00F042A2"/>
    <w:rsid w:val="00F13935"/>
    <w:rsid w:val="00F2724B"/>
    <w:rsid w:val="00F303AD"/>
    <w:rsid w:val="00F32D2E"/>
    <w:rsid w:val="00F3453D"/>
    <w:rsid w:val="00F3728F"/>
    <w:rsid w:val="00F44EE4"/>
    <w:rsid w:val="00F454AE"/>
    <w:rsid w:val="00F463B6"/>
    <w:rsid w:val="00F4646A"/>
    <w:rsid w:val="00F46584"/>
    <w:rsid w:val="00F46639"/>
    <w:rsid w:val="00F46EF2"/>
    <w:rsid w:val="00F47754"/>
    <w:rsid w:val="00F55256"/>
    <w:rsid w:val="00F61BB4"/>
    <w:rsid w:val="00F62946"/>
    <w:rsid w:val="00F6353F"/>
    <w:rsid w:val="00F656F4"/>
    <w:rsid w:val="00F66206"/>
    <w:rsid w:val="00F66640"/>
    <w:rsid w:val="00F66782"/>
    <w:rsid w:val="00F66E72"/>
    <w:rsid w:val="00F746B0"/>
    <w:rsid w:val="00F75DAB"/>
    <w:rsid w:val="00F8011F"/>
    <w:rsid w:val="00F81884"/>
    <w:rsid w:val="00F92AFD"/>
    <w:rsid w:val="00F92E3B"/>
    <w:rsid w:val="00F93CE6"/>
    <w:rsid w:val="00F96C8F"/>
    <w:rsid w:val="00FA410E"/>
    <w:rsid w:val="00FA67FA"/>
    <w:rsid w:val="00FA77C1"/>
    <w:rsid w:val="00FC04FA"/>
    <w:rsid w:val="00FC5180"/>
    <w:rsid w:val="00FC634B"/>
    <w:rsid w:val="00FD328B"/>
    <w:rsid w:val="00FD58DD"/>
    <w:rsid w:val="00FE1141"/>
    <w:rsid w:val="00FF06D2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59E6F-9E9E-4163-94A4-D4DC174E0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316</cp:revision>
  <cp:lastPrinted>2016-11-10T07:38:00Z</cp:lastPrinted>
  <dcterms:created xsi:type="dcterms:W3CDTF">2015-02-26T06:14:00Z</dcterms:created>
  <dcterms:modified xsi:type="dcterms:W3CDTF">2016-12-26T06:33:00Z</dcterms:modified>
</cp:coreProperties>
</file>