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33CEC" w:rsidTr="00C33CEC">
        <w:tc>
          <w:tcPr>
            <w:tcW w:w="426" w:type="dxa"/>
            <w:vAlign w:val="bottom"/>
            <w:hideMark/>
          </w:tcPr>
          <w:p w:rsidR="00C33CEC" w:rsidRDefault="00C33C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3CEC" w:rsidRDefault="00C33C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C33CEC" w:rsidRDefault="00C33C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33CEC" w:rsidRDefault="00C33C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3CEC" w:rsidRDefault="00C33C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8E0162" w:rsidRPr="008E0162" w:rsidRDefault="008E0162" w:rsidP="008E0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0162" w:rsidRPr="008E0162" w:rsidRDefault="008E0162" w:rsidP="008E0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96B" w:rsidRPr="008E0162" w:rsidRDefault="003F596B" w:rsidP="008E0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162">
        <w:rPr>
          <w:rFonts w:ascii="Times New Roman" w:hAnsi="Times New Roman" w:cs="Times New Roman"/>
          <w:sz w:val="28"/>
          <w:szCs w:val="28"/>
        </w:rPr>
        <w:t xml:space="preserve">О проекте постановления </w:t>
      </w:r>
      <w:proofErr w:type="gramStart"/>
      <w:r w:rsidRPr="008E0162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8E01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96B" w:rsidRPr="008E0162" w:rsidRDefault="003F596B" w:rsidP="008E0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162">
        <w:rPr>
          <w:rFonts w:ascii="Times New Roman" w:hAnsi="Times New Roman" w:cs="Times New Roman"/>
          <w:sz w:val="28"/>
          <w:szCs w:val="28"/>
        </w:rPr>
        <w:t xml:space="preserve">областной Думы «О внесении </w:t>
      </w:r>
    </w:p>
    <w:p w:rsidR="003F596B" w:rsidRPr="008E0162" w:rsidRDefault="003F596B" w:rsidP="008E0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162">
        <w:rPr>
          <w:rFonts w:ascii="Times New Roman" w:hAnsi="Times New Roman" w:cs="Times New Roman"/>
          <w:sz w:val="28"/>
          <w:szCs w:val="28"/>
        </w:rPr>
        <w:t xml:space="preserve">в Государственную Думу </w:t>
      </w:r>
      <w:proofErr w:type="gramStart"/>
      <w:r w:rsidRPr="008E0162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8E01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96B" w:rsidRPr="008E0162" w:rsidRDefault="003F596B" w:rsidP="008E0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162">
        <w:rPr>
          <w:rFonts w:ascii="Times New Roman" w:hAnsi="Times New Roman" w:cs="Times New Roman"/>
          <w:sz w:val="28"/>
          <w:szCs w:val="28"/>
        </w:rPr>
        <w:t xml:space="preserve">Собрания Российской Федерации </w:t>
      </w:r>
    </w:p>
    <w:p w:rsidR="003F596B" w:rsidRPr="008E0162" w:rsidRDefault="003F596B" w:rsidP="008E0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162">
        <w:rPr>
          <w:rFonts w:ascii="Times New Roman" w:hAnsi="Times New Roman" w:cs="Times New Roman"/>
          <w:sz w:val="28"/>
          <w:szCs w:val="28"/>
        </w:rPr>
        <w:t xml:space="preserve">в качестве законодательной инициативы </w:t>
      </w:r>
    </w:p>
    <w:p w:rsidR="003F596B" w:rsidRPr="008E0162" w:rsidRDefault="003F596B" w:rsidP="008E0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162">
        <w:rPr>
          <w:rFonts w:ascii="Times New Roman" w:hAnsi="Times New Roman" w:cs="Times New Roman"/>
          <w:sz w:val="28"/>
          <w:szCs w:val="28"/>
        </w:rPr>
        <w:t xml:space="preserve">проекта Федерального закона </w:t>
      </w:r>
    </w:p>
    <w:p w:rsidR="003F596B" w:rsidRPr="008E0162" w:rsidRDefault="003F596B" w:rsidP="008E016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0162">
        <w:rPr>
          <w:rFonts w:ascii="Times New Roman" w:hAnsi="Times New Roman" w:cs="Times New Roman"/>
          <w:bCs/>
          <w:sz w:val="28"/>
          <w:szCs w:val="28"/>
        </w:rPr>
        <w:t xml:space="preserve">«О запрете производства и оборота </w:t>
      </w:r>
    </w:p>
    <w:p w:rsidR="003F596B" w:rsidRPr="008E0162" w:rsidRDefault="003F596B" w:rsidP="008E0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162">
        <w:rPr>
          <w:rFonts w:ascii="Times New Roman" w:hAnsi="Times New Roman" w:cs="Times New Roman"/>
          <w:sz w:val="28"/>
          <w:szCs w:val="28"/>
        </w:rPr>
        <w:t xml:space="preserve">метанола (метилового спирта) </w:t>
      </w:r>
    </w:p>
    <w:p w:rsidR="003F596B" w:rsidRPr="008E0162" w:rsidRDefault="003F596B" w:rsidP="008E016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0162">
        <w:rPr>
          <w:rFonts w:ascii="Times New Roman" w:hAnsi="Times New Roman" w:cs="Times New Roman"/>
          <w:sz w:val="28"/>
          <w:szCs w:val="28"/>
        </w:rPr>
        <w:t xml:space="preserve">в </w:t>
      </w:r>
      <w:r w:rsidRPr="008E0162">
        <w:rPr>
          <w:rFonts w:ascii="Times New Roman" w:hAnsi="Times New Roman" w:cs="Times New Roman"/>
          <w:bCs/>
          <w:sz w:val="28"/>
          <w:szCs w:val="28"/>
        </w:rPr>
        <w:t>Российской Федерации»</w:t>
      </w:r>
    </w:p>
    <w:p w:rsidR="003F596B" w:rsidRPr="008E0162" w:rsidRDefault="003F596B" w:rsidP="008E01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96B" w:rsidRPr="008E0162" w:rsidRDefault="003F596B" w:rsidP="008E01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96B" w:rsidRPr="008E0162" w:rsidRDefault="003F596B" w:rsidP="008E01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6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F596B" w:rsidRPr="008E0162" w:rsidRDefault="003F596B" w:rsidP="008E01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96B" w:rsidRPr="008E0162" w:rsidRDefault="003F596B" w:rsidP="008E01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E0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E0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F596B" w:rsidRPr="008E0162" w:rsidRDefault="003F596B" w:rsidP="008E01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96B" w:rsidRPr="008E0162" w:rsidRDefault="003F596B" w:rsidP="008E01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Отклонить </w:t>
      </w:r>
      <w:r w:rsidRPr="008E0162">
        <w:rPr>
          <w:rFonts w:ascii="Times New Roman" w:hAnsi="Times New Roman" w:cs="Times New Roman"/>
          <w:sz w:val="28"/>
          <w:szCs w:val="28"/>
        </w:rPr>
        <w:t>проект постановления Ярославской областной Думы «О</w:t>
      </w:r>
      <w:r w:rsidR="008E0162">
        <w:rPr>
          <w:rFonts w:ascii="Times New Roman" w:hAnsi="Times New Roman" w:cs="Times New Roman"/>
          <w:sz w:val="28"/>
          <w:szCs w:val="28"/>
        </w:rPr>
        <w:t> </w:t>
      </w:r>
      <w:r w:rsidRPr="008E0162">
        <w:rPr>
          <w:rFonts w:ascii="Times New Roman" w:hAnsi="Times New Roman" w:cs="Times New Roman"/>
          <w:sz w:val="28"/>
          <w:szCs w:val="28"/>
        </w:rPr>
        <w:t xml:space="preserve">внесении в Государственную Думу Федерального Собрания Российской Федерации в качестве законодательной инициативы проекта Федерального закона </w:t>
      </w:r>
      <w:r w:rsidRPr="008E0162">
        <w:rPr>
          <w:rFonts w:ascii="Times New Roman" w:hAnsi="Times New Roman" w:cs="Times New Roman"/>
          <w:bCs/>
          <w:sz w:val="28"/>
          <w:szCs w:val="28"/>
        </w:rPr>
        <w:t xml:space="preserve">«О запрете производства и оборота </w:t>
      </w:r>
      <w:r w:rsidRPr="008E0162">
        <w:rPr>
          <w:rFonts w:ascii="Times New Roman" w:hAnsi="Times New Roman" w:cs="Times New Roman"/>
          <w:sz w:val="28"/>
          <w:szCs w:val="28"/>
        </w:rPr>
        <w:t xml:space="preserve">метанола (метилового спирта) в </w:t>
      </w:r>
      <w:r w:rsidRPr="008E0162">
        <w:rPr>
          <w:rFonts w:ascii="Times New Roman" w:hAnsi="Times New Roman" w:cs="Times New Roman"/>
          <w:bCs/>
          <w:sz w:val="28"/>
          <w:szCs w:val="28"/>
        </w:rPr>
        <w:t xml:space="preserve">Российской Федерации», </w:t>
      </w:r>
      <w:r w:rsidRPr="008E0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внесенный депутатами </w:t>
      </w:r>
      <w:r w:rsidRPr="008E0162">
        <w:rPr>
          <w:rFonts w:ascii="Times New Roman" w:hAnsi="Times New Roman" w:cs="Times New Roman"/>
          <w:sz w:val="28"/>
          <w:szCs w:val="28"/>
        </w:rPr>
        <w:t>Ярославской областной Д</w:t>
      </w:r>
      <w:r w:rsidRPr="008E0162">
        <w:rPr>
          <w:rFonts w:ascii="Times New Roman" w:hAnsi="Times New Roman" w:cs="Times New Roman"/>
          <w:sz w:val="28"/>
          <w:szCs w:val="28"/>
        </w:rPr>
        <w:t>у</w:t>
      </w:r>
      <w:r w:rsidRPr="008E0162">
        <w:rPr>
          <w:rFonts w:ascii="Times New Roman" w:hAnsi="Times New Roman" w:cs="Times New Roman"/>
          <w:sz w:val="28"/>
          <w:szCs w:val="28"/>
        </w:rPr>
        <w:t xml:space="preserve">мы С.А. </w:t>
      </w:r>
      <w:proofErr w:type="spellStart"/>
      <w:r w:rsidRPr="008E0162">
        <w:rPr>
          <w:rFonts w:ascii="Times New Roman" w:hAnsi="Times New Roman" w:cs="Times New Roman"/>
          <w:sz w:val="28"/>
          <w:szCs w:val="28"/>
        </w:rPr>
        <w:t>Балабаевым</w:t>
      </w:r>
      <w:proofErr w:type="spellEnd"/>
      <w:r w:rsidRPr="008E0162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spellStart"/>
      <w:r w:rsidRPr="008E0162">
        <w:rPr>
          <w:rFonts w:ascii="Times New Roman" w:hAnsi="Times New Roman" w:cs="Times New Roman"/>
          <w:sz w:val="28"/>
          <w:szCs w:val="28"/>
        </w:rPr>
        <w:t>Цепендой</w:t>
      </w:r>
      <w:proofErr w:type="spellEnd"/>
      <w:r w:rsidRPr="008E0162">
        <w:rPr>
          <w:rFonts w:ascii="Times New Roman" w:hAnsi="Times New Roman" w:cs="Times New Roman"/>
          <w:sz w:val="28"/>
          <w:szCs w:val="28"/>
        </w:rPr>
        <w:t>.</w:t>
      </w:r>
    </w:p>
    <w:p w:rsidR="003F596B" w:rsidRPr="008E0162" w:rsidRDefault="003F596B" w:rsidP="008E016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депутатам </w:t>
      </w:r>
      <w:r w:rsidRPr="008E0162">
        <w:rPr>
          <w:rFonts w:ascii="Times New Roman" w:hAnsi="Times New Roman" w:cs="Times New Roman"/>
          <w:sz w:val="28"/>
          <w:szCs w:val="28"/>
        </w:rPr>
        <w:t>Ярославской о</w:t>
      </w:r>
      <w:r w:rsidRPr="008E0162">
        <w:rPr>
          <w:rFonts w:ascii="Times New Roman" w:hAnsi="Times New Roman" w:cs="Times New Roman"/>
          <w:sz w:val="28"/>
          <w:szCs w:val="28"/>
        </w:rPr>
        <w:t>б</w:t>
      </w:r>
      <w:r w:rsidRPr="008E0162">
        <w:rPr>
          <w:rFonts w:ascii="Times New Roman" w:hAnsi="Times New Roman" w:cs="Times New Roman"/>
          <w:sz w:val="28"/>
          <w:szCs w:val="28"/>
        </w:rPr>
        <w:t xml:space="preserve">ластной Думы С.А. </w:t>
      </w:r>
      <w:proofErr w:type="spellStart"/>
      <w:r w:rsidRPr="008E0162">
        <w:rPr>
          <w:rFonts w:ascii="Times New Roman" w:hAnsi="Times New Roman" w:cs="Times New Roman"/>
          <w:sz w:val="28"/>
          <w:szCs w:val="28"/>
        </w:rPr>
        <w:t>Балабаеву</w:t>
      </w:r>
      <w:proofErr w:type="spellEnd"/>
      <w:r w:rsidRPr="008E0162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spellStart"/>
      <w:r w:rsidRPr="008E0162">
        <w:rPr>
          <w:rFonts w:ascii="Times New Roman" w:hAnsi="Times New Roman" w:cs="Times New Roman"/>
          <w:sz w:val="28"/>
          <w:szCs w:val="28"/>
        </w:rPr>
        <w:t>Цепенде</w:t>
      </w:r>
      <w:proofErr w:type="spellEnd"/>
      <w:r w:rsidRPr="008E0162">
        <w:rPr>
          <w:rFonts w:ascii="Times New Roman" w:hAnsi="Times New Roman" w:cs="Times New Roman"/>
          <w:sz w:val="28"/>
          <w:szCs w:val="28"/>
        </w:rPr>
        <w:t>.</w:t>
      </w:r>
    </w:p>
    <w:p w:rsidR="003F596B" w:rsidRDefault="003F596B" w:rsidP="008E016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162" w:rsidRDefault="008E0162" w:rsidP="008E016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162" w:rsidRPr="008E0162" w:rsidRDefault="008E0162" w:rsidP="008E016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F596B" w:rsidRPr="008E0162" w:rsidRDefault="003F596B" w:rsidP="008E016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8E0162" w:rsidRDefault="003F596B" w:rsidP="008E0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8E0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0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0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0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8E0162" w:rsidSect="008E016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6B"/>
    <w:rsid w:val="0025040D"/>
    <w:rsid w:val="003F596B"/>
    <w:rsid w:val="004715D4"/>
    <w:rsid w:val="006873A7"/>
    <w:rsid w:val="008E0162"/>
    <w:rsid w:val="008E202D"/>
    <w:rsid w:val="00AD5A35"/>
    <w:rsid w:val="00B87190"/>
    <w:rsid w:val="00C3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3F596B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F596B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3F596B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F596B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4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2017-02-14T09:51:00Z</cp:lastPrinted>
  <dcterms:created xsi:type="dcterms:W3CDTF">2017-02-14T09:44:00Z</dcterms:created>
  <dcterms:modified xsi:type="dcterms:W3CDTF">2017-02-15T12:06:00Z</dcterms:modified>
</cp:coreProperties>
</file>