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85B4B" w:rsidRPr="00085B4B" w:rsidTr="004A084F">
        <w:tc>
          <w:tcPr>
            <w:tcW w:w="426" w:type="dxa"/>
            <w:vAlign w:val="bottom"/>
            <w:hideMark/>
          </w:tcPr>
          <w:p w:rsidR="00085B4B" w:rsidRPr="00085B4B" w:rsidRDefault="00085B4B" w:rsidP="00085B4B">
            <w:pPr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85B4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85B4B" w:rsidRPr="00085B4B" w:rsidRDefault="00085B4B" w:rsidP="00085B4B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85B4B">
              <w:rPr>
                <w:rFonts w:ascii="Times New Roman" w:hAnsi="Times New Roman" w:cs="Times New Roman"/>
                <w:sz w:val="28"/>
                <w:szCs w:val="28"/>
              </w:rPr>
              <w:t xml:space="preserve">  27.03.2018</w:t>
            </w:r>
          </w:p>
        </w:tc>
        <w:tc>
          <w:tcPr>
            <w:tcW w:w="4111" w:type="dxa"/>
            <w:vAlign w:val="bottom"/>
          </w:tcPr>
          <w:p w:rsidR="00085B4B" w:rsidRPr="00085B4B" w:rsidRDefault="00085B4B" w:rsidP="00085B4B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85B4B" w:rsidRPr="00085B4B" w:rsidRDefault="00085B4B" w:rsidP="00085B4B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85B4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85B4B" w:rsidRPr="00085B4B" w:rsidRDefault="00085B4B" w:rsidP="00085B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B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1E5255" w:rsidRPr="001E5255" w:rsidRDefault="001E5255" w:rsidP="001E525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E5255" w:rsidRPr="001E5255" w:rsidRDefault="001E5255" w:rsidP="001E525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748D" w:rsidRPr="001E5255" w:rsidRDefault="00FF748D" w:rsidP="001E525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5255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FF748D" w:rsidRPr="001E5255" w:rsidRDefault="00FF748D" w:rsidP="001E525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5255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1E5255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1E525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F748D" w:rsidRPr="001E5255" w:rsidRDefault="00FF748D" w:rsidP="001E525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5255">
        <w:rPr>
          <w:rFonts w:ascii="Times New Roman" w:hAnsi="Times New Roman" w:cs="Times New Roman"/>
          <w:bCs/>
          <w:sz w:val="28"/>
          <w:szCs w:val="28"/>
        </w:rPr>
        <w:t xml:space="preserve">области «О порядке проведения оценки </w:t>
      </w:r>
    </w:p>
    <w:p w:rsidR="00FF748D" w:rsidRPr="001E5255" w:rsidRDefault="00FF748D" w:rsidP="001E525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5255">
        <w:rPr>
          <w:rFonts w:ascii="Times New Roman" w:hAnsi="Times New Roman" w:cs="Times New Roman"/>
          <w:bCs/>
          <w:sz w:val="28"/>
          <w:szCs w:val="28"/>
        </w:rPr>
        <w:t xml:space="preserve">регулирующего воздействия проектов </w:t>
      </w:r>
    </w:p>
    <w:p w:rsidR="00FF748D" w:rsidRPr="001E5255" w:rsidRDefault="00FF748D" w:rsidP="001E525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5255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</w:t>
      </w:r>
      <w:proofErr w:type="gramStart"/>
      <w:r w:rsidRPr="001E5255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1E525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F748D" w:rsidRPr="001E5255" w:rsidRDefault="00FF748D" w:rsidP="001E525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5255">
        <w:rPr>
          <w:rFonts w:ascii="Times New Roman" w:hAnsi="Times New Roman" w:cs="Times New Roman"/>
          <w:bCs/>
          <w:sz w:val="28"/>
          <w:szCs w:val="28"/>
        </w:rPr>
        <w:t xml:space="preserve">области, проектов муниципальных нормативных </w:t>
      </w:r>
    </w:p>
    <w:p w:rsidR="00FF748D" w:rsidRPr="001E5255" w:rsidRDefault="00FF748D" w:rsidP="001E525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5255">
        <w:rPr>
          <w:rFonts w:ascii="Times New Roman" w:hAnsi="Times New Roman" w:cs="Times New Roman"/>
          <w:bCs/>
          <w:sz w:val="28"/>
          <w:szCs w:val="28"/>
        </w:rPr>
        <w:t xml:space="preserve">правовых актов и экспертизы </w:t>
      </w:r>
    </w:p>
    <w:p w:rsidR="00FF748D" w:rsidRPr="001E5255" w:rsidRDefault="00FF748D" w:rsidP="001E525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5255">
        <w:rPr>
          <w:rFonts w:ascii="Times New Roman" w:hAnsi="Times New Roman" w:cs="Times New Roman"/>
          <w:bCs/>
          <w:sz w:val="28"/>
          <w:szCs w:val="28"/>
        </w:rPr>
        <w:t>нормативных правовых актов»</w:t>
      </w:r>
    </w:p>
    <w:p w:rsidR="00FF748D" w:rsidRPr="001E5255" w:rsidRDefault="00FF748D" w:rsidP="001E52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48D" w:rsidRPr="001E5255" w:rsidRDefault="00FF748D" w:rsidP="001E5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48D" w:rsidRPr="001E5255" w:rsidRDefault="00FF748D" w:rsidP="001E52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5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F748D" w:rsidRPr="001E5255" w:rsidRDefault="00FF748D" w:rsidP="001E52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48D" w:rsidRPr="001E5255" w:rsidRDefault="00FF748D" w:rsidP="001E5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E52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E52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F748D" w:rsidRPr="001E5255" w:rsidRDefault="00FF748D" w:rsidP="001E5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48D" w:rsidRPr="001E5255" w:rsidRDefault="00FF748D" w:rsidP="001E52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55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1E525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«О внесении изменений в Закон Ярославской области «О порядке </w:t>
      </w:r>
      <w:proofErr w:type="gramStart"/>
      <w:r w:rsidRPr="001E525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проведения оценки регулирующего возде</w:t>
      </w:r>
      <w:r w:rsidRPr="001E525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й</w:t>
      </w:r>
      <w:r w:rsidRPr="001E525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ствия проектов нормативных правовых актов Ярославской</w:t>
      </w:r>
      <w:proofErr w:type="gramEnd"/>
      <w:r w:rsidRPr="001E525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области, проектов муниципальных нормативных правовых актов и экспертизы нормативных пр</w:t>
      </w:r>
      <w:r w:rsidRPr="001E525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</w:t>
      </w:r>
      <w:r w:rsidRPr="001E525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вовых актов»</w:t>
      </w:r>
      <w:r w:rsidRPr="001E5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1E5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748D" w:rsidRPr="001E5255" w:rsidRDefault="00FF748D" w:rsidP="001E5255">
      <w:pPr>
        <w:pStyle w:val="21"/>
        <w:rPr>
          <w:szCs w:val="28"/>
        </w:rPr>
      </w:pPr>
      <w:r w:rsidRPr="001E5255">
        <w:rPr>
          <w:szCs w:val="28"/>
        </w:rPr>
        <w:t>2. Направить указанный Закон Ярославской области Губернатору Яр</w:t>
      </w:r>
      <w:r w:rsidRPr="001E5255">
        <w:rPr>
          <w:szCs w:val="28"/>
        </w:rPr>
        <w:t>о</w:t>
      </w:r>
      <w:r w:rsidRPr="001E5255">
        <w:rPr>
          <w:szCs w:val="28"/>
        </w:rPr>
        <w:t>славской области для подписа</w:t>
      </w:r>
      <w:r w:rsidRPr="001E5255">
        <w:rPr>
          <w:szCs w:val="28"/>
        </w:rPr>
        <w:softHyphen/>
        <w:t xml:space="preserve">ния и </w:t>
      </w:r>
      <w:r w:rsidR="001E5255">
        <w:rPr>
          <w:szCs w:val="28"/>
        </w:rPr>
        <w:t>официального опубликования.</w:t>
      </w:r>
    </w:p>
    <w:p w:rsidR="00FF748D" w:rsidRPr="001E5255" w:rsidRDefault="00FF748D" w:rsidP="001E525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48D" w:rsidRPr="001E5255" w:rsidRDefault="00FF748D" w:rsidP="001E525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48D" w:rsidRPr="001E5255" w:rsidRDefault="00FF748D" w:rsidP="001E525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48D" w:rsidRPr="001E5255" w:rsidRDefault="00FF748D" w:rsidP="001E525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F748D" w:rsidRPr="001E5255" w:rsidRDefault="00FF748D" w:rsidP="001E525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5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FF748D" w:rsidRPr="001E5255" w:rsidSect="001E525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992"/>
    <w:rsid w:val="00085B4B"/>
    <w:rsid w:val="001E5255"/>
    <w:rsid w:val="002937C6"/>
    <w:rsid w:val="003D4992"/>
    <w:rsid w:val="009B66E4"/>
    <w:rsid w:val="00C32831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FF748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FF748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2018-03-13T10:00:00Z</dcterms:created>
  <dcterms:modified xsi:type="dcterms:W3CDTF">2018-03-29T10:43:00Z</dcterms:modified>
</cp:coreProperties>
</file>