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A06D1" w:rsidRPr="009A06D1" w:rsidTr="009A06D1">
        <w:tc>
          <w:tcPr>
            <w:tcW w:w="426" w:type="dxa"/>
            <w:vAlign w:val="bottom"/>
            <w:hideMark/>
          </w:tcPr>
          <w:p w:rsidR="009A06D1" w:rsidRPr="009A06D1" w:rsidRDefault="009A06D1" w:rsidP="009A06D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A06D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06D1" w:rsidRPr="009A06D1" w:rsidRDefault="009A06D1" w:rsidP="009A06D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A06D1">
              <w:rPr>
                <w:rFonts w:ascii="Times New Roman" w:hAnsi="Times New Roman" w:cs="Times New Roman"/>
                <w:sz w:val="28"/>
                <w:szCs w:val="28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9A06D1" w:rsidRPr="009A06D1" w:rsidRDefault="009A06D1" w:rsidP="009A06D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A06D1" w:rsidRPr="009A06D1" w:rsidRDefault="009A06D1" w:rsidP="009A06D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A06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06D1" w:rsidRPr="009A06D1" w:rsidRDefault="009A06D1" w:rsidP="009A06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A06D1">
              <w:rPr>
                <w:rFonts w:ascii="Times New Roman" w:hAnsi="Times New Roman" w:cs="Times New Roman"/>
                <w:sz w:val="28"/>
              </w:rPr>
              <w:t>25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4D682E" w:rsidRPr="004D682E" w:rsidRDefault="004D682E" w:rsidP="004D68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82E" w:rsidRPr="004D682E" w:rsidRDefault="004D682E" w:rsidP="004D68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5AC" w:rsidRPr="004D682E" w:rsidRDefault="00B925AC" w:rsidP="004D682E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лесопаркового зеленого пояса </w:t>
      </w:r>
    </w:p>
    <w:p w:rsidR="00B925AC" w:rsidRPr="004D682E" w:rsidRDefault="00B925AC" w:rsidP="004D682E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города Ярославля и о его площади</w:t>
      </w:r>
    </w:p>
    <w:p w:rsidR="00B925AC" w:rsidRPr="004D682E" w:rsidRDefault="00B925AC" w:rsidP="004D68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25AC" w:rsidRPr="004D682E" w:rsidRDefault="00B925AC" w:rsidP="004D68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25AC" w:rsidRPr="004D682E" w:rsidRDefault="00B925AC" w:rsidP="004D682E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B925AC" w:rsidRPr="004D682E" w:rsidRDefault="00B925AC" w:rsidP="004D68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25AC" w:rsidRPr="004D682E" w:rsidRDefault="00B925AC" w:rsidP="004D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D68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4D68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606EB" w:rsidRPr="004D682E" w:rsidRDefault="00F606EB" w:rsidP="004D682E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525F" w:rsidRPr="004D682E" w:rsidRDefault="0059525F" w:rsidP="004D682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B925AC" w:rsidRPr="004D6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</w:t>
      </w:r>
      <w:r w:rsidR="00F606EB"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лесопарковый зеленый пояс вокруг города Ярославля пл</w:t>
      </w:r>
      <w:r w:rsidR="00F606EB"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06EB"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щадью </w:t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631</w:t>
      </w:r>
      <w:r w:rsid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900 кв</w:t>
      </w:r>
      <w:r w:rsidR="008629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862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59525F" w:rsidRPr="004D682E" w:rsidRDefault="0059525F" w:rsidP="004D682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через 10 дней после его официального опубликования. </w:t>
      </w:r>
    </w:p>
    <w:p w:rsidR="00B925AC" w:rsidRPr="004D682E" w:rsidRDefault="00B925AC" w:rsidP="004D682E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25AC" w:rsidRDefault="00B925AC" w:rsidP="004D68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682E" w:rsidRPr="004D682E" w:rsidRDefault="004D682E" w:rsidP="004D68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25AC" w:rsidRPr="004D682E" w:rsidRDefault="00B925AC" w:rsidP="004D68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6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4D682E" w:rsidRDefault="00B925AC" w:rsidP="004D68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68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4D682E" w:rsidSect="004D682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C"/>
    <w:rsid w:val="0025040D"/>
    <w:rsid w:val="004715D4"/>
    <w:rsid w:val="004D682E"/>
    <w:rsid w:val="00537ACC"/>
    <w:rsid w:val="0059525F"/>
    <w:rsid w:val="006873A7"/>
    <w:rsid w:val="0086293A"/>
    <w:rsid w:val="008E202D"/>
    <w:rsid w:val="0095450C"/>
    <w:rsid w:val="009A06D1"/>
    <w:rsid w:val="00B87190"/>
    <w:rsid w:val="00B925AC"/>
    <w:rsid w:val="00F6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2017-10-23T10:05:00Z</cp:lastPrinted>
  <dcterms:created xsi:type="dcterms:W3CDTF">2017-10-09T13:13:00Z</dcterms:created>
  <dcterms:modified xsi:type="dcterms:W3CDTF">2017-10-25T12:26:00Z</dcterms:modified>
</cp:coreProperties>
</file>