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Проект вносит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Губернатор Ярославской области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</w:p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М.Я. Евраев</w:t>
      </w:r>
    </w:p>
    <w:p w:rsidR="00EB17A2" w:rsidRPr="00982960" w:rsidRDefault="00EB17A2" w:rsidP="00365104">
      <w:pPr>
        <w:jc w:val="right"/>
        <w:rPr>
          <w:b/>
          <w:bCs/>
          <w:sz w:val="20"/>
        </w:rPr>
      </w:pPr>
    </w:p>
    <w:p w:rsidR="00EB17A2" w:rsidRPr="00982960" w:rsidRDefault="00980CC5" w:rsidP="00365104">
      <w:pPr>
        <w:jc w:val="center"/>
      </w:pPr>
      <w:r w:rsidRPr="00982960">
        <w:rPr>
          <w:noProof/>
        </w:rPr>
        <w:drawing>
          <wp:inline distT="0" distB="0" distL="0" distR="0" wp14:anchorId="0F6F61F8" wp14:editId="3F0E183F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982960" w:rsidRDefault="00EB17A2" w:rsidP="00365104">
      <w:pPr>
        <w:jc w:val="center"/>
        <w:rPr>
          <w:b/>
          <w:bCs/>
          <w:sz w:val="36"/>
        </w:rPr>
      </w:pPr>
      <w:r w:rsidRPr="00982960">
        <w:rPr>
          <w:b/>
          <w:bCs/>
          <w:sz w:val="36"/>
        </w:rPr>
        <w:t>З А К О Н</w:t>
      </w:r>
    </w:p>
    <w:p w:rsidR="00EB17A2" w:rsidRPr="00982960" w:rsidRDefault="00EB17A2" w:rsidP="00365104">
      <w:pPr>
        <w:jc w:val="center"/>
        <w:rPr>
          <w:b/>
          <w:bCs/>
        </w:rPr>
      </w:pPr>
      <w:r w:rsidRPr="00982960">
        <w:rPr>
          <w:b/>
          <w:bCs/>
        </w:rPr>
        <w:t>ЯРОСЛАВСКОЙ ОБЛАСТИ</w:t>
      </w:r>
    </w:p>
    <w:p w:rsidR="008577E7" w:rsidRPr="00982960" w:rsidRDefault="008577E7" w:rsidP="00365104">
      <w:pPr>
        <w:ind w:firstLine="0"/>
        <w:rPr>
          <w:bCs/>
          <w:szCs w:val="28"/>
        </w:rPr>
      </w:pPr>
    </w:p>
    <w:p w:rsidR="00556B7F" w:rsidRPr="00982960" w:rsidRDefault="00556B7F" w:rsidP="0036510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982960">
        <w:rPr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404DC4" w:rsidRPr="00982960" w:rsidRDefault="00556B7F" w:rsidP="0036510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982960">
        <w:rPr>
          <w:b/>
          <w:bCs/>
          <w:sz w:val="28"/>
          <w:szCs w:val="28"/>
        </w:rPr>
        <w:t xml:space="preserve">Ярославской области </w:t>
      </w:r>
    </w:p>
    <w:p w:rsidR="002E017E" w:rsidRPr="00982960" w:rsidRDefault="002E017E" w:rsidP="00365104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982960" w:rsidRDefault="002E017E" w:rsidP="0036510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982960">
        <w:rPr>
          <w:sz w:val="24"/>
        </w:rPr>
        <w:t>Принят Ярославской областной Думой</w:t>
      </w: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982960">
        <w:rPr>
          <w:sz w:val="24"/>
        </w:rPr>
        <w:t>«____»_____________ 202</w:t>
      </w:r>
      <w:r w:rsidR="00404DC4" w:rsidRPr="00982960">
        <w:rPr>
          <w:sz w:val="24"/>
        </w:rPr>
        <w:t>4</w:t>
      </w:r>
      <w:r w:rsidRPr="00982960">
        <w:rPr>
          <w:sz w:val="24"/>
        </w:rPr>
        <w:t xml:space="preserve"> года</w:t>
      </w:r>
    </w:p>
    <w:p w:rsidR="008D052A" w:rsidRPr="00982960" w:rsidRDefault="008D052A" w:rsidP="00365104">
      <w:pPr>
        <w:ind w:firstLine="0"/>
        <w:rPr>
          <w:rFonts w:eastAsia="Calibri"/>
          <w:bCs/>
          <w:szCs w:val="28"/>
          <w:lang w:eastAsia="en-US"/>
        </w:rPr>
      </w:pPr>
    </w:p>
    <w:p w:rsidR="00B00450" w:rsidRPr="00982960" w:rsidRDefault="00B00450" w:rsidP="00365104">
      <w:pPr>
        <w:ind w:firstLine="0"/>
        <w:rPr>
          <w:rFonts w:eastAsia="Calibri"/>
          <w:bCs/>
          <w:szCs w:val="28"/>
          <w:lang w:eastAsia="en-US"/>
        </w:rPr>
      </w:pPr>
    </w:p>
    <w:p w:rsidR="006427B8" w:rsidRPr="00982960" w:rsidRDefault="006A6B28" w:rsidP="00365104">
      <w:pPr>
        <w:ind w:firstLine="709"/>
        <w:rPr>
          <w:b/>
          <w:bCs/>
          <w:szCs w:val="28"/>
        </w:rPr>
      </w:pPr>
      <w:r w:rsidRPr="00982960">
        <w:rPr>
          <w:b/>
          <w:bCs/>
          <w:szCs w:val="28"/>
        </w:rPr>
        <w:t xml:space="preserve">Статья </w:t>
      </w:r>
      <w:r w:rsidR="003F132C" w:rsidRPr="00982960">
        <w:rPr>
          <w:b/>
          <w:bCs/>
          <w:szCs w:val="28"/>
        </w:rPr>
        <w:t>1</w:t>
      </w:r>
    </w:p>
    <w:p w:rsidR="009C2AA3" w:rsidRPr="00982960" w:rsidRDefault="009C2AA3" w:rsidP="00365104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Пункт 1 части 1 статьи 6 Закона Ярославской области от 09.11.2007 </w:t>
      </w:r>
      <w:r w:rsidR="005F1DAF" w:rsidRPr="00982960">
        <w:rPr>
          <w:bCs/>
          <w:szCs w:val="28"/>
        </w:rPr>
        <w:br/>
      </w:r>
      <w:r w:rsidRPr="00982960">
        <w:rPr>
          <w:bCs/>
          <w:szCs w:val="28"/>
        </w:rPr>
        <w:t>№ 85-з «О порядке и условиях предоставления жилых помещений специализированного жилищного фонда Ярославской области» (Губернские вести, 2007, 14 ноября, № 89; 2009, 10 апреля, № 34; Доку</w:t>
      </w:r>
      <w:r w:rsidR="005F1DAF" w:rsidRPr="00982960">
        <w:rPr>
          <w:bCs/>
          <w:szCs w:val="28"/>
        </w:rPr>
        <w:t>мент-Регион, 2014, 11 ноября, № </w:t>
      </w:r>
      <w:r w:rsidRPr="00982960">
        <w:rPr>
          <w:bCs/>
          <w:szCs w:val="28"/>
        </w:rPr>
        <w:t>93; 2015, 26 мая, № 41) изложить в следующей редакции:</w:t>
      </w:r>
    </w:p>
    <w:p w:rsidR="009C2AA3" w:rsidRPr="00982960" w:rsidRDefault="009C2AA3" w:rsidP="00365104">
      <w:pPr>
        <w:ind w:firstLine="709"/>
        <w:rPr>
          <w:bCs/>
          <w:szCs w:val="28"/>
        </w:rPr>
      </w:pPr>
      <w:r w:rsidRPr="00982960">
        <w:rPr>
          <w:bCs/>
          <w:szCs w:val="28"/>
        </w:rPr>
        <w:t>«1) многодетным семьям;».</w:t>
      </w:r>
    </w:p>
    <w:p w:rsidR="0010167B" w:rsidRPr="00982960" w:rsidRDefault="0010167B" w:rsidP="00365104">
      <w:pPr>
        <w:ind w:firstLine="709"/>
        <w:rPr>
          <w:b/>
          <w:bCs/>
          <w:szCs w:val="28"/>
        </w:rPr>
      </w:pPr>
    </w:p>
    <w:p w:rsidR="009C2AA3" w:rsidRPr="00982960" w:rsidRDefault="009C2AA3" w:rsidP="00365104">
      <w:pPr>
        <w:ind w:firstLine="709"/>
        <w:rPr>
          <w:b/>
          <w:bCs/>
          <w:szCs w:val="28"/>
        </w:rPr>
      </w:pPr>
      <w:r w:rsidRPr="00982960">
        <w:rPr>
          <w:b/>
          <w:bCs/>
          <w:szCs w:val="28"/>
        </w:rPr>
        <w:t xml:space="preserve">Статья </w:t>
      </w:r>
      <w:r w:rsidR="003F54D0" w:rsidRPr="00982960">
        <w:rPr>
          <w:b/>
          <w:bCs/>
          <w:szCs w:val="28"/>
        </w:rPr>
        <w:t>2</w:t>
      </w:r>
    </w:p>
    <w:p w:rsidR="00AB3DBA" w:rsidRPr="00982960" w:rsidRDefault="00556B7F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Внести в Закон Ярославской области от 19.12.2008 № 65-з «Социальный кодекс Ярославской области» (Губернские вести, 20</w:t>
      </w:r>
      <w:r w:rsidR="00365104" w:rsidRPr="00982960">
        <w:rPr>
          <w:bCs/>
          <w:szCs w:val="28"/>
        </w:rPr>
        <w:t>08, 20 декабря, № </w:t>
      </w:r>
      <w:r w:rsidR="007B07C4" w:rsidRPr="00982960">
        <w:rPr>
          <w:bCs/>
          <w:szCs w:val="28"/>
        </w:rPr>
        <w:t>116; Документ-</w:t>
      </w:r>
      <w:r w:rsidRPr="00982960">
        <w:rPr>
          <w:bCs/>
          <w:szCs w:val="28"/>
        </w:rPr>
        <w:t xml:space="preserve">Регион, 2009, 18 декабря, № 35-а; </w:t>
      </w:r>
      <w:r w:rsidR="00200026" w:rsidRPr="00982960">
        <w:rPr>
          <w:bCs/>
          <w:szCs w:val="28"/>
        </w:rPr>
        <w:t>201</w:t>
      </w:r>
      <w:r w:rsidR="00132256" w:rsidRPr="00982960">
        <w:rPr>
          <w:bCs/>
          <w:szCs w:val="28"/>
        </w:rPr>
        <w:t xml:space="preserve">0, </w:t>
      </w:r>
      <w:r w:rsidR="0010167B" w:rsidRPr="00982960">
        <w:rPr>
          <w:bCs/>
          <w:szCs w:val="28"/>
        </w:rPr>
        <w:t xml:space="preserve">9 апреля, № 22; </w:t>
      </w:r>
      <w:r w:rsidR="00132256" w:rsidRPr="00982960">
        <w:rPr>
          <w:bCs/>
          <w:szCs w:val="28"/>
        </w:rPr>
        <w:t>12 ноября, № </w:t>
      </w:r>
      <w:r w:rsidR="00200026" w:rsidRPr="00982960">
        <w:rPr>
          <w:bCs/>
          <w:szCs w:val="28"/>
        </w:rPr>
        <w:t>87; 2011, 8 апреля, № 26; 11 октября, № 83; 14 декабря, № 1</w:t>
      </w:r>
      <w:r w:rsidR="00132256" w:rsidRPr="00982960">
        <w:rPr>
          <w:bCs/>
          <w:szCs w:val="28"/>
        </w:rPr>
        <w:t>04; 2012, 29 </w:t>
      </w:r>
      <w:r w:rsidR="00365104" w:rsidRPr="00982960">
        <w:rPr>
          <w:bCs/>
          <w:szCs w:val="28"/>
        </w:rPr>
        <w:t>июня, № </w:t>
      </w:r>
      <w:r w:rsidR="00200026" w:rsidRPr="00982960">
        <w:rPr>
          <w:bCs/>
          <w:szCs w:val="28"/>
        </w:rPr>
        <w:t xml:space="preserve">51-а; 13 ноября, № 93; </w:t>
      </w:r>
      <w:r w:rsidRPr="00982960">
        <w:rPr>
          <w:bCs/>
          <w:szCs w:val="28"/>
        </w:rPr>
        <w:t xml:space="preserve">2013, 25 декабря, № 104; </w:t>
      </w:r>
      <w:r w:rsidR="00132256" w:rsidRPr="00982960">
        <w:rPr>
          <w:bCs/>
          <w:szCs w:val="28"/>
        </w:rPr>
        <w:t xml:space="preserve">2014, </w:t>
      </w:r>
      <w:r w:rsidR="006E3632" w:rsidRPr="00982960">
        <w:rPr>
          <w:bCs/>
          <w:szCs w:val="28"/>
        </w:rPr>
        <w:t xml:space="preserve">17 октября, № 86; </w:t>
      </w:r>
      <w:r w:rsidR="00132256" w:rsidRPr="00982960">
        <w:rPr>
          <w:bCs/>
          <w:szCs w:val="28"/>
        </w:rPr>
        <w:t>26 декабря, № </w:t>
      </w:r>
      <w:r w:rsidR="00200026" w:rsidRPr="00982960">
        <w:rPr>
          <w:bCs/>
          <w:szCs w:val="28"/>
        </w:rPr>
        <w:t xml:space="preserve">111-а; </w:t>
      </w:r>
      <w:r w:rsidRPr="00982960">
        <w:rPr>
          <w:bCs/>
          <w:szCs w:val="28"/>
        </w:rPr>
        <w:t xml:space="preserve">2015, </w:t>
      </w:r>
      <w:r w:rsidR="00605CBB" w:rsidRPr="00982960">
        <w:rPr>
          <w:bCs/>
          <w:szCs w:val="28"/>
        </w:rPr>
        <w:t xml:space="preserve">17 июля, № 57; </w:t>
      </w:r>
      <w:r w:rsidR="00200026" w:rsidRPr="00982960">
        <w:rPr>
          <w:bCs/>
          <w:szCs w:val="28"/>
        </w:rPr>
        <w:t xml:space="preserve">30 октября, № 89; </w:t>
      </w:r>
      <w:r w:rsidRPr="00982960">
        <w:rPr>
          <w:bCs/>
          <w:szCs w:val="28"/>
        </w:rPr>
        <w:t xml:space="preserve">1 декабря, № 99; </w:t>
      </w:r>
      <w:r w:rsidR="0010167B" w:rsidRPr="00982960">
        <w:rPr>
          <w:bCs/>
          <w:szCs w:val="28"/>
        </w:rPr>
        <w:t>2016, 26 </w:t>
      </w:r>
      <w:r w:rsidR="00132256" w:rsidRPr="00982960">
        <w:rPr>
          <w:bCs/>
          <w:szCs w:val="28"/>
        </w:rPr>
        <w:t>февраля, № 16; 14 </w:t>
      </w:r>
      <w:r w:rsidR="00365104" w:rsidRPr="00982960">
        <w:rPr>
          <w:bCs/>
          <w:szCs w:val="28"/>
        </w:rPr>
        <w:t>июня, № </w:t>
      </w:r>
      <w:r w:rsidR="00200026" w:rsidRPr="00982960">
        <w:rPr>
          <w:bCs/>
          <w:szCs w:val="28"/>
        </w:rPr>
        <w:t xml:space="preserve">51; </w:t>
      </w:r>
      <w:r w:rsidR="00605CBB" w:rsidRPr="00982960">
        <w:rPr>
          <w:bCs/>
          <w:szCs w:val="28"/>
        </w:rPr>
        <w:t>14 октября, № 90; 27 декабря, № </w:t>
      </w:r>
      <w:r w:rsidR="00200026" w:rsidRPr="00982960">
        <w:rPr>
          <w:bCs/>
          <w:szCs w:val="28"/>
        </w:rPr>
        <w:t xml:space="preserve">113; </w:t>
      </w:r>
      <w:r w:rsidR="0010167B" w:rsidRPr="00982960">
        <w:rPr>
          <w:bCs/>
          <w:szCs w:val="28"/>
        </w:rPr>
        <w:t xml:space="preserve">2017, 16 июня, № 47; </w:t>
      </w:r>
      <w:r w:rsidRPr="00982960">
        <w:rPr>
          <w:bCs/>
          <w:szCs w:val="28"/>
        </w:rPr>
        <w:t xml:space="preserve">2018, </w:t>
      </w:r>
      <w:r w:rsidR="00132256" w:rsidRPr="00982960">
        <w:rPr>
          <w:bCs/>
          <w:szCs w:val="28"/>
        </w:rPr>
        <w:t>22 июня, № </w:t>
      </w:r>
      <w:r w:rsidR="00200026" w:rsidRPr="00982960">
        <w:rPr>
          <w:bCs/>
          <w:szCs w:val="28"/>
        </w:rPr>
        <w:t xml:space="preserve">51; </w:t>
      </w:r>
      <w:r w:rsidR="005B3D49" w:rsidRPr="00982960">
        <w:rPr>
          <w:bCs/>
          <w:szCs w:val="28"/>
        </w:rPr>
        <w:t>26 </w:t>
      </w:r>
      <w:r w:rsidRPr="00982960">
        <w:rPr>
          <w:bCs/>
          <w:szCs w:val="28"/>
        </w:rPr>
        <w:t xml:space="preserve">декабря, № 112; </w:t>
      </w:r>
      <w:r w:rsidR="00605CBB" w:rsidRPr="00982960">
        <w:rPr>
          <w:bCs/>
          <w:szCs w:val="28"/>
        </w:rPr>
        <w:t>2019, 29 </w:t>
      </w:r>
      <w:r w:rsidR="0010167B" w:rsidRPr="00982960">
        <w:rPr>
          <w:bCs/>
          <w:szCs w:val="28"/>
        </w:rPr>
        <w:t>ноября, № </w:t>
      </w:r>
      <w:r w:rsidR="00200026" w:rsidRPr="00982960">
        <w:rPr>
          <w:bCs/>
          <w:szCs w:val="28"/>
        </w:rPr>
        <w:t>102; 2020, 20 марта, № 23; 2</w:t>
      </w:r>
      <w:r w:rsidR="005B3D49" w:rsidRPr="00982960">
        <w:rPr>
          <w:bCs/>
          <w:szCs w:val="28"/>
        </w:rPr>
        <w:t>1 августа, № </w:t>
      </w:r>
      <w:r w:rsidR="00200026" w:rsidRPr="00982960">
        <w:rPr>
          <w:bCs/>
          <w:szCs w:val="28"/>
        </w:rPr>
        <w:t xml:space="preserve">69; </w:t>
      </w:r>
      <w:r w:rsidRPr="00982960">
        <w:rPr>
          <w:bCs/>
          <w:szCs w:val="28"/>
        </w:rPr>
        <w:t xml:space="preserve">2021, </w:t>
      </w:r>
      <w:r w:rsidR="00605CBB" w:rsidRPr="00982960">
        <w:rPr>
          <w:bCs/>
          <w:szCs w:val="28"/>
        </w:rPr>
        <w:t>26 февраля, № </w:t>
      </w:r>
      <w:r w:rsidR="00200026" w:rsidRPr="00982960">
        <w:rPr>
          <w:bCs/>
          <w:szCs w:val="28"/>
        </w:rPr>
        <w:t xml:space="preserve">16; </w:t>
      </w:r>
      <w:r w:rsidR="00646036" w:rsidRPr="00982960">
        <w:rPr>
          <w:bCs/>
          <w:szCs w:val="28"/>
        </w:rPr>
        <w:t>18 </w:t>
      </w:r>
      <w:r w:rsidRPr="00982960">
        <w:rPr>
          <w:bCs/>
          <w:szCs w:val="28"/>
        </w:rPr>
        <w:t xml:space="preserve">мая, № 39; </w:t>
      </w:r>
      <w:r w:rsidR="00132256" w:rsidRPr="00982960">
        <w:rPr>
          <w:bCs/>
          <w:szCs w:val="28"/>
        </w:rPr>
        <w:t>9 июля, № 55; 30 ноября, № </w:t>
      </w:r>
      <w:r w:rsidR="00200026" w:rsidRPr="00982960">
        <w:rPr>
          <w:bCs/>
          <w:szCs w:val="28"/>
        </w:rPr>
        <w:t xml:space="preserve">96; </w:t>
      </w:r>
      <w:r w:rsidRPr="00982960">
        <w:rPr>
          <w:bCs/>
          <w:szCs w:val="28"/>
        </w:rPr>
        <w:t xml:space="preserve">2022, </w:t>
      </w:r>
      <w:r w:rsidR="00605CBB" w:rsidRPr="00982960">
        <w:rPr>
          <w:bCs/>
          <w:szCs w:val="28"/>
        </w:rPr>
        <w:t>29 марта, № 24-а; 7 </w:t>
      </w:r>
      <w:r w:rsidR="00200026" w:rsidRPr="00982960">
        <w:rPr>
          <w:bCs/>
          <w:szCs w:val="28"/>
        </w:rPr>
        <w:t>ок</w:t>
      </w:r>
      <w:r w:rsidR="00646036" w:rsidRPr="00982960">
        <w:rPr>
          <w:bCs/>
          <w:szCs w:val="28"/>
        </w:rPr>
        <w:t>тября, № </w:t>
      </w:r>
      <w:r w:rsidR="00200026" w:rsidRPr="00982960">
        <w:rPr>
          <w:bCs/>
          <w:szCs w:val="28"/>
        </w:rPr>
        <w:t xml:space="preserve">83; </w:t>
      </w:r>
      <w:r w:rsidRPr="00982960">
        <w:rPr>
          <w:bCs/>
          <w:szCs w:val="28"/>
        </w:rPr>
        <w:t>1 ноября, № 90</w:t>
      </w:r>
      <w:r w:rsidR="00200026" w:rsidRPr="00982960">
        <w:rPr>
          <w:bCs/>
          <w:szCs w:val="28"/>
        </w:rPr>
        <w:t>; 23 декабря, №</w:t>
      </w:r>
      <w:r w:rsidR="00132256" w:rsidRPr="00982960">
        <w:rPr>
          <w:bCs/>
          <w:szCs w:val="28"/>
        </w:rPr>
        <w:t> </w:t>
      </w:r>
      <w:r w:rsidR="00605CBB" w:rsidRPr="00982960">
        <w:rPr>
          <w:bCs/>
          <w:szCs w:val="28"/>
        </w:rPr>
        <w:t>106; 2023, 11 апреля, № 26; 28 </w:t>
      </w:r>
      <w:r w:rsidR="00200026" w:rsidRPr="00982960">
        <w:rPr>
          <w:bCs/>
          <w:szCs w:val="28"/>
        </w:rPr>
        <w:t>апре</w:t>
      </w:r>
      <w:r w:rsidR="00646036" w:rsidRPr="00982960">
        <w:rPr>
          <w:bCs/>
          <w:szCs w:val="28"/>
        </w:rPr>
        <w:t>ля, № </w:t>
      </w:r>
      <w:r w:rsidR="00200026" w:rsidRPr="00982960">
        <w:rPr>
          <w:bCs/>
          <w:szCs w:val="28"/>
        </w:rPr>
        <w:t xml:space="preserve">32; </w:t>
      </w:r>
      <w:r w:rsidR="0010167B" w:rsidRPr="00982960">
        <w:rPr>
          <w:bCs/>
          <w:szCs w:val="28"/>
        </w:rPr>
        <w:t>12 </w:t>
      </w:r>
      <w:r w:rsidR="00646036" w:rsidRPr="00982960">
        <w:rPr>
          <w:bCs/>
          <w:szCs w:val="28"/>
        </w:rPr>
        <w:t xml:space="preserve">мая, № 35; </w:t>
      </w:r>
      <w:r w:rsidR="00200026" w:rsidRPr="00982960">
        <w:rPr>
          <w:bCs/>
          <w:szCs w:val="28"/>
        </w:rPr>
        <w:t xml:space="preserve">7 </w:t>
      </w:r>
      <w:r w:rsidR="005B3D49" w:rsidRPr="00982960">
        <w:rPr>
          <w:bCs/>
          <w:szCs w:val="28"/>
        </w:rPr>
        <w:t>июля, № 51; 2024, 21 </w:t>
      </w:r>
      <w:r w:rsidR="00365104" w:rsidRPr="00982960">
        <w:rPr>
          <w:bCs/>
          <w:szCs w:val="28"/>
        </w:rPr>
        <w:t>февраля, № </w:t>
      </w:r>
      <w:r w:rsidR="00200026" w:rsidRPr="00982960">
        <w:rPr>
          <w:bCs/>
          <w:szCs w:val="28"/>
        </w:rPr>
        <w:t>14</w:t>
      </w:r>
      <w:r w:rsidRPr="00982960">
        <w:rPr>
          <w:bCs/>
          <w:szCs w:val="28"/>
        </w:rPr>
        <w:t>) следующие изменения:</w:t>
      </w:r>
    </w:p>
    <w:p w:rsidR="009C41CC" w:rsidRPr="00982960" w:rsidRDefault="00AB3DBA" w:rsidP="009C41CC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1) </w:t>
      </w:r>
      <w:r w:rsidR="009C41CC" w:rsidRPr="00982960">
        <w:rPr>
          <w:bCs/>
          <w:szCs w:val="28"/>
        </w:rPr>
        <w:t>абзац шестой статьи 5 после слов «возраста 18 лет (совершеннолетия),» дополнить словами «если иное не установлено настоящим Кодексом,»;</w:t>
      </w:r>
    </w:p>
    <w:p w:rsidR="00982960" w:rsidRDefault="00982960" w:rsidP="008F3292">
      <w:pPr>
        <w:ind w:firstLine="709"/>
        <w:rPr>
          <w:bCs/>
          <w:szCs w:val="28"/>
        </w:rPr>
      </w:pPr>
    </w:p>
    <w:p w:rsidR="00556B7F" w:rsidRPr="00982960" w:rsidRDefault="009C41CC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lastRenderedPageBreak/>
        <w:t xml:space="preserve">2) </w:t>
      </w:r>
      <w:r w:rsidR="00556B7F" w:rsidRPr="00982960">
        <w:rPr>
          <w:bCs/>
          <w:szCs w:val="28"/>
        </w:rPr>
        <w:t>в статье 25:</w:t>
      </w:r>
    </w:p>
    <w:p w:rsidR="00013D9A" w:rsidRPr="00982960" w:rsidRDefault="00D77FE7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а) </w:t>
      </w:r>
      <w:r w:rsidR="005C30ED" w:rsidRPr="00982960">
        <w:rPr>
          <w:bCs/>
          <w:szCs w:val="28"/>
        </w:rPr>
        <w:t>част</w:t>
      </w:r>
      <w:r w:rsidR="00B31213" w:rsidRPr="00982960">
        <w:rPr>
          <w:bCs/>
          <w:szCs w:val="28"/>
        </w:rPr>
        <w:t>ь</w:t>
      </w:r>
      <w:r w:rsidR="005C30ED" w:rsidRPr="00982960">
        <w:rPr>
          <w:bCs/>
          <w:szCs w:val="28"/>
        </w:rPr>
        <w:t xml:space="preserve"> 1 </w:t>
      </w:r>
      <w:r w:rsidR="00013D9A" w:rsidRPr="00982960">
        <w:rPr>
          <w:bCs/>
          <w:szCs w:val="28"/>
        </w:rPr>
        <w:t>изложить в следующей редакции:</w:t>
      </w:r>
    </w:p>
    <w:p w:rsidR="008F3292" w:rsidRPr="00982960" w:rsidRDefault="00013D9A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«</w:t>
      </w:r>
      <w:r w:rsidR="008F3292" w:rsidRPr="00982960">
        <w:rPr>
          <w:bCs/>
          <w:szCs w:val="28"/>
        </w:rPr>
        <w:t xml:space="preserve">1. Многодетные семьи – семьи, в которых родители (единственный родитель), а равно усыновители, опекуны (попечители), воспитывают и содержат трех и более детей (включая лиц, указанных в </w:t>
      </w:r>
      <w:hyperlink r:id="rId12" w:history="1">
        <w:r w:rsidR="008F3292" w:rsidRPr="00982960">
          <w:rPr>
            <w:rStyle w:val="afa"/>
            <w:bCs/>
            <w:color w:val="auto"/>
            <w:szCs w:val="28"/>
            <w:u w:val="none"/>
          </w:rPr>
          <w:t>части 3 статьи 24</w:t>
        </w:r>
      </w:hyperlink>
      <w:r w:rsidR="008F3292" w:rsidRPr="00982960">
        <w:rPr>
          <w:bCs/>
          <w:szCs w:val="28"/>
        </w:rPr>
        <w:t xml:space="preserve"> настоящего Кодекса).</w:t>
      </w:r>
    </w:p>
    <w:p w:rsidR="008F3292" w:rsidRPr="00982960" w:rsidRDefault="008F3292" w:rsidP="008F3292">
      <w:pPr>
        <w:ind w:firstLine="709"/>
        <w:rPr>
          <w:rFonts w:ascii="PT Serif" w:hAnsi="PT Serif"/>
          <w:sz w:val="23"/>
          <w:szCs w:val="23"/>
          <w:shd w:val="clear" w:color="auto" w:fill="FFFFFF"/>
        </w:rPr>
      </w:pPr>
      <w:r w:rsidRPr="00982960">
        <w:rPr>
          <w:bCs/>
          <w:iCs/>
          <w:szCs w:val="28"/>
        </w:rPr>
        <w:t>В составе многодетной семьи учитываются</w:t>
      </w:r>
      <w:r w:rsidR="005B3D49" w:rsidRPr="00982960">
        <w:rPr>
          <w:bCs/>
          <w:iCs/>
          <w:szCs w:val="28"/>
        </w:rPr>
        <w:t xml:space="preserve"> несовершеннолетние дети, а </w:t>
      </w:r>
      <w:r w:rsidRPr="00982960">
        <w:rPr>
          <w:bCs/>
          <w:iCs/>
          <w:szCs w:val="28"/>
        </w:rPr>
        <w:t xml:space="preserve">также дети в возрасте от 18 до 23 лет при условии их обучения </w:t>
      </w:r>
      <w:r w:rsidR="00877C51" w:rsidRPr="00982960">
        <w:rPr>
          <w:bCs/>
          <w:iCs/>
          <w:szCs w:val="28"/>
        </w:rPr>
        <w:t xml:space="preserve">в организациях, осуществляющих образовательную деятельность, </w:t>
      </w:r>
      <w:r w:rsidRPr="00982960">
        <w:rPr>
          <w:bCs/>
          <w:iCs/>
          <w:szCs w:val="28"/>
        </w:rPr>
        <w:t>по очной форме обучения.</w:t>
      </w:r>
      <w:r w:rsidRPr="00982960">
        <w:rPr>
          <w:rFonts w:ascii="PT Serif" w:hAnsi="PT Serif"/>
          <w:sz w:val="23"/>
          <w:szCs w:val="23"/>
          <w:shd w:val="clear" w:color="auto" w:fill="FFFFFF"/>
        </w:rPr>
        <w:t xml:space="preserve"> </w:t>
      </w:r>
    </w:p>
    <w:p w:rsidR="008F3292" w:rsidRPr="00982960" w:rsidRDefault="008F3292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Предоставление многодетным семьям социальной поддержки, установленной настоящим Кодексом, осуществляется до достижения старшим ребенком возраста 18 лет или возраста 23 лет при условии его обучения в </w:t>
      </w:r>
      <w:r w:rsidR="003B38BF" w:rsidRPr="00982960">
        <w:rPr>
          <w:bCs/>
          <w:iCs/>
          <w:szCs w:val="28"/>
        </w:rPr>
        <w:t xml:space="preserve">организации, осуществляющей образовательную деятельность, </w:t>
      </w:r>
      <w:r w:rsidRPr="00982960">
        <w:rPr>
          <w:bCs/>
          <w:szCs w:val="28"/>
        </w:rPr>
        <w:t>по очной форме обучения.</w:t>
      </w:r>
    </w:p>
    <w:p w:rsidR="008F3292" w:rsidRPr="00982960" w:rsidRDefault="008F3292" w:rsidP="008F3292">
      <w:pPr>
        <w:ind w:firstLine="709"/>
        <w:rPr>
          <w:bCs/>
          <w:iCs/>
          <w:szCs w:val="28"/>
        </w:rPr>
      </w:pPr>
      <w:r w:rsidRPr="00982960">
        <w:rPr>
          <w:bCs/>
          <w:szCs w:val="28"/>
        </w:rPr>
        <w:t xml:space="preserve">Один из родителей может являться гражданином Российской Федерации, </w:t>
      </w:r>
      <w:r w:rsidRPr="00982960">
        <w:rPr>
          <w:szCs w:val="28"/>
        </w:rPr>
        <w:t>п</w:t>
      </w:r>
      <w:r w:rsidRPr="00982960">
        <w:rPr>
          <w:bCs/>
          <w:szCs w:val="28"/>
        </w:rPr>
        <w:t xml:space="preserve">остоянно или преимущественно проживающим </w:t>
      </w:r>
      <w:r w:rsidRPr="00982960">
        <w:rPr>
          <w:szCs w:val="28"/>
        </w:rPr>
        <w:t>за пределами Ярославской области</w:t>
      </w:r>
      <w:r w:rsidRPr="00982960">
        <w:rPr>
          <w:bCs/>
          <w:szCs w:val="28"/>
        </w:rPr>
        <w:t xml:space="preserve">, иностранным гражданином, лицом без гражданства, на которых не распространяется социальная поддержка, установленная настоящим Кодексом, если иное не установлено настоящим Кодексом. </w:t>
      </w:r>
      <w:r w:rsidRPr="00982960">
        <w:rPr>
          <w:bCs/>
          <w:iCs/>
          <w:szCs w:val="28"/>
        </w:rPr>
        <w:t xml:space="preserve">В состав многодетной семьи могут входить и иные члены семьи, на которых не распространяется социальная поддержка, установленная настоящим Кодексом. Дети, указанные в </w:t>
      </w:r>
      <w:hyperlink r:id="rId13" w:history="1">
        <w:r w:rsidRPr="00982960">
          <w:rPr>
            <w:rStyle w:val="afa"/>
            <w:bCs/>
            <w:iCs/>
            <w:color w:val="auto"/>
            <w:szCs w:val="28"/>
            <w:u w:val="none"/>
          </w:rPr>
          <w:t>части 4 статьи 24</w:t>
        </w:r>
      </w:hyperlink>
      <w:r w:rsidRPr="00982960">
        <w:rPr>
          <w:bCs/>
          <w:iCs/>
          <w:szCs w:val="28"/>
        </w:rPr>
        <w:t xml:space="preserve"> настоящего Кодекса, не учитываются в составе многодетной семьи.</w:t>
      </w:r>
      <w:r w:rsidRPr="00982960">
        <w:rPr>
          <w:bCs/>
          <w:szCs w:val="28"/>
        </w:rPr>
        <w:t>»;</w:t>
      </w:r>
    </w:p>
    <w:p w:rsidR="00A72F1E" w:rsidRPr="00982960" w:rsidRDefault="00A72F1E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б) </w:t>
      </w:r>
      <w:r w:rsidR="00646036" w:rsidRPr="00982960">
        <w:rPr>
          <w:bCs/>
          <w:szCs w:val="28"/>
        </w:rPr>
        <w:t xml:space="preserve">пункт 2 части 2 </w:t>
      </w:r>
      <w:r w:rsidRPr="00982960">
        <w:rPr>
          <w:bCs/>
          <w:szCs w:val="28"/>
        </w:rPr>
        <w:t xml:space="preserve">после слов «посещения музеев» дополнить словами </w:t>
      </w:r>
      <w:r w:rsidRPr="00982960">
        <w:rPr>
          <w:bCs/>
          <w:szCs w:val="28"/>
        </w:rPr>
        <w:br/>
        <w:t>«, парков культуры и отдыха, выставок»</w:t>
      </w:r>
      <w:r w:rsidR="00AA4827" w:rsidRPr="00982960">
        <w:rPr>
          <w:bCs/>
          <w:szCs w:val="28"/>
        </w:rPr>
        <w:t>;</w:t>
      </w:r>
    </w:p>
    <w:p w:rsidR="009D2235" w:rsidRPr="00982960" w:rsidRDefault="009D223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в) в части 3 слова «</w:t>
      </w:r>
      <w:r w:rsidR="002A7FD3" w:rsidRPr="00982960">
        <w:rPr>
          <w:bCs/>
          <w:szCs w:val="28"/>
        </w:rPr>
        <w:t xml:space="preserve">или </w:t>
      </w:r>
      <w:r w:rsidRPr="00982960">
        <w:rPr>
          <w:bCs/>
          <w:szCs w:val="28"/>
        </w:rPr>
        <w:t xml:space="preserve">иным законным представителям несовершеннолетних, указанным в </w:t>
      </w:r>
      <w:hyperlink r:id="rId14" w:history="1">
        <w:r w:rsidRPr="00982960">
          <w:rPr>
            <w:rStyle w:val="afa"/>
            <w:bCs/>
            <w:color w:val="auto"/>
            <w:szCs w:val="28"/>
            <w:u w:val="none"/>
          </w:rPr>
          <w:t>части 2 статьи 24</w:t>
        </w:r>
      </w:hyperlink>
      <w:r w:rsidRPr="00982960">
        <w:rPr>
          <w:bCs/>
          <w:szCs w:val="28"/>
        </w:rPr>
        <w:t xml:space="preserve"> настоящего Кодекса» заменить словами «</w:t>
      </w:r>
      <w:r w:rsidR="002A7FD3" w:rsidRPr="00982960">
        <w:rPr>
          <w:bCs/>
          <w:szCs w:val="28"/>
        </w:rPr>
        <w:t>, </w:t>
      </w:r>
      <w:r w:rsidRPr="00982960">
        <w:rPr>
          <w:bCs/>
          <w:szCs w:val="28"/>
        </w:rPr>
        <w:t>усыновителям, опекунам (попечителям), в том числе приемным родителям (приемному родителю)»;</w:t>
      </w:r>
    </w:p>
    <w:p w:rsidR="009D2235" w:rsidRPr="00982960" w:rsidRDefault="004B6FE1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г) </w:t>
      </w:r>
      <w:r w:rsidR="009D2235" w:rsidRPr="00982960">
        <w:rPr>
          <w:bCs/>
          <w:szCs w:val="28"/>
        </w:rPr>
        <w:t>част</w:t>
      </w:r>
      <w:r w:rsidR="003F54D0" w:rsidRPr="00982960">
        <w:rPr>
          <w:bCs/>
          <w:szCs w:val="28"/>
        </w:rPr>
        <w:t>ь 4 изложить в следующей редакции:</w:t>
      </w:r>
    </w:p>
    <w:p w:rsidR="003F54D0" w:rsidRPr="00982960" w:rsidRDefault="003F54D0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«4. Документом, подтверждающим статус многодетной семьи, является удостоверение.</w:t>
      </w:r>
    </w:p>
    <w:p w:rsidR="003F54D0" w:rsidRPr="00982960" w:rsidRDefault="003F54D0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Порядок выдачи удостоверения устанавливается уполномоченным органом исполнительной власти Ярославской области в сфере социальной защиты и социального обслуживания населения.»;</w:t>
      </w:r>
    </w:p>
    <w:p w:rsidR="00556B7F" w:rsidRPr="00982960" w:rsidRDefault="009C41CC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3</w:t>
      </w:r>
      <w:r w:rsidR="00556B7F" w:rsidRPr="00982960">
        <w:rPr>
          <w:bCs/>
          <w:szCs w:val="28"/>
        </w:rPr>
        <w:t>) статью 25</w:t>
      </w:r>
      <w:r w:rsidR="00556B7F" w:rsidRPr="00982960">
        <w:rPr>
          <w:bCs/>
          <w:szCs w:val="28"/>
          <w:vertAlign w:val="superscript"/>
        </w:rPr>
        <w:t>1</w:t>
      </w:r>
      <w:r w:rsidR="00556B7F" w:rsidRPr="00982960">
        <w:rPr>
          <w:bCs/>
          <w:szCs w:val="28"/>
        </w:rPr>
        <w:t xml:space="preserve"> признать утратившей силу;</w:t>
      </w:r>
    </w:p>
    <w:p w:rsidR="00392CE5" w:rsidRPr="00982960" w:rsidRDefault="00392CE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4) пункт 13 части 1 статьи 54 дополнить словами «, парков культуры и отдыха, выставок»;</w:t>
      </w:r>
    </w:p>
    <w:p w:rsidR="008D0D7C" w:rsidRPr="00982960" w:rsidRDefault="00392CE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5</w:t>
      </w:r>
      <w:r w:rsidR="00556B7F" w:rsidRPr="00982960">
        <w:rPr>
          <w:bCs/>
          <w:szCs w:val="28"/>
        </w:rPr>
        <w:t xml:space="preserve">) </w:t>
      </w:r>
      <w:r w:rsidR="004C3DB3" w:rsidRPr="00982960">
        <w:rPr>
          <w:bCs/>
          <w:szCs w:val="28"/>
        </w:rPr>
        <w:t>пункты 11 и 12 части 4 статьи 58 признать утратившими силу;</w:t>
      </w:r>
    </w:p>
    <w:p w:rsidR="00D94E75" w:rsidRPr="00982960" w:rsidRDefault="00392CE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6</w:t>
      </w:r>
      <w:r w:rsidR="00D94E75" w:rsidRPr="00982960">
        <w:rPr>
          <w:bCs/>
          <w:szCs w:val="28"/>
        </w:rPr>
        <w:t>) в статье 63:</w:t>
      </w:r>
    </w:p>
    <w:p w:rsidR="00D94E75" w:rsidRPr="00982960" w:rsidRDefault="00D94E7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а) в части 1:</w:t>
      </w:r>
    </w:p>
    <w:p w:rsidR="00D94E75" w:rsidRPr="00982960" w:rsidRDefault="00D94E7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подпункт «б» пункта 2 признать утратившим силу;</w:t>
      </w:r>
    </w:p>
    <w:p w:rsidR="00D94E75" w:rsidRPr="00982960" w:rsidRDefault="00D94E7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дополнить пунктом 3 следующего содержания:</w:t>
      </w:r>
    </w:p>
    <w:p w:rsidR="00D94E75" w:rsidRPr="00982960" w:rsidRDefault="00D94E7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lastRenderedPageBreak/>
        <w:t>«3) студентам среднего профессионального образования из многодетных семей</w:t>
      </w:r>
      <w:r w:rsidR="00646036" w:rsidRPr="00982960">
        <w:rPr>
          <w:bCs/>
          <w:szCs w:val="28"/>
        </w:rPr>
        <w:t xml:space="preserve"> (за исключением </w:t>
      </w:r>
      <w:r w:rsidR="00215B67" w:rsidRPr="00982960">
        <w:rPr>
          <w:bCs/>
          <w:szCs w:val="28"/>
        </w:rPr>
        <w:t>студентов</w:t>
      </w:r>
      <w:r w:rsidR="00646036" w:rsidRPr="00982960">
        <w:rPr>
          <w:bCs/>
          <w:szCs w:val="28"/>
        </w:rPr>
        <w:t xml:space="preserve"> из многодетных семей, имеющих статус малоимущих)</w:t>
      </w:r>
      <w:r w:rsidRPr="00982960">
        <w:rPr>
          <w:bCs/>
          <w:szCs w:val="28"/>
        </w:rPr>
        <w:t>.»;</w:t>
      </w:r>
    </w:p>
    <w:p w:rsidR="00D94E75" w:rsidRPr="00982960" w:rsidRDefault="00D94E7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б) часть 2 после слов «среднего общего образования,» дополнить словами «студентам среднего профессионального образования из многодетных семей, имеющих статус малоимущих,»;</w:t>
      </w:r>
    </w:p>
    <w:p w:rsidR="00E80F38" w:rsidRPr="00982960" w:rsidRDefault="00E80F38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в) в части 3 слова «и пункте 2» заменить словами «, пунктах 2 и 3»;</w:t>
      </w:r>
    </w:p>
    <w:p w:rsidR="00E80F38" w:rsidRPr="00982960" w:rsidRDefault="00E80F38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г) в абзаце втором части 4 слова «и пункте 2» заменить словами «, пунктах 2 и 3»;</w:t>
      </w:r>
    </w:p>
    <w:p w:rsidR="00D838DF" w:rsidRPr="00982960" w:rsidRDefault="00392CE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7</w:t>
      </w:r>
      <w:r w:rsidR="004C3DB3" w:rsidRPr="00982960">
        <w:rPr>
          <w:bCs/>
          <w:szCs w:val="28"/>
        </w:rPr>
        <w:t>) пункт 5 части 1 статьи 67 признать утратившим силу;</w:t>
      </w:r>
    </w:p>
    <w:p w:rsidR="004C3DB3" w:rsidRPr="00982960" w:rsidRDefault="00392CE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8</w:t>
      </w:r>
      <w:r w:rsidR="004C3DB3" w:rsidRPr="00982960">
        <w:rPr>
          <w:bCs/>
          <w:szCs w:val="28"/>
        </w:rPr>
        <w:t xml:space="preserve">) </w:t>
      </w:r>
      <w:r w:rsidR="00F82918" w:rsidRPr="00982960">
        <w:rPr>
          <w:bCs/>
          <w:szCs w:val="28"/>
        </w:rPr>
        <w:t>статью 70 изложить в следующей редакции:</w:t>
      </w:r>
    </w:p>
    <w:p w:rsidR="00F82918" w:rsidRPr="00982960" w:rsidRDefault="00F82918" w:rsidP="008F3292">
      <w:pPr>
        <w:ind w:firstLine="709"/>
        <w:rPr>
          <w:b/>
          <w:bCs/>
          <w:szCs w:val="28"/>
        </w:rPr>
      </w:pPr>
      <w:r w:rsidRPr="00982960">
        <w:rPr>
          <w:bCs/>
          <w:szCs w:val="28"/>
        </w:rPr>
        <w:t xml:space="preserve">«Статья 70. </w:t>
      </w:r>
      <w:r w:rsidRPr="00982960">
        <w:rPr>
          <w:b/>
          <w:bCs/>
          <w:szCs w:val="28"/>
        </w:rPr>
        <w:t>Обеспечение бесплатного посещения музеев, парков культуры и отдыха, выставок</w:t>
      </w:r>
    </w:p>
    <w:p w:rsidR="00F82918" w:rsidRPr="00982960" w:rsidRDefault="00F82918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1.</w:t>
      </w:r>
      <w:r w:rsidR="007E4668" w:rsidRPr="00982960">
        <w:rPr>
          <w:bCs/>
          <w:szCs w:val="28"/>
        </w:rPr>
        <w:t xml:space="preserve"> Члены многодетной семьи вправе бесплатно посещать экспозиции </w:t>
      </w:r>
      <w:r w:rsidR="007E4668" w:rsidRPr="00982960">
        <w:rPr>
          <w:bCs/>
          <w:szCs w:val="28"/>
        </w:rPr>
        <w:br/>
        <w:t>государственных музеев</w:t>
      </w:r>
      <w:r w:rsidR="006D6CFD" w:rsidRPr="00982960">
        <w:rPr>
          <w:bCs/>
          <w:szCs w:val="28"/>
        </w:rPr>
        <w:t xml:space="preserve"> Ярославской области</w:t>
      </w:r>
      <w:r w:rsidR="007E4668" w:rsidRPr="00982960">
        <w:rPr>
          <w:bCs/>
          <w:szCs w:val="28"/>
        </w:rPr>
        <w:t>, парки культуры и отдыха, выставки в государственных учреждениях культуры Ярославской области.</w:t>
      </w:r>
    </w:p>
    <w:p w:rsidR="006F0ECB" w:rsidRPr="00982960" w:rsidRDefault="00F82918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2. Порядок и условия предоставления социальной услуги в соответствии с настоящей статьей устанавливаются уполномоченным органом исполнительной власти Ярославской области в сфере культуры.</w:t>
      </w:r>
    </w:p>
    <w:p w:rsidR="00F82918" w:rsidRPr="00982960" w:rsidRDefault="006F0ECB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3.</w:t>
      </w:r>
      <w:r w:rsidR="00D77FE7" w:rsidRPr="00982960">
        <w:rPr>
          <w:szCs w:val="28"/>
        </w:rPr>
        <w:t xml:space="preserve"> </w:t>
      </w:r>
      <w:r w:rsidR="00D77FE7" w:rsidRPr="00982960">
        <w:rPr>
          <w:bCs/>
          <w:szCs w:val="28"/>
        </w:rPr>
        <w:t xml:space="preserve">Действие настоящей статьи распространяется на граждан Российской </w:t>
      </w:r>
      <w:r w:rsidR="00565CF2" w:rsidRPr="00982960">
        <w:rPr>
          <w:bCs/>
          <w:szCs w:val="28"/>
        </w:rPr>
        <w:t xml:space="preserve">Федерации, иностранных граждан и лиц без гражданства </w:t>
      </w:r>
      <w:r w:rsidR="00D77FE7" w:rsidRPr="00982960">
        <w:rPr>
          <w:bCs/>
          <w:szCs w:val="28"/>
        </w:rPr>
        <w:t>не</w:t>
      </w:r>
      <w:r w:rsidR="00565CF2" w:rsidRPr="00982960">
        <w:rPr>
          <w:bCs/>
          <w:szCs w:val="28"/>
        </w:rPr>
        <w:t>зависимо от места их проживания</w:t>
      </w:r>
      <w:r w:rsidR="00D77FE7" w:rsidRPr="00982960">
        <w:rPr>
          <w:bCs/>
          <w:szCs w:val="28"/>
        </w:rPr>
        <w:t>.</w:t>
      </w:r>
      <w:r w:rsidR="00F82918" w:rsidRPr="00982960">
        <w:rPr>
          <w:bCs/>
          <w:szCs w:val="28"/>
        </w:rPr>
        <w:t>»;</w:t>
      </w:r>
    </w:p>
    <w:p w:rsidR="00F82918" w:rsidRPr="00982960" w:rsidRDefault="00392CE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9</w:t>
      </w:r>
      <w:r w:rsidR="00F82918" w:rsidRPr="00982960">
        <w:rPr>
          <w:bCs/>
          <w:szCs w:val="28"/>
        </w:rPr>
        <w:t>) в статье 71 слова «детей из семей</w:t>
      </w:r>
      <w:r w:rsidR="00365104" w:rsidRPr="00982960">
        <w:rPr>
          <w:bCs/>
          <w:szCs w:val="28"/>
        </w:rPr>
        <w:t>, имеющих трех и более детей, в </w:t>
      </w:r>
      <w:r w:rsidR="00F82918" w:rsidRPr="00982960">
        <w:rPr>
          <w:bCs/>
          <w:szCs w:val="28"/>
        </w:rPr>
        <w:t>том числе детей в возрасте до 23 лет,» исключить;</w:t>
      </w:r>
    </w:p>
    <w:p w:rsidR="00F82918" w:rsidRPr="00982960" w:rsidRDefault="00392CE5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10</w:t>
      </w:r>
      <w:r w:rsidR="00F82918" w:rsidRPr="00982960">
        <w:rPr>
          <w:bCs/>
          <w:szCs w:val="28"/>
        </w:rPr>
        <w:t>) в статье 72:</w:t>
      </w:r>
    </w:p>
    <w:p w:rsidR="00F82918" w:rsidRPr="00982960" w:rsidRDefault="00F82918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а) части 2</w:t>
      </w:r>
      <w:r w:rsidRPr="00982960">
        <w:rPr>
          <w:bCs/>
          <w:szCs w:val="28"/>
          <w:vertAlign w:val="superscript"/>
        </w:rPr>
        <w:t>2</w:t>
      </w:r>
      <w:r w:rsidRPr="00982960">
        <w:rPr>
          <w:bCs/>
          <w:szCs w:val="28"/>
        </w:rPr>
        <w:t xml:space="preserve"> и 2</w:t>
      </w:r>
      <w:r w:rsidRPr="00982960">
        <w:rPr>
          <w:bCs/>
          <w:szCs w:val="28"/>
          <w:vertAlign w:val="superscript"/>
        </w:rPr>
        <w:t>3</w:t>
      </w:r>
      <w:r w:rsidRPr="00982960">
        <w:rPr>
          <w:bCs/>
          <w:szCs w:val="28"/>
        </w:rPr>
        <w:t xml:space="preserve"> признать утратившими силу;</w:t>
      </w:r>
    </w:p>
    <w:p w:rsidR="00F82918" w:rsidRPr="00982960" w:rsidRDefault="00F82918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б) часть 4 изложить в следующей редакции:</w:t>
      </w:r>
    </w:p>
    <w:p w:rsidR="00F82918" w:rsidRPr="00982960" w:rsidRDefault="00F82918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«4. Предусмотренные </w:t>
      </w:r>
      <w:hyperlink r:id="rId15" w:history="1">
        <w:r w:rsidRPr="00982960">
          <w:rPr>
            <w:rStyle w:val="afa"/>
            <w:bCs/>
            <w:color w:val="auto"/>
            <w:szCs w:val="28"/>
            <w:u w:val="none"/>
          </w:rPr>
          <w:t>частями 2</w:t>
        </w:r>
        <w:r w:rsidRPr="00982960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982960">
        <w:rPr>
          <w:bCs/>
          <w:szCs w:val="28"/>
        </w:rPr>
        <w:t xml:space="preserve"> и </w:t>
      </w:r>
      <w:hyperlink r:id="rId16" w:history="1">
        <w:r w:rsidRPr="00982960">
          <w:rPr>
            <w:rStyle w:val="afa"/>
            <w:bCs/>
            <w:color w:val="auto"/>
            <w:szCs w:val="28"/>
            <w:u w:val="none"/>
          </w:rPr>
          <w:t>3</w:t>
        </w:r>
      </w:hyperlink>
      <w:r w:rsidRPr="00982960">
        <w:rPr>
          <w:bCs/>
          <w:szCs w:val="28"/>
        </w:rPr>
        <w:t xml:space="preserve"> настоящей статьи меры социальной поддержки предоставляются совместно проживающим членам многодетных либо приемных семей.»;</w:t>
      </w:r>
    </w:p>
    <w:p w:rsidR="00F82918" w:rsidRPr="00982960" w:rsidRDefault="009C41CC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1</w:t>
      </w:r>
      <w:r w:rsidR="00392CE5" w:rsidRPr="00982960">
        <w:rPr>
          <w:bCs/>
          <w:szCs w:val="28"/>
        </w:rPr>
        <w:t>1</w:t>
      </w:r>
      <w:r w:rsidR="004A06A7" w:rsidRPr="00982960">
        <w:rPr>
          <w:bCs/>
          <w:szCs w:val="28"/>
        </w:rPr>
        <w:t>) абзац третий части 3 статьи 74</w:t>
      </w:r>
      <w:r w:rsidR="004A06A7" w:rsidRPr="00982960">
        <w:rPr>
          <w:bCs/>
          <w:szCs w:val="28"/>
          <w:vertAlign w:val="superscript"/>
        </w:rPr>
        <w:t>1</w:t>
      </w:r>
      <w:r w:rsidR="004A06A7" w:rsidRPr="00982960">
        <w:rPr>
          <w:bCs/>
          <w:szCs w:val="28"/>
        </w:rPr>
        <w:t xml:space="preserve"> признать утратившим силу;</w:t>
      </w:r>
    </w:p>
    <w:p w:rsidR="00F82918" w:rsidRPr="00982960" w:rsidRDefault="007717FC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1</w:t>
      </w:r>
      <w:r w:rsidR="00392CE5" w:rsidRPr="00982960">
        <w:rPr>
          <w:bCs/>
          <w:szCs w:val="28"/>
        </w:rPr>
        <w:t>2</w:t>
      </w:r>
      <w:r w:rsidR="007C5869" w:rsidRPr="00982960">
        <w:rPr>
          <w:bCs/>
          <w:szCs w:val="28"/>
        </w:rPr>
        <w:t>) пункт 2</w:t>
      </w:r>
      <w:r w:rsidR="007C5869" w:rsidRPr="00982960">
        <w:rPr>
          <w:bCs/>
          <w:szCs w:val="28"/>
          <w:vertAlign w:val="superscript"/>
        </w:rPr>
        <w:t>1</w:t>
      </w:r>
      <w:r w:rsidR="007C5869" w:rsidRPr="00982960">
        <w:rPr>
          <w:bCs/>
          <w:szCs w:val="28"/>
        </w:rPr>
        <w:t xml:space="preserve"> части 2 статьи 99</w:t>
      </w:r>
      <w:r w:rsidR="007C5869" w:rsidRPr="00982960">
        <w:rPr>
          <w:bCs/>
          <w:szCs w:val="28"/>
          <w:vertAlign w:val="superscript"/>
        </w:rPr>
        <w:t>1</w:t>
      </w:r>
      <w:r w:rsidR="007C5869" w:rsidRPr="00982960">
        <w:rPr>
          <w:bCs/>
          <w:szCs w:val="28"/>
        </w:rPr>
        <w:t xml:space="preserve"> признать утратившим силу.</w:t>
      </w:r>
    </w:p>
    <w:p w:rsidR="00D838DF" w:rsidRPr="00982960" w:rsidRDefault="00D838DF" w:rsidP="008F3292">
      <w:pPr>
        <w:ind w:firstLine="0"/>
        <w:rPr>
          <w:b/>
          <w:bCs/>
          <w:szCs w:val="28"/>
        </w:rPr>
      </w:pPr>
    </w:p>
    <w:p w:rsidR="006427B8" w:rsidRPr="00982960" w:rsidRDefault="006427B8" w:rsidP="008F3292">
      <w:pPr>
        <w:ind w:firstLine="709"/>
        <w:rPr>
          <w:b/>
          <w:bCs/>
          <w:szCs w:val="28"/>
        </w:rPr>
      </w:pPr>
      <w:r w:rsidRPr="00982960">
        <w:rPr>
          <w:b/>
          <w:bCs/>
          <w:szCs w:val="28"/>
        </w:rPr>
        <w:t xml:space="preserve">Статья </w:t>
      </w:r>
      <w:r w:rsidR="003F54D0" w:rsidRPr="00982960">
        <w:rPr>
          <w:b/>
          <w:bCs/>
          <w:szCs w:val="28"/>
        </w:rPr>
        <w:t>3</w:t>
      </w:r>
    </w:p>
    <w:p w:rsidR="00FA2137" w:rsidRPr="00982960" w:rsidRDefault="00FA2137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Внести в Закон Ярославской области от 16.12.2009 № 70-з «О наделении органов местного самоуправления государственными полномочиями Ярославской области» (</w:t>
      </w:r>
      <w:r w:rsidR="005F1DAF" w:rsidRPr="00982960">
        <w:rPr>
          <w:bCs/>
          <w:szCs w:val="28"/>
        </w:rPr>
        <w:t>Документ-Регион, 2009, 22 декабря, №</w:t>
      </w:r>
      <w:r w:rsidR="00365104" w:rsidRPr="00982960">
        <w:rPr>
          <w:bCs/>
          <w:szCs w:val="28"/>
        </w:rPr>
        <w:t xml:space="preserve"> 36; 2010, 19 </w:t>
      </w:r>
      <w:r w:rsidR="005F1DAF" w:rsidRPr="00982960">
        <w:rPr>
          <w:bCs/>
          <w:szCs w:val="28"/>
        </w:rPr>
        <w:t>февраля, № 9-а; 3 декабря, № 93; 2011, 11 октября, № 83; 28 декабря, №</w:t>
      </w:r>
      <w:r w:rsidR="00365104" w:rsidRPr="00982960">
        <w:rPr>
          <w:bCs/>
          <w:szCs w:val="28"/>
        </w:rPr>
        <w:t> </w:t>
      </w:r>
      <w:r w:rsidR="005F1DAF" w:rsidRPr="00982960">
        <w:rPr>
          <w:bCs/>
          <w:szCs w:val="28"/>
        </w:rPr>
        <w:t>110; 2012, 6 апреля, № 26; 26 декабря, № 108; 2013, 12 марта, № 18; 31 мая, № 41; 12 июля, № 54; 25 декабря, № 104; 2014, 28 февраля, № 15; 4 апреля, №</w:t>
      </w:r>
      <w:r w:rsidR="00365104" w:rsidRPr="00982960">
        <w:rPr>
          <w:bCs/>
          <w:szCs w:val="28"/>
        </w:rPr>
        <w:t> </w:t>
      </w:r>
      <w:r w:rsidR="00A52EA0">
        <w:rPr>
          <w:bCs/>
          <w:szCs w:val="28"/>
        </w:rPr>
        <w:t>26; 13 мая, № </w:t>
      </w:r>
      <w:r w:rsidR="005F1DAF" w:rsidRPr="00982960">
        <w:rPr>
          <w:bCs/>
          <w:szCs w:val="28"/>
        </w:rPr>
        <w:t>36; 26 декабря, № 111-а; 2015, 14 апреля, № 29; 1 декабря, №</w:t>
      </w:r>
      <w:r w:rsidR="00365104" w:rsidRPr="00982960">
        <w:rPr>
          <w:bCs/>
          <w:szCs w:val="28"/>
        </w:rPr>
        <w:t> </w:t>
      </w:r>
      <w:r w:rsidR="00A52EA0">
        <w:rPr>
          <w:bCs/>
          <w:szCs w:val="28"/>
        </w:rPr>
        <w:t>99; 2016, 26 </w:t>
      </w:r>
      <w:r w:rsidR="005F1DAF" w:rsidRPr="00982960">
        <w:rPr>
          <w:bCs/>
          <w:szCs w:val="28"/>
        </w:rPr>
        <w:t>февраля, № 16; 13 мая, № 41; 14 июня, № 51; 14 октября, №</w:t>
      </w:r>
      <w:r w:rsidR="00365104" w:rsidRPr="00982960">
        <w:rPr>
          <w:bCs/>
          <w:szCs w:val="28"/>
        </w:rPr>
        <w:t> </w:t>
      </w:r>
      <w:r w:rsidR="005F1DAF" w:rsidRPr="00982960">
        <w:rPr>
          <w:bCs/>
          <w:szCs w:val="28"/>
        </w:rPr>
        <w:t>90; 27 декабря, № 113; 2017, 16 июня, № 47; 1 декабря, № 101</w:t>
      </w:r>
      <w:r w:rsidR="00A52EA0">
        <w:rPr>
          <w:bCs/>
          <w:szCs w:val="28"/>
        </w:rPr>
        <w:t>; 27 декабря, № 110-а; 2018, 25 </w:t>
      </w:r>
      <w:r w:rsidR="005F1DAF" w:rsidRPr="00982960">
        <w:rPr>
          <w:bCs/>
          <w:szCs w:val="28"/>
        </w:rPr>
        <w:t xml:space="preserve">декабря, № 111; 2019, 5 июля, № 55-а; 27 декабря, № 112; 2020, 14 апреля, № 30; 8 июля, № 53; 21 августа, № 69; 25 декабря, № 109; 2021, 26 февраля, </w:t>
      </w:r>
      <w:r w:rsidR="005F1DAF" w:rsidRPr="00982960">
        <w:rPr>
          <w:bCs/>
          <w:szCs w:val="28"/>
        </w:rPr>
        <w:lastRenderedPageBreak/>
        <w:t>№</w:t>
      </w:r>
      <w:r w:rsidR="00A52EA0">
        <w:rPr>
          <w:bCs/>
          <w:szCs w:val="28"/>
        </w:rPr>
        <w:t> </w:t>
      </w:r>
      <w:r w:rsidR="005F1DAF" w:rsidRPr="00982960">
        <w:rPr>
          <w:bCs/>
          <w:szCs w:val="28"/>
        </w:rPr>
        <w:t>16; 18 мая, № 39; 9 июля, № 55; 2022, 13 мая, №</w:t>
      </w:r>
      <w:r w:rsidR="00365104" w:rsidRPr="00982960">
        <w:rPr>
          <w:bCs/>
          <w:szCs w:val="28"/>
        </w:rPr>
        <w:t xml:space="preserve"> 36; 1 </w:t>
      </w:r>
      <w:r w:rsidR="005F1DAF" w:rsidRPr="00982960">
        <w:rPr>
          <w:bCs/>
          <w:szCs w:val="28"/>
        </w:rPr>
        <w:t>ноября, № 90; 29 ноября, № 98; 23 декабря, № 106; 2023, 11 а</w:t>
      </w:r>
      <w:r w:rsidR="00A52EA0">
        <w:rPr>
          <w:bCs/>
          <w:szCs w:val="28"/>
        </w:rPr>
        <w:t>преля, № 26; 28 апреля, № 32; 7 </w:t>
      </w:r>
      <w:r w:rsidR="005F1DAF" w:rsidRPr="00982960">
        <w:rPr>
          <w:bCs/>
          <w:szCs w:val="28"/>
        </w:rPr>
        <w:t xml:space="preserve">июля, № 51; 17 октября, № 82; 1 декабря, № </w:t>
      </w:r>
      <w:r w:rsidR="00A52EA0">
        <w:rPr>
          <w:bCs/>
          <w:szCs w:val="28"/>
        </w:rPr>
        <w:t>95; 29 декабря, № 103; 2024, 21 </w:t>
      </w:r>
      <w:bookmarkStart w:id="0" w:name="_GoBack"/>
      <w:bookmarkEnd w:id="0"/>
      <w:r w:rsidR="005F1DAF" w:rsidRPr="00982960">
        <w:rPr>
          <w:bCs/>
          <w:szCs w:val="28"/>
        </w:rPr>
        <w:t xml:space="preserve">февраля, № 14) </w:t>
      </w:r>
      <w:r w:rsidRPr="00982960">
        <w:rPr>
          <w:bCs/>
          <w:szCs w:val="28"/>
        </w:rPr>
        <w:t xml:space="preserve">следующие изменения: </w:t>
      </w:r>
    </w:p>
    <w:p w:rsidR="00FA2137" w:rsidRPr="00982960" w:rsidRDefault="00FA2137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1) пункт 1 части 1 статьи 13 изложить в следующей редакции:</w:t>
      </w:r>
    </w:p>
    <w:p w:rsidR="00FA2137" w:rsidRPr="00982960" w:rsidRDefault="00FA2137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«1) предоставления освобождения от о</w:t>
      </w:r>
      <w:r w:rsidR="00365104" w:rsidRPr="00982960">
        <w:rPr>
          <w:bCs/>
          <w:szCs w:val="28"/>
        </w:rPr>
        <w:t>платы стоимости проезда в </w:t>
      </w:r>
      <w:r w:rsidRPr="00982960">
        <w:rPr>
          <w:bCs/>
          <w:szCs w:val="28"/>
        </w:rPr>
        <w:t>транспорте общего пользования (детям из многодетных семей в части проезда в пригородном сообщении; лицам, находящимся под диспансерным наблюдением в связи с туберкулезом, и больным туберкулезом, направляющимся на консультацию в базовое противотуберкулезное учреждение либо для прохождения лечения в условиях дневног</w:t>
      </w:r>
      <w:r w:rsidR="00365104" w:rsidRPr="00982960">
        <w:rPr>
          <w:bCs/>
          <w:szCs w:val="28"/>
        </w:rPr>
        <w:t>о стационара, в части проезда в </w:t>
      </w:r>
      <w:r w:rsidRPr="00982960">
        <w:rPr>
          <w:bCs/>
          <w:szCs w:val="28"/>
        </w:rPr>
        <w:t>пригородном и междугородном сообщении)</w:t>
      </w:r>
      <w:r w:rsidR="00E4049E" w:rsidRPr="00982960">
        <w:rPr>
          <w:bCs/>
          <w:szCs w:val="28"/>
        </w:rPr>
        <w:t>;</w:t>
      </w:r>
      <w:r w:rsidRPr="00982960">
        <w:rPr>
          <w:bCs/>
          <w:szCs w:val="28"/>
        </w:rPr>
        <w:t>»;</w:t>
      </w:r>
    </w:p>
    <w:p w:rsidR="00FA2137" w:rsidRPr="00982960" w:rsidRDefault="00FA2137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2) раздел 25 </w:t>
      </w:r>
      <w:r w:rsidR="005A3EA9" w:rsidRPr="00982960">
        <w:rPr>
          <w:bCs/>
          <w:szCs w:val="28"/>
        </w:rPr>
        <w:t xml:space="preserve">приложения </w:t>
      </w:r>
      <w:r w:rsidRPr="00982960">
        <w:rPr>
          <w:bCs/>
          <w:szCs w:val="28"/>
        </w:rPr>
        <w:t>изложить в следующей редакции:</w:t>
      </w:r>
    </w:p>
    <w:p w:rsidR="00FA2137" w:rsidRPr="00982960" w:rsidRDefault="00FA2137" w:rsidP="008F3292">
      <w:pPr>
        <w:ind w:firstLine="709"/>
        <w:rPr>
          <w:b/>
          <w:bCs/>
          <w:szCs w:val="28"/>
        </w:rPr>
      </w:pPr>
      <w:r w:rsidRPr="00982960">
        <w:rPr>
          <w:bCs/>
          <w:szCs w:val="28"/>
        </w:rPr>
        <w:t xml:space="preserve">«25. </w:t>
      </w:r>
      <w:r w:rsidR="005A3EA9" w:rsidRPr="00982960">
        <w:rPr>
          <w:b/>
          <w:bCs/>
          <w:szCs w:val="28"/>
        </w:rPr>
        <w:t>Методика распределения субвенции на о</w:t>
      </w:r>
      <w:r w:rsidR="00365104" w:rsidRPr="00982960">
        <w:rPr>
          <w:b/>
          <w:bCs/>
          <w:szCs w:val="28"/>
        </w:rPr>
        <w:t>свобождение от </w:t>
      </w:r>
      <w:r w:rsidR="005A3EA9" w:rsidRPr="00982960">
        <w:rPr>
          <w:b/>
          <w:bCs/>
          <w:szCs w:val="28"/>
        </w:rPr>
        <w:t>оплаты стоимости проезда детей из многодетных семей</w:t>
      </w:r>
    </w:p>
    <w:p w:rsidR="00FA2137" w:rsidRPr="00982960" w:rsidRDefault="00FA2137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1. Субвенция на освобождение от оп</w:t>
      </w:r>
      <w:r w:rsidR="00365104" w:rsidRPr="00982960">
        <w:rPr>
          <w:bCs/>
          <w:szCs w:val="28"/>
        </w:rPr>
        <w:t>латы стоимости проезда детей из </w:t>
      </w:r>
      <w:r w:rsidRPr="00982960">
        <w:rPr>
          <w:bCs/>
          <w:szCs w:val="28"/>
        </w:rPr>
        <w:t>многодетных семей</w:t>
      </w:r>
      <w:r w:rsidRPr="00982960">
        <w:rPr>
          <w:b/>
          <w:bCs/>
          <w:szCs w:val="28"/>
        </w:rPr>
        <w:t xml:space="preserve"> </w:t>
      </w:r>
      <w:r w:rsidRPr="00982960">
        <w:rPr>
          <w:bCs/>
          <w:szCs w:val="28"/>
        </w:rPr>
        <w:t xml:space="preserve">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17" w:history="1">
        <w:r w:rsidRPr="00982960">
          <w:rPr>
            <w:rStyle w:val="afa"/>
            <w:bCs/>
            <w:color w:val="auto"/>
            <w:szCs w:val="28"/>
            <w:u w:val="none"/>
          </w:rPr>
          <w:t xml:space="preserve">пунктом 1 части 1 </w:t>
        </w:r>
        <w:r w:rsidR="005A3EA9" w:rsidRPr="00982960">
          <w:rPr>
            <w:rStyle w:val="afa"/>
            <w:bCs/>
            <w:color w:val="auto"/>
            <w:szCs w:val="28"/>
            <w:u w:val="none"/>
          </w:rPr>
          <w:br/>
        </w:r>
        <w:r w:rsidRPr="00982960">
          <w:rPr>
            <w:rStyle w:val="afa"/>
            <w:bCs/>
            <w:color w:val="auto"/>
            <w:szCs w:val="28"/>
            <w:u w:val="none"/>
          </w:rPr>
          <w:t>статьи 13</w:t>
        </w:r>
      </w:hyperlink>
      <w:r w:rsidRPr="00982960">
        <w:rPr>
          <w:bCs/>
          <w:szCs w:val="28"/>
        </w:rPr>
        <w:t xml:space="preserve"> настоящего Закона.</w:t>
      </w:r>
    </w:p>
    <w:p w:rsidR="00FA2137" w:rsidRPr="00982960" w:rsidRDefault="00FA2137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2. Общий объем субвенции на освобождение от оплаты стоимости проезда детей из многодетных семей</w:t>
      </w:r>
      <w:r w:rsidRPr="00982960">
        <w:rPr>
          <w:b/>
          <w:bCs/>
          <w:szCs w:val="28"/>
        </w:rPr>
        <w:t xml:space="preserve"> </w:t>
      </w:r>
      <w:r w:rsidRPr="00982960">
        <w:rPr>
          <w:bCs/>
          <w:szCs w:val="28"/>
        </w:rPr>
        <w:t>определяется по формуле:</w:t>
      </w:r>
    </w:p>
    <w:p w:rsidR="005A3EA9" w:rsidRPr="00982960" w:rsidRDefault="005A3EA9" w:rsidP="008F3292">
      <w:pPr>
        <w:ind w:firstLine="709"/>
        <w:rPr>
          <w:bCs/>
          <w:szCs w:val="28"/>
        </w:rPr>
      </w:pPr>
    </w:p>
    <w:p w:rsidR="005A3EA9" w:rsidRPr="00982960" w:rsidRDefault="005A3EA9" w:rsidP="008F3292">
      <w:pPr>
        <w:ind w:firstLine="709"/>
        <w:rPr>
          <w:bCs/>
          <w:szCs w:val="28"/>
        </w:rPr>
      </w:pPr>
      <w:r w:rsidRPr="00982960">
        <w:rPr>
          <w:bCs/>
          <w:szCs w:val="28"/>
          <w:lang w:val="en-US"/>
        </w:rPr>
        <w:t>S</w:t>
      </w:r>
      <w:r w:rsidRPr="00982960">
        <w:rPr>
          <w:bCs/>
          <w:szCs w:val="28"/>
        </w:rPr>
        <w:t xml:space="preserve"> = ∑ S</w:t>
      </w:r>
      <w:r w:rsidRPr="00982960">
        <w:rPr>
          <w:bCs/>
          <w:szCs w:val="28"/>
          <w:vertAlign w:val="subscript"/>
        </w:rPr>
        <w:t>м</w:t>
      </w:r>
      <w:r w:rsidRPr="00982960">
        <w:rPr>
          <w:bCs/>
          <w:szCs w:val="28"/>
        </w:rPr>
        <w:t>, где:</w:t>
      </w:r>
    </w:p>
    <w:p w:rsidR="00FA2137" w:rsidRPr="00982960" w:rsidRDefault="00FA2137" w:rsidP="008F3292">
      <w:pPr>
        <w:ind w:firstLine="0"/>
        <w:rPr>
          <w:bCs/>
          <w:szCs w:val="28"/>
        </w:rPr>
      </w:pPr>
    </w:p>
    <w:p w:rsidR="00FA2137" w:rsidRPr="00982960" w:rsidRDefault="00FA2137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S</w:t>
      </w:r>
      <w:r w:rsidRPr="00982960">
        <w:rPr>
          <w:bCs/>
          <w:szCs w:val="28"/>
          <w:vertAlign w:val="subscript"/>
        </w:rPr>
        <w:t>м</w:t>
      </w:r>
      <w:r w:rsidRPr="00982960">
        <w:rPr>
          <w:bCs/>
          <w:szCs w:val="28"/>
        </w:rPr>
        <w:t xml:space="preserve"> </w:t>
      </w:r>
      <w:r w:rsidR="005A3EA9" w:rsidRPr="00982960">
        <w:rPr>
          <w:bCs/>
          <w:szCs w:val="28"/>
        </w:rPr>
        <w:t>–</w:t>
      </w:r>
      <w:r w:rsidRPr="00982960">
        <w:rPr>
          <w:bCs/>
          <w:szCs w:val="28"/>
        </w:rPr>
        <w:t xml:space="preserve"> размер субвенции на освобождение от оплаты стоимости проезда детей из многодетных семей, предоставляемой соответствующему местному бюджету.</w:t>
      </w:r>
    </w:p>
    <w:p w:rsidR="00FA2137" w:rsidRPr="00982960" w:rsidRDefault="00FA2137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>3. Размер субвенции на освобождение от оплаты стоимости проезда детей из многодетных семей, предоставляемой соответствующему местному бюджету, определяется по формуле:</w:t>
      </w:r>
    </w:p>
    <w:p w:rsidR="005A3EA9" w:rsidRPr="00982960" w:rsidRDefault="005A3EA9" w:rsidP="008F3292">
      <w:pPr>
        <w:ind w:firstLine="709"/>
        <w:rPr>
          <w:bCs/>
          <w:szCs w:val="28"/>
        </w:rPr>
      </w:pPr>
    </w:p>
    <w:p w:rsidR="00FA2137" w:rsidRPr="00982960" w:rsidRDefault="00FA2137" w:rsidP="008F3292">
      <w:pPr>
        <w:ind w:firstLine="709"/>
        <w:rPr>
          <w:bCs/>
          <w:szCs w:val="28"/>
        </w:rPr>
      </w:pPr>
      <w:r w:rsidRPr="00982960">
        <w:rPr>
          <w:bCs/>
          <w:szCs w:val="28"/>
          <w:lang w:val="en-US"/>
        </w:rPr>
        <w:t>S</w:t>
      </w:r>
      <w:r w:rsidR="005555E9" w:rsidRPr="00982960">
        <w:rPr>
          <w:bCs/>
          <w:szCs w:val="28"/>
          <w:vertAlign w:val="subscript"/>
        </w:rPr>
        <w:t>м</w:t>
      </w:r>
      <w:r w:rsidRPr="00982960">
        <w:rPr>
          <w:bCs/>
          <w:szCs w:val="28"/>
        </w:rPr>
        <w:t xml:space="preserve"> = </w:t>
      </w:r>
      <w:r w:rsidRPr="00982960">
        <w:rPr>
          <w:bCs/>
          <w:szCs w:val="28"/>
          <w:lang w:val="en-US"/>
        </w:rPr>
        <w:t>N</w:t>
      </w:r>
      <w:r w:rsidRPr="00982960">
        <w:rPr>
          <w:bCs/>
          <w:szCs w:val="28"/>
        </w:rPr>
        <w:t xml:space="preserve"> </w:t>
      </w:r>
      <w:r w:rsidR="00351018" w:rsidRPr="00982960">
        <w:rPr>
          <w:bCs/>
          <w:szCs w:val="28"/>
        </w:rPr>
        <w:t>×</w:t>
      </w:r>
      <w:r w:rsidRPr="00982960">
        <w:rPr>
          <w:bCs/>
          <w:szCs w:val="28"/>
        </w:rPr>
        <w:t xml:space="preserve"> </w:t>
      </w:r>
      <w:r w:rsidRPr="00982960">
        <w:rPr>
          <w:bCs/>
          <w:szCs w:val="28"/>
          <w:lang w:val="en-US"/>
        </w:rPr>
        <w:t>E</w:t>
      </w:r>
      <w:r w:rsidRPr="00982960">
        <w:rPr>
          <w:bCs/>
          <w:szCs w:val="28"/>
        </w:rPr>
        <w:t>, где:</w:t>
      </w:r>
    </w:p>
    <w:p w:rsidR="00EA2BB9" w:rsidRPr="00982960" w:rsidRDefault="00EA2BB9" w:rsidP="008F3292">
      <w:pPr>
        <w:ind w:firstLine="709"/>
        <w:rPr>
          <w:bCs/>
          <w:szCs w:val="28"/>
        </w:rPr>
      </w:pPr>
    </w:p>
    <w:p w:rsidR="00FA2137" w:rsidRPr="00982960" w:rsidRDefault="00FA2137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N </w:t>
      </w:r>
      <w:r w:rsidR="005A3EA9" w:rsidRPr="00982960">
        <w:rPr>
          <w:bCs/>
          <w:szCs w:val="28"/>
        </w:rPr>
        <w:t>–</w:t>
      </w:r>
      <w:r w:rsidRPr="00982960">
        <w:rPr>
          <w:bCs/>
          <w:szCs w:val="28"/>
        </w:rPr>
        <w:t xml:space="preserve"> прогнозируемое количество случаев предоставления социальной услуги детям из многодетных семей в течение очередного финансового года исходя из данных предыдущего отчетного периода;</w:t>
      </w:r>
    </w:p>
    <w:p w:rsidR="00F82918" w:rsidRPr="00982960" w:rsidRDefault="00FA2137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E </w:t>
      </w:r>
      <w:r w:rsidR="005A3EA9" w:rsidRPr="00982960">
        <w:rPr>
          <w:bCs/>
          <w:szCs w:val="28"/>
        </w:rPr>
        <w:t>–</w:t>
      </w:r>
      <w:r w:rsidRPr="00982960">
        <w:rPr>
          <w:bCs/>
          <w:szCs w:val="28"/>
        </w:rPr>
        <w:t xml:space="preserve"> стоимость проезда по маршрутам регулярных перевозок с учетом фактических расходов по данным предыдущего отчетного периода.».</w:t>
      </w:r>
    </w:p>
    <w:p w:rsidR="003D31B6" w:rsidRPr="00982960" w:rsidRDefault="003D31B6" w:rsidP="008F3292">
      <w:pPr>
        <w:ind w:firstLine="0"/>
        <w:rPr>
          <w:bCs/>
          <w:szCs w:val="28"/>
        </w:rPr>
      </w:pPr>
    </w:p>
    <w:p w:rsidR="003D31B6" w:rsidRPr="00982960" w:rsidRDefault="003D31B6" w:rsidP="008F3292">
      <w:pPr>
        <w:ind w:firstLine="709"/>
        <w:rPr>
          <w:b/>
          <w:bCs/>
          <w:szCs w:val="28"/>
        </w:rPr>
      </w:pPr>
      <w:r w:rsidRPr="00982960">
        <w:rPr>
          <w:b/>
          <w:bCs/>
          <w:szCs w:val="28"/>
        </w:rPr>
        <w:t xml:space="preserve">Статья </w:t>
      </w:r>
      <w:r w:rsidR="003F54D0" w:rsidRPr="00982960">
        <w:rPr>
          <w:b/>
          <w:bCs/>
          <w:szCs w:val="28"/>
        </w:rPr>
        <w:t>4</w:t>
      </w:r>
    </w:p>
    <w:p w:rsidR="00C50A7B" w:rsidRPr="00982960" w:rsidRDefault="003D31B6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Признать утратившими силу: </w:t>
      </w:r>
    </w:p>
    <w:p w:rsidR="003D31B6" w:rsidRPr="00982960" w:rsidRDefault="003D31B6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1) пункт 1 статьи 1 Закона Ярославской области от 27.10.2022 № 46-з </w:t>
      </w:r>
      <w:r w:rsidR="005E33DD" w:rsidRPr="00982960">
        <w:rPr>
          <w:bCs/>
          <w:szCs w:val="28"/>
        </w:rPr>
        <w:br/>
      </w:r>
      <w:r w:rsidRPr="00982960">
        <w:rPr>
          <w:bCs/>
          <w:szCs w:val="28"/>
        </w:rPr>
        <w:t>«О внесении изменений в Закон Ярославской области «Социальный кодекс Яро</w:t>
      </w:r>
      <w:r w:rsidR="00C50A7B" w:rsidRPr="00982960">
        <w:rPr>
          <w:bCs/>
          <w:szCs w:val="28"/>
        </w:rPr>
        <w:t>славской области» (Документ-</w:t>
      </w:r>
      <w:r w:rsidRPr="00982960">
        <w:rPr>
          <w:bCs/>
          <w:szCs w:val="28"/>
        </w:rPr>
        <w:t>Регион, 2022, 1 ноября, № 90);</w:t>
      </w:r>
    </w:p>
    <w:p w:rsidR="003D31B6" w:rsidRPr="00982960" w:rsidRDefault="003D31B6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lastRenderedPageBreak/>
        <w:t xml:space="preserve">2) пункт 1 статьи 1 Закона Ярославской области от 03.07.2023 № 46-з </w:t>
      </w:r>
      <w:r w:rsidR="005E33DD" w:rsidRPr="00982960">
        <w:rPr>
          <w:bCs/>
          <w:szCs w:val="28"/>
        </w:rPr>
        <w:br/>
      </w:r>
      <w:r w:rsidRPr="00982960">
        <w:rPr>
          <w:bCs/>
          <w:szCs w:val="28"/>
        </w:rPr>
        <w:t xml:space="preserve">«О внесении изменений в отдельные законодательные акты Ярославской области» </w:t>
      </w:r>
      <w:r w:rsidR="00C50A7B" w:rsidRPr="00982960">
        <w:rPr>
          <w:bCs/>
          <w:szCs w:val="28"/>
        </w:rPr>
        <w:t>(Документ-</w:t>
      </w:r>
      <w:r w:rsidRPr="00982960">
        <w:rPr>
          <w:bCs/>
          <w:szCs w:val="28"/>
        </w:rPr>
        <w:t>Регион, 2023, 7 июля, № 51).</w:t>
      </w:r>
    </w:p>
    <w:p w:rsidR="00573857" w:rsidRPr="00982960" w:rsidRDefault="00573857" w:rsidP="008F3292">
      <w:pPr>
        <w:ind w:firstLine="0"/>
        <w:rPr>
          <w:bCs/>
          <w:szCs w:val="28"/>
        </w:rPr>
      </w:pPr>
    </w:p>
    <w:p w:rsidR="003D31B6" w:rsidRPr="00982960" w:rsidRDefault="00C50A7B" w:rsidP="008F3292">
      <w:pPr>
        <w:ind w:firstLine="709"/>
        <w:rPr>
          <w:b/>
          <w:bCs/>
          <w:szCs w:val="28"/>
        </w:rPr>
      </w:pPr>
      <w:r w:rsidRPr="00982960">
        <w:rPr>
          <w:b/>
          <w:bCs/>
          <w:szCs w:val="28"/>
        </w:rPr>
        <w:t xml:space="preserve">Статья </w:t>
      </w:r>
      <w:r w:rsidR="003F54D0" w:rsidRPr="00982960">
        <w:rPr>
          <w:b/>
          <w:bCs/>
          <w:szCs w:val="28"/>
        </w:rPr>
        <w:t>5</w:t>
      </w:r>
    </w:p>
    <w:p w:rsidR="003C112D" w:rsidRPr="00982960" w:rsidRDefault="00C50A7B" w:rsidP="008F3292">
      <w:pPr>
        <w:ind w:firstLine="709"/>
        <w:rPr>
          <w:bCs/>
          <w:szCs w:val="28"/>
        </w:rPr>
      </w:pPr>
      <w:r w:rsidRPr="00982960">
        <w:rPr>
          <w:bCs/>
          <w:szCs w:val="28"/>
        </w:rPr>
        <w:t xml:space="preserve">Установить, что </w:t>
      </w:r>
      <w:r w:rsidR="003C112D" w:rsidRPr="00982960">
        <w:rPr>
          <w:bCs/>
          <w:szCs w:val="28"/>
        </w:rPr>
        <w:t>семьи, имеющие трех и б</w:t>
      </w:r>
      <w:r w:rsidR="008571B1" w:rsidRPr="00982960">
        <w:rPr>
          <w:bCs/>
          <w:szCs w:val="28"/>
        </w:rPr>
        <w:t>олее детей, в том числе детей в </w:t>
      </w:r>
      <w:r w:rsidR="003C112D" w:rsidRPr="00982960">
        <w:rPr>
          <w:bCs/>
          <w:szCs w:val="28"/>
        </w:rPr>
        <w:t xml:space="preserve">возрасте до 23 лет, </w:t>
      </w:r>
      <w:r w:rsidR="00B43A4F" w:rsidRPr="00982960">
        <w:rPr>
          <w:bCs/>
          <w:szCs w:val="28"/>
        </w:rPr>
        <w:t xml:space="preserve">которым меры социальной поддержки </w:t>
      </w:r>
      <w:r w:rsidR="00365104" w:rsidRPr="00982960">
        <w:rPr>
          <w:bCs/>
          <w:szCs w:val="28"/>
        </w:rPr>
        <w:t>в соответствии со </w:t>
      </w:r>
      <w:r w:rsidR="00B43A4F" w:rsidRPr="00982960">
        <w:rPr>
          <w:bCs/>
          <w:szCs w:val="28"/>
        </w:rPr>
        <w:t>статьей 25</w:t>
      </w:r>
      <w:r w:rsidR="00B43A4F" w:rsidRPr="00982960">
        <w:rPr>
          <w:bCs/>
          <w:szCs w:val="28"/>
          <w:vertAlign w:val="superscript"/>
        </w:rPr>
        <w:t>1</w:t>
      </w:r>
      <w:r w:rsidR="00B43A4F" w:rsidRPr="00982960">
        <w:rPr>
          <w:bCs/>
          <w:szCs w:val="28"/>
        </w:rPr>
        <w:t xml:space="preserve"> </w:t>
      </w:r>
      <w:hyperlink r:id="rId18" w:history="1">
        <w:r w:rsidR="00B43A4F" w:rsidRPr="00982960">
          <w:rPr>
            <w:rStyle w:val="afa"/>
            <w:bCs/>
            <w:color w:val="auto"/>
            <w:szCs w:val="28"/>
            <w:u w:val="none"/>
          </w:rPr>
          <w:t>Закона</w:t>
        </w:r>
      </w:hyperlink>
      <w:r w:rsidR="00B43A4F" w:rsidRPr="00982960">
        <w:rPr>
          <w:bCs/>
          <w:szCs w:val="28"/>
        </w:rPr>
        <w:t xml:space="preserve"> Ярославской области от 19.12.2008 № 65-з «Социальный кодекс Ярославской области» </w:t>
      </w:r>
      <w:r w:rsidR="00315831" w:rsidRPr="00982960">
        <w:rPr>
          <w:bCs/>
          <w:szCs w:val="28"/>
        </w:rPr>
        <w:t xml:space="preserve">(в редакции, действовавшей до вступления в силу настоящего Закона) </w:t>
      </w:r>
      <w:r w:rsidR="00B43A4F" w:rsidRPr="00982960">
        <w:rPr>
          <w:bCs/>
          <w:szCs w:val="28"/>
        </w:rPr>
        <w:t xml:space="preserve">назначены </w:t>
      </w:r>
      <w:r w:rsidR="005476CE" w:rsidRPr="00982960">
        <w:rPr>
          <w:bCs/>
          <w:szCs w:val="28"/>
        </w:rPr>
        <w:t>до вступления в силу настоящего Закона</w:t>
      </w:r>
      <w:r w:rsidR="00B43A4F" w:rsidRPr="00982960">
        <w:rPr>
          <w:bCs/>
          <w:szCs w:val="28"/>
        </w:rPr>
        <w:t>,</w:t>
      </w:r>
      <w:r w:rsidR="005476CE" w:rsidRPr="00982960">
        <w:rPr>
          <w:bCs/>
          <w:szCs w:val="28"/>
        </w:rPr>
        <w:t xml:space="preserve"> </w:t>
      </w:r>
      <w:r w:rsidR="003C112D" w:rsidRPr="00982960">
        <w:rPr>
          <w:bCs/>
          <w:szCs w:val="28"/>
        </w:rPr>
        <w:t xml:space="preserve">сохраняют право </w:t>
      </w:r>
      <w:r w:rsidR="008571B1" w:rsidRPr="00982960">
        <w:rPr>
          <w:bCs/>
          <w:szCs w:val="28"/>
        </w:rPr>
        <w:t xml:space="preserve">на предоставление указанных мер социальной поддержки </w:t>
      </w:r>
      <w:r w:rsidR="003C112D" w:rsidRPr="00982960">
        <w:rPr>
          <w:bCs/>
          <w:szCs w:val="28"/>
        </w:rPr>
        <w:t xml:space="preserve">в размере и порядке, </w:t>
      </w:r>
      <w:r w:rsidR="00E305A7" w:rsidRPr="00982960">
        <w:rPr>
          <w:bCs/>
          <w:szCs w:val="28"/>
        </w:rPr>
        <w:t xml:space="preserve">установленных </w:t>
      </w:r>
      <w:hyperlink r:id="rId19" w:history="1">
        <w:r w:rsidR="00E305A7" w:rsidRPr="00982960">
          <w:rPr>
            <w:rStyle w:val="afa"/>
            <w:bCs/>
            <w:color w:val="auto"/>
            <w:szCs w:val="28"/>
            <w:u w:val="none"/>
          </w:rPr>
          <w:t>Законом</w:t>
        </w:r>
      </w:hyperlink>
      <w:r w:rsidR="008571B1" w:rsidRPr="00982960">
        <w:rPr>
          <w:bCs/>
          <w:szCs w:val="28"/>
        </w:rPr>
        <w:t xml:space="preserve"> Ярославской области от </w:t>
      </w:r>
      <w:r w:rsidR="00E305A7" w:rsidRPr="00982960">
        <w:rPr>
          <w:bCs/>
          <w:szCs w:val="28"/>
        </w:rPr>
        <w:t>19.12.2008 № 65-з «Социальный кодекс Ярославской области»</w:t>
      </w:r>
      <w:r w:rsidR="005476CE" w:rsidRPr="00982960">
        <w:rPr>
          <w:bCs/>
          <w:szCs w:val="28"/>
        </w:rPr>
        <w:t xml:space="preserve"> (в редакции, действовавшей </w:t>
      </w:r>
      <w:r w:rsidR="003C112D" w:rsidRPr="00982960">
        <w:rPr>
          <w:bCs/>
          <w:szCs w:val="28"/>
        </w:rPr>
        <w:t>до вступления в силу настоящего Закона</w:t>
      </w:r>
      <w:r w:rsidR="005476CE" w:rsidRPr="00982960">
        <w:rPr>
          <w:bCs/>
          <w:szCs w:val="28"/>
        </w:rPr>
        <w:t>)</w:t>
      </w:r>
      <w:r w:rsidR="003C112D" w:rsidRPr="00982960">
        <w:rPr>
          <w:bCs/>
          <w:szCs w:val="28"/>
        </w:rPr>
        <w:t xml:space="preserve">, </w:t>
      </w:r>
      <w:r w:rsidR="00013D9A" w:rsidRPr="00982960">
        <w:rPr>
          <w:bCs/>
          <w:szCs w:val="28"/>
        </w:rPr>
        <w:t>до </w:t>
      </w:r>
      <w:r w:rsidR="003C112D" w:rsidRPr="00982960">
        <w:rPr>
          <w:bCs/>
          <w:szCs w:val="28"/>
        </w:rPr>
        <w:t>окончания периодов, на которые они были назначены, или до возникновения у них права на получение мер социальной поддержки</w:t>
      </w:r>
      <w:r w:rsidR="00E305A7" w:rsidRPr="00982960">
        <w:rPr>
          <w:bCs/>
          <w:szCs w:val="28"/>
        </w:rPr>
        <w:t xml:space="preserve">, установленных </w:t>
      </w:r>
      <w:hyperlink r:id="rId20" w:history="1">
        <w:r w:rsidR="003C112D" w:rsidRPr="00982960">
          <w:rPr>
            <w:rStyle w:val="afa"/>
            <w:bCs/>
            <w:color w:val="auto"/>
            <w:szCs w:val="28"/>
            <w:u w:val="none"/>
          </w:rPr>
          <w:t>Закон</w:t>
        </w:r>
        <w:r w:rsidR="00E305A7" w:rsidRPr="00982960">
          <w:rPr>
            <w:rStyle w:val="afa"/>
            <w:bCs/>
            <w:color w:val="auto"/>
            <w:szCs w:val="28"/>
            <w:u w:val="none"/>
          </w:rPr>
          <w:t>ом</w:t>
        </w:r>
      </w:hyperlink>
      <w:r w:rsidR="003C112D" w:rsidRPr="00982960">
        <w:rPr>
          <w:bCs/>
          <w:szCs w:val="28"/>
        </w:rPr>
        <w:t xml:space="preserve"> Ярославской обла</w:t>
      </w:r>
      <w:r w:rsidR="00EA78B3" w:rsidRPr="00982960">
        <w:rPr>
          <w:bCs/>
          <w:szCs w:val="28"/>
        </w:rPr>
        <w:t>сти от </w:t>
      </w:r>
      <w:r w:rsidR="003C112D" w:rsidRPr="00982960">
        <w:rPr>
          <w:bCs/>
          <w:szCs w:val="28"/>
        </w:rPr>
        <w:t>19.12.2008 № 65-з «Социальный</w:t>
      </w:r>
      <w:r w:rsidR="00004BC9" w:rsidRPr="00982960">
        <w:rPr>
          <w:bCs/>
          <w:szCs w:val="28"/>
        </w:rPr>
        <w:t xml:space="preserve"> кодекс Ярославской области» (в </w:t>
      </w:r>
      <w:r w:rsidR="003C112D" w:rsidRPr="00982960">
        <w:rPr>
          <w:bCs/>
          <w:szCs w:val="28"/>
        </w:rPr>
        <w:t>редакции настоящего Закона)</w:t>
      </w:r>
      <w:r w:rsidR="00EA78B3" w:rsidRPr="00982960">
        <w:rPr>
          <w:bCs/>
          <w:szCs w:val="28"/>
        </w:rPr>
        <w:t xml:space="preserve"> для многодетных семей</w:t>
      </w:r>
      <w:r w:rsidR="003C112D" w:rsidRPr="00982960">
        <w:rPr>
          <w:bCs/>
          <w:szCs w:val="28"/>
        </w:rPr>
        <w:t>.</w:t>
      </w:r>
    </w:p>
    <w:p w:rsidR="00013D9A" w:rsidRPr="00982960" w:rsidRDefault="00013D9A" w:rsidP="00365104">
      <w:pPr>
        <w:ind w:firstLine="0"/>
        <w:rPr>
          <w:bCs/>
          <w:szCs w:val="28"/>
        </w:rPr>
      </w:pPr>
    </w:p>
    <w:p w:rsidR="00C50A7B" w:rsidRPr="00982960" w:rsidRDefault="00C50A7B" w:rsidP="00365104">
      <w:pPr>
        <w:ind w:firstLine="709"/>
        <w:rPr>
          <w:b/>
          <w:bCs/>
          <w:szCs w:val="28"/>
        </w:rPr>
      </w:pPr>
      <w:r w:rsidRPr="00982960">
        <w:rPr>
          <w:b/>
          <w:bCs/>
          <w:szCs w:val="28"/>
        </w:rPr>
        <w:t xml:space="preserve">Статья </w:t>
      </w:r>
      <w:r w:rsidR="003F54D0" w:rsidRPr="00982960">
        <w:rPr>
          <w:b/>
          <w:bCs/>
          <w:szCs w:val="28"/>
        </w:rPr>
        <w:t>6</w:t>
      </w:r>
    </w:p>
    <w:p w:rsidR="00C50A7B" w:rsidRPr="00982960" w:rsidRDefault="00C50A7B" w:rsidP="00365104">
      <w:pPr>
        <w:ind w:firstLine="709"/>
        <w:rPr>
          <w:bCs/>
          <w:szCs w:val="28"/>
        </w:rPr>
      </w:pPr>
      <w:r w:rsidRPr="00982960">
        <w:rPr>
          <w:bCs/>
          <w:szCs w:val="28"/>
        </w:rPr>
        <w:t>Настоящий Закон вступает в силу со дня его официального опубликования</w:t>
      </w:r>
      <w:r w:rsidR="00315831" w:rsidRPr="00982960">
        <w:rPr>
          <w:bCs/>
          <w:szCs w:val="28"/>
        </w:rPr>
        <w:t>.</w:t>
      </w:r>
    </w:p>
    <w:p w:rsidR="003D31B6" w:rsidRPr="00982960" w:rsidRDefault="003D31B6" w:rsidP="00365104">
      <w:pPr>
        <w:ind w:firstLine="709"/>
        <w:rPr>
          <w:bCs/>
          <w:szCs w:val="28"/>
        </w:rPr>
      </w:pPr>
    </w:p>
    <w:p w:rsidR="003D31B6" w:rsidRPr="00982960" w:rsidRDefault="003D31B6" w:rsidP="00365104">
      <w:pPr>
        <w:ind w:firstLine="709"/>
        <w:rPr>
          <w:bCs/>
          <w:szCs w:val="28"/>
        </w:rPr>
      </w:pPr>
    </w:p>
    <w:p w:rsidR="001C5C7D" w:rsidRPr="00982960" w:rsidRDefault="001C5C7D" w:rsidP="00365104">
      <w:pPr>
        <w:ind w:firstLine="709"/>
        <w:rPr>
          <w:bCs/>
          <w:szCs w:val="28"/>
        </w:rPr>
      </w:pPr>
    </w:p>
    <w:p w:rsidR="001C5C7D" w:rsidRPr="00982960" w:rsidRDefault="001C5C7D" w:rsidP="0036510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>Губернатор</w:t>
      </w:r>
    </w:p>
    <w:p w:rsidR="001C5C7D" w:rsidRPr="00982960" w:rsidRDefault="001C5C7D" w:rsidP="00365104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 xml:space="preserve">Ярославской области </w:t>
      </w:r>
      <w:r w:rsidRPr="00982960">
        <w:rPr>
          <w:bCs/>
          <w:szCs w:val="28"/>
        </w:rPr>
        <w:tab/>
        <w:t xml:space="preserve"> М.Я. Евраев</w:t>
      </w: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bCs/>
          <w:szCs w:val="28"/>
        </w:rPr>
        <w:t>«_____»_____________2024 г.</w:t>
      </w: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B62156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szCs w:val="28"/>
        </w:rPr>
        <w:t>№_______</w:t>
      </w:r>
    </w:p>
    <w:sectPr w:rsidR="00B62156" w:rsidRPr="00982960" w:rsidSect="008F3292">
      <w:headerReference w:type="even" r:id="rId21"/>
      <w:headerReference w:type="default" r:id="rId22"/>
      <w:pgSz w:w="11906" w:h="16838" w:code="9"/>
      <w:pgMar w:top="851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2F8" w:rsidRDefault="002F62F8">
      <w:r>
        <w:separator/>
      </w:r>
    </w:p>
    <w:p w:rsidR="002F62F8" w:rsidRDefault="002F62F8"/>
    <w:p w:rsidR="002F62F8" w:rsidRDefault="002F62F8"/>
  </w:endnote>
  <w:endnote w:type="continuationSeparator" w:id="0">
    <w:p w:rsidR="002F62F8" w:rsidRDefault="002F62F8">
      <w:r>
        <w:continuationSeparator/>
      </w:r>
    </w:p>
    <w:p w:rsidR="002F62F8" w:rsidRDefault="002F62F8"/>
    <w:p w:rsidR="002F62F8" w:rsidRDefault="002F62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2F8" w:rsidRDefault="002F62F8">
      <w:r>
        <w:separator/>
      </w:r>
    </w:p>
    <w:p w:rsidR="002F62F8" w:rsidRDefault="002F62F8"/>
    <w:p w:rsidR="002F62F8" w:rsidRDefault="002F62F8"/>
  </w:footnote>
  <w:footnote w:type="continuationSeparator" w:id="0">
    <w:p w:rsidR="002F62F8" w:rsidRDefault="002F62F8">
      <w:r>
        <w:continuationSeparator/>
      </w:r>
    </w:p>
    <w:p w:rsidR="002F62F8" w:rsidRDefault="002F62F8"/>
    <w:p w:rsidR="002F62F8" w:rsidRDefault="002F62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EA0">
          <w:rPr>
            <w:noProof/>
          </w:rPr>
          <w:t>5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7E1938"/>
    <w:multiLevelType w:val="hybridMultilevel"/>
    <w:tmpl w:val="0E344BF8"/>
    <w:lvl w:ilvl="0" w:tplc="7E120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30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9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38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BC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D9A"/>
    <w:rsid w:val="00015563"/>
    <w:rsid w:val="00015A9D"/>
    <w:rsid w:val="00015C0B"/>
    <w:rsid w:val="0001603B"/>
    <w:rsid w:val="000161CE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573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A7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0ACE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167B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56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744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4FE"/>
    <w:rsid w:val="001C49A0"/>
    <w:rsid w:val="001C49ED"/>
    <w:rsid w:val="001C4EE2"/>
    <w:rsid w:val="001C532A"/>
    <w:rsid w:val="001C5C7D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401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026"/>
    <w:rsid w:val="0020022F"/>
    <w:rsid w:val="00200353"/>
    <w:rsid w:val="00200F91"/>
    <w:rsid w:val="00201F20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B67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3E22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6FE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56F5"/>
    <w:rsid w:val="002A5FD5"/>
    <w:rsid w:val="002A668A"/>
    <w:rsid w:val="002A6D98"/>
    <w:rsid w:val="002A7FD3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6D3"/>
    <w:rsid w:val="002F2EB0"/>
    <w:rsid w:val="002F5391"/>
    <w:rsid w:val="002F58E1"/>
    <w:rsid w:val="002F6167"/>
    <w:rsid w:val="002F62F8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831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36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018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104"/>
    <w:rsid w:val="00365619"/>
    <w:rsid w:val="00366B63"/>
    <w:rsid w:val="003672E2"/>
    <w:rsid w:val="003679A5"/>
    <w:rsid w:val="00367E70"/>
    <w:rsid w:val="003709FE"/>
    <w:rsid w:val="00370B99"/>
    <w:rsid w:val="00372049"/>
    <w:rsid w:val="00372A69"/>
    <w:rsid w:val="003735A0"/>
    <w:rsid w:val="003737B0"/>
    <w:rsid w:val="00373C7E"/>
    <w:rsid w:val="00374122"/>
    <w:rsid w:val="003750F7"/>
    <w:rsid w:val="00375DA2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CE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38BF"/>
    <w:rsid w:val="003B48A8"/>
    <w:rsid w:val="003B4E09"/>
    <w:rsid w:val="003B63C7"/>
    <w:rsid w:val="003B7214"/>
    <w:rsid w:val="003B74F8"/>
    <w:rsid w:val="003B760E"/>
    <w:rsid w:val="003B7D84"/>
    <w:rsid w:val="003C019F"/>
    <w:rsid w:val="003C109D"/>
    <w:rsid w:val="003C112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1B6"/>
    <w:rsid w:val="003D3B07"/>
    <w:rsid w:val="003D48B0"/>
    <w:rsid w:val="003D563C"/>
    <w:rsid w:val="003D5EA3"/>
    <w:rsid w:val="003D6000"/>
    <w:rsid w:val="003D6A4D"/>
    <w:rsid w:val="003D6D82"/>
    <w:rsid w:val="003D7312"/>
    <w:rsid w:val="003E0362"/>
    <w:rsid w:val="003E1361"/>
    <w:rsid w:val="003E273F"/>
    <w:rsid w:val="003E2AD0"/>
    <w:rsid w:val="003E2BC5"/>
    <w:rsid w:val="003E2DAC"/>
    <w:rsid w:val="003E33A3"/>
    <w:rsid w:val="003E3487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4D0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5D7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094"/>
    <w:rsid w:val="00467BC8"/>
    <w:rsid w:val="004703E2"/>
    <w:rsid w:val="00470C38"/>
    <w:rsid w:val="004711DC"/>
    <w:rsid w:val="00471F9F"/>
    <w:rsid w:val="00472CB9"/>
    <w:rsid w:val="00473D46"/>
    <w:rsid w:val="004740B8"/>
    <w:rsid w:val="004744B2"/>
    <w:rsid w:val="00474900"/>
    <w:rsid w:val="00476553"/>
    <w:rsid w:val="00476D8A"/>
    <w:rsid w:val="00476EF3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06A7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6FE1"/>
    <w:rsid w:val="004B7F94"/>
    <w:rsid w:val="004C02B8"/>
    <w:rsid w:val="004C0A19"/>
    <w:rsid w:val="004C103D"/>
    <w:rsid w:val="004C14EB"/>
    <w:rsid w:val="004C1805"/>
    <w:rsid w:val="004C3DB3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6917"/>
    <w:rsid w:val="005072E3"/>
    <w:rsid w:val="00507B6D"/>
    <w:rsid w:val="00510FE2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3784C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6CE"/>
    <w:rsid w:val="00547CCF"/>
    <w:rsid w:val="00550340"/>
    <w:rsid w:val="00550CF4"/>
    <w:rsid w:val="005511A1"/>
    <w:rsid w:val="00551B2D"/>
    <w:rsid w:val="00552285"/>
    <w:rsid w:val="005527E5"/>
    <w:rsid w:val="0055380B"/>
    <w:rsid w:val="00553DE4"/>
    <w:rsid w:val="005555E9"/>
    <w:rsid w:val="005555F7"/>
    <w:rsid w:val="00555B69"/>
    <w:rsid w:val="00556647"/>
    <w:rsid w:val="00556B7F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CF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3857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3EA9"/>
    <w:rsid w:val="005A4200"/>
    <w:rsid w:val="005A4E9B"/>
    <w:rsid w:val="005A52E6"/>
    <w:rsid w:val="005A65FB"/>
    <w:rsid w:val="005A676E"/>
    <w:rsid w:val="005A6D57"/>
    <w:rsid w:val="005A6EFD"/>
    <w:rsid w:val="005B0A38"/>
    <w:rsid w:val="005B1541"/>
    <w:rsid w:val="005B18F0"/>
    <w:rsid w:val="005B2ED2"/>
    <w:rsid w:val="005B347F"/>
    <w:rsid w:val="005B3BB1"/>
    <w:rsid w:val="005B3D49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0ED"/>
    <w:rsid w:val="005C351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3DD"/>
    <w:rsid w:val="005E380F"/>
    <w:rsid w:val="005E465A"/>
    <w:rsid w:val="005E504E"/>
    <w:rsid w:val="005E6095"/>
    <w:rsid w:val="005E66A5"/>
    <w:rsid w:val="005E747B"/>
    <w:rsid w:val="005F0168"/>
    <w:rsid w:val="005F1DAF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CBB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587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7B8"/>
    <w:rsid w:val="00642B1A"/>
    <w:rsid w:val="00643D63"/>
    <w:rsid w:val="00643DD6"/>
    <w:rsid w:val="00644319"/>
    <w:rsid w:val="00646036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20FA"/>
    <w:rsid w:val="006828B1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CFD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3632"/>
    <w:rsid w:val="006E4025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0ECB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2E5F"/>
    <w:rsid w:val="007042B9"/>
    <w:rsid w:val="00704DD9"/>
    <w:rsid w:val="0070528B"/>
    <w:rsid w:val="00705874"/>
    <w:rsid w:val="007059CB"/>
    <w:rsid w:val="00707398"/>
    <w:rsid w:val="00707A22"/>
    <w:rsid w:val="007122C5"/>
    <w:rsid w:val="00712346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9F4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1C23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7FC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55E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07C4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5869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68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6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1B1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C5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5636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0D7C"/>
    <w:rsid w:val="008D10EE"/>
    <w:rsid w:val="008D1143"/>
    <w:rsid w:val="008D2C24"/>
    <w:rsid w:val="008D36F0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3B4"/>
    <w:rsid w:val="008F2C8E"/>
    <w:rsid w:val="008F3292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08A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13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2FE"/>
    <w:rsid w:val="00937770"/>
    <w:rsid w:val="0094015B"/>
    <w:rsid w:val="00941AF9"/>
    <w:rsid w:val="00944051"/>
    <w:rsid w:val="00944D99"/>
    <w:rsid w:val="00945665"/>
    <w:rsid w:val="00945C7C"/>
    <w:rsid w:val="009477FF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433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960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2AA3"/>
    <w:rsid w:val="009C3D65"/>
    <w:rsid w:val="009C41CC"/>
    <w:rsid w:val="009C5753"/>
    <w:rsid w:val="009C6A17"/>
    <w:rsid w:val="009C77ED"/>
    <w:rsid w:val="009D07FC"/>
    <w:rsid w:val="009D0897"/>
    <w:rsid w:val="009D0BB4"/>
    <w:rsid w:val="009D2235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2EA0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45F"/>
    <w:rsid w:val="00A71DFE"/>
    <w:rsid w:val="00A72F1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4827"/>
    <w:rsid w:val="00AA50AD"/>
    <w:rsid w:val="00AA5258"/>
    <w:rsid w:val="00AA57A7"/>
    <w:rsid w:val="00AA59DD"/>
    <w:rsid w:val="00AA5C48"/>
    <w:rsid w:val="00AA61ED"/>
    <w:rsid w:val="00AB2015"/>
    <w:rsid w:val="00AB2162"/>
    <w:rsid w:val="00AB3DBA"/>
    <w:rsid w:val="00AB401A"/>
    <w:rsid w:val="00AB413E"/>
    <w:rsid w:val="00AB4B72"/>
    <w:rsid w:val="00AB57BC"/>
    <w:rsid w:val="00AB589E"/>
    <w:rsid w:val="00AB58F1"/>
    <w:rsid w:val="00AB6C39"/>
    <w:rsid w:val="00AB7164"/>
    <w:rsid w:val="00AB72E1"/>
    <w:rsid w:val="00AB73AD"/>
    <w:rsid w:val="00AB7B4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2C3F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A2"/>
    <w:rsid w:val="00AF4AEA"/>
    <w:rsid w:val="00AF66D5"/>
    <w:rsid w:val="00AF742E"/>
    <w:rsid w:val="00AF7A33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4A36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213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43A0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A4F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301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2A2F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D3D"/>
    <w:rsid w:val="00C10C25"/>
    <w:rsid w:val="00C11206"/>
    <w:rsid w:val="00C11766"/>
    <w:rsid w:val="00C129FF"/>
    <w:rsid w:val="00C12A9A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62F0"/>
    <w:rsid w:val="00C27549"/>
    <w:rsid w:val="00C30509"/>
    <w:rsid w:val="00C30CB6"/>
    <w:rsid w:val="00C30F68"/>
    <w:rsid w:val="00C3176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0A7B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9B3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847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767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2692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27C"/>
    <w:rsid w:val="00D46B95"/>
    <w:rsid w:val="00D4707E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77FE7"/>
    <w:rsid w:val="00D8086D"/>
    <w:rsid w:val="00D81935"/>
    <w:rsid w:val="00D81B2A"/>
    <w:rsid w:val="00D81D4C"/>
    <w:rsid w:val="00D82100"/>
    <w:rsid w:val="00D82F64"/>
    <w:rsid w:val="00D834E5"/>
    <w:rsid w:val="00D838DF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4E75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4DE6"/>
    <w:rsid w:val="00E0507D"/>
    <w:rsid w:val="00E052BE"/>
    <w:rsid w:val="00E05512"/>
    <w:rsid w:val="00E0668D"/>
    <w:rsid w:val="00E075D5"/>
    <w:rsid w:val="00E077E4"/>
    <w:rsid w:val="00E07831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5A7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49E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0F38"/>
    <w:rsid w:val="00E81EAD"/>
    <w:rsid w:val="00E83956"/>
    <w:rsid w:val="00E83DDA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2BB9"/>
    <w:rsid w:val="00EA368B"/>
    <w:rsid w:val="00EA37FD"/>
    <w:rsid w:val="00EA3B81"/>
    <w:rsid w:val="00EA3D1A"/>
    <w:rsid w:val="00EA42D8"/>
    <w:rsid w:val="00EA5D8A"/>
    <w:rsid w:val="00EA61D9"/>
    <w:rsid w:val="00EA6298"/>
    <w:rsid w:val="00EA78B3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3DD"/>
    <w:rsid w:val="00EF5494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C9D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2918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97F07"/>
    <w:rsid w:val="00FA0225"/>
    <w:rsid w:val="00FA1B47"/>
    <w:rsid w:val="00FA2137"/>
    <w:rsid w:val="00FA287D"/>
    <w:rsid w:val="00FA33C7"/>
    <w:rsid w:val="00FA388C"/>
    <w:rsid w:val="00FA433C"/>
    <w:rsid w:val="00FA4C98"/>
    <w:rsid w:val="00FA4EE0"/>
    <w:rsid w:val="00FA527A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0C6"/>
    <w:rsid w:val="00FE370C"/>
    <w:rsid w:val="00FE4132"/>
    <w:rsid w:val="00FE471F"/>
    <w:rsid w:val="00FE4A7B"/>
    <w:rsid w:val="00FE4E50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8273"/>
    <o:shapelayout v:ext="edit">
      <o:idmap v:ext="edit" data="1"/>
    </o:shapelayout>
  </w:shapeDefaults>
  <w:decimalSymbol w:val=","/>
  <w:listSeparator w:val=";"/>
  <w14:docId w14:val="0915A7EC"/>
  <w15:docId w15:val="{7BC1EC5E-A414-452F-8C36-5DD0E026A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086&amp;n=147261&amp;dst=100170" TargetMode="External"/><Relationship Id="rId18" Type="http://schemas.openxmlformats.org/officeDocument/2006/relationships/hyperlink" Target="https://login.consultant.ru/link/?req=doc&amp;base=RLAW086&amp;n=140675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086&amp;n=147261&amp;dst=100166" TargetMode="External"/><Relationship Id="rId17" Type="http://schemas.openxmlformats.org/officeDocument/2006/relationships/hyperlink" Target="https://login.consultant.ru/link/?req=doc&amp;base=RLAW086&amp;n=147260&amp;dst=10209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RLAW086&amp;n=137910&amp;dst=100585" TargetMode="External"/><Relationship Id="rId20" Type="http://schemas.openxmlformats.org/officeDocument/2006/relationships/hyperlink" Target="https://login.consultant.ru/link/?req=doc&amp;base=RLAW086&amp;n=14726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RLAW086&amp;n=137910&amp;dst=101013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login.consultant.ru/link/?req=doc&amp;base=RLAW086&amp;n=14067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086&amp;n=147261&amp;dst=100163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http://purl.org/dc/elements/1.1/"/>
    <ds:schemaRef ds:uri="1e82c985-6cf2-4d43-b8b5-a430af7accc6"/>
    <ds:schemaRef ds:uri="http://schemas.microsoft.com/office/2006/documentManagement/types"/>
    <ds:schemaRef ds:uri="e2080b48-eafa-461e-b501-38555d38caa1"/>
    <ds:schemaRef ds:uri="http://schemas.openxmlformats.org/package/2006/metadata/core-properties"/>
    <ds:schemaRef ds:uri="af44e648-6311-40f1-ad37-1234555fd9ba"/>
    <ds:schemaRef ds:uri="http://www.w3.org/XML/1998/namespace"/>
    <ds:schemaRef ds:uri="081b8c99-5a1b-4ba1-9a3e-0d0cea83319e"/>
    <ds:schemaRef ds:uri="a853e5a8-fa1e-4dd3-a1b5-1604bfb35b05"/>
    <ds:schemaRef ds:uri="http://schemas.microsoft.com/office/2006/metadata/properties"/>
    <ds:schemaRef ds:uri="05bb7913-6745-425b-9415-f9dbd3e56b95"/>
    <ds:schemaRef ds:uri="http://purl.org/dc/terms/"/>
    <ds:schemaRef ds:uri="67a9cb4f-e58d-445a-8e0b-2b8d792f9e38"/>
    <ds:schemaRef ds:uri="http://schemas.microsoft.com/office/infopath/2007/PartnerControls"/>
    <ds:schemaRef ds:uri="http://purl.org/dc/dcmitype/"/>
    <ds:schemaRef ds:uri="5256eb8c-d5dd-498a-ad6f-7fa801666f9a"/>
    <ds:schemaRef ds:uri="bc1d99f4-2047-4b43-99f0-e8f2a593a624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0C541C-D192-4803-B68A-8F4F059E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10799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Яровицына Наталья Владимировна</dc:creator>
  <cp:lastModifiedBy>Гаврилова Елена Николаевна</cp:lastModifiedBy>
  <cp:revision>5</cp:revision>
  <cp:lastPrinted>2024-04-01T08:35:00Z</cp:lastPrinted>
  <dcterms:created xsi:type="dcterms:W3CDTF">2024-04-04T06:47:00Z</dcterms:created>
  <dcterms:modified xsi:type="dcterms:W3CDTF">2024-04-05T10:04:00Z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