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42275" w:rsidTr="00942275">
        <w:tc>
          <w:tcPr>
            <w:tcW w:w="426" w:type="dxa"/>
            <w:hideMark/>
          </w:tcPr>
          <w:p w:rsidR="00942275" w:rsidRDefault="00942275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42275" w:rsidRDefault="00942275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28.04.2015</w:t>
            </w:r>
          </w:p>
        </w:tc>
        <w:tc>
          <w:tcPr>
            <w:tcW w:w="4111" w:type="dxa"/>
          </w:tcPr>
          <w:p w:rsidR="00942275" w:rsidRDefault="00942275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942275" w:rsidRDefault="00942275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42275" w:rsidRDefault="00942275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D47444" w:rsidRDefault="00D47444" w:rsidP="00942275">
      <w:pPr>
        <w:pStyle w:val="31"/>
        <w:ind w:firstLine="0"/>
        <w:rPr>
          <w:szCs w:val="28"/>
        </w:rPr>
      </w:pPr>
    </w:p>
    <w:p w:rsidR="00D47444" w:rsidRDefault="00D47444" w:rsidP="00942275">
      <w:pPr>
        <w:pStyle w:val="31"/>
        <w:ind w:firstLine="0"/>
        <w:rPr>
          <w:szCs w:val="28"/>
        </w:rPr>
      </w:pPr>
    </w:p>
    <w:p w:rsidR="00D47444" w:rsidRDefault="00D47444" w:rsidP="00942275">
      <w:pPr>
        <w:pStyle w:val="31"/>
        <w:ind w:firstLine="0"/>
        <w:rPr>
          <w:szCs w:val="28"/>
        </w:rPr>
      </w:pPr>
    </w:p>
    <w:p w:rsidR="00C2523B" w:rsidRDefault="00C2523B" w:rsidP="00AF1280">
      <w:pPr>
        <w:pStyle w:val="31"/>
        <w:ind w:firstLine="0"/>
        <w:rPr>
          <w:szCs w:val="28"/>
        </w:rPr>
      </w:pPr>
      <w:r>
        <w:rPr>
          <w:szCs w:val="28"/>
        </w:rPr>
        <w:t>Об отчете Губернатора</w:t>
      </w:r>
    </w:p>
    <w:p w:rsidR="00C2523B" w:rsidRDefault="00C2523B" w:rsidP="00AF1280">
      <w:pPr>
        <w:pStyle w:val="31"/>
        <w:ind w:firstLine="0"/>
        <w:rPr>
          <w:szCs w:val="28"/>
        </w:rPr>
      </w:pPr>
      <w:r>
        <w:rPr>
          <w:szCs w:val="28"/>
        </w:rPr>
        <w:t>Ярославской области о результатах</w:t>
      </w:r>
    </w:p>
    <w:p w:rsidR="00C2523B" w:rsidRDefault="00C2523B" w:rsidP="00AF1280">
      <w:pPr>
        <w:pStyle w:val="31"/>
        <w:ind w:firstLine="0"/>
        <w:rPr>
          <w:szCs w:val="28"/>
        </w:rPr>
      </w:pPr>
      <w:r>
        <w:rPr>
          <w:szCs w:val="28"/>
        </w:rPr>
        <w:t xml:space="preserve">деятельности Правительства </w:t>
      </w:r>
    </w:p>
    <w:p w:rsidR="00C2523B" w:rsidRDefault="000D6EA2" w:rsidP="00AF1280">
      <w:pPr>
        <w:pStyle w:val="31"/>
        <w:ind w:firstLine="0"/>
        <w:rPr>
          <w:bCs/>
          <w:szCs w:val="28"/>
        </w:rPr>
      </w:pPr>
      <w:r>
        <w:rPr>
          <w:szCs w:val="28"/>
        </w:rPr>
        <w:t>Ярославской области за 201</w:t>
      </w:r>
      <w:r w:rsidRPr="00D47444">
        <w:rPr>
          <w:szCs w:val="28"/>
        </w:rPr>
        <w:t>4</w:t>
      </w:r>
      <w:r w:rsidR="00C2523B">
        <w:rPr>
          <w:szCs w:val="28"/>
        </w:rPr>
        <w:t xml:space="preserve"> год</w:t>
      </w:r>
    </w:p>
    <w:p w:rsidR="00C2523B" w:rsidRDefault="00C2523B" w:rsidP="00AF1280">
      <w:pPr>
        <w:pStyle w:val="31"/>
      </w:pPr>
    </w:p>
    <w:p w:rsidR="00C2523B" w:rsidRDefault="00C2523B" w:rsidP="00AF1280">
      <w:pPr>
        <w:pStyle w:val="6"/>
        <w:spacing w:line="240" w:lineRule="auto"/>
      </w:pPr>
    </w:p>
    <w:p w:rsidR="00C2523B" w:rsidRDefault="00C2523B" w:rsidP="00AF1280">
      <w:pPr>
        <w:pStyle w:val="6"/>
        <w:spacing w:line="240" w:lineRule="auto"/>
      </w:pPr>
      <w:proofErr w:type="gramStart"/>
      <w:r>
        <w:t>Заслушав в соответствии со статьей 5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статьями  26, 32 и 40 Устава Ярославской области</w:t>
      </w:r>
      <w:r w:rsidR="00E421E3">
        <w:t>, статьей 234</w:t>
      </w:r>
      <w:r w:rsidR="00E421E3">
        <w:rPr>
          <w:vertAlign w:val="superscript"/>
        </w:rPr>
        <w:t>3</w:t>
      </w:r>
      <w:r w:rsidR="00E421E3">
        <w:t xml:space="preserve"> Регламента Ярославской областной Думы</w:t>
      </w:r>
      <w:r>
        <w:t xml:space="preserve"> отчет </w:t>
      </w:r>
      <w:r>
        <w:rPr>
          <w:szCs w:val="28"/>
        </w:rPr>
        <w:t>Губе</w:t>
      </w:r>
      <w:r>
        <w:rPr>
          <w:szCs w:val="28"/>
        </w:rPr>
        <w:t>р</w:t>
      </w:r>
      <w:r>
        <w:rPr>
          <w:szCs w:val="28"/>
        </w:rPr>
        <w:t>натора Ярославской области о результатах деятельности Правительства Яр</w:t>
      </w:r>
      <w:r>
        <w:rPr>
          <w:szCs w:val="28"/>
        </w:rPr>
        <w:t>о</w:t>
      </w:r>
      <w:r>
        <w:rPr>
          <w:szCs w:val="28"/>
        </w:rPr>
        <w:t>славской области за 201</w:t>
      </w:r>
      <w:r w:rsidR="000D6EA2" w:rsidRPr="000D6EA2">
        <w:rPr>
          <w:szCs w:val="28"/>
        </w:rPr>
        <w:t>4</w:t>
      </w:r>
      <w:r>
        <w:rPr>
          <w:szCs w:val="28"/>
        </w:rPr>
        <w:t xml:space="preserve"> год, </w:t>
      </w:r>
      <w:r>
        <w:t>Ярославская областная Дума</w:t>
      </w:r>
      <w:proofErr w:type="gramEnd"/>
    </w:p>
    <w:p w:rsidR="00C2523B" w:rsidRDefault="00C2523B" w:rsidP="00AF1280">
      <w:pPr>
        <w:pStyle w:val="a3"/>
        <w:ind w:left="0" w:firstLine="709"/>
        <w:jc w:val="both"/>
        <w:rPr>
          <w:sz w:val="28"/>
        </w:rPr>
      </w:pPr>
    </w:p>
    <w:p w:rsidR="00C2523B" w:rsidRDefault="00C2523B" w:rsidP="00AF1280">
      <w:pPr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И Л А:</w:t>
      </w:r>
    </w:p>
    <w:p w:rsidR="00C2523B" w:rsidRDefault="00C2523B" w:rsidP="00AF1280">
      <w:pPr>
        <w:ind w:firstLine="709"/>
        <w:jc w:val="both"/>
        <w:rPr>
          <w:sz w:val="28"/>
          <w:szCs w:val="28"/>
        </w:rPr>
      </w:pPr>
    </w:p>
    <w:p w:rsidR="00C2523B" w:rsidRDefault="00C2523B" w:rsidP="00AF1280">
      <w:pPr>
        <w:pStyle w:val="sher"/>
        <w:spacing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Принять к сведению отчет Губернатора Ярославской области о резул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татах деятельности Правительства Ярославской области за 201</w:t>
      </w:r>
      <w:r w:rsidR="000D6EA2" w:rsidRPr="000D6EA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C2523B" w:rsidRDefault="00C2523B" w:rsidP="00AF1280">
      <w:pPr>
        <w:ind w:firstLine="709"/>
        <w:jc w:val="both"/>
        <w:rPr>
          <w:sz w:val="28"/>
        </w:rPr>
      </w:pPr>
    </w:p>
    <w:p w:rsidR="00C2523B" w:rsidRDefault="00C2523B" w:rsidP="00AF1280">
      <w:pPr>
        <w:ind w:firstLine="709"/>
        <w:jc w:val="both"/>
        <w:rPr>
          <w:sz w:val="28"/>
        </w:rPr>
      </w:pPr>
    </w:p>
    <w:p w:rsidR="00AF1280" w:rsidRDefault="00AF1280" w:rsidP="00AF1280">
      <w:pPr>
        <w:ind w:firstLine="709"/>
        <w:jc w:val="both"/>
        <w:rPr>
          <w:sz w:val="28"/>
        </w:rPr>
      </w:pPr>
    </w:p>
    <w:p w:rsidR="00C2523B" w:rsidRDefault="00737004" w:rsidP="00AF1280">
      <w:pPr>
        <w:pStyle w:val="3"/>
      </w:pPr>
      <w:r>
        <w:t xml:space="preserve">Заместитель </w:t>
      </w:r>
      <w:r w:rsidR="00C2523B">
        <w:t>Председател</w:t>
      </w:r>
      <w:r>
        <w:t>я</w:t>
      </w:r>
    </w:p>
    <w:p w:rsidR="00AA40F6" w:rsidRDefault="00AF1280" w:rsidP="00AF1280">
      <w:pPr>
        <w:tabs>
          <w:tab w:val="left" w:pos="7371"/>
        </w:tabs>
        <w:jc w:val="both"/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 w:rsidR="00737004">
        <w:rPr>
          <w:sz w:val="28"/>
        </w:rPr>
        <w:t>И.В. Осипов</w:t>
      </w:r>
    </w:p>
    <w:sectPr w:rsidR="00AA40F6" w:rsidSect="00D4744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2F4"/>
    <w:rsid w:val="000D6EA2"/>
    <w:rsid w:val="001A7E08"/>
    <w:rsid w:val="004162F4"/>
    <w:rsid w:val="004B717B"/>
    <w:rsid w:val="00737004"/>
    <w:rsid w:val="008E5CA9"/>
    <w:rsid w:val="00942275"/>
    <w:rsid w:val="00AA40F6"/>
    <w:rsid w:val="00AF1280"/>
    <w:rsid w:val="00B57564"/>
    <w:rsid w:val="00C2523B"/>
    <w:rsid w:val="00D47444"/>
    <w:rsid w:val="00E4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2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2523B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C2523B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2523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C252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"/>
    <w:basedOn w:val="a"/>
    <w:semiHidden/>
    <w:unhideWhenUsed/>
    <w:rsid w:val="00C2523B"/>
    <w:pPr>
      <w:widowControl w:val="0"/>
      <w:ind w:left="283" w:hanging="283"/>
    </w:pPr>
    <w:rPr>
      <w:sz w:val="20"/>
    </w:rPr>
  </w:style>
  <w:style w:type="paragraph" w:styleId="31">
    <w:name w:val="Body Text Indent 3"/>
    <w:basedOn w:val="a"/>
    <w:link w:val="32"/>
    <w:semiHidden/>
    <w:unhideWhenUsed/>
    <w:rsid w:val="00C2523B"/>
    <w:pPr>
      <w:widowControl w:val="0"/>
      <w:ind w:firstLine="709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rsid w:val="00C252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1">
    <w:name w:val="c1"/>
    <w:basedOn w:val="a"/>
    <w:rsid w:val="00C2523B"/>
    <w:pP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sher">
    <w:name w:val="sher"/>
    <w:basedOn w:val="a"/>
    <w:uiPriority w:val="99"/>
    <w:rsid w:val="00C2523B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paragraph" w:styleId="a4">
    <w:name w:val="Balloon Text"/>
    <w:basedOn w:val="a"/>
    <w:link w:val="a5"/>
    <w:uiPriority w:val="99"/>
    <w:semiHidden/>
    <w:unhideWhenUsed/>
    <w:rsid w:val="008E5C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5C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2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2523B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C2523B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2523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C252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"/>
    <w:basedOn w:val="a"/>
    <w:semiHidden/>
    <w:unhideWhenUsed/>
    <w:rsid w:val="00C2523B"/>
    <w:pPr>
      <w:widowControl w:val="0"/>
      <w:ind w:left="283" w:hanging="283"/>
    </w:pPr>
    <w:rPr>
      <w:sz w:val="20"/>
    </w:rPr>
  </w:style>
  <w:style w:type="paragraph" w:styleId="31">
    <w:name w:val="Body Text Indent 3"/>
    <w:basedOn w:val="a"/>
    <w:link w:val="32"/>
    <w:semiHidden/>
    <w:unhideWhenUsed/>
    <w:rsid w:val="00C2523B"/>
    <w:pPr>
      <w:widowControl w:val="0"/>
      <w:ind w:firstLine="709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rsid w:val="00C252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1">
    <w:name w:val="c1"/>
    <w:basedOn w:val="a"/>
    <w:rsid w:val="00C2523B"/>
    <w:pP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sher">
    <w:name w:val="sher"/>
    <w:basedOn w:val="a"/>
    <w:uiPriority w:val="99"/>
    <w:rsid w:val="00C2523B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paragraph" w:styleId="a4">
    <w:name w:val="Balloon Text"/>
    <w:basedOn w:val="a"/>
    <w:link w:val="a5"/>
    <w:uiPriority w:val="99"/>
    <w:semiHidden/>
    <w:unhideWhenUsed/>
    <w:rsid w:val="008E5C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5C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0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5</cp:revision>
  <cp:lastPrinted>2014-04-18T10:52:00Z</cp:lastPrinted>
  <dcterms:created xsi:type="dcterms:W3CDTF">2015-04-28T08:49:00Z</dcterms:created>
  <dcterms:modified xsi:type="dcterms:W3CDTF">2015-04-30T06:21:00Z</dcterms:modified>
</cp:coreProperties>
</file>