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D33" w:rsidRPr="00CC6FFD" w:rsidRDefault="00CA2D33" w:rsidP="00B96A0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A2D33" w:rsidRDefault="00CA2D33" w:rsidP="00B96A0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A2D33" w:rsidRDefault="00CA2D33" w:rsidP="00B96A0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A2D33" w:rsidRDefault="00CA2D33" w:rsidP="00B96A0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A2D33" w:rsidRPr="00CC6FFD" w:rsidRDefault="00CA2D33" w:rsidP="00B96A0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A2D33" w:rsidRPr="00CC6FFD" w:rsidRDefault="00CA2D33" w:rsidP="00B96A0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A2D33" w:rsidRPr="00CC6FFD" w:rsidRDefault="00CA2D33" w:rsidP="00B96A0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A2D33" w:rsidRDefault="00CA2D33" w:rsidP="00B96A0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A2D33" w:rsidRPr="00FB2F49" w:rsidRDefault="00CA2D33" w:rsidP="00B96A0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B2F49">
        <w:rPr>
          <w:rFonts w:ascii="Times New Roman" w:hAnsi="Times New Roman"/>
          <w:b/>
          <w:sz w:val="28"/>
          <w:szCs w:val="28"/>
        </w:rPr>
        <w:t xml:space="preserve">О внесении изменения в статью 3 Закона Ярославской области </w:t>
      </w:r>
    </w:p>
    <w:p w:rsidR="00CA2D33" w:rsidRPr="00FB2F49" w:rsidRDefault="00CA2D33" w:rsidP="00B96A0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B2F49">
        <w:rPr>
          <w:rFonts w:ascii="Times New Roman" w:hAnsi="Times New Roman"/>
          <w:b/>
          <w:sz w:val="28"/>
          <w:szCs w:val="28"/>
        </w:rPr>
        <w:t xml:space="preserve">«О некоторых вопросах регулирования лесных отношений» </w:t>
      </w:r>
    </w:p>
    <w:p w:rsidR="00CA2D33" w:rsidRPr="00FB2F49" w:rsidRDefault="00CA2D33" w:rsidP="00B96A0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A2D33" w:rsidRDefault="00CA2D33" w:rsidP="00B96A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2D33" w:rsidRPr="00FB2F49" w:rsidRDefault="00CA2D33" w:rsidP="00B96A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B2F49">
        <w:rPr>
          <w:rFonts w:ascii="Times New Roman" w:hAnsi="Times New Roman"/>
          <w:sz w:val="24"/>
          <w:szCs w:val="24"/>
        </w:rPr>
        <w:t>Принят Ярославской областной Думой</w:t>
      </w:r>
    </w:p>
    <w:p w:rsidR="00CA2D33" w:rsidRPr="00FB2F49" w:rsidRDefault="00CA2D33" w:rsidP="00B96A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B2F49">
        <w:rPr>
          <w:rFonts w:ascii="Times New Roman" w:hAnsi="Times New Roman"/>
          <w:sz w:val="24"/>
          <w:szCs w:val="24"/>
        </w:rPr>
        <w:t xml:space="preserve">25 </w:t>
      </w:r>
      <w:r>
        <w:rPr>
          <w:rFonts w:ascii="Times New Roman" w:hAnsi="Times New Roman"/>
          <w:sz w:val="24"/>
          <w:szCs w:val="24"/>
        </w:rPr>
        <w:t xml:space="preserve">октября </w:t>
      </w:r>
      <w:r w:rsidRPr="00FB2F49">
        <w:rPr>
          <w:rFonts w:ascii="Times New Roman" w:hAnsi="Times New Roman"/>
          <w:sz w:val="24"/>
          <w:szCs w:val="24"/>
        </w:rPr>
        <w:t>2011 год</w:t>
      </w:r>
      <w:r>
        <w:rPr>
          <w:rFonts w:ascii="Times New Roman" w:hAnsi="Times New Roman"/>
          <w:sz w:val="24"/>
          <w:szCs w:val="24"/>
        </w:rPr>
        <w:t>а</w:t>
      </w:r>
    </w:p>
    <w:p w:rsidR="00CA2D33" w:rsidRPr="00FB2F49" w:rsidRDefault="00CA2D33" w:rsidP="00B96A07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CA2D33" w:rsidRDefault="00CA2D33" w:rsidP="00B96A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2D33" w:rsidRPr="00B26E8A" w:rsidRDefault="00CA2D33" w:rsidP="00B96A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6320">
        <w:rPr>
          <w:rFonts w:ascii="Times New Roman" w:hAnsi="Times New Roman"/>
          <w:spacing w:val="4"/>
          <w:sz w:val="28"/>
          <w:szCs w:val="28"/>
        </w:rPr>
        <w:t>Внести в абзац второй части 1 статьи 3 Закона Ярославской области от 27.06.2007</w:t>
      </w:r>
      <w:r w:rsidRPr="00B26E8A">
        <w:rPr>
          <w:rFonts w:ascii="Times New Roman" w:hAnsi="Times New Roman"/>
          <w:sz w:val="28"/>
          <w:szCs w:val="28"/>
        </w:rPr>
        <w:t xml:space="preserve"> № 55-з «О некоторых вопросах регулирования лесных отнош</w:t>
      </w:r>
      <w:r w:rsidRPr="00B26E8A">
        <w:rPr>
          <w:rFonts w:ascii="Times New Roman" w:hAnsi="Times New Roman"/>
          <w:sz w:val="28"/>
          <w:szCs w:val="28"/>
        </w:rPr>
        <w:t>е</w:t>
      </w:r>
      <w:r w:rsidRPr="00B26E8A">
        <w:rPr>
          <w:rFonts w:ascii="Times New Roman" w:hAnsi="Times New Roman"/>
          <w:sz w:val="28"/>
          <w:szCs w:val="28"/>
        </w:rPr>
        <w:t xml:space="preserve">ний» </w:t>
      </w:r>
      <w:r w:rsidRPr="00B26E8A">
        <w:rPr>
          <w:rFonts w:ascii="Times New Roman" w:hAnsi="Times New Roman"/>
          <w:spacing w:val="4"/>
          <w:sz w:val="28"/>
          <w:szCs w:val="28"/>
        </w:rPr>
        <w:t>(Губернские вести, 2007, 29 июня, № 44-б; Документ – Регион, 2010, 9</w:t>
      </w:r>
      <w:r w:rsidRPr="00B26E8A">
        <w:rPr>
          <w:rFonts w:ascii="Times New Roman" w:hAnsi="Times New Roman"/>
          <w:sz w:val="28"/>
          <w:szCs w:val="28"/>
        </w:rPr>
        <w:t xml:space="preserve"> июля, № 50) изменение, изложив его в следующей редакции:</w:t>
      </w:r>
    </w:p>
    <w:p w:rsidR="00CA2D33" w:rsidRPr="00336320" w:rsidRDefault="00CA2D33" w:rsidP="00B96A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2F49">
        <w:rPr>
          <w:rFonts w:ascii="Times New Roman" w:hAnsi="Times New Roman"/>
          <w:sz w:val="28"/>
          <w:szCs w:val="28"/>
        </w:rPr>
        <w:t>«Федеральный государственный лесной надзор (лесная охрана), фед</w:t>
      </w:r>
      <w:r w:rsidRPr="00FB2F49">
        <w:rPr>
          <w:rFonts w:ascii="Times New Roman" w:hAnsi="Times New Roman"/>
          <w:sz w:val="28"/>
          <w:szCs w:val="28"/>
        </w:rPr>
        <w:t>е</w:t>
      </w:r>
      <w:r w:rsidRPr="00FB2F49">
        <w:rPr>
          <w:rFonts w:ascii="Times New Roman" w:hAnsi="Times New Roman"/>
          <w:sz w:val="28"/>
          <w:szCs w:val="28"/>
        </w:rPr>
        <w:t>ральный государственный пожарный надзор в лесах осуществляется также государственными учреждениями, подведомственными органам государс</w:t>
      </w:r>
      <w:r w:rsidRPr="00FB2F49">
        <w:rPr>
          <w:rFonts w:ascii="Times New Roman" w:hAnsi="Times New Roman"/>
          <w:sz w:val="28"/>
          <w:szCs w:val="28"/>
        </w:rPr>
        <w:t>т</w:t>
      </w:r>
      <w:r w:rsidRPr="00FB2F49">
        <w:rPr>
          <w:rFonts w:ascii="Times New Roman" w:hAnsi="Times New Roman"/>
          <w:sz w:val="28"/>
          <w:szCs w:val="28"/>
        </w:rPr>
        <w:t xml:space="preserve">венной власти </w:t>
      </w:r>
      <w:r w:rsidRPr="00336320">
        <w:rPr>
          <w:rFonts w:ascii="Times New Roman" w:hAnsi="Times New Roman"/>
          <w:sz w:val="28"/>
          <w:szCs w:val="28"/>
        </w:rPr>
        <w:t>Ярославской области, в пределах полномочий указанных о</w:t>
      </w:r>
      <w:r w:rsidRPr="00336320">
        <w:rPr>
          <w:rFonts w:ascii="Times New Roman" w:hAnsi="Times New Roman"/>
          <w:sz w:val="28"/>
          <w:szCs w:val="28"/>
        </w:rPr>
        <w:t>р</w:t>
      </w:r>
      <w:r w:rsidRPr="00336320">
        <w:rPr>
          <w:rFonts w:ascii="Times New Roman" w:hAnsi="Times New Roman"/>
          <w:sz w:val="28"/>
          <w:szCs w:val="28"/>
        </w:rPr>
        <w:t>ганов.».</w:t>
      </w:r>
    </w:p>
    <w:p w:rsidR="00CA2D33" w:rsidRDefault="00CA2D33" w:rsidP="00B96A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2D33" w:rsidRPr="00FB2F49" w:rsidRDefault="00CA2D33" w:rsidP="00B96A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2D33" w:rsidRPr="00FB2F49" w:rsidRDefault="00CA2D33" w:rsidP="00B96A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2D33" w:rsidRPr="00FB2F49" w:rsidRDefault="00CA2D33" w:rsidP="00B96A0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2F49">
        <w:rPr>
          <w:rFonts w:ascii="Times New Roman" w:hAnsi="Times New Roman"/>
          <w:sz w:val="28"/>
          <w:szCs w:val="28"/>
        </w:rPr>
        <w:t>Губернатор</w:t>
      </w:r>
    </w:p>
    <w:p w:rsidR="00CA2D33" w:rsidRPr="00FB2F49" w:rsidRDefault="00CA2D33" w:rsidP="00B96A0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2F49">
        <w:rPr>
          <w:rFonts w:ascii="Times New Roman" w:hAnsi="Times New Roman"/>
          <w:sz w:val="28"/>
          <w:szCs w:val="28"/>
        </w:rPr>
        <w:t xml:space="preserve">Ярославской области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Pr="00FB2F49">
        <w:rPr>
          <w:rFonts w:ascii="Times New Roman" w:hAnsi="Times New Roman"/>
          <w:sz w:val="28"/>
          <w:szCs w:val="28"/>
        </w:rPr>
        <w:t xml:space="preserve">     С.А. Вахруков</w:t>
      </w:r>
    </w:p>
    <w:p w:rsidR="00CA2D33" w:rsidRDefault="00CA2D33" w:rsidP="00B96A0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A2D33" w:rsidRDefault="00CA2D33" w:rsidP="009F260E">
      <w:pPr>
        <w:pStyle w:val="Heading2"/>
      </w:pPr>
      <w:r>
        <w:t xml:space="preserve">« 07 » ноября  </w:t>
      </w:r>
      <w:smartTag w:uri="urn:schemas-microsoft-com:office:smarttags" w:element="metricconverter">
        <w:smartTagPr>
          <w:attr w:name="ProductID" w:val="2011 г"/>
        </w:smartTagPr>
        <w:r>
          <w:t>2011 г</w:t>
        </w:r>
      </w:smartTag>
      <w:r>
        <w:t>.</w:t>
      </w:r>
    </w:p>
    <w:p w:rsidR="00CA2D33" w:rsidRDefault="00CA2D33" w:rsidP="009F260E">
      <w:pPr>
        <w:pStyle w:val="Heading2"/>
      </w:pPr>
    </w:p>
    <w:p w:rsidR="00CA2D33" w:rsidRDefault="00CA2D33" w:rsidP="009F260E">
      <w:pPr>
        <w:pStyle w:val="Heading2"/>
      </w:pPr>
      <w:r>
        <w:t>№ 42-з</w:t>
      </w:r>
    </w:p>
    <w:p w:rsidR="00CA2D33" w:rsidRPr="00FB2F49" w:rsidRDefault="00CA2D33" w:rsidP="009F260E">
      <w:pPr>
        <w:spacing w:after="0" w:line="240" w:lineRule="auto"/>
      </w:pPr>
    </w:p>
    <w:sectPr w:rsidR="00CA2D33" w:rsidRPr="00FB2F49" w:rsidSect="000F3E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B6868"/>
    <w:rsid w:val="00045843"/>
    <w:rsid w:val="000F3EA7"/>
    <w:rsid w:val="00113645"/>
    <w:rsid w:val="00222C0B"/>
    <w:rsid w:val="002412BE"/>
    <w:rsid w:val="002D0903"/>
    <w:rsid w:val="0032686E"/>
    <w:rsid w:val="00336320"/>
    <w:rsid w:val="00387ADE"/>
    <w:rsid w:val="00394A7F"/>
    <w:rsid w:val="00467833"/>
    <w:rsid w:val="0049519D"/>
    <w:rsid w:val="00495CC7"/>
    <w:rsid w:val="004B6868"/>
    <w:rsid w:val="005B6A1B"/>
    <w:rsid w:val="00651B8A"/>
    <w:rsid w:val="00676F45"/>
    <w:rsid w:val="006D701D"/>
    <w:rsid w:val="00756FBE"/>
    <w:rsid w:val="00765942"/>
    <w:rsid w:val="00817420"/>
    <w:rsid w:val="008451A6"/>
    <w:rsid w:val="00880DD5"/>
    <w:rsid w:val="008A547D"/>
    <w:rsid w:val="008E5F01"/>
    <w:rsid w:val="009F260E"/>
    <w:rsid w:val="00A053BA"/>
    <w:rsid w:val="00A600B6"/>
    <w:rsid w:val="00A64907"/>
    <w:rsid w:val="00A85CC0"/>
    <w:rsid w:val="00B26E8A"/>
    <w:rsid w:val="00B34562"/>
    <w:rsid w:val="00B95433"/>
    <w:rsid w:val="00B96A07"/>
    <w:rsid w:val="00BC54D1"/>
    <w:rsid w:val="00BC5D3B"/>
    <w:rsid w:val="00BE79F8"/>
    <w:rsid w:val="00CA2D33"/>
    <w:rsid w:val="00CC6FFD"/>
    <w:rsid w:val="00CD5E7D"/>
    <w:rsid w:val="00CE789A"/>
    <w:rsid w:val="00DA155F"/>
    <w:rsid w:val="00DB2E40"/>
    <w:rsid w:val="00DB6D77"/>
    <w:rsid w:val="00DD299B"/>
    <w:rsid w:val="00DD431D"/>
    <w:rsid w:val="00E07045"/>
    <w:rsid w:val="00E25023"/>
    <w:rsid w:val="00FA1487"/>
    <w:rsid w:val="00FB2F49"/>
    <w:rsid w:val="00FB5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6868"/>
    <w:pPr>
      <w:spacing w:after="200" w:line="276" w:lineRule="auto"/>
    </w:pPr>
    <w:rPr>
      <w:lang w:eastAsia="en-US"/>
    </w:rPr>
  </w:style>
  <w:style w:type="paragraph" w:styleId="Heading2">
    <w:name w:val="heading 2"/>
    <w:aliases w:val="Подпись Губернатора"/>
    <w:basedOn w:val="Normal"/>
    <w:next w:val="Normal"/>
    <w:link w:val="Heading2Char"/>
    <w:uiPriority w:val="99"/>
    <w:qFormat/>
    <w:locked/>
    <w:rsid w:val="009F260E"/>
    <w:pPr>
      <w:keepNext/>
      <w:tabs>
        <w:tab w:val="left" w:pos="8222"/>
      </w:tabs>
      <w:autoSpaceDE w:val="0"/>
      <w:autoSpaceDN w:val="0"/>
      <w:spacing w:after="0" w:line="240" w:lineRule="auto"/>
      <w:jc w:val="both"/>
      <w:outlineLvl w:val="1"/>
    </w:pPr>
    <w:rPr>
      <w:rFonts w:ascii="Times New Roman" w:hAnsi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Подпись Губернатора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5B6A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053BA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981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55</TotalTime>
  <Pages>1</Pages>
  <Words>130</Words>
  <Characters>747</Characters>
  <Application>Microsoft Office Outlook</Application>
  <DocSecurity>0</DocSecurity>
  <Lines>0</Lines>
  <Paragraphs>0</Paragraphs>
  <ScaleCrop>false</ScaleCrop>
  <Company>YOD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Алексеенко Ольга Вячеславовна</dc:creator>
  <cp:keywords/>
  <dc:description/>
  <cp:lastModifiedBy>chernova</cp:lastModifiedBy>
  <cp:revision>15</cp:revision>
  <cp:lastPrinted>2011-11-02T12:16:00Z</cp:lastPrinted>
  <dcterms:created xsi:type="dcterms:W3CDTF">2011-10-25T07:26:00Z</dcterms:created>
  <dcterms:modified xsi:type="dcterms:W3CDTF">2011-11-08T04:44:00Z</dcterms:modified>
</cp:coreProperties>
</file>