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87437" w:rsidTr="00987437">
        <w:tc>
          <w:tcPr>
            <w:tcW w:w="426" w:type="dxa"/>
            <w:vAlign w:val="bottom"/>
            <w:hideMark/>
          </w:tcPr>
          <w:p w:rsidR="00987437" w:rsidRDefault="00987437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7437" w:rsidRDefault="0098743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  <w:vAlign w:val="bottom"/>
          </w:tcPr>
          <w:p w:rsidR="00987437" w:rsidRDefault="0098743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87437" w:rsidRDefault="0098743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7437" w:rsidRDefault="00987437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987437" w:rsidRDefault="00987437" w:rsidP="00987437">
      <w:pPr>
        <w:rPr>
          <w:sz w:val="28"/>
          <w:szCs w:val="28"/>
          <w:lang w:eastAsia="en-US"/>
        </w:rPr>
      </w:pPr>
    </w:p>
    <w:p w:rsidR="00987437" w:rsidRDefault="00987437" w:rsidP="00987437">
      <w:pPr>
        <w:rPr>
          <w:rFonts w:eastAsia="Calibri"/>
          <w:sz w:val="28"/>
          <w:szCs w:val="28"/>
        </w:rPr>
      </w:pPr>
    </w:p>
    <w:p w:rsidR="00F02711" w:rsidRPr="00F02711" w:rsidRDefault="00F9435C" w:rsidP="00F027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проекте закона Ярославской области </w:t>
      </w:r>
    </w:p>
    <w:p w:rsidR="009E40BC" w:rsidRPr="00F02711" w:rsidRDefault="001C46B3" w:rsidP="00F02711">
      <w:pPr>
        <w:jc w:val="both"/>
        <w:rPr>
          <w:sz w:val="28"/>
          <w:szCs w:val="28"/>
        </w:rPr>
      </w:pPr>
      <w:r w:rsidRPr="00F02711">
        <w:rPr>
          <w:sz w:val="28"/>
          <w:szCs w:val="28"/>
        </w:rPr>
        <w:t xml:space="preserve">«О внесении изменений в раздел 15 </w:t>
      </w:r>
    </w:p>
    <w:p w:rsidR="001C46B3" w:rsidRPr="00F02711" w:rsidRDefault="001C46B3" w:rsidP="00F02711">
      <w:pPr>
        <w:jc w:val="both"/>
        <w:rPr>
          <w:sz w:val="28"/>
          <w:szCs w:val="28"/>
        </w:rPr>
      </w:pPr>
      <w:r w:rsidRPr="00F02711">
        <w:rPr>
          <w:sz w:val="28"/>
          <w:szCs w:val="28"/>
        </w:rPr>
        <w:t xml:space="preserve">приложения к Закону Ярославской области </w:t>
      </w:r>
    </w:p>
    <w:p w:rsidR="001C46B3" w:rsidRPr="00F02711" w:rsidRDefault="001C46B3" w:rsidP="00F02711">
      <w:pPr>
        <w:jc w:val="both"/>
        <w:rPr>
          <w:sz w:val="28"/>
          <w:szCs w:val="28"/>
        </w:rPr>
      </w:pPr>
      <w:r w:rsidRPr="00F02711">
        <w:rPr>
          <w:sz w:val="28"/>
          <w:szCs w:val="28"/>
        </w:rPr>
        <w:t xml:space="preserve">«О наделении органов местного </w:t>
      </w:r>
    </w:p>
    <w:p w:rsidR="001C46B3" w:rsidRPr="00F02711" w:rsidRDefault="001C46B3" w:rsidP="00F02711">
      <w:pPr>
        <w:jc w:val="both"/>
        <w:rPr>
          <w:sz w:val="28"/>
          <w:szCs w:val="28"/>
        </w:rPr>
      </w:pPr>
      <w:r w:rsidRPr="00F02711">
        <w:rPr>
          <w:sz w:val="28"/>
          <w:szCs w:val="28"/>
        </w:rPr>
        <w:t xml:space="preserve">самоуправления </w:t>
      </w:r>
      <w:proofErr w:type="gramStart"/>
      <w:r w:rsidRPr="00F02711">
        <w:rPr>
          <w:sz w:val="28"/>
          <w:szCs w:val="28"/>
        </w:rPr>
        <w:t>государственными</w:t>
      </w:r>
      <w:proofErr w:type="gramEnd"/>
      <w:r w:rsidRPr="00F02711">
        <w:rPr>
          <w:sz w:val="28"/>
          <w:szCs w:val="28"/>
        </w:rPr>
        <w:t xml:space="preserve"> </w:t>
      </w:r>
    </w:p>
    <w:p w:rsidR="001C46B3" w:rsidRPr="00F02711" w:rsidRDefault="001C46B3" w:rsidP="00F02711">
      <w:pPr>
        <w:jc w:val="both"/>
        <w:rPr>
          <w:sz w:val="28"/>
          <w:szCs w:val="28"/>
        </w:rPr>
      </w:pPr>
      <w:r w:rsidRPr="00F02711">
        <w:rPr>
          <w:sz w:val="28"/>
          <w:szCs w:val="28"/>
        </w:rPr>
        <w:t>полномочиями Ярославской области»</w:t>
      </w:r>
    </w:p>
    <w:p w:rsidR="0075775F" w:rsidRPr="00F02711" w:rsidRDefault="0075775F" w:rsidP="00F02711">
      <w:pPr>
        <w:ind w:firstLine="709"/>
        <w:contextualSpacing/>
        <w:jc w:val="both"/>
        <w:rPr>
          <w:sz w:val="28"/>
          <w:szCs w:val="28"/>
        </w:rPr>
      </w:pPr>
    </w:p>
    <w:p w:rsidR="00EE1E03" w:rsidRPr="00F02711" w:rsidRDefault="00EE1E03" w:rsidP="00F02711">
      <w:pPr>
        <w:ind w:firstLine="709"/>
        <w:contextualSpacing/>
        <w:jc w:val="both"/>
        <w:rPr>
          <w:sz w:val="28"/>
          <w:szCs w:val="28"/>
        </w:rPr>
      </w:pPr>
    </w:p>
    <w:p w:rsidR="009C296A" w:rsidRPr="00F02711" w:rsidRDefault="009C296A" w:rsidP="00F02711">
      <w:pPr>
        <w:ind w:firstLine="709"/>
        <w:contextualSpacing/>
        <w:jc w:val="both"/>
        <w:rPr>
          <w:sz w:val="28"/>
          <w:szCs w:val="28"/>
        </w:rPr>
      </w:pPr>
      <w:r w:rsidRPr="00F02711">
        <w:rPr>
          <w:sz w:val="28"/>
          <w:szCs w:val="28"/>
        </w:rPr>
        <w:t>Ярославская областная Дума</w:t>
      </w:r>
    </w:p>
    <w:p w:rsidR="009C296A" w:rsidRPr="00F02711" w:rsidRDefault="009C296A" w:rsidP="00F0271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F02711" w:rsidRDefault="00E102FF" w:rsidP="00F02711">
      <w:pPr>
        <w:contextualSpacing/>
        <w:jc w:val="center"/>
        <w:rPr>
          <w:b/>
          <w:sz w:val="28"/>
          <w:szCs w:val="28"/>
        </w:rPr>
      </w:pPr>
      <w:proofErr w:type="gramStart"/>
      <w:r w:rsidRPr="00F02711">
        <w:rPr>
          <w:b/>
          <w:sz w:val="28"/>
          <w:szCs w:val="28"/>
        </w:rPr>
        <w:t>П</w:t>
      </w:r>
      <w:proofErr w:type="gramEnd"/>
      <w:r w:rsidRPr="00F02711">
        <w:rPr>
          <w:b/>
          <w:sz w:val="28"/>
          <w:szCs w:val="28"/>
        </w:rPr>
        <w:t xml:space="preserve"> О С Т А Н О В И Л А:</w:t>
      </w:r>
    </w:p>
    <w:p w:rsidR="00E102FF" w:rsidRPr="00F02711" w:rsidRDefault="00E102FF" w:rsidP="00F02711">
      <w:pPr>
        <w:ind w:firstLine="709"/>
        <w:contextualSpacing/>
        <w:jc w:val="center"/>
        <w:rPr>
          <w:b/>
          <w:sz w:val="28"/>
          <w:szCs w:val="28"/>
        </w:rPr>
      </w:pPr>
    </w:p>
    <w:p w:rsidR="00E50ECA" w:rsidRPr="00F02711" w:rsidRDefault="00E102FF" w:rsidP="00F02711">
      <w:pPr>
        <w:ind w:firstLine="709"/>
        <w:jc w:val="both"/>
        <w:rPr>
          <w:color w:val="000000"/>
          <w:sz w:val="28"/>
          <w:szCs w:val="28"/>
        </w:rPr>
      </w:pPr>
      <w:r w:rsidRPr="00F02711">
        <w:rPr>
          <w:sz w:val="28"/>
          <w:szCs w:val="28"/>
        </w:rPr>
        <w:t xml:space="preserve">Принять </w:t>
      </w:r>
      <w:r w:rsidR="001F59D1" w:rsidRPr="00F02711">
        <w:rPr>
          <w:sz w:val="28"/>
          <w:szCs w:val="28"/>
        </w:rPr>
        <w:t>в первом чтении проект закона</w:t>
      </w:r>
      <w:r w:rsidR="00F32960" w:rsidRPr="00F02711">
        <w:rPr>
          <w:sz w:val="28"/>
          <w:szCs w:val="28"/>
        </w:rPr>
        <w:t xml:space="preserve"> Ярославской области</w:t>
      </w:r>
      <w:r w:rsidR="00032537" w:rsidRPr="00F02711">
        <w:rPr>
          <w:sz w:val="28"/>
          <w:szCs w:val="28"/>
        </w:rPr>
        <w:t xml:space="preserve"> </w:t>
      </w:r>
      <w:r w:rsidR="001C46B3" w:rsidRPr="00F02711">
        <w:rPr>
          <w:sz w:val="28"/>
          <w:szCs w:val="28"/>
        </w:rPr>
        <w:t>«О вн</w:t>
      </w:r>
      <w:r w:rsidR="001C46B3" w:rsidRPr="00F02711">
        <w:rPr>
          <w:sz w:val="28"/>
          <w:szCs w:val="28"/>
        </w:rPr>
        <w:t>е</w:t>
      </w:r>
      <w:r w:rsidR="001C46B3" w:rsidRPr="00F02711">
        <w:rPr>
          <w:sz w:val="28"/>
          <w:szCs w:val="28"/>
        </w:rPr>
        <w:t>сении изменений в раздел 15 приложения к Закону Ярославской области «О наделении органов местного самоуправления государственными полн</w:t>
      </w:r>
      <w:r w:rsidR="001C46B3" w:rsidRPr="00F02711">
        <w:rPr>
          <w:sz w:val="28"/>
          <w:szCs w:val="28"/>
        </w:rPr>
        <w:t>о</w:t>
      </w:r>
      <w:r w:rsidR="001C46B3" w:rsidRPr="00F02711">
        <w:rPr>
          <w:sz w:val="28"/>
          <w:szCs w:val="28"/>
        </w:rPr>
        <w:t xml:space="preserve">мочиями Ярославской области», </w:t>
      </w:r>
      <w:r w:rsidR="001C46B3" w:rsidRPr="00F02711">
        <w:rPr>
          <w:iCs/>
          <w:sz w:val="28"/>
          <w:szCs w:val="28"/>
        </w:rPr>
        <w:t>внесенный Губернатором Ярославской о</w:t>
      </w:r>
      <w:r w:rsidR="001C46B3" w:rsidRPr="00F02711">
        <w:rPr>
          <w:iCs/>
          <w:sz w:val="28"/>
          <w:szCs w:val="28"/>
        </w:rPr>
        <w:t>б</w:t>
      </w:r>
      <w:r w:rsidR="001C46B3" w:rsidRPr="00F02711">
        <w:rPr>
          <w:iCs/>
          <w:sz w:val="28"/>
          <w:szCs w:val="28"/>
        </w:rPr>
        <w:t>ласти.</w:t>
      </w:r>
    </w:p>
    <w:p w:rsidR="009A7535" w:rsidRPr="00F02711" w:rsidRDefault="009A7535" w:rsidP="00F0271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6714EA" w:rsidRPr="00F02711" w:rsidRDefault="006714EA" w:rsidP="00F0271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80C60" w:rsidRPr="00F02711" w:rsidRDefault="00080C60" w:rsidP="00F0271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F02711" w:rsidRDefault="00093AC8" w:rsidP="00F02711">
      <w:pPr>
        <w:pStyle w:val="3"/>
        <w:contextualSpacing/>
        <w:rPr>
          <w:szCs w:val="28"/>
        </w:rPr>
      </w:pPr>
      <w:r w:rsidRPr="00F02711">
        <w:rPr>
          <w:szCs w:val="28"/>
        </w:rPr>
        <w:t>Председатель</w:t>
      </w:r>
    </w:p>
    <w:p w:rsidR="00E102FF" w:rsidRPr="00F02711" w:rsidRDefault="00093AC8" w:rsidP="00F02711">
      <w:pPr>
        <w:jc w:val="both"/>
        <w:rPr>
          <w:sz w:val="28"/>
          <w:szCs w:val="28"/>
        </w:rPr>
      </w:pPr>
      <w:r w:rsidRPr="00F02711">
        <w:rPr>
          <w:sz w:val="28"/>
          <w:szCs w:val="28"/>
        </w:rPr>
        <w:t>Ярославской областной Думы</w:t>
      </w:r>
      <w:r w:rsidRPr="00F02711">
        <w:rPr>
          <w:sz w:val="28"/>
          <w:szCs w:val="28"/>
        </w:rPr>
        <w:tab/>
      </w:r>
      <w:r w:rsidRPr="00F02711">
        <w:rPr>
          <w:sz w:val="28"/>
          <w:szCs w:val="28"/>
        </w:rPr>
        <w:tab/>
      </w:r>
      <w:r w:rsidRPr="00F02711">
        <w:rPr>
          <w:sz w:val="28"/>
          <w:szCs w:val="28"/>
        </w:rPr>
        <w:tab/>
      </w:r>
      <w:r w:rsidRPr="00F02711">
        <w:rPr>
          <w:sz w:val="28"/>
          <w:szCs w:val="28"/>
        </w:rPr>
        <w:tab/>
        <w:t xml:space="preserve">        </w:t>
      </w:r>
      <w:r w:rsidR="00F02711">
        <w:rPr>
          <w:sz w:val="28"/>
          <w:szCs w:val="28"/>
        </w:rPr>
        <w:t xml:space="preserve"> </w:t>
      </w:r>
      <w:r w:rsidRPr="00F02711">
        <w:rPr>
          <w:sz w:val="28"/>
          <w:szCs w:val="28"/>
        </w:rPr>
        <w:t xml:space="preserve">  </w:t>
      </w:r>
      <w:r w:rsidR="00B5428D" w:rsidRPr="00F02711">
        <w:rPr>
          <w:sz w:val="28"/>
          <w:szCs w:val="28"/>
        </w:rPr>
        <w:t>М.В. Боровицкий</w:t>
      </w:r>
    </w:p>
    <w:sectPr w:rsidR="00E102FF" w:rsidRPr="00F02711" w:rsidSect="00F0271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5A2" w:rsidRDefault="007965A2">
      <w:r>
        <w:separator/>
      </w:r>
    </w:p>
  </w:endnote>
  <w:endnote w:type="continuationSeparator" w:id="0">
    <w:p w:rsidR="007965A2" w:rsidRDefault="0079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5A2" w:rsidRDefault="007965A2">
      <w:r>
        <w:separator/>
      </w:r>
    </w:p>
  </w:footnote>
  <w:footnote w:type="continuationSeparator" w:id="0">
    <w:p w:rsidR="007965A2" w:rsidRDefault="00796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80C60"/>
    <w:rsid w:val="00087C50"/>
    <w:rsid w:val="000903DF"/>
    <w:rsid w:val="00093AC8"/>
    <w:rsid w:val="0009582E"/>
    <w:rsid w:val="000A32D4"/>
    <w:rsid w:val="000B4629"/>
    <w:rsid w:val="000E0D2C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6792A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714EA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65A2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7D54"/>
    <w:rsid w:val="00840A51"/>
    <w:rsid w:val="00840D49"/>
    <w:rsid w:val="0084771E"/>
    <w:rsid w:val="008617EB"/>
    <w:rsid w:val="00861E68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87437"/>
    <w:rsid w:val="00993DD8"/>
    <w:rsid w:val="0099732B"/>
    <w:rsid w:val="009A70BA"/>
    <w:rsid w:val="009A7535"/>
    <w:rsid w:val="009C18F5"/>
    <w:rsid w:val="009C296A"/>
    <w:rsid w:val="009C389A"/>
    <w:rsid w:val="009D4FB9"/>
    <w:rsid w:val="009E40BC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3102"/>
    <w:rsid w:val="00D265E9"/>
    <w:rsid w:val="00D60AFA"/>
    <w:rsid w:val="00D85A0A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968"/>
    <w:rsid w:val="00E56E80"/>
    <w:rsid w:val="00E663FD"/>
    <w:rsid w:val="00E8262D"/>
    <w:rsid w:val="00E868BF"/>
    <w:rsid w:val="00EC7C3F"/>
    <w:rsid w:val="00EE1E03"/>
    <w:rsid w:val="00EE6160"/>
    <w:rsid w:val="00EF1A76"/>
    <w:rsid w:val="00EF2A6C"/>
    <w:rsid w:val="00EF7999"/>
    <w:rsid w:val="00F001C3"/>
    <w:rsid w:val="00F00711"/>
    <w:rsid w:val="00F02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35C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1B58A-6FFA-47A2-8260-91FB64635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71</cp:revision>
  <cp:lastPrinted>2013-11-12T12:49:00Z</cp:lastPrinted>
  <dcterms:created xsi:type="dcterms:W3CDTF">2013-10-30T12:49:00Z</dcterms:created>
  <dcterms:modified xsi:type="dcterms:W3CDTF">2016-05-04T07:12:00Z</dcterms:modified>
</cp:coreProperties>
</file>