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42A63" w:rsidRPr="00F42A63" w:rsidTr="00F42A63">
        <w:tc>
          <w:tcPr>
            <w:tcW w:w="426" w:type="dxa"/>
            <w:vAlign w:val="bottom"/>
            <w:hideMark/>
          </w:tcPr>
          <w:p w:rsidR="00F42A63" w:rsidRPr="00F42A63" w:rsidRDefault="00F42A63" w:rsidP="00F42A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F42A63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2A63" w:rsidRPr="00F42A63" w:rsidRDefault="00F42A63" w:rsidP="00F42A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F42A63">
              <w:rPr>
                <w:rFonts w:ascii="Times New Roman" w:hAnsi="Times New Roman"/>
                <w:sz w:val="28"/>
                <w:szCs w:val="28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F42A63" w:rsidRPr="00F42A63" w:rsidRDefault="00F42A63" w:rsidP="00F42A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42A63" w:rsidRPr="00F42A63" w:rsidRDefault="00F42A63" w:rsidP="00F42A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F42A6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2A63" w:rsidRPr="00F42A63" w:rsidRDefault="00F42A63" w:rsidP="00F42A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42A63">
              <w:rPr>
                <w:rFonts w:ascii="Times New Roman" w:hAnsi="Times New Roman"/>
                <w:sz w:val="28"/>
              </w:rPr>
              <w:t>16</w:t>
            </w:r>
            <w:r>
              <w:rPr>
                <w:rFonts w:ascii="Times New Roman" w:hAnsi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3E6654" w:rsidRPr="003E6654" w:rsidRDefault="003E6654" w:rsidP="003E66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E6654" w:rsidRPr="003E6654" w:rsidRDefault="003E6654" w:rsidP="003E66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0722B" w:rsidRPr="003E6654" w:rsidRDefault="00F0722B" w:rsidP="003E66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E6654">
        <w:rPr>
          <w:rFonts w:ascii="Times New Roman" w:eastAsia="Times New Roman" w:hAnsi="Times New Roman"/>
          <w:sz w:val="28"/>
          <w:szCs w:val="28"/>
        </w:rPr>
        <w:t xml:space="preserve">Об обращении </w:t>
      </w:r>
    </w:p>
    <w:p w:rsidR="00F0722B" w:rsidRPr="003E6654" w:rsidRDefault="00F0722B" w:rsidP="003E66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E6654">
        <w:rPr>
          <w:rFonts w:ascii="Times New Roman" w:eastAsia="Times New Roman" w:hAnsi="Times New Roman"/>
          <w:sz w:val="28"/>
          <w:szCs w:val="28"/>
        </w:rPr>
        <w:t xml:space="preserve">Государственного Совета - </w:t>
      </w:r>
      <w:proofErr w:type="spellStart"/>
      <w:r w:rsidRPr="003E6654">
        <w:rPr>
          <w:rFonts w:ascii="Times New Roman" w:eastAsia="Times New Roman" w:hAnsi="Times New Roman"/>
          <w:sz w:val="28"/>
          <w:szCs w:val="28"/>
        </w:rPr>
        <w:t>Хасэ</w:t>
      </w:r>
      <w:proofErr w:type="spellEnd"/>
      <w:r w:rsidRPr="003E665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0722B" w:rsidRPr="003E6654" w:rsidRDefault="00F0722B" w:rsidP="003E66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E6654">
        <w:rPr>
          <w:rFonts w:ascii="Times New Roman" w:eastAsia="Times New Roman" w:hAnsi="Times New Roman"/>
          <w:sz w:val="28"/>
          <w:szCs w:val="28"/>
        </w:rPr>
        <w:t xml:space="preserve">Республики Адыгея к Председателю </w:t>
      </w:r>
    </w:p>
    <w:p w:rsidR="00F0722B" w:rsidRPr="003E6654" w:rsidRDefault="00F0722B" w:rsidP="003E66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E6654">
        <w:rPr>
          <w:rFonts w:ascii="Times New Roman" w:eastAsia="Times New Roman" w:hAnsi="Times New Roman"/>
          <w:sz w:val="28"/>
          <w:szCs w:val="28"/>
        </w:rPr>
        <w:t xml:space="preserve">Государственной Думы </w:t>
      </w:r>
      <w:proofErr w:type="gramStart"/>
      <w:r w:rsidRPr="003E6654">
        <w:rPr>
          <w:rFonts w:ascii="Times New Roman" w:eastAsia="Times New Roman" w:hAnsi="Times New Roman"/>
          <w:sz w:val="28"/>
          <w:szCs w:val="28"/>
        </w:rPr>
        <w:t>Федерального</w:t>
      </w:r>
      <w:proofErr w:type="gramEnd"/>
      <w:r w:rsidRPr="003E665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0722B" w:rsidRPr="003E6654" w:rsidRDefault="00F0722B" w:rsidP="003E66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E6654">
        <w:rPr>
          <w:rFonts w:ascii="Times New Roman" w:eastAsia="Times New Roman" w:hAnsi="Times New Roman"/>
          <w:sz w:val="28"/>
          <w:szCs w:val="28"/>
        </w:rPr>
        <w:t xml:space="preserve">Собрания Российской Федерации </w:t>
      </w:r>
    </w:p>
    <w:p w:rsidR="00F0722B" w:rsidRPr="003E6654" w:rsidRDefault="00F0722B" w:rsidP="003E66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E6654">
        <w:rPr>
          <w:rFonts w:ascii="Times New Roman" w:eastAsia="Times New Roman" w:hAnsi="Times New Roman"/>
          <w:sz w:val="28"/>
          <w:szCs w:val="28"/>
        </w:rPr>
        <w:t xml:space="preserve">В.В. Володину по вопросу </w:t>
      </w:r>
      <w:proofErr w:type="gramStart"/>
      <w:r w:rsidRPr="003E6654">
        <w:rPr>
          <w:rFonts w:ascii="Times New Roman" w:eastAsia="Times New Roman" w:hAnsi="Times New Roman"/>
          <w:sz w:val="28"/>
          <w:szCs w:val="28"/>
        </w:rPr>
        <w:t>долевого</w:t>
      </w:r>
      <w:proofErr w:type="gramEnd"/>
      <w:r w:rsidRPr="003E665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0722B" w:rsidRPr="003E6654" w:rsidRDefault="00F0722B" w:rsidP="003E66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E6654">
        <w:rPr>
          <w:rFonts w:ascii="Times New Roman" w:eastAsia="Times New Roman" w:hAnsi="Times New Roman"/>
          <w:sz w:val="28"/>
          <w:szCs w:val="28"/>
        </w:rPr>
        <w:t xml:space="preserve">строительства многоквартирных домов </w:t>
      </w:r>
    </w:p>
    <w:p w:rsidR="00F0722B" w:rsidRPr="003E6654" w:rsidRDefault="00F0722B" w:rsidP="003E66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E6654">
        <w:rPr>
          <w:rFonts w:ascii="Times New Roman" w:eastAsia="Times New Roman" w:hAnsi="Times New Roman"/>
          <w:sz w:val="28"/>
          <w:szCs w:val="28"/>
        </w:rPr>
        <w:t>и иных объектов недвижимости</w:t>
      </w:r>
    </w:p>
    <w:p w:rsidR="000967F8" w:rsidRPr="003E6654" w:rsidRDefault="000967F8" w:rsidP="003E6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7F8" w:rsidRPr="003E6654" w:rsidRDefault="000967F8" w:rsidP="003E6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3E6654" w:rsidRDefault="005F2DEE" w:rsidP="003E66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654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3E6654" w:rsidRDefault="005F2DEE" w:rsidP="003E66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3E6654" w:rsidRDefault="005F2DEE" w:rsidP="003E665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E6654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E6654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3E6654" w:rsidRDefault="005F2DEE" w:rsidP="003E66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04ED" w:rsidRPr="003E6654" w:rsidRDefault="00DC04ED" w:rsidP="003E665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3E6654">
        <w:rPr>
          <w:rFonts w:ascii="Times New Roman" w:hAnsi="Times New Roman"/>
          <w:sz w:val="28"/>
          <w:szCs w:val="28"/>
          <w:lang w:eastAsia="ru-RU"/>
        </w:rPr>
        <w:t xml:space="preserve">1. Поддержать </w:t>
      </w:r>
      <w:r w:rsidR="00B63F4E" w:rsidRPr="003E6654">
        <w:rPr>
          <w:rFonts w:ascii="Times New Roman" w:hAnsi="Times New Roman"/>
          <w:sz w:val="28"/>
          <w:szCs w:val="28"/>
          <w:lang w:eastAsia="ru-RU"/>
        </w:rPr>
        <w:t xml:space="preserve">обращение </w:t>
      </w:r>
      <w:r w:rsidR="00F0722B" w:rsidRPr="003E6654">
        <w:rPr>
          <w:rFonts w:ascii="Times New Roman" w:hAnsi="Times New Roman"/>
          <w:sz w:val="28"/>
          <w:szCs w:val="28"/>
          <w:lang w:eastAsia="ru-RU"/>
        </w:rPr>
        <w:t xml:space="preserve">Государственного Совета - </w:t>
      </w:r>
      <w:proofErr w:type="spellStart"/>
      <w:r w:rsidR="00F0722B" w:rsidRPr="003E6654">
        <w:rPr>
          <w:rFonts w:ascii="Times New Roman" w:hAnsi="Times New Roman"/>
          <w:sz w:val="28"/>
          <w:szCs w:val="28"/>
          <w:lang w:eastAsia="ru-RU"/>
        </w:rPr>
        <w:t>Хасэ</w:t>
      </w:r>
      <w:proofErr w:type="spellEnd"/>
      <w:r w:rsidR="00F0722B" w:rsidRPr="003E6654">
        <w:rPr>
          <w:rFonts w:ascii="Times New Roman" w:hAnsi="Times New Roman"/>
          <w:sz w:val="28"/>
          <w:szCs w:val="28"/>
          <w:lang w:eastAsia="ru-RU"/>
        </w:rPr>
        <w:t xml:space="preserve"> Республики Адыгея к Председателю Государственной Думы Федерального Собрания Российской Федерации В.В. Володину по вопросу долевого строительства многоквартирных домов и иных объектов недвижимости.</w:t>
      </w:r>
    </w:p>
    <w:p w:rsidR="00D80713" w:rsidRPr="003E6654" w:rsidRDefault="00DC04ED" w:rsidP="003E665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6654">
        <w:rPr>
          <w:rFonts w:ascii="Times New Roman" w:eastAsia="Times New Roman" w:hAnsi="Times New Roman"/>
          <w:sz w:val="28"/>
          <w:szCs w:val="28"/>
          <w:lang w:eastAsia="ru-RU"/>
        </w:rPr>
        <w:t xml:space="preserve">2. Направить настоящее Постановление </w:t>
      </w:r>
      <w:r w:rsidR="00B63F4E" w:rsidRPr="003E665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D183E" w:rsidRPr="003E6654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Государственный Совет - </w:t>
      </w:r>
      <w:proofErr w:type="spellStart"/>
      <w:r w:rsidR="00ED183E" w:rsidRPr="003E6654">
        <w:rPr>
          <w:rFonts w:ascii="Times New Roman" w:eastAsia="Times New Roman" w:hAnsi="Times New Roman"/>
          <w:sz w:val="28"/>
          <w:szCs w:val="28"/>
          <w:lang w:eastAsia="ru-RU"/>
        </w:rPr>
        <w:t>Хасэ</w:t>
      </w:r>
      <w:proofErr w:type="spellEnd"/>
      <w:r w:rsidR="00ED183E" w:rsidRPr="003E6654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Адыгея.</w:t>
      </w:r>
    </w:p>
    <w:p w:rsidR="00DC04ED" w:rsidRPr="003E6654" w:rsidRDefault="00DC04ED" w:rsidP="003E66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04ED" w:rsidRPr="003E6654" w:rsidRDefault="00DC04ED" w:rsidP="003E66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04ED" w:rsidRPr="003E6654" w:rsidRDefault="00DC04ED" w:rsidP="003E66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3E6654" w:rsidRDefault="00D80713" w:rsidP="003E66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6654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3E6654" w:rsidRDefault="00D80713" w:rsidP="003E6654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3E6654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3E6654" w:rsidSect="003E665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7F8"/>
    <w:rsid w:val="000B15C1"/>
    <w:rsid w:val="00106682"/>
    <w:rsid w:val="00140A77"/>
    <w:rsid w:val="001E5FF6"/>
    <w:rsid w:val="001F6B46"/>
    <w:rsid w:val="003E6654"/>
    <w:rsid w:val="004137C3"/>
    <w:rsid w:val="005C2124"/>
    <w:rsid w:val="005F2DEE"/>
    <w:rsid w:val="00715D00"/>
    <w:rsid w:val="00726DCE"/>
    <w:rsid w:val="007F5784"/>
    <w:rsid w:val="00806A1D"/>
    <w:rsid w:val="00866319"/>
    <w:rsid w:val="009E2956"/>
    <w:rsid w:val="00A520F0"/>
    <w:rsid w:val="00A65318"/>
    <w:rsid w:val="00A821A3"/>
    <w:rsid w:val="00B63F4E"/>
    <w:rsid w:val="00B66476"/>
    <w:rsid w:val="00B96442"/>
    <w:rsid w:val="00BD79BB"/>
    <w:rsid w:val="00CC4812"/>
    <w:rsid w:val="00CF69B2"/>
    <w:rsid w:val="00D26F40"/>
    <w:rsid w:val="00D766F1"/>
    <w:rsid w:val="00D80713"/>
    <w:rsid w:val="00D81264"/>
    <w:rsid w:val="00DC04ED"/>
    <w:rsid w:val="00DD4C76"/>
    <w:rsid w:val="00E1265B"/>
    <w:rsid w:val="00E5331D"/>
    <w:rsid w:val="00ED183E"/>
    <w:rsid w:val="00F0143C"/>
    <w:rsid w:val="00F0722B"/>
    <w:rsid w:val="00F4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customStyle="1" w:styleId="1">
    <w:name w:val="Без интервала1"/>
    <w:rsid w:val="000967F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customStyle="1" w:styleId="1">
    <w:name w:val="Без интервала1"/>
    <w:rsid w:val="000967F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9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44</cp:revision>
  <cp:lastPrinted>2017-06-26T06:03:00Z</cp:lastPrinted>
  <dcterms:created xsi:type="dcterms:W3CDTF">2014-01-31T07:50:00Z</dcterms:created>
  <dcterms:modified xsi:type="dcterms:W3CDTF">2017-06-28T06:52:00Z</dcterms:modified>
</cp:coreProperties>
</file>