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4D5697" w:rsidRPr="00FC10B2" w:rsidTr="00FC10B2">
        <w:tc>
          <w:tcPr>
            <w:tcW w:w="709" w:type="dxa"/>
          </w:tcPr>
          <w:p w:rsidR="004D5697" w:rsidRPr="00FC10B2" w:rsidRDefault="004D5697" w:rsidP="00FC10B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FC10B2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D5697" w:rsidRPr="00FC10B2" w:rsidRDefault="004D5697" w:rsidP="00FC10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FC10B2">
              <w:rPr>
                <w:rFonts w:ascii="Times New Roman" w:hAnsi="Times New Roman"/>
                <w:sz w:val="28"/>
              </w:rPr>
              <w:t>27.11.2012</w:t>
            </w:r>
          </w:p>
        </w:tc>
        <w:tc>
          <w:tcPr>
            <w:tcW w:w="3260" w:type="dxa"/>
          </w:tcPr>
          <w:p w:rsidR="004D5697" w:rsidRPr="00FC10B2" w:rsidRDefault="004D5697" w:rsidP="00FC10B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4D5697" w:rsidRPr="00FC10B2" w:rsidRDefault="004D5697" w:rsidP="00FC10B2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FC10B2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D5697" w:rsidRPr="00FC10B2" w:rsidRDefault="004D5697" w:rsidP="00FC10B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FC10B2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48</w:t>
            </w:r>
          </w:p>
        </w:tc>
      </w:tr>
    </w:tbl>
    <w:p w:rsidR="004D5697" w:rsidRPr="00FC10B2" w:rsidRDefault="004D5697" w:rsidP="00FC10B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5697" w:rsidRPr="00FC10B2" w:rsidRDefault="004D5697" w:rsidP="00FC10B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5697" w:rsidRPr="00FC10B2" w:rsidRDefault="004D5697" w:rsidP="00FC10B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5697" w:rsidRDefault="004D5697" w:rsidP="002677B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проекте федерального закона </w:t>
      </w:r>
    </w:p>
    <w:p w:rsidR="004D5697" w:rsidRDefault="004D5697" w:rsidP="002677B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143912-6 «О государственном </w:t>
      </w:r>
    </w:p>
    <w:p w:rsidR="004D5697" w:rsidRDefault="004D5697" w:rsidP="002677B0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>стратегическом планировании»</w:t>
      </w:r>
    </w:p>
    <w:p w:rsidR="004D5697" w:rsidRDefault="004D5697" w:rsidP="002677B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D5697" w:rsidRPr="00B93A84" w:rsidRDefault="004D5697" w:rsidP="002677B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D5697" w:rsidRPr="00B93A84" w:rsidRDefault="004D5697" w:rsidP="002677B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4D5697" w:rsidRPr="00B93A84" w:rsidRDefault="004D5697" w:rsidP="002677B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D5697" w:rsidRPr="00B93A84" w:rsidRDefault="004D5697" w:rsidP="002677B0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4D5697" w:rsidRPr="00B93A84" w:rsidRDefault="004D5697" w:rsidP="002677B0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4D5697" w:rsidRDefault="004D5697" w:rsidP="002677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Поддержать </w:t>
      </w:r>
      <w:r>
        <w:rPr>
          <w:rFonts w:ascii="Times New Roman" w:hAnsi="Times New Roman"/>
          <w:sz w:val="28"/>
          <w:szCs w:val="20"/>
          <w:lang w:eastAsia="ru-RU"/>
        </w:rPr>
        <w:t xml:space="preserve">проект федерального закона </w:t>
      </w:r>
      <w:r w:rsidRPr="002677B0">
        <w:rPr>
          <w:rFonts w:ascii="Times New Roman" w:hAnsi="Times New Roman"/>
          <w:sz w:val="28"/>
          <w:szCs w:val="28"/>
          <w:lang w:eastAsia="ru-RU"/>
        </w:rPr>
        <w:t>№ 143912-6 «О государс</w:t>
      </w:r>
      <w:r w:rsidRPr="002677B0">
        <w:rPr>
          <w:rFonts w:ascii="Times New Roman" w:hAnsi="Times New Roman"/>
          <w:sz w:val="28"/>
          <w:szCs w:val="28"/>
          <w:lang w:eastAsia="ru-RU"/>
        </w:rPr>
        <w:t>т</w:t>
      </w:r>
      <w:r w:rsidRPr="002677B0">
        <w:rPr>
          <w:rFonts w:ascii="Times New Roman" w:hAnsi="Times New Roman"/>
          <w:sz w:val="28"/>
          <w:szCs w:val="28"/>
          <w:lang w:eastAsia="ru-RU"/>
        </w:rPr>
        <w:t>венном стратегическом планировании»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A92725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A92725">
        <w:rPr>
          <w:rFonts w:ascii="Times New Roman" w:hAnsi="Times New Roman"/>
          <w:sz w:val="28"/>
          <w:szCs w:val="28"/>
          <w:lang w:eastAsia="ru-RU"/>
        </w:rPr>
        <w:t xml:space="preserve">внесенный </w:t>
      </w:r>
      <w:r>
        <w:rPr>
          <w:rFonts w:ascii="Times New Roman" w:hAnsi="Times New Roman"/>
          <w:sz w:val="28"/>
          <w:szCs w:val="28"/>
          <w:lang w:eastAsia="ru-RU"/>
        </w:rPr>
        <w:t>в Государственную Думу Федерального Собрания Российской Федерации Правительством</w:t>
      </w:r>
      <w:r w:rsidRPr="00A92725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</w:t>
      </w:r>
      <w:r w:rsidRPr="008C74C9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4D5697" w:rsidRPr="0028022F" w:rsidRDefault="004D5697" w:rsidP="002677B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022F">
        <w:rPr>
          <w:rFonts w:ascii="Times New Roman" w:hAnsi="Times New Roman"/>
          <w:sz w:val="28"/>
          <w:szCs w:val="28"/>
        </w:rPr>
        <w:t xml:space="preserve">2. Направить </w:t>
      </w:r>
      <w:r>
        <w:rPr>
          <w:rFonts w:ascii="Times New Roman" w:hAnsi="Times New Roman"/>
          <w:sz w:val="28"/>
          <w:szCs w:val="28"/>
          <w:lang w:eastAsia="ru-RU"/>
        </w:rPr>
        <w:t>в комитет Государственной Думы Федерального Собр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ния Российской Федерации по экономической политике, инновационному развитию и предпринимательству замечания и предложения к указанному проекту федерального закона, прилагаемые к настоящему Постановлению.</w:t>
      </w:r>
    </w:p>
    <w:p w:rsidR="004D5697" w:rsidRPr="00B93A84" w:rsidRDefault="004D5697" w:rsidP="002677B0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A84">
        <w:rPr>
          <w:rFonts w:ascii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 xml:space="preserve">Настоящее Постановление вступает в силу со дня его принятия. </w:t>
      </w:r>
    </w:p>
    <w:p w:rsidR="004D5697" w:rsidRPr="00B93A84" w:rsidRDefault="004D5697" w:rsidP="002677B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D5697" w:rsidRPr="00B93A84" w:rsidRDefault="004D5697" w:rsidP="002677B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D5697" w:rsidRPr="00B93A84" w:rsidRDefault="004D5697" w:rsidP="002677B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4D5697" w:rsidRPr="00B93A84" w:rsidRDefault="004D5697" w:rsidP="002677B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4D5697" w:rsidRPr="00B93A84" w:rsidRDefault="004D5697" w:rsidP="002677B0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</w:p>
    <w:p w:rsidR="004D5697" w:rsidRPr="00B93A84" w:rsidRDefault="004D5697" w:rsidP="002677B0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sectPr w:rsidR="004D5697" w:rsidRPr="00B93A84" w:rsidSect="0006122D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5EF1"/>
    <w:rsid w:val="00001BE1"/>
    <w:rsid w:val="00020E35"/>
    <w:rsid w:val="00030CED"/>
    <w:rsid w:val="00033972"/>
    <w:rsid w:val="00047209"/>
    <w:rsid w:val="0006122D"/>
    <w:rsid w:val="00061466"/>
    <w:rsid w:val="0006525E"/>
    <w:rsid w:val="00071E29"/>
    <w:rsid w:val="000821C8"/>
    <w:rsid w:val="000934F8"/>
    <w:rsid w:val="00095B77"/>
    <w:rsid w:val="000A07C1"/>
    <w:rsid w:val="000E21D3"/>
    <w:rsid w:val="000F56B8"/>
    <w:rsid w:val="00116B9F"/>
    <w:rsid w:val="00121AD7"/>
    <w:rsid w:val="0012595E"/>
    <w:rsid w:val="001475CD"/>
    <w:rsid w:val="00152FEB"/>
    <w:rsid w:val="00166CF3"/>
    <w:rsid w:val="001818C8"/>
    <w:rsid w:val="00185AA2"/>
    <w:rsid w:val="001945ED"/>
    <w:rsid w:val="001A0731"/>
    <w:rsid w:val="001C2203"/>
    <w:rsid w:val="001C6516"/>
    <w:rsid w:val="001E66E7"/>
    <w:rsid w:val="00204613"/>
    <w:rsid w:val="00213982"/>
    <w:rsid w:val="002179D8"/>
    <w:rsid w:val="002366C4"/>
    <w:rsid w:val="0026317B"/>
    <w:rsid w:val="00263CDA"/>
    <w:rsid w:val="002677B0"/>
    <w:rsid w:val="00274D88"/>
    <w:rsid w:val="002764E3"/>
    <w:rsid w:val="0028022F"/>
    <w:rsid w:val="00284ED1"/>
    <w:rsid w:val="00295970"/>
    <w:rsid w:val="002A19CA"/>
    <w:rsid w:val="002B23AA"/>
    <w:rsid w:val="002C22F7"/>
    <w:rsid w:val="002D22AF"/>
    <w:rsid w:val="003109D0"/>
    <w:rsid w:val="00323D7F"/>
    <w:rsid w:val="00330265"/>
    <w:rsid w:val="00331904"/>
    <w:rsid w:val="00342C5F"/>
    <w:rsid w:val="0034771E"/>
    <w:rsid w:val="00363F4F"/>
    <w:rsid w:val="00376D21"/>
    <w:rsid w:val="00385F64"/>
    <w:rsid w:val="003B08B9"/>
    <w:rsid w:val="003D4889"/>
    <w:rsid w:val="003F04ED"/>
    <w:rsid w:val="003F120E"/>
    <w:rsid w:val="003F1A87"/>
    <w:rsid w:val="003F4713"/>
    <w:rsid w:val="0040284F"/>
    <w:rsid w:val="00411A74"/>
    <w:rsid w:val="00412275"/>
    <w:rsid w:val="004130EB"/>
    <w:rsid w:val="004260B9"/>
    <w:rsid w:val="00431C90"/>
    <w:rsid w:val="004362A6"/>
    <w:rsid w:val="00454A8F"/>
    <w:rsid w:val="00472296"/>
    <w:rsid w:val="00477A93"/>
    <w:rsid w:val="00485DAE"/>
    <w:rsid w:val="00486A8D"/>
    <w:rsid w:val="00496D97"/>
    <w:rsid w:val="004B152D"/>
    <w:rsid w:val="004B671C"/>
    <w:rsid w:val="004C3DC4"/>
    <w:rsid w:val="004D20B5"/>
    <w:rsid w:val="004D46AD"/>
    <w:rsid w:val="004D5697"/>
    <w:rsid w:val="004F010B"/>
    <w:rsid w:val="004F3CB7"/>
    <w:rsid w:val="00511831"/>
    <w:rsid w:val="00514B57"/>
    <w:rsid w:val="00515C4A"/>
    <w:rsid w:val="005208B4"/>
    <w:rsid w:val="00525078"/>
    <w:rsid w:val="0053673F"/>
    <w:rsid w:val="005373E3"/>
    <w:rsid w:val="00551ACA"/>
    <w:rsid w:val="00555936"/>
    <w:rsid w:val="005837D5"/>
    <w:rsid w:val="00585E96"/>
    <w:rsid w:val="0058713F"/>
    <w:rsid w:val="00591D7A"/>
    <w:rsid w:val="00594F17"/>
    <w:rsid w:val="005B690F"/>
    <w:rsid w:val="005B6FB0"/>
    <w:rsid w:val="005F5611"/>
    <w:rsid w:val="005F60F7"/>
    <w:rsid w:val="005F6EE0"/>
    <w:rsid w:val="006002E5"/>
    <w:rsid w:val="00614062"/>
    <w:rsid w:val="006256D3"/>
    <w:rsid w:val="0063587E"/>
    <w:rsid w:val="00637C5B"/>
    <w:rsid w:val="0065355B"/>
    <w:rsid w:val="006718FF"/>
    <w:rsid w:val="00687CE4"/>
    <w:rsid w:val="006B5E07"/>
    <w:rsid w:val="006C2064"/>
    <w:rsid w:val="006C7D65"/>
    <w:rsid w:val="006D3639"/>
    <w:rsid w:val="006E00B9"/>
    <w:rsid w:val="006E4B54"/>
    <w:rsid w:val="006F62F3"/>
    <w:rsid w:val="00727FC4"/>
    <w:rsid w:val="007369D7"/>
    <w:rsid w:val="00755335"/>
    <w:rsid w:val="00755994"/>
    <w:rsid w:val="00757A10"/>
    <w:rsid w:val="00760EB6"/>
    <w:rsid w:val="007655A7"/>
    <w:rsid w:val="007871CE"/>
    <w:rsid w:val="00795EF1"/>
    <w:rsid w:val="0079736B"/>
    <w:rsid w:val="00797FE3"/>
    <w:rsid w:val="007B32CA"/>
    <w:rsid w:val="007C535B"/>
    <w:rsid w:val="007C69F9"/>
    <w:rsid w:val="007E06BC"/>
    <w:rsid w:val="007F22E7"/>
    <w:rsid w:val="007F3DF3"/>
    <w:rsid w:val="00826789"/>
    <w:rsid w:val="00826EC3"/>
    <w:rsid w:val="00841FB4"/>
    <w:rsid w:val="0086444A"/>
    <w:rsid w:val="00872D17"/>
    <w:rsid w:val="00873967"/>
    <w:rsid w:val="008753F1"/>
    <w:rsid w:val="008922FD"/>
    <w:rsid w:val="00893A73"/>
    <w:rsid w:val="00896A21"/>
    <w:rsid w:val="008C74C9"/>
    <w:rsid w:val="008D036D"/>
    <w:rsid w:val="008E24E3"/>
    <w:rsid w:val="008E5A09"/>
    <w:rsid w:val="008F3DC7"/>
    <w:rsid w:val="00906AA7"/>
    <w:rsid w:val="009135E2"/>
    <w:rsid w:val="009200A0"/>
    <w:rsid w:val="00923F34"/>
    <w:rsid w:val="009256DD"/>
    <w:rsid w:val="00925F1E"/>
    <w:rsid w:val="00947094"/>
    <w:rsid w:val="00973342"/>
    <w:rsid w:val="00987F3C"/>
    <w:rsid w:val="009931B9"/>
    <w:rsid w:val="009A3EBF"/>
    <w:rsid w:val="009A7802"/>
    <w:rsid w:val="009D0FA6"/>
    <w:rsid w:val="009D2754"/>
    <w:rsid w:val="009D5608"/>
    <w:rsid w:val="009D7C16"/>
    <w:rsid w:val="009F0A30"/>
    <w:rsid w:val="009F305F"/>
    <w:rsid w:val="009F40D8"/>
    <w:rsid w:val="009F5E4A"/>
    <w:rsid w:val="00A10082"/>
    <w:rsid w:val="00A1501B"/>
    <w:rsid w:val="00A172DD"/>
    <w:rsid w:val="00A22956"/>
    <w:rsid w:val="00A34528"/>
    <w:rsid w:val="00A35B92"/>
    <w:rsid w:val="00A5542F"/>
    <w:rsid w:val="00A572D3"/>
    <w:rsid w:val="00A65B40"/>
    <w:rsid w:val="00A853D3"/>
    <w:rsid w:val="00A92725"/>
    <w:rsid w:val="00A960A4"/>
    <w:rsid w:val="00AA047A"/>
    <w:rsid w:val="00AA1E29"/>
    <w:rsid w:val="00AC3B99"/>
    <w:rsid w:val="00AC5802"/>
    <w:rsid w:val="00AD746D"/>
    <w:rsid w:val="00AE2B9A"/>
    <w:rsid w:val="00AF2806"/>
    <w:rsid w:val="00AF5395"/>
    <w:rsid w:val="00B20299"/>
    <w:rsid w:val="00B35256"/>
    <w:rsid w:val="00B4614D"/>
    <w:rsid w:val="00B73093"/>
    <w:rsid w:val="00B87C44"/>
    <w:rsid w:val="00B93A84"/>
    <w:rsid w:val="00BA6112"/>
    <w:rsid w:val="00BB2712"/>
    <w:rsid w:val="00BE0603"/>
    <w:rsid w:val="00BE26E0"/>
    <w:rsid w:val="00BF27A8"/>
    <w:rsid w:val="00C00437"/>
    <w:rsid w:val="00C044F7"/>
    <w:rsid w:val="00C05A00"/>
    <w:rsid w:val="00C32D1A"/>
    <w:rsid w:val="00C52E98"/>
    <w:rsid w:val="00C62702"/>
    <w:rsid w:val="00C92644"/>
    <w:rsid w:val="00C97BA9"/>
    <w:rsid w:val="00CA04AE"/>
    <w:rsid w:val="00CB39EB"/>
    <w:rsid w:val="00CC579D"/>
    <w:rsid w:val="00CC6357"/>
    <w:rsid w:val="00CC7F2A"/>
    <w:rsid w:val="00CD1A10"/>
    <w:rsid w:val="00CD444E"/>
    <w:rsid w:val="00CE3CF7"/>
    <w:rsid w:val="00CF36E3"/>
    <w:rsid w:val="00D13407"/>
    <w:rsid w:val="00D14FBA"/>
    <w:rsid w:val="00D22AC6"/>
    <w:rsid w:val="00D30B14"/>
    <w:rsid w:val="00D451EC"/>
    <w:rsid w:val="00D56CDE"/>
    <w:rsid w:val="00D609F2"/>
    <w:rsid w:val="00D819A6"/>
    <w:rsid w:val="00D83422"/>
    <w:rsid w:val="00D85615"/>
    <w:rsid w:val="00DA0C67"/>
    <w:rsid w:val="00DA3B58"/>
    <w:rsid w:val="00DA3EAE"/>
    <w:rsid w:val="00DB2298"/>
    <w:rsid w:val="00DC54C3"/>
    <w:rsid w:val="00DE26A7"/>
    <w:rsid w:val="00DE6C43"/>
    <w:rsid w:val="00E013C1"/>
    <w:rsid w:val="00E05993"/>
    <w:rsid w:val="00E06360"/>
    <w:rsid w:val="00E0747C"/>
    <w:rsid w:val="00E150A1"/>
    <w:rsid w:val="00E321E8"/>
    <w:rsid w:val="00E36B9C"/>
    <w:rsid w:val="00E37CBD"/>
    <w:rsid w:val="00E47F19"/>
    <w:rsid w:val="00E70705"/>
    <w:rsid w:val="00E80F5B"/>
    <w:rsid w:val="00E87DF9"/>
    <w:rsid w:val="00EB3B7C"/>
    <w:rsid w:val="00EC25C4"/>
    <w:rsid w:val="00EC57D3"/>
    <w:rsid w:val="00EF106F"/>
    <w:rsid w:val="00F053F2"/>
    <w:rsid w:val="00F06233"/>
    <w:rsid w:val="00F12E9E"/>
    <w:rsid w:val="00F17602"/>
    <w:rsid w:val="00F21171"/>
    <w:rsid w:val="00F44535"/>
    <w:rsid w:val="00F60DCF"/>
    <w:rsid w:val="00F7013D"/>
    <w:rsid w:val="00F81DB5"/>
    <w:rsid w:val="00F8550D"/>
    <w:rsid w:val="00F90FDC"/>
    <w:rsid w:val="00F92C6A"/>
    <w:rsid w:val="00F94A2A"/>
    <w:rsid w:val="00FA3DBA"/>
    <w:rsid w:val="00FB3EF5"/>
    <w:rsid w:val="00FC10B2"/>
    <w:rsid w:val="00FC2DA9"/>
    <w:rsid w:val="00FC72ED"/>
    <w:rsid w:val="00FD3750"/>
    <w:rsid w:val="00FE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7B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02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124</Words>
  <Characters>707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5</cp:revision>
  <dcterms:created xsi:type="dcterms:W3CDTF">2012-11-20T13:12:00Z</dcterms:created>
  <dcterms:modified xsi:type="dcterms:W3CDTF">2012-12-03T06:18:00Z</dcterms:modified>
</cp:coreProperties>
</file>