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4A5750">
              <w:rPr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941A7E" w:rsidP="00EA0759">
      <w:pPr>
        <w:jc w:val="center"/>
      </w:pPr>
      <w:proofErr w:type="spellStart"/>
      <w:r>
        <w:rPr>
          <w:b/>
          <w:bCs/>
          <w:color w:val="000000"/>
          <w:sz w:val="28"/>
          <w:szCs w:val="28"/>
        </w:rPr>
        <w:t>Большесельского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41A7E" w:rsidTr="004D43F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Благовещенский сельский округ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Абашево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Акулинино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Андреевское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Бабаево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Бараново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Безгачево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Благовещенье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 xml:space="preserve">Большое </w:t>
            </w:r>
            <w:proofErr w:type="spellStart"/>
            <w:r w:rsidRPr="00941A7E">
              <w:rPr>
                <w:bCs/>
                <w:sz w:val="28"/>
                <w:szCs w:val="28"/>
              </w:rPr>
              <w:t>Лопатино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Большое Муравьево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Борисовское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Будаково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Вандышево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Ваулово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Воронино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хутор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Головково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 xml:space="preserve">Горки, </w:t>
            </w:r>
            <w:r w:rsidR="00926EF5">
              <w:rPr>
                <w:bCs/>
                <w:sz w:val="28"/>
                <w:szCs w:val="28"/>
              </w:rPr>
              <w:t>совхоз</w:t>
            </w:r>
            <w:r w:rsidRPr="00941A7E">
              <w:rPr>
                <w:bCs/>
                <w:sz w:val="28"/>
                <w:szCs w:val="28"/>
              </w:rPr>
              <w:t xml:space="preserve"> </w:t>
            </w:r>
            <w:r w:rsidR="00926EF5">
              <w:rPr>
                <w:bCs/>
                <w:sz w:val="28"/>
                <w:szCs w:val="28"/>
              </w:rPr>
              <w:t>«Свобода»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 xml:space="preserve">Горки, </w:t>
            </w:r>
            <w:r w:rsidR="00926EF5">
              <w:rPr>
                <w:bCs/>
                <w:sz w:val="28"/>
                <w:szCs w:val="28"/>
              </w:rPr>
              <w:t>совхоз «</w:t>
            </w:r>
            <w:r w:rsidRPr="00941A7E">
              <w:rPr>
                <w:bCs/>
                <w:sz w:val="28"/>
                <w:szCs w:val="28"/>
              </w:rPr>
              <w:t>Родина</w:t>
            </w:r>
            <w:r w:rsidR="00926EF5">
              <w:rPr>
                <w:bCs/>
                <w:sz w:val="28"/>
                <w:szCs w:val="28"/>
              </w:rPr>
              <w:t>»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Каплино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Карповское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Климово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Кондратово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Кузьминское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Лутошкино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Маслятино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Медведево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Мишенево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Нерезово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Нестерово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Никитинское</w:t>
            </w:r>
            <w:proofErr w:type="spellEnd"/>
            <w:r w:rsidRPr="00941A7E">
              <w:rPr>
                <w:bCs/>
                <w:sz w:val="28"/>
                <w:szCs w:val="28"/>
              </w:rPr>
              <w:t>, около д</w:t>
            </w:r>
            <w:r w:rsidR="00926EF5">
              <w:rPr>
                <w:bCs/>
                <w:sz w:val="28"/>
                <w:szCs w:val="28"/>
              </w:rPr>
              <w:t>еревни</w:t>
            </w:r>
            <w:r w:rsidRPr="00941A7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41A7E">
              <w:rPr>
                <w:bCs/>
                <w:sz w:val="28"/>
                <w:szCs w:val="28"/>
              </w:rPr>
              <w:t>Кузьминское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Никитинское</w:t>
            </w:r>
            <w:proofErr w:type="spellEnd"/>
            <w:r w:rsidRPr="00941A7E">
              <w:rPr>
                <w:bCs/>
                <w:sz w:val="28"/>
                <w:szCs w:val="28"/>
              </w:rPr>
              <w:t>, около д</w:t>
            </w:r>
            <w:r w:rsidR="00926EF5">
              <w:rPr>
                <w:bCs/>
                <w:sz w:val="28"/>
                <w:szCs w:val="28"/>
              </w:rPr>
              <w:t>еревни</w:t>
            </w:r>
            <w:r w:rsidRPr="00941A7E">
              <w:rPr>
                <w:bCs/>
                <w:sz w:val="28"/>
                <w:szCs w:val="28"/>
              </w:rPr>
              <w:t xml:space="preserve"> Муравьево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Никульское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 xml:space="preserve">Новое </w:t>
            </w:r>
            <w:proofErr w:type="spellStart"/>
            <w:r w:rsidRPr="00941A7E">
              <w:rPr>
                <w:bCs/>
                <w:sz w:val="28"/>
                <w:szCs w:val="28"/>
              </w:rPr>
              <w:t>Гостилово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Парушкино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Паршево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Пересеки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Печарино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Подольское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Поздеевское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Протасово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Пуслищево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Рождество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Савинское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Синьково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Синьково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Слободка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Старково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Ступино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Тарасово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Тетерино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Тимошино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Тиханово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Улитино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Холкино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Чижово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Чумжино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Шарапово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Ширяево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41A7E">
              <w:rPr>
                <w:bCs/>
                <w:sz w:val="28"/>
                <w:szCs w:val="28"/>
              </w:rPr>
              <w:t>Шпилево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41A7E">
              <w:rPr>
                <w:bCs/>
                <w:sz w:val="28"/>
                <w:szCs w:val="28"/>
              </w:rPr>
              <w:t>Шульгино</w:t>
            </w:r>
          </w:p>
        </w:tc>
      </w:tr>
      <w:tr w:rsidR="00941A7E" w:rsidTr="00B91F6F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Большесельский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Бабуково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Бахматово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Бекичево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Село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Скрылево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Васенино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Васино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Ваулино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Ветрово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Гаврино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Гартово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Глоднево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Деревни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Дунилово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Желудьево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Заручье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Игрищи</w:t>
            </w:r>
            <w:proofErr w:type="spellEnd"/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Каменское</w:t>
            </w:r>
          </w:p>
        </w:tc>
      </w:tr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Default="00941A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Кириллово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Колошино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Колшево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Кулыново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Максимово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Скрылево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Михали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Новленское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Подчигарово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Поповская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Прибылово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Прокшино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Рукавово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Сельцо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Серковская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Совкино</w:t>
            </w:r>
            <w:proofErr w:type="spellEnd"/>
            <w:r>
              <w:rPr>
                <w:sz w:val="28"/>
                <w:szCs w:val="28"/>
              </w:rPr>
              <w:t xml:space="preserve"> (Ближнее)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Совкино</w:t>
            </w:r>
            <w:proofErr w:type="spellEnd"/>
            <w:r>
              <w:rPr>
                <w:sz w:val="28"/>
                <w:szCs w:val="28"/>
              </w:rPr>
              <w:t xml:space="preserve"> (Дальнее)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Спирово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Стрябково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Судаково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Таршуково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Труфимская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Тупайцево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Тяжино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926EF5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EF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26EF5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926EF5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EF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26EF5"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926EF5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EF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26EF5">
              <w:rPr>
                <w:sz w:val="28"/>
                <w:szCs w:val="28"/>
              </w:rPr>
              <w:t>Фофаново</w:t>
            </w:r>
            <w:proofErr w:type="spellEnd"/>
          </w:p>
        </w:tc>
      </w:tr>
      <w:tr w:rsidR="00926EF5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EF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26EF5">
              <w:rPr>
                <w:sz w:val="28"/>
                <w:szCs w:val="28"/>
              </w:rPr>
              <w:t>Шамнино</w:t>
            </w:r>
            <w:proofErr w:type="spellEnd"/>
          </w:p>
        </w:tc>
      </w:tr>
      <w:tr w:rsidR="00926EF5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EF5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26EF5">
              <w:rPr>
                <w:sz w:val="28"/>
                <w:szCs w:val="28"/>
              </w:rPr>
              <w:t>Шушкицы</w:t>
            </w:r>
            <w:proofErr w:type="spellEnd"/>
          </w:p>
        </w:tc>
      </w:tr>
      <w:tr w:rsidR="00926EF5" w:rsidTr="00AD264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Pr="00941A7E" w:rsidRDefault="00926EF5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Вареговский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Барсагино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Бокарево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Сайгатово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Борславлево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Ваньково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Варегово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Глебово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Елизарово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Еськино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Жикшино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Залужье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Каюрово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Левино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Лесное Варегово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Лягичино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Сайгатово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Мешково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Муравьево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Нечайки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Пенники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Поляна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Пронино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Противьево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Радышково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Селиверстово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Слугинское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Варегово</w:t>
            </w:r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Шалово</w:t>
            </w:r>
            <w:proofErr w:type="spellEnd"/>
          </w:p>
        </w:tc>
      </w:tr>
      <w:tr w:rsidR="00926EF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Шельшедом</w:t>
            </w:r>
            <w:proofErr w:type="spellEnd"/>
          </w:p>
        </w:tc>
      </w:tr>
      <w:tr w:rsidR="00926EF5" w:rsidTr="00A923B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926EF5" w:rsidP="00926E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Высоковский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Андрейцевка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Антоново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Афанасово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Аферово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Баскачи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Березино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Волыново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Высоково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Герцино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Замостье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Кальяки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Козлово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Костяново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Малечкино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Мишенино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Мошнино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Николо-Молокша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Починки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Противье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Пустынь</w:t>
            </w:r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Рыгайцево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Токариново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C3302">
              <w:rPr>
                <w:sz w:val="28"/>
                <w:szCs w:val="28"/>
              </w:rPr>
              <w:t>Широканово</w:t>
            </w:r>
            <w:proofErr w:type="spellEnd"/>
          </w:p>
        </w:tc>
      </w:tr>
      <w:tr w:rsidR="00DC71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7E" w:rsidRPr="00BC3302" w:rsidRDefault="00DC7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302">
              <w:rPr>
                <w:sz w:val="28"/>
                <w:szCs w:val="28"/>
              </w:rPr>
              <w:t>Щукино</w:t>
            </w:r>
          </w:p>
        </w:tc>
      </w:tr>
      <w:tr w:rsidR="00BC3302" w:rsidTr="00C6389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C3302" w:rsidRDefault="00BC3302" w:rsidP="00BC3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Марковский сельский округ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Арефино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Артемово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Бакунино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Борщевка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Бревино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Варегово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Данильцево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Доронино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Дягилевка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Жиряки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Ильицино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Карачуново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Кулиги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Лихинино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Миглино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Нестерково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Никифорцево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Овсецовка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Половинкино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Савкино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Фалюково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Федотово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Филипцево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Якимково</w:t>
            </w:r>
            <w:proofErr w:type="spellEnd"/>
          </w:p>
        </w:tc>
      </w:tr>
      <w:tr w:rsidR="00BC3302" w:rsidTr="007F69C6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 w:rsidP="00BC3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Новосельский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Блины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Ботвино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Бураши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Ваньково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Веретея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Внучково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Гари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Григорцево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Девницы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Дерягино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Загарье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Зайково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Зверево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Калитино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Кершево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Леонтьевское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Лыткино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Малинки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Матренино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Минтихи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Никаново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Поселок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Отестово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Пестово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Плескание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Поляна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Поткино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Приречье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Путалово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Ромашино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Русилово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Самарино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Селехово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Семенцово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Сереброво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Соколино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Соснино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Степанцево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Судовики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Телятово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Тешелово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Тузлыки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Фроловское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Чаброво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Чаново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BC3302" w:rsidTr="007F0E7F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 w:rsidP="00BC3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Анкудимово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Басалаево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Ваганово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Вакулово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Вычесово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Демидово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Елохово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Зорино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Лыткино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Митенино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Окатово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Саморядово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Старухино</w:t>
            </w:r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Стрельниково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Угленское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BC33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BC3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Шишелово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A0" w:rsidRDefault="002A01A0" w:rsidP="002A01A0">
      <w:r>
        <w:separator/>
      </w:r>
    </w:p>
  </w:endnote>
  <w:endnote w:type="continuationSeparator" w:id="0">
    <w:p w:rsidR="002A01A0" w:rsidRDefault="002A01A0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A0" w:rsidRDefault="002A01A0" w:rsidP="002A01A0">
      <w:r>
        <w:separator/>
      </w:r>
    </w:p>
  </w:footnote>
  <w:footnote w:type="continuationSeparator" w:id="0">
    <w:p w:rsidR="002A01A0" w:rsidRDefault="002A01A0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A575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2A01A0"/>
    <w:rsid w:val="002A6CAF"/>
    <w:rsid w:val="00371654"/>
    <w:rsid w:val="003F331B"/>
    <w:rsid w:val="004A5750"/>
    <w:rsid w:val="005F0668"/>
    <w:rsid w:val="006777A1"/>
    <w:rsid w:val="007462AB"/>
    <w:rsid w:val="00926EF5"/>
    <w:rsid w:val="00941A7E"/>
    <w:rsid w:val="00A94524"/>
    <w:rsid w:val="00B85718"/>
    <w:rsid w:val="00BC3302"/>
    <w:rsid w:val="00D046A7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8333-EA64-4C03-B4C9-E24C4A3A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6</cp:revision>
  <dcterms:created xsi:type="dcterms:W3CDTF">2024-08-27T12:00:00Z</dcterms:created>
  <dcterms:modified xsi:type="dcterms:W3CDTF">2024-09-20T12:31:00Z</dcterms:modified>
</cp:coreProperties>
</file>