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Телефон (4852) 72-82-53, 78-60-03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Факс (4852) 73-05-65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  <w:lang w:val="en-US"/>
              </w:rPr>
              <w:t>e</w:t>
            </w:r>
            <w:r w:rsidRPr="00366740">
              <w:rPr>
                <w:color w:val="782F00"/>
                <w:sz w:val="22"/>
                <w:szCs w:val="22"/>
              </w:rPr>
              <w:t>-</w:t>
            </w:r>
            <w:r w:rsidRPr="00366740">
              <w:rPr>
                <w:color w:val="782F00"/>
                <w:sz w:val="22"/>
                <w:szCs w:val="22"/>
                <w:lang w:val="en-US"/>
              </w:rPr>
              <w:t>mail</w:t>
            </w:r>
            <w:r w:rsidRPr="00366740">
              <w:rPr>
                <w:color w:val="782F00"/>
                <w:sz w:val="22"/>
                <w:szCs w:val="22"/>
              </w:rPr>
              <w:t xml:space="preserve">: 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@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yarregion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.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9C5E08" w:rsidRPr="009C5E08" w:rsidRDefault="009C5E08" w:rsidP="009C5E08">
            <w:r w:rsidRPr="009C5E08">
              <w:t>Председателю</w:t>
            </w:r>
          </w:p>
          <w:p w:rsidR="009C5E08" w:rsidRPr="009C5E08" w:rsidRDefault="009C5E08" w:rsidP="009C5E08">
            <w:r w:rsidRPr="009C5E08">
              <w:t>Ярославской областной Думы</w:t>
            </w:r>
          </w:p>
          <w:p w:rsidR="009C5E08" w:rsidRPr="009C5E08" w:rsidRDefault="009C5E08" w:rsidP="009C5E08"/>
          <w:p w:rsidR="00AB4DB4" w:rsidRPr="009C5E08" w:rsidRDefault="009C5E08" w:rsidP="009C5E08">
            <w:r w:rsidRPr="009C5E08">
              <w:t>Боровицкому</w:t>
            </w:r>
            <w:r w:rsidR="00901441" w:rsidRPr="009C5E08">
              <w:t xml:space="preserve"> М.В.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9C5E08">
        <w:tc>
          <w:tcPr>
            <w:tcW w:w="4111" w:type="dxa"/>
          </w:tcPr>
          <w:p w:rsidR="00FC6F70" w:rsidRPr="009B7F41" w:rsidRDefault="009C5E08" w:rsidP="009C5E08">
            <w:pPr>
              <w:rPr>
                <w:szCs w:val="24"/>
              </w:rPr>
            </w:pPr>
            <w:r>
              <w:t>О 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7F5A97" w:rsidRDefault="009C5E08" w:rsidP="00FB6CA2">
      <w:pPr>
        <w:ind w:firstLine="709"/>
        <w:jc w:val="center"/>
        <w:rPr>
          <w:szCs w:val="28"/>
          <w:lang w:val="en-US"/>
        </w:rPr>
      </w:pPr>
      <w:r w:rsidRPr="009C5E08">
        <w:rPr>
          <w:bCs/>
          <w:szCs w:val="28"/>
        </w:rPr>
        <w:t>Уважаемый Михаил Васильевич!</w:t>
      </w:r>
    </w:p>
    <w:p w:rsidR="00E9164F" w:rsidRDefault="00E9164F" w:rsidP="00FB6CA2">
      <w:pPr>
        <w:ind w:firstLine="709"/>
        <w:jc w:val="both"/>
        <w:rPr>
          <w:szCs w:val="28"/>
        </w:rPr>
      </w:pPr>
    </w:p>
    <w:p w:rsidR="00AE71A7" w:rsidRPr="00AE71A7" w:rsidRDefault="00AE71A7" w:rsidP="00AE71A7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AE71A7">
        <w:rPr>
          <w:szCs w:val="28"/>
        </w:rPr>
        <w:t>В соответствии со статьей 27 Устава Ярославской области вношу в Ярославскую областную Думу проект закона Ярославской области</w:t>
      </w:r>
      <w:r w:rsidRPr="00AE71A7">
        <w:rPr>
          <w:bCs/>
          <w:szCs w:val="28"/>
        </w:rPr>
        <w:t xml:space="preserve"> </w:t>
      </w:r>
      <w:r w:rsidR="009B1ED4" w:rsidRPr="009B1ED4">
        <w:rPr>
          <w:bCs/>
          <w:szCs w:val="28"/>
        </w:rPr>
        <w:t>«</w:t>
      </w:r>
      <w:r w:rsidR="009B1ED4">
        <w:rPr>
          <w:bCs/>
          <w:szCs w:val="28"/>
        </w:rPr>
        <w:t xml:space="preserve">О внесении изменений в статью </w:t>
      </w:r>
      <w:r w:rsidR="009B1ED4" w:rsidRPr="009B1ED4">
        <w:rPr>
          <w:bCs/>
          <w:szCs w:val="28"/>
        </w:rPr>
        <w:t>1</w:t>
      </w:r>
      <w:r w:rsidR="009B1ED4">
        <w:rPr>
          <w:bCs/>
          <w:szCs w:val="28"/>
        </w:rPr>
        <w:t>4 Закона Ярославской области «О </w:t>
      </w:r>
      <w:r w:rsidR="009B1ED4" w:rsidRPr="009B1ED4">
        <w:rPr>
          <w:bCs/>
          <w:szCs w:val="28"/>
        </w:rPr>
        <w:t>наградах»</w:t>
      </w:r>
      <w:r w:rsidRPr="00AE71A7">
        <w:rPr>
          <w:bCs/>
          <w:szCs w:val="28"/>
        </w:rPr>
        <w:t>.</w:t>
      </w:r>
    </w:p>
    <w:p w:rsidR="00DD7EA5" w:rsidRPr="00DD7EA5" w:rsidRDefault="00683DAA" w:rsidP="00AE71A7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683DAA">
        <w:rPr>
          <w:bCs/>
          <w:szCs w:val="28"/>
        </w:rPr>
        <w:t xml:space="preserve">Официальным представителем Губернатора </w:t>
      </w:r>
      <w:r w:rsidR="007E3329">
        <w:rPr>
          <w:bCs/>
          <w:szCs w:val="28"/>
        </w:rPr>
        <w:t xml:space="preserve">Ярославской </w:t>
      </w:r>
      <w:r w:rsidRPr="00683DAA">
        <w:rPr>
          <w:bCs/>
          <w:szCs w:val="28"/>
        </w:rPr>
        <w:t xml:space="preserve">области </w:t>
      </w:r>
      <w:r w:rsidR="009B1ED4">
        <w:rPr>
          <w:bCs/>
          <w:szCs w:val="28"/>
        </w:rPr>
        <w:t>по </w:t>
      </w:r>
      <w:r w:rsidRPr="00683DAA">
        <w:rPr>
          <w:bCs/>
          <w:szCs w:val="28"/>
        </w:rPr>
        <w:t xml:space="preserve">указанному законопроекту назначен </w:t>
      </w:r>
      <w:r w:rsidR="007E6018">
        <w:rPr>
          <w:bCs/>
          <w:szCs w:val="28"/>
        </w:rPr>
        <w:t xml:space="preserve">начальник управления государственной службы Правительства Ярославской области </w:t>
      </w:r>
      <w:r w:rsidR="009B1ED4">
        <w:rPr>
          <w:bCs/>
          <w:szCs w:val="28"/>
        </w:rPr>
        <w:t>Рахманова </w:t>
      </w:r>
      <w:r w:rsidR="007E6018">
        <w:rPr>
          <w:bCs/>
          <w:szCs w:val="28"/>
        </w:rPr>
        <w:t xml:space="preserve">Ю.Е. </w:t>
      </w:r>
    </w:p>
    <w:p w:rsidR="00DD7EA5" w:rsidRPr="00DD7EA5" w:rsidRDefault="00DD7EA5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E9164F" w:rsidRDefault="00C71D6F" w:rsidP="009B1ED4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 xml:space="preserve">Приложение: на </w:t>
      </w:r>
      <w:r w:rsidR="009B1ED4">
        <w:rPr>
          <w:szCs w:val="28"/>
        </w:rPr>
        <w:t>2</w:t>
      </w:r>
      <w:r w:rsidR="00DD7EA5" w:rsidRPr="00694D7D">
        <w:rPr>
          <w:szCs w:val="28"/>
        </w:rPr>
        <w:t xml:space="preserve"> </w:t>
      </w:r>
      <w:r w:rsidR="00DD7EA5" w:rsidRPr="00DD7EA5">
        <w:rPr>
          <w:szCs w:val="28"/>
        </w:rPr>
        <w:t>л. в 1 экз.</w:t>
      </w:r>
    </w:p>
    <w:p w:rsidR="009B1ED4" w:rsidRDefault="009B1ED4" w:rsidP="009B1ED4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9B1ED4" w:rsidRDefault="009B1ED4" w:rsidP="009B1ED4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>С уважением,</w:t>
      </w:r>
    </w:p>
    <w:p w:rsidR="00F714BC" w:rsidRPr="009C5E08" w:rsidRDefault="00F714BC" w:rsidP="00910985">
      <w:pPr>
        <w:jc w:val="both"/>
        <w:rPr>
          <w:szCs w:val="28"/>
        </w:rPr>
      </w:pPr>
    </w:p>
    <w:p w:rsidR="006A74E1" w:rsidRDefault="006A74E1" w:rsidP="00B70745">
      <w:pPr>
        <w:jc w:val="both"/>
        <w:rPr>
          <w:szCs w:val="28"/>
        </w:rPr>
      </w:pPr>
    </w:p>
    <w:p w:rsidR="009B1ED4" w:rsidRPr="009C5E08" w:rsidRDefault="009B1ED4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9C5E08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9C5E08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FF4891" w:rsidP="009C5E08">
      <w:pPr>
        <w:jc w:val="both"/>
        <w:rPr>
          <w:sz w:val="24"/>
          <w:szCs w:val="24"/>
        </w:rPr>
      </w:pPr>
      <w:bookmarkStart w:id="2" w:name="_GoBack"/>
      <w:bookmarkEnd w:id="2"/>
      <w:proofErr w:type="spellStart"/>
      <w:r>
        <w:rPr>
          <w:sz w:val="24"/>
          <w:szCs w:val="24"/>
        </w:rPr>
        <w:t>Вошатко</w:t>
      </w:r>
      <w:proofErr w:type="spellEnd"/>
      <w:r>
        <w:rPr>
          <w:sz w:val="24"/>
          <w:szCs w:val="24"/>
        </w:rPr>
        <w:t xml:space="preserve"> Антон Владимирович</w:t>
      </w:r>
      <w:r w:rsidR="009C5E08" w:rsidRPr="009C5E08">
        <w:rPr>
          <w:sz w:val="24"/>
          <w:szCs w:val="24"/>
        </w:rPr>
        <w:t>,</w:t>
      </w: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(4852) 40 10 50</w:t>
      </w:r>
    </w:p>
    <w:sectPr w:rsidR="009C5E08" w:rsidRPr="009C5E08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B72" w:rsidRDefault="00E02B72">
      <w:r>
        <w:separator/>
      </w:r>
    </w:p>
  </w:endnote>
  <w:endnote w:type="continuationSeparator" w:id="0">
    <w:p w:rsidR="00E02B72" w:rsidRDefault="00E02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B72" w:rsidRDefault="00E02B72">
      <w:r>
        <w:separator/>
      </w:r>
    </w:p>
  </w:footnote>
  <w:footnote w:type="continuationSeparator" w:id="0">
    <w:p w:rsidR="00E02B72" w:rsidRDefault="00E02B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2D6C8D2C" wp14:editId="38709565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444A"/>
    <w:rsid w:val="00095DA7"/>
    <w:rsid w:val="000B6643"/>
    <w:rsid w:val="000C4C30"/>
    <w:rsid w:val="000D18B8"/>
    <w:rsid w:val="000E3D8C"/>
    <w:rsid w:val="00102136"/>
    <w:rsid w:val="00107829"/>
    <w:rsid w:val="00121FAA"/>
    <w:rsid w:val="001412D6"/>
    <w:rsid w:val="00143CA1"/>
    <w:rsid w:val="00143E74"/>
    <w:rsid w:val="00146473"/>
    <w:rsid w:val="00147DAF"/>
    <w:rsid w:val="00152D80"/>
    <w:rsid w:val="00165539"/>
    <w:rsid w:val="00166D24"/>
    <w:rsid w:val="00175F02"/>
    <w:rsid w:val="00180475"/>
    <w:rsid w:val="001827CE"/>
    <w:rsid w:val="00193817"/>
    <w:rsid w:val="001C2144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209"/>
    <w:rsid w:val="00310A37"/>
    <w:rsid w:val="0032234F"/>
    <w:rsid w:val="0032755C"/>
    <w:rsid w:val="00344279"/>
    <w:rsid w:val="00352147"/>
    <w:rsid w:val="0035432A"/>
    <w:rsid w:val="0035489C"/>
    <w:rsid w:val="00357AF7"/>
    <w:rsid w:val="00360FDC"/>
    <w:rsid w:val="00366740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24718"/>
    <w:rsid w:val="0043430D"/>
    <w:rsid w:val="00440606"/>
    <w:rsid w:val="00440D77"/>
    <w:rsid w:val="0045343A"/>
    <w:rsid w:val="0045667C"/>
    <w:rsid w:val="00456E9A"/>
    <w:rsid w:val="00457F92"/>
    <w:rsid w:val="00470ECD"/>
    <w:rsid w:val="00484214"/>
    <w:rsid w:val="004849D2"/>
    <w:rsid w:val="00496DDC"/>
    <w:rsid w:val="004A0D47"/>
    <w:rsid w:val="004B513D"/>
    <w:rsid w:val="004C1667"/>
    <w:rsid w:val="004E7B4C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6D1D"/>
    <w:rsid w:val="005674E6"/>
    <w:rsid w:val="0058529C"/>
    <w:rsid w:val="005912B6"/>
    <w:rsid w:val="005936EB"/>
    <w:rsid w:val="005A376F"/>
    <w:rsid w:val="005B6004"/>
    <w:rsid w:val="005C3BA8"/>
    <w:rsid w:val="005C463A"/>
    <w:rsid w:val="005C4D12"/>
    <w:rsid w:val="005C60F7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46696"/>
    <w:rsid w:val="00673E81"/>
    <w:rsid w:val="00683DAA"/>
    <w:rsid w:val="00690094"/>
    <w:rsid w:val="00694D7D"/>
    <w:rsid w:val="0069635A"/>
    <w:rsid w:val="006975C5"/>
    <w:rsid w:val="006A0365"/>
    <w:rsid w:val="006A74E1"/>
    <w:rsid w:val="006B4A7A"/>
    <w:rsid w:val="006C3294"/>
    <w:rsid w:val="006E2583"/>
    <w:rsid w:val="006F05F4"/>
    <w:rsid w:val="006F5015"/>
    <w:rsid w:val="00747BE5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074D"/>
    <w:rsid w:val="007C186A"/>
    <w:rsid w:val="007D39B3"/>
    <w:rsid w:val="007E3329"/>
    <w:rsid w:val="007E6018"/>
    <w:rsid w:val="007F4645"/>
    <w:rsid w:val="007F5A97"/>
    <w:rsid w:val="00804B7C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9237C"/>
    <w:rsid w:val="008A5169"/>
    <w:rsid w:val="008A573F"/>
    <w:rsid w:val="008B50A1"/>
    <w:rsid w:val="008C4FF6"/>
    <w:rsid w:val="008C78F8"/>
    <w:rsid w:val="008E2E14"/>
    <w:rsid w:val="008E682C"/>
    <w:rsid w:val="008F257E"/>
    <w:rsid w:val="008F3FA5"/>
    <w:rsid w:val="008F6CA4"/>
    <w:rsid w:val="00901441"/>
    <w:rsid w:val="00901F12"/>
    <w:rsid w:val="00906205"/>
    <w:rsid w:val="00906823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1ED4"/>
    <w:rsid w:val="009B469B"/>
    <w:rsid w:val="009B7F41"/>
    <w:rsid w:val="009C0A33"/>
    <w:rsid w:val="009C4DDC"/>
    <w:rsid w:val="009C5E08"/>
    <w:rsid w:val="009E11A6"/>
    <w:rsid w:val="00A02A1D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0492"/>
    <w:rsid w:val="00A820B0"/>
    <w:rsid w:val="00A83BFA"/>
    <w:rsid w:val="00A84DCE"/>
    <w:rsid w:val="00A92E6B"/>
    <w:rsid w:val="00A943A4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E71A7"/>
    <w:rsid w:val="00AF025D"/>
    <w:rsid w:val="00AF7478"/>
    <w:rsid w:val="00AF7661"/>
    <w:rsid w:val="00B0140F"/>
    <w:rsid w:val="00B04633"/>
    <w:rsid w:val="00B179A6"/>
    <w:rsid w:val="00B26343"/>
    <w:rsid w:val="00B268B9"/>
    <w:rsid w:val="00B30AA0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92156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BF7B2D"/>
    <w:rsid w:val="00C231CF"/>
    <w:rsid w:val="00C3328E"/>
    <w:rsid w:val="00C473CE"/>
    <w:rsid w:val="00C5025A"/>
    <w:rsid w:val="00C5140E"/>
    <w:rsid w:val="00C516AF"/>
    <w:rsid w:val="00C619EB"/>
    <w:rsid w:val="00C71D6F"/>
    <w:rsid w:val="00C9434A"/>
    <w:rsid w:val="00CA2B1F"/>
    <w:rsid w:val="00CB5E6E"/>
    <w:rsid w:val="00CD430D"/>
    <w:rsid w:val="00CD5BD6"/>
    <w:rsid w:val="00CE1CDA"/>
    <w:rsid w:val="00CE5DAA"/>
    <w:rsid w:val="00CF659C"/>
    <w:rsid w:val="00CF7925"/>
    <w:rsid w:val="00D00240"/>
    <w:rsid w:val="00D21EA1"/>
    <w:rsid w:val="00D259A6"/>
    <w:rsid w:val="00D32204"/>
    <w:rsid w:val="00D42963"/>
    <w:rsid w:val="00D42F9E"/>
    <w:rsid w:val="00D7160D"/>
    <w:rsid w:val="00D85E62"/>
    <w:rsid w:val="00D871C5"/>
    <w:rsid w:val="00D87611"/>
    <w:rsid w:val="00D93F47"/>
    <w:rsid w:val="00D941E8"/>
    <w:rsid w:val="00D946ED"/>
    <w:rsid w:val="00D97D1D"/>
    <w:rsid w:val="00DA2874"/>
    <w:rsid w:val="00DB57BB"/>
    <w:rsid w:val="00DC47CD"/>
    <w:rsid w:val="00DD7EA5"/>
    <w:rsid w:val="00DE1C2A"/>
    <w:rsid w:val="00E02B72"/>
    <w:rsid w:val="00E2177E"/>
    <w:rsid w:val="00E23E8E"/>
    <w:rsid w:val="00E24CE3"/>
    <w:rsid w:val="00E32A8E"/>
    <w:rsid w:val="00E52122"/>
    <w:rsid w:val="00E55F5E"/>
    <w:rsid w:val="00E57533"/>
    <w:rsid w:val="00E67B15"/>
    <w:rsid w:val="00E70EE2"/>
    <w:rsid w:val="00E9164F"/>
    <w:rsid w:val="00EA11FE"/>
    <w:rsid w:val="00EA27FF"/>
    <w:rsid w:val="00EA337D"/>
    <w:rsid w:val="00EB0237"/>
    <w:rsid w:val="00EB3469"/>
    <w:rsid w:val="00EB3F4A"/>
    <w:rsid w:val="00EB5250"/>
    <w:rsid w:val="00EC247B"/>
    <w:rsid w:val="00EC56E9"/>
    <w:rsid w:val="00EC5DA5"/>
    <w:rsid w:val="00ED7F0D"/>
    <w:rsid w:val="00EF6631"/>
    <w:rsid w:val="00EF7B42"/>
    <w:rsid w:val="00F23348"/>
    <w:rsid w:val="00F260D8"/>
    <w:rsid w:val="00F33A92"/>
    <w:rsid w:val="00F431FB"/>
    <w:rsid w:val="00F629F1"/>
    <w:rsid w:val="00F714BC"/>
    <w:rsid w:val="00F81637"/>
    <w:rsid w:val="00F857B0"/>
    <w:rsid w:val="00F92244"/>
    <w:rsid w:val="00F93CAA"/>
    <w:rsid w:val="00F96592"/>
    <w:rsid w:val="00FA5911"/>
    <w:rsid w:val="00FB6CA2"/>
    <w:rsid w:val="00FC6F70"/>
    <w:rsid w:val="00FF4891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E7468-7897-4712-A170-7B0B274A9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2024-10-10T07:02:00Z</cp:lastPrinted>
  <dcterms:created xsi:type="dcterms:W3CDTF">2024-11-29T13:30:00Z</dcterms:created>
  <dcterms:modified xsi:type="dcterms:W3CDTF">2024-11-29T13:30:00Z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