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841BE" w:rsidRPr="00E841BE" w:rsidTr="00E841BE">
        <w:tc>
          <w:tcPr>
            <w:tcW w:w="426" w:type="dxa"/>
            <w:vAlign w:val="bottom"/>
            <w:hideMark/>
          </w:tcPr>
          <w:p w:rsidR="00E841BE" w:rsidRPr="00E841BE" w:rsidRDefault="00E841BE" w:rsidP="00E841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841B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41BE" w:rsidRPr="00E841BE" w:rsidRDefault="00E841BE" w:rsidP="00E841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841BE">
              <w:rPr>
                <w:rFonts w:ascii="Times New Roman" w:hAnsi="Times New Roman" w:cs="Times New Roman"/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E841BE" w:rsidRPr="00E841BE" w:rsidRDefault="00E841BE" w:rsidP="00E841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841BE" w:rsidRPr="00E841BE" w:rsidRDefault="00E841BE" w:rsidP="00E841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841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41BE" w:rsidRPr="00E841BE" w:rsidRDefault="00E841BE" w:rsidP="00E841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bookmarkStart w:id="0" w:name="_GoBack"/>
            <w:bookmarkEnd w:id="0"/>
          </w:p>
        </w:tc>
      </w:tr>
    </w:tbl>
    <w:p w:rsidR="00732B13" w:rsidRPr="00A47402" w:rsidRDefault="00732B13" w:rsidP="00A474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32B13" w:rsidRPr="00A47402" w:rsidRDefault="00732B13" w:rsidP="00A474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67E0E" w:rsidRPr="00A47402" w:rsidRDefault="00C67E0E" w:rsidP="00A474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7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ежегодном докладе Уполномоченного </w:t>
      </w:r>
    </w:p>
    <w:p w:rsidR="00C67E0E" w:rsidRPr="00A47402" w:rsidRDefault="00C67E0E" w:rsidP="00A474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7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защите прав предпринимателей </w:t>
      </w:r>
    </w:p>
    <w:p w:rsidR="00C67E0E" w:rsidRPr="00A47402" w:rsidRDefault="00C67E0E" w:rsidP="00A474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Ярославской области за 20</w:t>
      </w:r>
      <w:r w:rsidR="00E9281B" w:rsidRPr="00A47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A47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C67E0E" w:rsidRPr="00A47402" w:rsidRDefault="00C67E0E" w:rsidP="00A474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A47402" w:rsidRDefault="00C67E0E" w:rsidP="00A474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A47402" w:rsidRDefault="00C67E0E" w:rsidP="00A47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40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67E0E" w:rsidRPr="00A47402" w:rsidRDefault="00C67E0E" w:rsidP="00A47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A47402" w:rsidRDefault="00C67E0E" w:rsidP="00A47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47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47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67E0E" w:rsidRPr="00A47402" w:rsidRDefault="00C67E0E" w:rsidP="00A47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7E0E" w:rsidRPr="00A47402" w:rsidRDefault="00334504" w:rsidP="00A4740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402">
        <w:rPr>
          <w:rFonts w:ascii="Times New Roman" w:hAnsi="Times New Roman" w:cs="Times New Roman"/>
          <w:sz w:val="28"/>
          <w:szCs w:val="28"/>
        </w:rPr>
        <w:t xml:space="preserve">1. </w:t>
      </w:r>
      <w:r w:rsidR="00C67E0E" w:rsidRPr="00A47402">
        <w:rPr>
          <w:rFonts w:ascii="Times New Roman" w:hAnsi="Times New Roman" w:cs="Times New Roman"/>
          <w:sz w:val="28"/>
          <w:szCs w:val="28"/>
        </w:rPr>
        <w:t xml:space="preserve">Принять к сведению ежегодный доклад </w:t>
      </w:r>
      <w:r w:rsidR="00C67E0E" w:rsidRPr="00A47402">
        <w:rPr>
          <w:rFonts w:ascii="Times New Roman" w:hAnsi="Times New Roman" w:cs="Times New Roman"/>
          <w:bCs/>
          <w:sz w:val="28"/>
          <w:szCs w:val="28"/>
        </w:rPr>
        <w:t>Уполномоченного по защите прав предпринимателей в Ярославской области о результатах деятельности за 20</w:t>
      </w:r>
      <w:r w:rsidR="00E9281B" w:rsidRPr="00A47402">
        <w:rPr>
          <w:rFonts w:ascii="Times New Roman" w:hAnsi="Times New Roman" w:cs="Times New Roman"/>
          <w:bCs/>
          <w:sz w:val="28"/>
          <w:szCs w:val="28"/>
        </w:rPr>
        <w:t>20</w:t>
      </w:r>
      <w:r w:rsidR="00C67E0E" w:rsidRPr="00A47402">
        <w:rPr>
          <w:rFonts w:ascii="Times New Roman" w:hAnsi="Times New Roman" w:cs="Times New Roman"/>
          <w:bCs/>
          <w:sz w:val="28"/>
          <w:szCs w:val="28"/>
        </w:rPr>
        <w:t xml:space="preserve"> год и предложениях по совершенствованию правового положения субъектов предпринимательской деятельности</w:t>
      </w:r>
      <w:r w:rsidR="00C67E0E" w:rsidRPr="00A474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4504" w:rsidRPr="00A47402" w:rsidRDefault="00334504" w:rsidP="00A4740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40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C67E0E" w:rsidRPr="00A47402" w:rsidRDefault="00C67E0E" w:rsidP="00A4740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A47402" w:rsidRDefault="00C67E0E" w:rsidP="00A4740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A47402" w:rsidRDefault="00C67E0E" w:rsidP="00A4740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A47402" w:rsidRDefault="00C67E0E" w:rsidP="00A4740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4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A47402" w:rsidRPr="00A47402" w:rsidRDefault="00C67E0E" w:rsidP="00A4740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47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</w:t>
      </w:r>
      <w:r w:rsidR="00A47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47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9281B" w:rsidRPr="00A47402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A47402" w:rsidRPr="00A47402" w:rsidSect="00A4740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8F"/>
    <w:rsid w:val="00334504"/>
    <w:rsid w:val="006F3076"/>
    <w:rsid w:val="00732B13"/>
    <w:rsid w:val="009004BC"/>
    <w:rsid w:val="00A47402"/>
    <w:rsid w:val="00AD02F6"/>
    <w:rsid w:val="00C05A8F"/>
    <w:rsid w:val="00C67E0E"/>
    <w:rsid w:val="00E841BE"/>
    <w:rsid w:val="00E9281B"/>
    <w:rsid w:val="00F7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11</cp:revision>
  <dcterms:created xsi:type="dcterms:W3CDTF">2019-03-05T10:44:00Z</dcterms:created>
  <dcterms:modified xsi:type="dcterms:W3CDTF">2021-03-31T14:17:00Z</dcterms:modified>
</cp:coreProperties>
</file>