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754909" w:rsidTr="00964183">
        <w:tc>
          <w:tcPr>
            <w:tcW w:w="709" w:type="dxa"/>
          </w:tcPr>
          <w:p w:rsidR="00754909" w:rsidRDefault="00754909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4909" w:rsidRDefault="00754909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27.12.2011</w:t>
            </w:r>
          </w:p>
        </w:tc>
        <w:tc>
          <w:tcPr>
            <w:tcW w:w="3260" w:type="dxa"/>
          </w:tcPr>
          <w:p w:rsidR="00754909" w:rsidRDefault="00754909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754909" w:rsidRDefault="00754909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4909" w:rsidRDefault="00754909" w:rsidP="0096418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227</w:t>
            </w:r>
          </w:p>
        </w:tc>
      </w:tr>
    </w:tbl>
    <w:p w:rsidR="00754909" w:rsidRDefault="00754909" w:rsidP="00BB1EA7">
      <w:pPr>
        <w:pStyle w:val="Heading1"/>
        <w:rPr>
          <w:sz w:val="28"/>
          <w:szCs w:val="28"/>
        </w:rPr>
      </w:pPr>
    </w:p>
    <w:p w:rsidR="00754909" w:rsidRDefault="00754909" w:rsidP="00BB1EA7">
      <w:pPr>
        <w:pStyle w:val="Heading1"/>
        <w:rPr>
          <w:sz w:val="28"/>
          <w:szCs w:val="28"/>
        </w:rPr>
      </w:pPr>
    </w:p>
    <w:p w:rsidR="00754909" w:rsidRDefault="00754909" w:rsidP="00BB1EA7">
      <w:pPr>
        <w:pStyle w:val="Heading1"/>
        <w:rPr>
          <w:sz w:val="28"/>
          <w:szCs w:val="28"/>
        </w:rPr>
      </w:pPr>
    </w:p>
    <w:p w:rsidR="00754909" w:rsidRPr="00A84931" w:rsidRDefault="00754909" w:rsidP="00BB1EA7">
      <w:pPr>
        <w:pStyle w:val="Heading1"/>
        <w:rPr>
          <w:sz w:val="28"/>
          <w:szCs w:val="28"/>
        </w:rPr>
      </w:pPr>
      <w:r w:rsidRPr="003A1D2D">
        <w:rPr>
          <w:sz w:val="28"/>
          <w:szCs w:val="28"/>
        </w:rPr>
        <w:t>О Законе Ярославской области</w:t>
      </w:r>
    </w:p>
    <w:p w:rsidR="00754909" w:rsidRDefault="00754909" w:rsidP="004A4B4D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954FD3">
        <w:t xml:space="preserve">«О внесении изменений </w:t>
      </w:r>
    </w:p>
    <w:p w:rsidR="00754909" w:rsidRPr="000F2794" w:rsidRDefault="00754909" w:rsidP="004A4B4D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</w:rPr>
      </w:pPr>
      <w:bookmarkStart w:id="0" w:name="_GoBack"/>
      <w:bookmarkEnd w:id="0"/>
      <w:r w:rsidRPr="00954FD3">
        <w:t xml:space="preserve">в </w:t>
      </w:r>
      <w:r>
        <w:rPr>
          <w:bCs/>
        </w:rPr>
        <w:t>Закон Ярославской области</w:t>
      </w:r>
    </w:p>
    <w:p w:rsidR="00754909" w:rsidRPr="007678B9" w:rsidRDefault="00754909" w:rsidP="004A4B4D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bCs/>
        </w:rPr>
        <w:t>«Об административных правонарушениях»</w:t>
      </w:r>
    </w:p>
    <w:p w:rsidR="00754909" w:rsidRDefault="00754909" w:rsidP="00BB1EA7">
      <w:pPr>
        <w:pStyle w:val="Heading5"/>
        <w:jc w:val="left"/>
        <w:rPr>
          <w:sz w:val="28"/>
        </w:rPr>
      </w:pPr>
    </w:p>
    <w:p w:rsidR="00754909" w:rsidRDefault="00754909" w:rsidP="00164FBA">
      <w:pPr>
        <w:pStyle w:val="BodyTextIndent"/>
        <w:ind w:left="0" w:firstLine="709"/>
        <w:jc w:val="both"/>
        <w:rPr>
          <w:sz w:val="28"/>
        </w:rPr>
      </w:pPr>
    </w:p>
    <w:p w:rsidR="00754909" w:rsidRDefault="00754909" w:rsidP="00164FBA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754909" w:rsidRDefault="00754909" w:rsidP="00164FBA">
      <w:pPr>
        <w:ind w:firstLine="709"/>
        <w:jc w:val="both"/>
        <w:rPr>
          <w:sz w:val="28"/>
        </w:rPr>
      </w:pPr>
    </w:p>
    <w:p w:rsidR="00754909" w:rsidRDefault="00754909" w:rsidP="00164FB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754909" w:rsidRDefault="00754909" w:rsidP="00164FBA">
      <w:pPr>
        <w:ind w:firstLine="709"/>
        <w:jc w:val="center"/>
        <w:rPr>
          <w:b/>
          <w:sz w:val="28"/>
        </w:rPr>
      </w:pPr>
    </w:p>
    <w:p w:rsidR="00754909" w:rsidRPr="00BB1EA7" w:rsidRDefault="00754909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4025F">
        <w:t xml:space="preserve">1. Принять Закон </w:t>
      </w:r>
      <w:r w:rsidRPr="003F4E5E">
        <w:t xml:space="preserve">Ярославской области </w:t>
      </w:r>
      <w:r w:rsidRPr="000F2794">
        <w:rPr>
          <w:szCs w:val="28"/>
        </w:rPr>
        <w:t xml:space="preserve">«О внесении изменений в </w:t>
      </w:r>
      <w:r>
        <w:rPr>
          <w:bCs/>
          <w:szCs w:val="28"/>
        </w:rPr>
        <w:t xml:space="preserve">Закон </w:t>
      </w:r>
      <w:r w:rsidRPr="000F2794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«Об административных правонарушениях</w:t>
      </w:r>
      <w:r w:rsidRPr="000F2794">
        <w:rPr>
          <w:szCs w:val="28"/>
        </w:rPr>
        <w:t>»</w:t>
      </w:r>
      <w:r>
        <w:rPr>
          <w:szCs w:val="28"/>
        </w:rPr>
        <w:t>.</w:t>
      </w:r>
    </w:p>
    <w:p w:rsidR="00754909" w:rsidRDefault="00754909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опубликования.</w:t>
      </w:r>
    </w:p>
    <w:p w:rsidR="00754909" w:rsidRDefault="00754909" w:rsidP="00164FBA">
      <w:pPr>
        <w:jc w:val="both"/>
        <w:rPr>
          <w:sz w:val="28"/>
        </w:rPr>
      </w:pPr>
    </w:p>
    <w:p w:rsidR="00754909" w:rsidRDefault="00754909" w:rsidP="00164FBA">
      <w:pPr>
        <w:jc w:val="both"/>
        <w:rPr>
          <w:sz w:val="28"/>
        </w:rPr>
      </w:pPr>
    </w:p>
    <w:p w:rsidR="00754909" w:rsidRDefault="00754909" w:rsidP="00164FBA">
      <w:pPr>
        <w:jc w:val="both"/>
        <w:rPr>
          <w:sz w:val="28"/>
        </w:rPr>
      </w:pPr>
    </w:p>
    <w:p w:rsidR="00754909" w:rsidRDefault="00754909" w:rsidP="00164FBA">
      <w:pPr>
        <w:pStyle w:val="Heading3"/>
      </w:pPr>
      <w:r>
        <w:t>Председатель</w:t>
      </w:r>
    </w:p>
    <w:p w:rsidR="00754909" w:rsidRPr="002C1105" w:rsidRDefault="00754909" w:rsidP="00164FBA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754909" w:rsidRDefault="00754909" w:rsidP="00164FBA">
      <w:pPr>
        <w:pStyle w:val="Heading3"/>
      </w:pPr>
    </w:p>
    <w:sectPr w:rsidR="00754909" w:rsidSect="00A84931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909" w:rsidRDefault="00754909">
      <w:r>
        <w:separator/>
      </w:r>
    </w:p>
  </w:endnote>
  <w:endnote w:type="continuationSeparator" w:id="0">
    <w:p w:rsidR="00754909" w:rsidRDefault="00754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909" w:rsidRDefault="00754909">
      <w:r>
        <w:separator/>
      </w:r>
    </w:p>
  </w:footnote>
  <w:footnote w:type="continuationSeparator" w:id="0">
    <w:p w:rsidR="00754909" w:rsidRDefault="00754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9266E29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C4EAD31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D2206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46EC4A4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47CD8F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41666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6334616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910B72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D6CDA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729E9C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DF4930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6CA44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D804A13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7D88D7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4160F4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7C8C9D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DA6AB1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A0801A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E91C655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7EAE49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CB9476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FAE5F8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498B94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B7E21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9ACAAAD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A48B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6172C5B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A9080B6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5B9E10B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DA229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674B60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E348A2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DEA59F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0FC106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2E4D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762090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6605"/>
    <w:rsid w:val="00051F4D"/>
    <w:rsid w:val="00071BCC"/>
    <w:rsid w:val="000761D5"/>
    <w:rsid w:val="00093AC8"/>
    <w:rsid w:val="000B08E6"/>
    <w:rsid w:val="000B4629"/>
    <w:rsid w:val="000F2794"/>
    <w:rsid w:val="000F2E20"/>
    <w:rsid w:val="00100B19"/>
    <w:rsid w:val="00131CAC"/>
    <w:rsid w:val="001332D3"/>
    <w:rsid w:val="00133F94"/>
    <w:rsid w:val="00164FBA"/>
    <w:rsid w:val="001D0361"/>
    <w:rsid w:val="00204F87"/>
    <w:rsid w:val="002058C2"/>
    <w:rsid w:val="002341F0"/>
    <w:rsid w:val="00246723"/>
    <w:rsid w:val="00284F62"/>
    <w:rsid w:val="00292EA5"/>
    <w:rsid w:val="002C1105"/>
    <w:rsid w:val="002D4492"/>
    <w:rsid w:val="002E49ED"/>
    <w:rsid w:val="002F3D61"/>
    <w:rsid w:val="002F6E5D"/>
    <w:rsid w:val="00316D0A"/>
    <w:rsid w:val="00360F42"/>
    <w:rsid w:val="00366689"/>
    <w:rsid w:val="003746BA"/>
    <w:rsid w:val="00375A8C"/>
    <w:rsid w:val="0038094B"/>
    <w:rsid w:val="003A1D2D"/>
    <w:rsid w:val="003C786E"/>
    <w:rsid w:val="003F4E5E"/>
    <w:rsid w:val="00427BB8"/>
    <w:rsid w:val="00430CC2"/>
    <w:rsid w:val="00464498"/>
    <w:rsid w:val="00491A51"/>
    <w:rsid w:val="00493D06"/>
    <w:rsid w:val="004A0701"/>
    <w:rsid w:val="004A4B4D"/>
    <w:rsid w:val="004C1EDE"/>
    <w:rsid w:val="004D1ADD"/>
    <w:rsid w:val="005241DC"/>
    <w:rsid w:val="005314D4"/>
    <w:rsid w:val="005564C6"/>
    <w:rsid w:val="00566394"/>
    <w:rsid w:val="00585DE9"/>
    <w:rsid w:val="005A2A27"/>
    <w:rsid w:val="005A68FA"/>
    <w:rsid w:val="005E186C"/>
    <w:rsid w:val="005F3860"/>
    <w:rsid w:val="006254C7"/>
    <w:rsid w:val="006305BC"/>
    <w:rsid w:val="00662964"/>
    <w:rsid w:val="006961AD"/>
    <w:rsid w:val="006C0CD5"/>
    <w:rsid w:val="006E0B31"/>
    <w:rsid w:val="006F1AB1"/>
    <w:rsid w:val="006F3DC0"/>
    <w:rsid w:val="006F6BD0"/>
    <w:rsid w:val="0070682C"/>
    <w:rsid w:val="00754909"/>
    <w:rsid w:val="00756824"/>
    <w:rsid w:val="00764DA9"/>
    <w:rsid w:val="00766AB2"/>
    <w:rsid w:val="007678B9"/>
    <w:rsid w:val="007B78A7"/>
    <w:rsid w:val="007C0AEC"/>
    <w:rsid w:val="007C2A78"/>
    <w:rsid w:val="007D1282"/>
    <w:rsid w:val="007F326B"/>
    <w:rsid w:val="0084025F"/>
    <w:rsid w:val="008576A5"/>
    <w:rsid w:val="00885BE2"/>
    <w:rsid w:val="008E1920"/>
    <w:rsid w:val="008F50D9"/>
    <w:rsid w:val="00925893"/>
    <w:rsid w:val="00954FD3"/>
    <w:rsid w:val="00964183"/>
    <w:rsid w:val="00980547"/>
    <w:rsid w:val="00980D69"/>
    <w:rsid w:val="00985985"/>
    <w:rsid w:val="009D4FB9"/>
    <w:rsid w:val="00A165D9"/>
    <w:rsid w:val="00A237DE"/>
    <w:rsid w:val="00A4428C"/>
    <w:rsid w:val="00A53C8F"/>
    <w:rsid w:val="00A64CE9"/>
    <w:rsid w:val="00A7637E"/>
    <w:rsid w:val="00A8085A"/>
    <w:rsid w:val="00A8192F"/>
    <w:rsid w:val="00A8425C"/>
    <w:rsid w:val="00A84931"/>
    <w:rsid w:val="00A879A2"/>
    <w:rsid w:val="00AA3520"/>
    <w:rsid w:val="00AA70B1"/>
    <w:rsid w:val="00B0356F"/>
    <w:rsid w:val="00B51DE7"/>
    <w:rsid w:val="00B97378"/>
    <w:rsid w:val="00BB1EA7"/>
    <w:rsid w:val="00BE30D9"/>
    <w:rsid w:val="00BE3C4B"/>
    <w:rsid w:val="00BF0FD8"/>
    <w:rsid w:val="00C12021"/>
    <w:rsid w:val="00C200A7"/>
    <w:rsid w:val="00C278F0"/>
    <w:rsid w:val="00C515F3"/>
    <w:rsid w:val="00C80E46"/>
    <w:rsid w:val="00C91C65"/>
    <w:rsid w:val="00CA6684"/>
    <w:rsid w:val="00CB2CE6"/>
    <w:rsid w:val="00D11CBD"/>
    <w:rsid w:val="00D533E2"/>
    <w:rsid w:val="00D7581E"/>
    <w:rsid w:val="00D83A56"/>
    <w:rsid w:val="00DA2CC7"/>
    <w:rsid w:val="00DB7327"/>
    <w:rsid w:val="00DC18DF"/>
    <w:rsid w:val="00DC3BE9"/>
    <w:rsid w:val="00E102FF"/>
    <w:rsid w:val="00E25E63"/>
    <w:rsid w:val="00E7776C"/>
    <w:rsid w:val="00E868BF"/>
    <w:rsid w:val="00E90AB6"/>
    <w:rsid w:val="00EA04A3"/>
    <w:rsid w:val="00ED6FDC"/>
    <w:rsid w:val="00F17842"/>
    <w:rsid w:val="00F438CF"/>
    <w:rsid w:val="00F55BB3"/>
    <w:rsid w:val="00F70E38"/>
    <w:rsid w:val="00FB6115"/>
    <w:rsid w:val="00FD66B4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701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0701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4A0701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0701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0701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0701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4A070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8085A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4A0701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A0701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A0701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4A0701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4A070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4A0701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74</Words>
  <Characters>452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9</cp:revision>
  <cp:lastPrinted>2011-12-07T05:43:00Z</cp:lastPrinted>
  <dcterms:created xsi:type="dcterms:W3CDTF">2011-06-09T06:17:00Z</dcterms:created>
  <dcterms:modified xsi:type="dcterms:W3CDTF">2011-12-28T06:47:00Z</dcterms:modified>
</cp:coreProperties>
</file>