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449E7" w:rsidTr="008449E7">
        <w:tc>
          <w:tcPr>
            <w:tcW w:w="426" w:type="dxa"/>
            <w:hideMark/>
          </w:tcPr>
          <w:p w:rsidR="008449E7" w:rsidRDefault="008449E7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449E7" w:rsidRDefault="008449E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17.02.2015</w:t>
            </w:r>
          </w:p>
        </w:tc>
        <w:tc>
          <w:tcPr>
            <w:tcW w:w="4111" w:type="dxa"/>
          </w:tcPr>
          <w:p w:rsidR="008449E7" w:rsidRDefault="008449E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449E7" w:rsidRDefault="008449E7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449E7" w:rsidRDefault="008449E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bookmarkStart w:id="0" w:name="_GoBack"/>
            <w:bookmarkEnd w:id="0"/>
          </w:p>
        </w:tc>
      </w:tr>
    </w:tbl>
    <w:p w:rsidR="004053A3" w:rsidRPr="004053A3" w:rsidRDefault="004053A3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4053A3" w:rsidRPr="004053A3" w:rsidRDefault="004053A3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4053A3" w:rsidRPr="004053A3" w:rsidRDefault="004053A3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B51B6D" w:rsidRPr="004053A3" w:rsidRDefault="00B51B6D" w:rsidP="00B51B6D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4053A3">
        <w:rPr>
          <w:szCs w:val="28"/>
        </w:rPr>
        <w:t xml:space="preserve">О </w:t>
      </w:r>
      <w:r w:rsidR="00860094" w:rsidRPr="004053A3">
        <w:rPr>
          <w:szCs w:val="28"/>
        </w:rPr>
        <w:t xml:space="preserve">Законе </w:t>
      </w:r>
      <w:r w:rsidRPr="004053A3">
        <w:rPr>
          <w:szCs w:val="28"/>
        </w:rPr>
        <w:t xml:space="preserve">Ярославской области </w:t>
      </w:r>
    </w:p>
    <w:p w:rsidR="00FD7244" w:rsidRPr="004053A3" w:rsidRDefault="00FD7244" w:rsidP="00FD724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4053A3">
        <w:rPr>
          <w:szCs w:val="28"/>
        </w:rPr>
        <w:t xml:space="preserve">«О внесении изменений в статью 8 </w:t>
      </w:r>
    </w:p>
    <w:p w:rsidR="00FD7244" w:rsidRPr="004053A3" w:rsidRDefault="00FD7244" w:rsidP="00FD724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4053A3">
        <w:rPr>
          <w:szCs w:val="28"/>
        </w:rPr>
        <w:t xml:space="preserve">Закона Ярославской области </w:t>
      </w:r>
    </w:p>
    <w:p w:rsidR="00FD7244" w:rsidRPr="004053A3" w:rsidRDefault="00FD7244" w:rsidP="00FD7244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4053A3">
        <w:rPr>
          <w:szCs w:val="28"/>
        </w:rPr>
        <w:t xml:space="preserve">«О муниципальном жилищном контроле </w:t>
      </w:r>
    </w:p>
    <w:p w:rsidR="00FD7244" w:rsidRPr="004053A3" w:rsidRDefault="00FD7244" w:rsidP="00FD72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053A3">
        <w:rPr>
          <w:szCs w:val="28"/>
        </w:rPr>
        <w:t xml:space="preserve">на территории Ярославской области» </w:t>
      </w:r>
    </w:p>
    <w:p w:rsidR="00FD7244" w:rsidRPr="004053A3" w:rsidRDefault="00FD7244" w:rsidP="00FD72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053A3">
        <w:rPr>
          <w:szCs w:val="28"/>
        </w:rPr>
        <w:t xml:space="preserve">и </w:t>
      </w:r>
      <w:r w:rsidR="009640C4" w:rsidRPr="004053A3">
        <w:rPr>
          <w:szCs w:val="28"/>
        </w:rPr>
        <w:t>Закон</w:t>
      </w:r>
      <w:r w:rsidRPr="004053A3">
        <w:rPr>
          <w:szCs w:val="28"/>
        </w:rPr>
        <w:t xml:space="preserve"> Ярославской области </w:t>
      </w:r>
    </w:p>
    <w:p w:rsidR="00FD7244" w:rsidRPr="004053A3" w:rsidRDefault="00FD7244" w:rsidP="00FD72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053A3">
        <w:rPr>
          <w:szCs w:val="28"/>
        </w:rPr>
        <w:t xml:space="preserve">«Об отдельных вопросах производства </w:t>
      </w:r>
    </w:p>
    <w:p w:rsidR="00FD7244" w:rsidRPr="004053A3" w:rsidRDefault="00FD7244" w:rsidP="00FD72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053A3">
        <w:rPr>
          <w:szCs w:val="28"/>
        </w:rPr>
        <w:t xml:space="preserve">по делам об </w:t>
      </w:r>
      <w:proofErr w:type="gramStart"/>
      <w:r w:rsidRPr="004053A3">
        <w:rPr>
          <w:szCs w:val="28"/>
        </w:rPr>
        <w:t>административных</w:t>
      </w:r>
      <w:proofErr w:type="gramEnd"/>
      <w:r w:rsidRPr="004053A3">
        <w:rPr>
          <w:szCs w:val="28"/>
        </w:rPr>
        <w:t xml:space="preserve"> </w:t>
      </w:r>
    </w:p>
    <w:p w:rsidR="00FD7244" w:rsidRPr="004053A3" w:rsidRDefault="00FD7244" w:rsidP="00FD72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4053A3">
        <w:rPr>
          <w:szCs w:val="28"/>
        </w:rPr>
        <w:t>правонарушениях</w:t>
      </w:r>
      <w:proofErr w:type="gramEnd"/>
      <w:r w:rsidRPr="004053A3">
        <w:rPr>
          <w:szCs w:val="28"/>
        </w:rPr>
        <w:t>»</w:t>
      </w:r>
    </w:p>
    <w:p w:rsidR="005B25DE" w:rsidRPr="004053A3" w:rsidRDefault="005B25DE" w:rsidP="005B25DE">
      <w:pPr>
        <w:jc w:val="both"/>
        <w:rPr>
          <w:sz w:val="28"/>
          <w:szCs w:val="28"/>
        </w:rPr>
      </w:pPr>
    </w:p>
    <w:p w:rsidR="00871037" w:rsidRPr="004053A3" w:rsidRDefault="00871037" w:rsidP="009C296A">
      <w:pPr>
        <w:ind w:firstLine="709"/>
        <w:jc w:val="both"/>
        <w:rPr>
          <w:sz w:val="28"/>
          <w:szCs w:val="28"/>
        </w:rPr>
      </w:pPr>
    </w:p>
    <w:p w:rsidR="00290037" w:rsidRPr="004053A3" w:rsidRDefault="00290037" w:rsidP="00290037">
      <w:pPr>
        <w:ind w:firstLine="709"/>
        <w:jc w:val="both"/>
        <w:rPr>
          <w:sz w:val="28"/>
          <w:szCs w:val="28"/>
        </w:rPr>
      </w:pPr>
      <w:r w:rsidRPr="004053A3">
        <w:rPr>
          <w:sz w:val="28"/>
          <w:szCs w:val="28"/>
        </w:rPr>
        <w:t>Ярославская областная Дума</w:t>
      </w:r>
    </w:p>
    <w:p w:rsidR="00290037" w:rsidRPr="004053A3" w:rsidRDefault="00290037" w:rsidP="00290037">
      <w:pPr>
        <w:ind w:firstLine="709"/>
        <w:jc w:val="center"/>
        <w:rPr>
          <w:b/>
          <w:sz w:val="28"/>
          <w:szCs w:val="28"/>
        </w:rPr>
      </w:pPr>
    </w:p>
    <w:p w:rsidR="00290037" w:rsidRPr="004053A3" w:rsidRDefault="00290037" w:rsidP="004053A3">
      <w:pPr>
        <w:jc w:val="center"/>
        <w:rPr>
          <w:b/>
          <w:sz w:val="28"/>
          <w:szCs w:val="28"/>
        </w:rPr>
      </w:pPr>
      <w:proofErr w:type="gramStart"/>
      <w:r w:rsidRPr="004053A3">
        <w:rPr>
          <w:b/>
          <w:sz w:val="28"/>
          <w:szCs w:val="28"/>
        </w:rPr>
        <w:t>П</w:t>
      </w:r>
      <w:proofErr w:type="gramEnd"/>
      <w:r w:rsidRPr="004053A3">
        <w:rPr>
          <w:b/>
          <w:sz w:val="28"/>
          <w:szCs w:val="28"/>
        </w:rPr>
        <w:t xml:space="preserve"> О С Т А Н О В И Л А:</w:t>
      </w:r>
    </w:p>
    <w:p w:rsidR="00577599" w:rsidRPr="004053A3" w:rsidRDefault="00577599" w:rsidP="00F9695C">
      <w:pPr>
        <w:ind w:firstLine="709"/>
        <w:jc w:val="center"/>
        <w:rPr>
          <w:b/>
          <w:sz w:val="28"/>
          <w:szCs w:val="28"/>
        </w:rPr>
      </w:pPr>
    </w:p>
    <w:p w:rsidR="007A0F32" w:rsidRPr="004053A3" w:rsidRDefault="00577599" w:rsidP="007A0F32">
      <w:pPr>
        <w:ind w:firstLine="709"/>
        <w:jc w:val="both"/>
        <w:rPr>
          <w:sz w:val="28"/>
          <w:szCs w:val="28"/>
        </w:rPr>
      </w:pPr>
      <w:r w:rsidRPr="004053A3">
        <w:rPr>
          <w:sz w:val="28"/>
          <w:szCs w:val="28"/>
        </w:rPr>
        <w:t>1</w:t>
      </w:r>
      <w:r w:rsidR="00FE769C" w:rsidRPr="004053A3">
        <w:rPr>
          <w:sz w:val="28"/>
          <w:szCs w:val="28"/>
        </w:rPr>
        <w:t>.</w:t>
      </w:r>
      <w:r w:rsidR="00FE769C" w:rsidRPr="004053A3">
        <w:rPr>
          <w:color w:val="000000"/>
          <w:sz w:val="28"/>
          <w:szCs w:val="28"/>
        </w:rPr>
        <w:t xml:space="preserve"> </w:t>
      </w:r>
      <w:r w:rsidR="00860094" w:rsidRPr="004053A3">
        <w:rPr>
          <w:color w:val="000000"/>
          <w:sz w:val="28"/>
          <w:szCs w:val="28"/>
        </w:rPr>
        <w:t>Принять</w:t>
      </w:r>
      <w:r w:rsidR="00FE769C" w:rsidRPr="004053A3">
        <w:rPr>
          <w:color w:val="000000"/>
          <w:sz w:val="28"/>
          <w:szCs w:val="28"/>
        </w:rPr>
        <w:t xml:space="preserve"> </w:t>
      </w:r>
      <w:r w:rsidR="00FD7244" w:rsidRPr="004053A3">
        <w:rPr>
          <w:sz w:val="28"/>
          <w:szCs w:val="28"/>
        </w:rPr>
        <w:t>Закон Ярославской области «О внесении изменений в ст</w:t>
      </w:r>
      <w:r w:rsidR="00FD7244" w:rsidRPr="004053A3">
        <w:rPr>
          <w:sz w:val="28"/>
          <w:szCs w:val="28"/>
        </w:rPr>
        <w:t>а</w:t>
      </w:r>
      <w:r w:rsidR="00FD7244" w:rsidRPr="004053A3">
        <w:rPr>
          <w:sz w:val="28"/>
          <w:szCs w:val="28"/>
        </w:rPr>
        <w:t xml:space="preserve">тью 8 Закона Ярославской области «О муниципальном жилищном контроле на территории Ярославской области» и </w:t>
      </w:r>
      <w:r w:rsidR="009640C4" w:rsidRPr="004053A3">
        <w:rPr>
          <w:sz w:val="28"/>
          <w:szCs w:val="28"/>
        </w:rPr>
        <w:t>Закон</w:t>
      </w:r>
      <w:r w:rsidR="00FD7244" w:rsidRPr="004053A3">
        <w:rPr>
          <w:sz w:val="28"/>
          <w:szCs w:val="28"/>
        </w:rPr>
        <w:t xml:space="preserve"> Ярославской области «Об о</w:t>
      </w:r>
      <w:r w:rsidR="00FD7244" w:rsidRPr="004053A3">
        <w:rPr>
          <w:sz w:val="28"/>
          <w:szCs w:val="28"/>
        </w:rPr>
        <w:t>т</w:t>
      </w:r>
      <w:r w:rsidR="00FD7244" w:rsidRPr="004053A3">
        <w:rPr>
          <w:sz w:val="28"/>
          <w:szCs w:val="28"/>
        </w:rPr>
        <w:t>дельных вопросах производства по делам об административных правонар</w:t>
      </w:r>
      <w:r w:rsidR="00FD7244" w:rsidRPr="004053A3">
        <w:rPr>
          <w:sz w:val="28"/>
          <w:szCs w:val="28"/>
        </w:rPr>
        <w:t>у</w:t>
      </w:r>
      <w:r w:rsidR="00FD7244" w:rsidRPr="004053A3">
        <w:rPr>
          <w:sz w:val="28"/>
          <w:szCs w:val="28"/>
        </w:rPr>
        <w:t>шениях».</w:t>
      </w:r>
    </w:p>
    <w:p w:rsidR="00860094" w:rsidRPr="004053A3" w:rsidRDefault="00860094" w:rsidP="00860094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1"/>
        <w:rPr>
          <w:szCs w:val="28"/>
        </w:rPr>
      </w:pPr>
      <w:r w:rsidRPr="004053A3">
        <w:rPr>
          <w:szCs w:val="28"/>
        </w:rPr>
        <w:t>2. Направить указанный Закон Ярославской области Губернатору Яр</w:t>
      </w:r>
      <w:r w:rsidRPr="004053A3">
        <w:rPr>
          <w:szCs w:val="28"/>
        </w:rPr>
        <w:t>о</w:t>
      </w:r>
      <w:r w:rsidRPr="004053A3">
        <w:rPr>
          <w:szCs w:val="28"/>
        </w:rPr>
        <w:t xml:space="preserve">славской области для подписания и официального опубликования. </w:t>
      </w:r>
    </w:p>
    <w:p w:rsidR="007A0F32" w:rsidRPr="004053A3" w:rsidRDefault="007A0F32" w:rsidP="007A0F32">
      <w:pPr>
        <w:rPr>
          <w:sz w:val="28"/>
          <w:szCs w:val="28"/>
        </w:rPr>
      </w:pPr>
    </w:p>
    <w:p w:rsidR="00DE5413" w:rsidRPr="004053A3" w:rsidRDefault="00DE5413" w:rsidP="00F9695C">
      <w:pPr>
        <w:jc w:val="both"/>
        <w:rPr>
          <w:sz w:val="28"/>
          <w:szCs w:val="28"/>
        </w:rPr>
      </w:pPr>
    </w:p>
    <w:p w:rsidR="00732BFA" w:rsidRPr="004053A3" w:rsidRDefault="00732BFA" w:rsidP="00F9695C">
      <w:pPr>
        <w:jc w:val="both"/>
        <w:rPr>
          <w:sz w:val="28"/>
          <w:szCs w:val="28"/>
        </w:rPr>
      </w:pPr>
    </w:p>
    <w:p w:rsidR="00093AC8" w:rsidRPr="004053A3" w:rsidRDefault="00093AC8" w:rsidP="00F9695C">
      <w:pPr>
        <w:pStyle w:val="3"/>
        <w:rPr>
          <w:szCs w:val="28"/>
        </w:rPr>
      </w:pPr>
      <w:r w:rsidRPr="004053A3">
        <w:rPr>
          <w:szCs w:val="28"/>
        </w:rPr>
        <w:t>Председатель</w:t>
      </w:r>
    </w:p>
    <w:p w:rsidR="00093AC8" w:rsidRPr="004053A3" w:rsidRDefault="00093AC8" w:rsidP="00F9695C">
      <w:pPr>
        <w:jc w:val="both"/>
        <w:rPr>
          <w:sz w:val="28"/>
          <w:szCs w:val="28"/>
        </w:rPr>
      </w:pPr>
      <w:r w:rsidRPr="004053A3">
        <w:rPr>
          <w:sz w:val="28"/>
          <w:szCs w:val="28"/>
        </w:rPr>
        <w:t>Ярославской областной Думы</w:t>
      </w:r>
      <w:r w:rsidRPr="004053A3">
        <w:rPr>
          <w:sz w:val="28"/>
          <w:szCs w:val="28"/>
        </w:rPr>
        <w:tab/>
      </w:r>
      <w:r w:rsidRPr="004053A3">
        <w:rPr>
          <w:sz w:val="28"/>
          <w:szCs w:val="28"/>
        </w:rPr>
        <w:tab/>
      </w:r>
      <w:r w:rsidRPr="004053A3">
        <w:rPr>
          <w:sz w:val="28"/>
          <w:szCs w:val="28"/>
        </w:rPr>
        <w:tab/>
      </w:r>
      <w:r w:rsidRPr="004053A3">
        <w:rPr>
          <w:sz w:val="28"/>
          <w:szCs w:val="28"/>
        </w:rPr>
        <w:tab/>
        <w:t xml:space="preserve">     </w:t>
      </w:r>
      <w:r w:rsidR="004053A3">
        <w:rPr>
          <w:sz w:val="28"/>
          <w:szCs w:val="28"/>
        </w:rPr>
        <w:t xml:space="preserve"> </w:t>
      </w:r>
      <w:r w:rsidRPr="004053A3">
        <w:rPr>
          <w:sz w:val="28"/>
          <w:szCs w:val="28"/>
        </w:rPr>
        <w:t xml:space="preserve">     </w:t>
      </w:r>
      <w:r w:rsidR="00B5428D" w:rsidRPr="004053A3">
        <w:rPr>
          <w:sz w:val="28"/>
          <w:szCs w:val="28"/>
        </w:rPr>
        <w:t>М.В. Боровицкий</w:t>
      </w:r>
    </w:p>
    <w:p w:rsidR="00E102FF" w:rsidRPr="004053A3" w:rsidRDefault="00E102FF" w:rsidP="00F9695C">
      <w:pPr>
        <w:pStyle w:val="3"/>
        <w:rPr>
          <w:szCs w:val="28"/>
        </w:rPr>
      </w:pPr>
    </w:p>
    <w:sectPr w:rsidR="00E102FF" w:rsidRPr="004053A3" w:rsidSect="004053A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54F" w:rsidRDefault="00BE354F">
      <w:r>
        <w:separator/>
      </w:r>
    </w:p>
  </w:endnote>
  <w:endnote w:type="continuationSeparator" w:id="0">
    <w:p w:rsidR="00BE354F" w:rsidRDefault="00BE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54F" w:rsidRDefault="00BE354F">
      <w:r>
        <w:separator/>
      </w:r>
    </w:p>
  </w:footnote>
  <w:footnote w:type="continuationSeparator" w:id="0">
    <w:p w:rsidR="00BE354F" w:rsidRDefault="00BE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B8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22BD5"/>
    <w:rsid w:val="00230264"/>
    <w:rsid w:val="00246829"/>
    <w:rsid w:val="002528D1"/>
    <w:rsid w:val="00253E71"/>
    <w:rsid w:val="00257324"/>
    <w:rsid w:val="00266F5E"/>
    <w:rsid w:val="00280475"/>
    <w:rsid w:val="00280589"/>
    <w:rsid w:val="00284F62"/>
    <w:rsid w:val="00290037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4132"/>
    <w:rsid w:val="00370DE0"/>
    <w:rsid w:val="003729DD"/>
    <w:rsid w:val="003A2B73"/>
    <w:rsid w:val="003A5867"/>
    <w:rsid w:val="003B679A"/>
    <w:rsid w:val="003B68B2"/>
    <w:rsid w:val="003B7A35"/>
    <w:rsid w:val="003C205F"/>
    <w:rsid w:val="003C786E"/>
    <w:rsid w:val="003E185B"/>
    <w:rsid w:val="003E552E"/>
    <w:rsid w:val="003F2453"/>
    <w:rsid w:val="004053A3"/>
    <w:rsid w:val="00407490"/>
    <w:rsid w:val="00411048"/>
    <w:rsid w:val="00415704"/>
    <w:rsid w:val="00422B49"/>
    <w:rsid w:val="00423F18"/>
    <w:rsid w:val="00437463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25B7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E1081"/>
    <w:rsid w:val="005F5398"/>
    <w:rsid w:val="00622C12"/>
    <w:rsid w:val="006730B3"/>
    <w:rsid w:val="006831D3"/>
    <w:rsid w:val="00695618"/>
    <w:rsid w:val="006961AD"/>
    <w:rsid w:val="006A237F"/>
    <w:rsid w:val="006A27A5"/>
    <w:rsid w:val="006A365A"/>
    <w:rsid w:val="006B0EE6"/>
    <w:rsid w:val="006C0CD5"/>
    <w:rsid w:val="006D5A93"/>
    <w:rsid w:val="006D6A9E"/>
    <w:rsid w:val="006F3DC0"/>
    <w:rsid w:val="00707169"/>
    <w:rsid w:val="00713C79"/>
    <w:rsid w:val="00721AD6"/>
    <w:rsid w:val="00722CCF"/>
    <w:rsid w:val="00726E6A"/>
    <w:rsid w:val="00732B4C"/>
    <w:rsid w:val="00732BFA"/>
    <w:rsid w:val="0073576C"/>
    <w:rsid w:val="00735D20"/>
    <w:rsid w:val="00736818"/>
    <w:rsid w:val="007432F9"/>
    <w:rsid w:val="00762612"/>
    <w:rsid w:val="0076488C"/>
    <w:rsid w:val="00787FC5"/>
    <w:rsid w:val="0079320E"/>
    <w:rsid w:val="007A0F32"/>
    <w:rsid w:val="007A567D"/>
    <w:rsid w:val="007B1C25"/>
    <w:rsid w:val="007B78A7"/>
    <w:rsid w:val="007C4BF0"/>
    <w:rsid w:val="007F7785"/>
    <w:rsid w:val="00804752"/>
    <w:rsid w:val="0080515F"/>
    <w:rsid w:val="00812780"/>
    <w:rsid w:val="00813A72"/>
    <w:rsid w:val="0082312E"/>
    <w:rsid w:val="008449E7"/>
    <w:rsid w:val="0084771E"/>
    <w:rsid w:val="00860094"/>
    <w:rsid w:val="008617EB"/>
    <w:rsid w:val="00871037"/>
    <w:rsid w:val="00881F9D"/>
    <w:rsid w:val="00884C99"/>
    <w:rsid w:val="008907DD"/>
    <w:rsid w:val="00897256"/>
    <w:rsid w:val="008B32D5"/>
    <w:rsid w:val="008D1296"/>
    <w:rsid w:val="008E6CB0"/>
    <w:rsid w:val="008F54E2"/>
    <w:rsid w:val="00936997"/>
    <w:rsid w:val="00942B4C"/>
    <w:rsid w:val="009640C4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C4799"/>
    <w:rsid w:val="009D1B93"/>
    <w:rsid w:val="009D482F"/>
    <w:rsid w:val="009D4FB9"/>
    <w:rsid w:val="009E0B36"/>
    <w:rsid w:val="009F0187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AF78D5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B066A"/>
    <w:rsid w:val="00BD7F1B"/>
    <w:rsid w:val="00BE354F"/>
    <w:rsid w:val="00BE3C4B"/>
    <w:rsid w:val="00BE76B4"/>
    <w:rsid w:val="00BF13FD"/>
    <w:rsid w:val="00BF5B74"/>
    <w:rsid w:val="00C14300"/>
    <w:rsid w:val="00C14F0B"/>
    <w:rsid w:val="00C16424"/>
    <w:rsid w:val="00C278F0"/>
    <w:rsid w:val="00C34E88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8338A"/>
    <w:rsid w:val="00D85A0A"/>
    <w:rsid w:val="00D959EB"/>
    <w:rsid w:val="00DC18DF"/>
    <w:rsid w:val="00DE5413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44"/>
    <w:rsid w:val="00FD72A0"/>
    <w:rsid w:val="00FE38D3"/>
    <w:rsid w:val="00FE5AE6"/>
    <w:rsid w:val="00FE6B99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3B6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3B6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4061E-3CBD-48D3-B46A-C5C53096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47</cp:revision>
  <cp:lastPrinted>2015-02-17T11:36:00Z</cp:lastPrinted>
  <dcterms:created xsi:type="dcterms:W3CDTF">2013-10-30T12:54:00Z</dcterms:created>
  <dcterms:modified xsi:type="dcterms:W3CDTF">2015-02-24T08:17:00Z</dcterms:modified>
</cp:coreProperties>
</file>