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021" w:rsidRPr="00544021" w:rsidRDefault="00544021" w:rsidP="00544021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544021" w:rsidRPr="00544021" w:rsidRDefault="00544021" w:rsidP="00544021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544021" w:rsidRPr="00544021" w:rsidRDefault="00544021" w:rsidP="00544021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544021" w:rsidRPr="00544021" w:rsidRDefault="00544021" w:rsidP="00544021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544021" w:rsidRPr="00544021" w:rsidRDefault="00544021" w:rsidP="00544021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544021" w:rsidRPr="00544021" w:rsidRDefault="00544021" w:rsidP="00544021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544021" w:rsidRPr="00544021" w:rsidRDefault="00544021" w:rsidP="00544021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544021" w:rsidRPr="00544021" w:rsidRDefault="00544021" w:rsidP="00544021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544021" w:rsidRPr="00544021" w:rsidRDefault="00544021" w:rsidP="00544021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DC0E09" w:rsidRPr="00544021" w:rsidRDefault="00DC0E09" w:rsidP="00544021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544021">
        <w:rPr>
          <w:b/>
          <w:bCs/>
          <w:sz w:val="28"/>
          <w:szCs w:val="28"/>
        </w:rPr>
        <w:t>О внесении изменений в отдельные законодательные акты</w:t>
      </w:r>
    </w:p>
    <w:p w:rsidR="00DC0E09" w:rsidRPr="00544021" w:rsidRDefault="00DC0E09" w:rsidP="00544021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544021">
        <w:rPr>
          <w:b/>
          <w:bCs/>
          <w:sz w:val="28"/>
          <w:szCs w:val="28"/>
        </w:rPr>
        <w:t>Ярославской области в части предоставления мер социальной</w:t>
      </w:r>
    </w:p>
    <w:p w:rsidR="00FB544D" w:rsidRPr="00544021" w:rsidRDefault="00DC0E09" w:rsidP="00544021">
      <w:pPr>
        <w:pStyle w:val="af"/>
        <w:tabs>
          <w:tab w:val="left" w:pos="709"/>
        </w:tabs>
        <w:jc w:val="center"/>
        <w:rPr>
          <w:sz w:val="28"/>
          <w:szCs w:val="28"/>
        </w:rPr>
      </w:pPr>
      <w:r w:rsidRPr="00544021">
        <w:rPr>
          <w:b/>
          <w:bCs/>
          <w:sz w:val="28"/>
          <w:szCs w:val="28"/>
        </w:rPr>
        <w:t>поддержки отдельным категориям граждан</w:t>
      </w:r>
    </w:p>
    <w:p w:rsidR="00B2170E" w:rsidRPr="00544021" w:rsidRDefault="00B2170E" w:rsidP="00544021">
      <w:pPr>
        <w:pStyle w:val="af"/>
        <w:tabs>
          <w:tab w:val="left" w:pos="709"/>
        </w:tabs>
        <w:rPr>
          <w:sz w:val="28"/>
          <w:szCs w:val="28"/>
        </w:rPr>
      </w:pPr>
    </w:p>
    <w:p w:rsidR="00DC0E09" w:rsidRPr="00544021" w:rsidRDefault="00DC0E09" w:rsidP="00544021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544021" w:rsidRDefault="00EB17A2" w:rsidP="00544021">
      <w:pPr>
        <w:tabs>
          <w:tab w:val="left" w:pos="709"/>
        </w:tabs>
        <w:ind w:firstLine="0"/>
        <w:rPr>
          <w:sz w:val="24"/>
          <w:szCs w:val="28"/>
        </w:rPr>
      </w:pPr>
      <w:proofErr w:type="gramStart"/>
      <w:r w:rsidRPr="00544021">
        <w:rPr>
          <w:sz w:val="24"/>
          <w:szCs w:val="28"/>
        </w:rPr>
        <w:t>Принят</w:t>
      </w:r>
      <w:proofErr w:type="gramEnd"/>
      <w:r w:rsidRPr="00544021">
        <w:rPr>
          <w:sz w:val="24"/>
          <w:szCs w:val="28"/>
        </w:rPr>
        <w:t xml:space="preserve"> Ярославской областной Думой</w:t>
      </w:r>
    </w:p>
    <w:p w:rsidR="00EB17A2" w:rsidRPr="00544021" w:rsidRDefault="00544021" w:rsidP="00544021">
      <w:pPr>
        <w:tabs>
          <w:tab w:val="left" w:pos="709"/>
        </w:tabs>
        <w:ind w:firstLine="0"/>
        <w:rPr>
          <w:sz w:val="24"/>
          <w:szCs w:val="28"/>
        </w:rPr>
      </w:pPr>
      <w:r>
        <w:rPr>
          <w:sz w:val="24"/>
          <w:szCs w:val="28"/>
        </w:rPr>
        <w:t xml:space="preserve">19 ноября </w:t>
      </w:r>
      <w:r w:rsidR="00EB17A2" w:rsidRPr="00544021">
        <w:rPr>
          <w:sz w:val="24"/>
          <w:szCs w:val="28"/>
        </w:rPr>
        <w:t>202</w:t>
      </w:r>
      <w:r w:rsidR="00BC27B8" w:rsidRPr="00544021">
        <w:rPr>
          <w:sz w:val="24"/>
          <w:szCs w:val="28"/>
        </w:rPr>
        <w:t>1</w:t>
      </w:r>
      <w:r w:rsidR="00EB17A2" w:rsidRPr="00544021">
        <w:rPr>
          <w:sz w:val="24"/>
          <w:szCs w:val="28"/>
        </w:rPr>
        <w:t xml:space="preserve"> года</w:t>
      </w:r>
    </w:p>
    <w:p w:rsidR="00B2170E" w:rsidRPr="00544021" w:rsidRDefault="00B2170E" w:rsidP="00544021">
      <w:pPr>
        <w:ind w:firstLine="0"/>
        <w:rPr>
          <w:bCs/>
          <w:szCs w:val="28"/>
        </w:rPr>
      </w:pPr>
    </w:p>
    <w:p w:rsidR="00AD472C" w:rsidRPr="00544021" w:rsidRDefault="00AD472C" w:rsidP="00544021">
      <w:pPr>
        <w:ind w:firstLine="0"/>
        <w:rPr>
          <w:bCs/>
          <w:szCs w:val="28"/>
        </w:rPr>
      </w:pPr>
    </w:p>
    <w:p w:rsidR="008746EC" w:rsidRPr="00544021" w:rsidRDefault="008746EC" w:rsidP="00544021">
      <w:pPr>
        <w:ind w:firstLine="709"/>
        <w:rPr>
          <w:b/>
          <w:bCs/>
          <w:szCs w:val="28"/>
        </w:rPr>
      </w:pPr>
      <w:r w:rsidRPr="00544021">
        <w:rPr>
          <w:b/>
          <w:bCs/>
          <w:szCs w:val="28"/>
        </w:rPr>
        <w:t xml:space="preserve">Статья </w:t>
      </w:r>
      <w:r w:rsidR="00EF66F3" w:rsidRPr="00544021">
        <w:rPr>
          <w:b/>
          <w:bCs/>
          <w:szCs w:val="28"/>
        </w:rPr>
        <w:t>1</w:t>
      </w:r>
    </w:p>
    <w:p w:rsidR="00F5623C" w:rsidRPr="00544021" w:rsidRDefault="00F5623C" w:rsidP="00544021">
      <w:pPr>
        <w:ind w:firstLine="709"/>
        <w:rPr>
          <w:bCs/>
          <w:szCs w:val="28"/>
        </w:rPr>
      </w:pPr>
      <w:proofErr w:type="gramStart"/>
      <w:r w:rsidRPr="00544021">
        <w:rPr>
          <w:bCs/>
          <w:szCs w:val="28"/>
        </w:rPr>
        <w:t>Внести в Закон Ярославской области от 19.12.2008 № 65-з «Социал</w:t>
      </w:r>
      <w:r w:rsidRPr="00544021">
        <w:rPr>
          <w:bCs/>
          <w:szCs w:val="28"/>
        </w:rPr>
        <w:t>ь</w:t>
      </w:r>
      <w:r w:rsidRPr="00544021">
        <w:rPr>
          <w:bCs/>
          <w:szCs w:val="28"/>
        </w:rPr>
        <w:t>ный кодекс Ярославской области» (Губерн</w:t>
      </w:r>
      <w:r w:rsidR="009061AE" w:rsidRPr="00544021">
        <w:rPr>
          <w:bCs/>
          <w:szCs w:val="28"/>
        </w:rPr>
        <w:t>ские вести, 2008, 20 декабря, № </w:t>
      </w:r>
      <w:r w:rsidRPr="00544021">
        <w:rPr>
          <w:bCs/>
          <w:szCs w:val="28"/>
        </w:rPr>
        <w:t xml:space="preserve">116; Документ – Регион, 2009, 18 декабря, № 35-а; 2010, </w:t>
      </w:r>
      <w:r w:rsidR="00EC76BF" w:rsidRPr="00544021">
        <w:rPr>
          <w:bCs/>
          <w:szCs w:val="28"/>
        </w:rPr>
        <w:t>9 апреля, № 22; 12 </w:t>
      </w:r>
      <w:r w:rsidRPr="00544021">
        <w:rPr>
          <w:bCs/>
          <w:szCs w:val="28"/>
        </w:rPr>
        <w:t xml:space="preserve">ноября, № 87; 2011, </w:t>
      </w:r>
      <w:r w:rsidR="00EC76BF" w:rsidRPr="00544021">
        <w:rPr>
          <w:bCs/>
          <w:szCs w:val="28"/>
        </w:rPr>
        <w:t xml:space="preserve">14 июня, № 45; </w:t>
      </w:r>
      <w:r w:rsidRPr="00544021">
        <w:rPr>
          <w:bCs/>
          <w:szCs w:val="28"/>
        </w:rPr>
        <w:t>14 д</w:t>
      </w:r>
      <w:r w:rsidR="00EC76BF" w:rsidRPr="00544021">
        <w:rPr>
          <w:bCs/>
          <w:szCs w:val="28"/>
        </w:rPr>
        <w:t>екабря, № 104; 2012, 29 июня, № </w:t>
      </w:r>
      <w:r w:rsidRPr="00544021">
        <w:rPr>
          <w:bCs/>
          <w:szCs w:val="28"/>
        </w:rPr>
        <w:t xml:space="preserve">51-а; 13 ноября, № 93; 2013, </w:t>
      </w:r>
      <w:r w:rsidR="00EC76BF" w:rsidRPr="00544021">
        <w:rPr>
          <w:bCs/>
          <w:szCs w:val="28"/>
        </w:rPr>
        <w:t xml:space="preserve">12 ноября, № 90; </w:t>
      </w:r>
      <w:r w:rsidRPr="00544021">
        <w:rPr>
          <w:bCs/>
          <w:szCs w:val="28"/>
        </w:rPr>
        <w:t>25 декабря, № 104;</w:t>
      </w:r>
      <w:proofErr w:type="gramEnd"/>
      <w:r w:rsidRPr="00544021">
        <w:rPr>
          <w:bCs/>
          <w:szCs w:val="28"/>
        </w:rPr>
        <w:t xml:space="preserve"> </w:t>
      </w:r>
      <w:proofErr w:type="gramStart"/>
      <w:r w:rsidRPr="00544021">
        <w:rPr>
          <w:bCs/>
          <w:szCs w:val="28"/>
        </w:rPr>
        <w:t xml:space="preserve">2014, </w:t>
      </w:r>
      <w:r w:rsidR="00EC76BF" w:rsidRPr="00544021">
        <w:rPr>
          <w:bCs/>
          <w:szCs w:val="28"/>
        </w:rPr>
        <w:t xml:space="preserve">13 мая, № 36; </w:t>
      </w:r>
      <w:r w:rsidRPr="00544021">
        <w:rPr>
          <w:bCs/>
          <w:szCs w:val="28"/>
        </w:rPr>
        <w:t>17 октября, № 86; 26 декабря, № 111-а; 2015, 1 декабря, № 99</w:t>
      </w:r>
      <w:r w:rsidR="004A78AC">
        <w:rPr>
          <w:bCs/>
          <w:szCs w:val="28"/>
        </w:rPr>
        <w:t>;</w:t>
      </w:r>
      <w:bookmarkStart w:id="0" w:name="_GoBack"/>
      <w:bookmarkEnd w:id="0"/>
      <w:r w:rsidRPr="00544021">
        <w:rPr>
          <w:bCs/>
          <w:szCs w:val="28"/>
        </w:rPr>
        <w:t xml:space="preserve"> 2016, </w:t>
      </w:r>
      <w:r w:rsidR="00EC76BF" w:rsidRPr="00544021">
        <w:rPr>
          <w:bCs/>
          <w:szCs w:val="28"/>
        </w:rPr>
        <w:t>14 октября</w:t>
      </w:r>
      <w:r w:rsidRPr="00544021">
        <w:rPr>
          <w:bCs/>
          <w:szCs w:val="28"/>
        </w:rPr>
        <w:t xml:space="preserve">, № </w:t>
      </w:r>
      <w:r w:rsidR="00EC76BF" w:rsidRPr="00544021">
        <w:rPr>
          <w:bCs/>
          <w:szCs w:val="28"/>
        </w:rPr>
        <w:t>90</w:t>
      </w:r>
      <w:r w:rsidRPr="00544021">
        <w:rPr>
          <w:bCs/>
          <w:szCs w:val="28"/>
        </w:rPr>
        <w:t>; 27 декабря, № 113; 2017, 16 июня, № 47</w:t>
      </w:r>
      <w:r w:rsidR="00EC76BF" w:rsidRPr="00544021">
        <w:rPr>
          <w:bCs/>
          <w:szCs w:val="28"/>
        </w:rPr>
        <w:t xml:space="preserve">; 2018, </w:t>
      </w:r>
      <w:r w:rsidR="00544021">
        <w:rPr>
          <w:bCs/>
          <w:szCs w:val="28"/>
        </w:rPr>
        <w:br/>
      </w:r>
      <w:r w:rsidR="00EC76BF" w:rsidRPr="00544021">
        <w:rPr>
          <w:bCs/>
          <w:szCs w:val="28"/>
        </w:rPr>
        <w:t>26 декабря, № 112; 2019, 8 октября, № 84; 2021, 26 февраля, № 16</w:t>
      </w:r>
      <w:r w:rsidRPr="00544021">
        <w:rPr>
          <w:bCs/>
          <w:szCs w:val="28"/>
        </w:rPr>
        <w:t>) следу</w:t>
      </w:r>
      <w:r w:rsidRPr="00544021">
        <w:rPr>
          <w:bCs/>
          <w:szCs w:val="28"/>
        </w:rPr>
        <w:t>ю</w:t>
      </w:r>
      <w:r w:rsidRPr="00544021">
        <w:rPr>
          <w:bCs/>
          <w:szCs w:val="28"/>
        </w:rPr>
        <w:t>щие изменения:</w:t>
      </w:r>
      <w:proofErr w:type="gramEnd"/>
    </w:p>
    <w:p w:rsidR="0001289B" w:rsidRPr="00544021" w:rsidRDefault="0001289B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1) абзац четвертый статьи 5 дополнить словами «, если иное не уст</w:t>
      </w:r>
      <w:r w:rsidRPr="00544021">
        <w:rPr>
          <w:bCs/>
          <w:szCs w:val="28"/>
        </w:rPr>
        <w:t>а</w:t>
      </w:r>
      <w:r w:rsidRPr="00544021">
        <w:rPr>
          <w:bCs/>
          <w:szCs w:val="28"/>
        </w:rPr>
        <w:t>новлено настоящим Кодексом»;</w:t>
      </w:r>
    </w:p>
    <w:p w:rsidR="00F5623C" w:rsidRPr="00544021" w:rsidRDefault="0001289B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2</w:t>
      </w:r>
      <w:r w:rsidR="00F5623C" w:rsidRPr="00544021">
        <w:rPr>
          <w:bCs/>
          <w:szCs w:val="28"/>
        </w:rPr>
        <w:t xml:space="preserve">) часть 5 статьи 24 дополнить пунктом 8 следующего содержания: </w:t>
      </w:r>
    </w:p>
    <w:p w:rsidR="00F5623C" w:rsidRPr="00544021" w:rsidRDefault="00F5623C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 xml:space="preserve">«8) ежемесячного пособия на ребенка в соответствии со статьей 91 настоящего Кодекса </w:t>
      </w:r>
      <w:r w:rsidR="001B6551" w:rsidRPr="00544021">
        <w:rPr>
          <w:bCs/>
          <w:szCs w:val="28"/>
        </w:rPr>
        <w:t>(кроме детей, находящихся под опекой (попечител</w:t>
      </w:r>
      <w:r w:rsidR="001B6551" w:rsidRPr="00544021">
        <w:rPr>
          <w:bCs/>
          <w:szCs w:val="28"/>
        </w:rPr>
        <w:t>ь</w:t>
      </w:r>
      <w:r w:rsidR="001B6551" w:rsidRPr="00544021">
        <w:rPr>
          <w:bCs/>
          <w:szCs w:val="28"/>
        </w:rPr>
        <w:t>ством), опекуны (попечители) которых получают ежемесячную выплату на содержание ребенка, находящегося под опекой (попечительством), в соотве</w:t>
      </w:r>
      <w:r w:rsidR="001B6551" w:rsidRPr="00544021">
        <w:rPr>
          <w:bCs/>
          <w:szCs w:val="28"/>
        </w:rPr>
        <w:t>т</w:t>
      </w:r>
      <w:r w:rsidR="001B6551" w:rsidRPr="00544021">
        <w:rPr>
          <w:bCs/>
          <w:szCs w:val="28"/>
        </w:rPr>
        <w:t xml:space="preserve">ствии со </w:t>
      </w:r>
      <w:hyperlink r:id="rId12" w:history="1">
        <w:r w:rsidR="001B6551" w:rsidRPr="00544021">
          <w:rPr>
            <w:rStyle w:val="afa"/>
            <w:bCs/>
            <w:color w:val="auto"/>
            <w:szCs w:val="28"/>
            <w:u w:val="none"/>
          </w:rPr>
          <w:t>статьей 81</w:t>
        </w:r>
      </w:hyperlink>
      <w:r w:rsidR="001B6551" w:rsidRPr="00544021">
        <w:rPr>
          <w:bCs/>
          <w:szCs w:val="28"/>
        </w:rPr>
        <w:t xml:space="preserve"> настоящего Кодекса)</w:t>
      </w:r>
      <w:proofErr w:type="gramStart"/>
      <w:r w:rsidR="001B6551" w:rsidRPr="00544021">
        <w:rPr>
          <w:bCs/>
          <w:szCs w:val="28"/>
        </w:rPr>
        <w:t>.</w:t>
      </w:r>
      <w:r w:rsidRPr="00544021">
        <w:rPr>
          <w:bCs/>
          <w:szCs w:val="28"/>
        </w:rPr>
        <w:t>»</w:t>
      </w:r>
      <w:proofErr w:type="gramEnd"/>
      <w:r w:rsidRPr="00544021">
        <w:rPr>
          <w:bCs/>
          <w:szCs w:val="28"/>
        </w:rPr>
        <w:t>;</w:t>
      </w:r>
    </w:p>
    <w:p w:rsidR="00EF75C9" w:rsidRPr="00544021" w:rsidRDefault="0001289B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3</w:t>
      </w:r>
      <w:r w:rsidR="00F5623C" w:rsidRPr="00544021">
        <w:rPr>
          <w:bCs/>
          <w:szCs w:val="28"/>
        </w:rPr>
        <w:t xml:space="preserve">) </w:t>
      </w:r>
      <w:r w:rsidR="00EF75C9" w:rsidRPr="00544021">
        <w:rPr>
          <w:bCs/>
          <w:szCs w:val="28"/>
        </w:rPr>
        <w:t xml:space="preserve">абзац </w:t>
      </w:r>
      <w:r w:rsidR="0031421C" w:rsidRPr="00544021">
        <w:rPr>
          <w:bCs/>
          <w:szCs w:val="28"/>
        </w:rPr>
        <w:t xml:space="preserve">первый </w:t>
      </w:r>
      <w:r w:rsidR="00F5623C" w:rsidRPr="00544021">
        <w:rPr>
          <w:bCs/>
          <w:szCs w:val="28"/>
        </w:rPr>
        <w:t>част</w:t>
      </w:r>
      <w:r w:rsidR="00EF75C9" w:rsidRPr="00544021">
        <w:rPr>
          <w:bCs/>
          <w:szCs w:val="28"/>
        </w:rPr>
        <w:t>и</w:t>
      </w:r>
      <w:r w:rsidR="00F5623C" w:rsidRPr="00544021">
        <w:rPr>
          <w:bCs/>
          <w:szCs w:val="28"/>
        </w:rPr>
        <w:t xml:space="preserve"> 1 статьи 25 </w:t>
      </w:r>
      <w:r w:rsidR="0031421C" w:rsidRPr="00544021">
        <w:rPr>
          <w:bCs/>
          <w:szCs w:val="28"/>
        </w:rPr>
        <w:t>дополнить предложением следующ</w:t>
      </w:r>
      <w:r w:rsidR="0031421C" w:rsidRPr="00544021">
        <w:rPr>
          <w:bCs/>
          <w:szCs w:val="28"/>
        </w:rPr>
        <w:t>е</w:t>
      </w:r>
      <w:r w:rsidR="0031421C" w:rsidRPr="00544021">
        <w:rPr>
          <w:bCs/>
          <w:szCs w:val="28"/>
        </w:rPr>
        <w:t>го содержания: «Один из родителей может являться иностранным граждан</w:t>
      </w:r>
      <w:r w:rsidR="0031421C" w:rsidRPr="00544021">
        <w:rPr>
          <w:bCs/>
          <w:szCs w:val="28"/>
        </w:rPr>
        <w:t>и</w:t>
      </w:r>
      <w:r w:rsidR="0031421C" w:rsidRPr="00544021">
        <w:rPr>
          <w:bCs/>
          <w:szCs w:val="28"/>
        </w:rPr>
        <w:t>ном, лицом без гражданства, на которого не распространяется социальная поддержка, установленная настоящим Кодексом</w:t>
      </w:r>
      <w:proofErr w:type="gramStart"/>
      <w:r w:rsidR="0031421C" w:rsidRPr="00544021">
        <w:rPr>
          <w:bCs/>
          <w:szCs w:val="28"/>
        </w:rPr>
        <w:t>.»;</w:t>
      </w:r>
    </w:p>
    <w:p w:rsidR="001E5389" w:rsidRPr="00544021" w:rsidRDefault="0001289B" w:rsidP="00544021">
      <w:pPr>
        <w:ind w:firstLine="709"/>
        <w:rPr>
          <w:bCs/>
          <w:szCs w:val="28"/>
        </w:rPr>
      </w:pPr>
      <w:proofErr w:type="gramEnd"/>
      <w:r w:rsidRPr="00544021">
        <w:rPr>
          <w:bCs/>
          <w:szCs w:val="28"/>
        </w:rPr>
        <w:t>4</w:t>
      </w:r>
      <w:r w:rsidR="001E5389" w:rsidRPr="00544021">
        <w:rPr>
          <w:bCs/>
          <w:szCs w:val="28"/>
        </w:rPr>
        <w:t>) в главе 10:</w:t>
      </w:r>
    </w:p>
    <w:p w:rsidR="001E5389" w:rsidRPr="00544021" w:rsidRDefault="001E5389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а) наименование изложить в следующей редакции:</w:t>
      </w:r>
    </w:p>
    <w:p w:rsidR="001E5389" w:rsidRPr="00544021" w:rsidRDefault="001E5389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 xml:space="preserve">«Глава 10. </w:t>
      </w:r>
      <w:r w:rsidRPr="00544021">
        <w:rPr>
          <w:b/>
          <w:bCs/>
          <w:szCs w:val="28"/>
        </w:rPr>
        <w:t xml:space="preserve">Малоимущие граждане. Граждане, находящиеся в </w:t>
      </w:r>
      <w:r w:rsidR="007A3810">
        <w:rPr>
          <w:b/>
          <w:bCs/>
          <w:szCs w:val="28"/>
        </w:rPr>
        <w:br/>
      </w:r>
      <w:r w:rsidRPr="00544021">
        <w:rPr>
          <w:b/>
          <w:bCs/>
          <w:szCs w:val="28"/>
        </w:rPr>
        <w:t xml:space="preserve">трудной жизненной ситуации. Граждане, признанные нуждающимися в </w:t>
      </w:r>
      <w:r w:rsidRPr="00544021">
        <w:rPr>
          <w:b/>
          <w:bCs/>
          <w:szCs w:val="28"/>
        </w:rPr>
        <w:lastRenderedPageBreak/>
        <w:t xml:space="preserve">социальном обслуживании. Граждане, пострадавшие в результате </w:t>
      </w:r>
      <w:r w:rsidR="007A3810">
        <w:rPr>
          <w:b/>
          <w:bCs/>
          <w:szCs w:val="28"/>
        </w:rPr>
        <w:br/>
      </w:r>
      <w:r w:rsidRPr="00544021">
        <w:rPr>
          <w:b/>
          <w:bCs/>
          <w:szCs w:val="28"/>
        </w:rPr>
        <w:t>чрезвычайных ситуаций природного и техногенного характера</w:t>
      </w:r>
      <w:r w:rsidRPr="00544021">
        <w:rPr>
          <w:bCs/>
          <w:szCs w:val="28"/>
        </w:rPr>
        <w:t>»;</w:t>
      </w:r>
    </w:p>
    <w:p w:rsidR="00F5623C" w:rsidRPr="00544021" w:rsidRDefault="001E5389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б) пункты 5 и 6 части 3 статьи 41 признать утратившими силу;</w:t>
      </w:r>
    </w:p>
    <w:p w:rsidR="004F671E" w:rsidRPr="00544021" w:rsidRDefault="001E5389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в</w:t>
      </w:r>
      <w:r w:rsidR="00F5623C" w:rsidRPr="00544021">
        <w:rPr>
          <w:bCs/>
          <w:szCs w:val="28"/>
        </w:rPr>
        <w:t>) в части 1 статьи 42 слова «, ущерб имуществу в результате чрезв</w:t>
      </w:r>
      <w:r w:rsidR="00F5623C" w:rsidRPr="00544021">
        <w:rPr>
          <w:bCs/>
          <w:szCs w:val="28"/>
        </w:rPr>
        <w:t>ы</w:t>
      </w:r>
      <w:r w:rsidR="00F5623C" w:rsidRPr="00544021">
        <w:rPr>
          <w:bCs/>
          <w:szCs w:val="28"/>
        </w:rPr>
        <w:t>чайных ситуаций или стихийных бедствий» исключить;</w:t>
      </w:r>
      <w:r w:rsidR="004F671E" w:rsidRPr="00544021">
        <w:rPr>
          <w:bCs/>
          <w:szCs w:val="28"/>
        </w:rPr>
        <w:t xml:space="preserve"> </w:t>
      </w:r>
    </w:p>
    <w:p w:rsidR="00F5623C" w:rsidRPr="00544021" w:rsidRDefault="001E5389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г</w:t>
      </w:r>
      <w:r w:rsidR="004F671E" w:rsidRPr="00544021">
        <w:rPr>
          <w:bCs/>
          <w:szCs w:val="28"/>
        </w:rPr>
        <w:t xml:space="preserve">) </w:t>
      </w:r>
      <w:r w:rsidR="00F5623C" w:rsidRPr="00544021">
        <w:rPr>
          <w:bCs/>
          <w:szCs w:val="28"/>
        </w:rPr>
        <w:t>дополнить статьей 42</w:t>
      </w:r>
      <w:r w:rsidR="00F5623C" w:rsidRPr="00544021">
        <w:rPr>
          <w:bCs/>
          <w:szCs w:val="28"/>
          <w:vertAlign w:val="superscript"/>
        </w:rPr>
        <w:t>2</w:t>
      </w:r>
      <w:r w:rsidR="00F5623C" w:rsidRPr="00544021">
        <w:rPr>
          <w:bCs/>
          <w:szCs w:val="28"/>
        </w:rPr>
        <w:t xml:space="preserve"> следующего содержания: </w:t>
      </w:r>
    </w:p>
    <w:p w:rsidR="00F5623C" w:rsidRPr="00544021" w:rsidRDefault="00F5623C" w:rsidP="00544021">
      <w:pPr>
        <w:ind w:firstLine="709"/>
        <w:rPr>
          <w:b/>
          <w:bCs/>
          <w:szCs w:val="28"/>
        </w:rPr>
      </w:pPr>
      <w:r w:rsidRPr="00544021">
        <w:rPr>
          <w:bCs/>
          <w:szCs w:val="28"/>
        </w:rPr>
        <w:t>«Статья 42</w:t>
      </w:r>
      <w:r w:rsidRPr="00544021">
        <w:rPr>
          <w:bCs/>
          <w:szCs w:val="28"/>
          <w:vertAlign w:val="superscript"/>
        </w:rPr>
        <w:t>2</w:t>
      </w:r>
      <w:r w:rsidRPr="00544021">
        <w:rPr>
          <w:bCs/>
          <w:szCs w:val="28"/>
        </w:rPr>
        <w:t xml:space="preserve">. </w:t>
      </w:r>
      <w:r w:rsidRPr="00544021">
        <w:rPr>
          <w:b/>
          <w:bCs/>
          <w:szCs w:val="28"/>
        </w:rPr>
        <w:t>Граждане, пострадавшие в результате чрезвычайн</w:t>
      </w:r>
      <w:r w:rsidR="003544EB" w:rsidRPr="00544021">
        <w:rPr>
          <w:b/>
          <w:bCs/>
          <w:szCs w:val="28"/>
        </w:rPr>
        <w:t xml:space="preserve">ых </w:t>
      </w:r>
      <w:r w:rsidRPr="00544021">
        <w:rPr>
          <w:b/>
          <w:bCs/>
          <w:szCs w:val="28"/>
        </w:rPr>
        <w:t>ситуаци</w:t>
      </w:r>
      <w:r w:rsidR="003544EB" w:rsidRPr="00544021">
        <w:rPr>
          <w:b/>
          <w:bCs/>
          <w:szCs w:val="28"/>
        </w:rPr>
        <w:t>й</w:t>
      </w:r>
      <w:r w:rsidR="00CF022B" w:rsidRPr="00544021">
        <w:rPr>
          <w:bCs/>
          <w:szCs w:val="28"/>
        </w:rPr>
        <w:t xml:space="preserve"> </w:t>
      </w:r>
      <w:r w:rsidR="00CF022B" w:rsidRPr="00544021">
        <w:rPr>
          <w:b/>
          <w:bCs/>
          <w:szCs w:val="28"/>
        </w:rPr>
        <w:t>природного и техногенного характера</w:t>
      </w:r>
    </w:p>
    <w:p w:rsidR="00CF022B" w:rsidRPr="00544021" w:rsidRDefault="00F5623C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 xml:space="preserve">1. </w:t>
      </w:r>
      <w:proofErr w:type="gramStart"/>
      <w:r w:rsidRPr="00544021">
        <w:rPr>
          <w:bCs/>
          <w:szCs w:val="28"/>
        </w:rPr>
        <w:t>Граждане, пострадавшие в результате чрезвычайн</w:t>
      </w:r>
      <w:r w:rsidR="003544EB" w:rsidRPr="00544021">
        <w:rPr>
          <w:bCs/>
          <w:szCs w:val="28"/>
        </w:rPr>
        <w:t xml:space="preserve">ых </w:t>
      </w:r>
      <w:r w:rsidRPr="00544021">
        <w:rPr>
          <w:bCs/>
          <w:szCs w:val="28"/>
        </w:rPr>
        <w:t>ситуаци</w:t>
      </w:r>
      <w:r w:rsidR="003544EB" w:rsidRPr="00544021">
        <w:rPr>
          <w:bCs/>
          <w:szCs w:val="28"/>
        </w:rPr>
        <w:t>й</w:t>
      </w:r>
      <w:r w:rsidR="003544EB" w:rsidRPr="00544021">
        <w:rPr>
          <w:szCs w:val="28"/>
        </w:rPr>
        <w:t xml:space="preserve"> </w:t>
      </w:r>
      <w:r w:rsidR="003544EB" w:rsidRPr="00544021">
        <w:rPr>
          <w:bCs/>
          <w:szCs w:val="28"/>
        </w:rPr>
        <w:t>пр</w:t>
      </w:r>
      <w:r w:rsidR="003544EB" w:rsidRPr="00544021">
        <w:rPr>
          <w:bCs/>
          <w:szCs w:val="28"/>
        </w:rPr>
        <w:t>и</w:t>
      </w:r>
      <w:r w:rsidR="003544EB" w:rsidRPr="00544021">
        <w:rPr>
          <w:bCs/>
          <w:szCs w:val="28"/>
        </w:rPr>
        <w:t>родного и техногенного характера</w:t>
      </w:r>
      <w:r w:rsidRPr="00544021">
        <w:rPr>
          <w:bCs/>
          <w:szCs w:val="28"/>
        </w:rPr>
        <w:t xml:space="preserve">, </w:t>
      </w:r>
      <w:r w:rsidR="003544EB" w:rsidRPr="00544021">
        <w:rPr>
          <w:bCs/>
          <w:szCs w:val="28"/>
        </w:rPr>
        <w:t>–</w:t>
      </w:r>
      <w:r w:rsidRPr="00544021">
        <w:rPr>
          <w:bCs/>
          <w:szCs w:val="28"/>
        </w:rPr>
        <w:t xml:space="preserve"> граждане, которым нанесен ущерб зд</w:t>
      </w:r>
      <w:r w:rsidRPr="00544021">
        <w:rPr>
          <w:bCs/>
          <w:szCs w:val="28"/>
        </w:rPr>
        <w:t>о</w:t>
      </w:r>
      <w:r w:rsidRPr="00544021">
        <w:rPr>
          <w:bCs/>
          <w:szCs w:val="28"/>
        </w:rPr>
        <w:t>ровью и (или) имуществу, а также чле</w:t>
      </w:r>
      <w:r w:rsidR="003544EB" w:rsidRPr="00544021">
        <w:rPr>
          <w:bCs/>
          <w:szCs w:val="28"/>
        </w:rPr>
        <w:t xml:space="preserve">ны </w:t>
      </w:r>
      <w:r w:rsidRPr="00544021">
        <w:rPr>
          <w:bCs/>
          <w:szCs w:val="28"/>
        </w:rPr>
        <w:t>семей граждан, погибших (уме</w:t>
      </w:r>
      <w:r w:rsidRPr="00544021">
        <w:rPr>
          <w:bCs/>
          <w:szCs w:val="28"/>
        </w:rPr>
        <w:t>р</w:t>
      </w:r>
      <w:r w:rsidRPr="00544021">
        <w:rPr>
          <w:bCs/>
          <w:szCs w:val="28"/>
        </w:rPr>
        <w:t>ших), в результате аварии, опасного природного явления, катастрофы, ра</w:t>
      </w:r>
      <w:r w:rsidRPr="00544021">
        <w:rPr>
          <w:bCs/>
          <w:szCs w:val="28"/>
        </w:rPr>
        <w:t>с</w:t>
      </w:r>
      <w:r w:rsidRPr="00544021">
        <w:rPr>
          <w:bCs/>
          <w:szCs w:val="28"/>
        </w:rPr>
        <w:t>пространения заболевания, представляющего опасность для окружающих, стихийного или иного бедствия</w:t>
      </w:r>
      <w:r w:rsidR="0049345E" w:rsidRPr="00544021">
        <w:rPr>
          <w:bCs/>
          <w:szCs w:val="28"/>
        </w:rPr>
        <w:t xml:space="preserve"> на территории Ярославской области</w:t>
      </w:r>
      <w:r w:rsidRPr="00544021">
        <w:rPr>
          <w:bCs/>
          <w:szCs w:val="28"/>
        </w:rPr>
        <w:t>, которые могут повлечь или повлекли за собой человеческие жертвы, ущерб здоровью людей или окружающей</w:t>
      </w:r>
      <w:proofErr w:type="gramEnd"/>
      <w:r w:rsidRPr="00544021">
        <w:rPr>
          <w:bCs/>
          <w:szCs w:val="28"/>
        </w:rPr>
        <w:t xml:space="preserve"> среде, значительные материальные потери и нар</w:t>
      </w:r>
      <w:r w:rsidRPr="00544021">
        <w:rPr>
          <w:bCs/>
          <w:szCs w:val="28"/>
        </w:rPr>
        <w:t>у</w:t>
      </w:r>
      <w:r w:rsidRPr="00544021">
        <w:rPr>
          <w:bCs/>
          <w:szCs w:val="28"/>
        </w:rPr>
        <w:t xml:space="preserve">шение условий жизнедеятельности людей. </w:t>
      </w:r>
    </w:p>
    <w:p w:rsidR="00F5623C" w:rsidRPr="00544021" w:rsidRDefault="00F5623C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2. Граждане, пострадавшие в результате чрезвычайн</w:t>
      </w:r>
      <w:r w:rsidR="003544EB" w:rsidRPr="00544021">
        <w:rPr>
          <w:bCs/>
          <w:szCs w:val="28"/>
        </w:rPr>
        <w:t>ых</w:t>
      </w:r>
      <w:r w:rsidRPr="00544021">
        <w:rPr>
          <w:bCs/>
          <w:szCs w:val="28"/>
        </w:rPr>
        <w:t xml:space="preserve"> ситуаций</w:t>
      </w:r>
      <w:r w:rsidR="003544EB" w:rsidRPr="00544021">
        <w:rPr>
          <w:bCs/>
          <w:szCs w:val="28"/>
        </w:rPr>
        <w:t xml:space="preserve"> </w:t>
      </w:r>
      <w:r w:rsidR="003D6000" w:rsidRPr="00544021">
        <w:rPr>
          <w:bCs/>
          <w:szCs w:val="28"/>
        </w:rPr>
        <w:t>пр</w:t>
      </w:r>
      <w:r w:rsidR="003D6000" w:rsidRPr="00544021">
        <w:rPr>
          <w:bCs/>
          <w:szCs w:val="28"/>
        </w:rPr>
        <w:t>и</w:t>
      </w:r>
      <w:r w:rsidR="003D6000" w:rsidRPr="00544021">
        <w:rPr>
          <w:bCs/>
          <w:szCs w:val="28"/>
        </w:rPr>
        <w:t>родного и техногенного характера</w:t>
      </w:r>
      <w:r w:rsidRPr="00544021">
        <w:rPr>
          <w:bCs/>
          <w:szCs w:val="28"/>
        </w:rPr>
        <w:t>, имеют право на получение:</w:t>
      </w:r>
    </w:p>
    <w:p w:rsidR="00F5623C" w:rsidRPr="00544021" w:rsidRDefault="00F5623C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 xml:space="preserve">1) </w:t>
      </w:r>
      <w:r w:rsidR="003D6000" w:rsidRPr="00544021">
        <w:rPr>
          <w:bCs/>
          <w:szCs w:val="28"/>
        </w:rPr>
        <w:t>единовременных денежных выплат в случаях возникновения чре</w:t>
      </w:r>
      <w:r w:rsidR="003D6000" w:rsidRPr="00544021">
        <w:rPr>
          <w:bCs/>
          <w:szCs w:val="28"/>
        </w:rPr>
        <w:t>з</w:t>
      </w:r>
      <w:r w:rsidR="003D6000" w:rsidRPr="00544021">
        <w:rPr>
          <w:bCs/>
          <w:szCs w:val="28"/>
        </w:rPr>
        <w:t>вычайных ситуаций природного и техногенного характера</w:t>
      </w:r>
      <w:r w:rsidRPr="00544021">
        <w:rPr>
          <w:bCs/>
          <w:szCs w:val="28"/>
        </w:rPr>
        <w:t xml:space="preserve"> в соответствии</w:t>
      </w:r>
      <w:r w:rsidR="00A8173C" w:rsidRPr="00544021">
        <w:rPr>
          <w:bCs/>
          <w:szCs w:val="28"/>
        </w:rPr>
        <w:t xml:space="preserve"> со </w:t>
      </w:r>
      <w:r w:rsidRPr="00544021">
        <w:rPr>
          <w:bCs/>
          <w:szCs w:val="28"/>
        </w:rPr>
        <w:t>статьей 93</w:t>
      </w:r>
      <w:r w:rsidRPr="00544021">
        <w:rPr>
          <w:bCs/>
          <w:szCs w:val="28"/>
          <w:vertAlign w:val="superscript"/>
        </w:rPr>
        <w:t>2</w:t>
      </w:r>
      <w:r w:rsidRPr="00544021">
        <w:rPr>
          <w:bCs/>
          <w:szCs w:val="28"/>
        </w:rPr>
        <w:t xml:space="preserve"> настоящего Кодекса;</w:t>
      </w:r>
    </w:p>
    <w:p w:rsidR="00F5623C" w:rsidRPr="00544021" w:rsidRDefault="00F5623C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2) натуральной помощи в соответствии со статьей 99 настоящего К</w:t>
      </w:r>
      <w:r w:rsidRPr="00544021">
        <w:rPr>
          <w:bCs/>
          <w:szCs w:val="28"/>
        </w:rPr>
        <w:t>о</w:t>
      </w:r>
      <w:r w:rsidRPr="00544021">
        <w:rPr>
          <w:bCs/>
          <w:szCs w:val="28"/>
        </w:rPr>
        <w:t>декса</w:t>
      </w:r>
      <w:proofErr w:type="gramStart"/>
      <w:r w:rsidRPr="00544021">
        <w:rPr>
          <w:bCs/>
          <w:szCs w:val="28"/>
        </w:rPr>
        <w:t>.»;</w:t>
      </w:r>
      <w:proofErr w:type="gramEnd"/>
    </w:p>
    <w:p w:rsidR="00F5623C" w:rsidRPr="00544021" w:rsidRDefault="0001289B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5</w:t>
      </w:r>
      <w:r w:rsidR="00F5623C" w:rsidRPr="00544021">
        <w:rPr>
          <w:bCs/>
          <w:szCs w:val="28"/>
        </w:rPr>
        <w:t xml:space="preserve">) в части 1 статьи 75: </w:t>
      </w:r>
    </w:p>
    <w:p w:rsidR="00F5623C" w:rsidRPr="00544021" w:rsidRDefault="00F5623C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а) в пункте 1 цифры «1</w:t>
      </w:r>
      <w:r w:rsidR="005B18F0" w:rsidRPr="00544021">
        <w:rPr>
          <w:bCs/>
          <w:szCs w:val="28"/>
        </w:rPr>
        <w:t> </w:t>
      </w:r>
      <w:r w:rsidRPr="00544021">
        <w:rPr>
          <w:bCs/>
          <w:szCs w:val="28"/>
        </w:rPr>
        <w:t>360» заменить цифрами «1</w:t>
      </w:r>
      <w:r w:rsidR="005B18F0" w:rsidRPr="00544021">
        <w:rPr>
          <w:bCs/>
          <w:szCs w:val="28"/>
        </w:rPr>
        <w:t> </w:t>
      </w:r>
      <w:r w:rsidRPr="00544021">
        <w:rPr>
          <w:bCs/>
          <w:szCs w:val="28"/>
        </w:rPr>
        <w:t>440»;</w:t>
      </w:r>
    </w:p>
    <w:p w:rsidR="00F5623C" w:rsidRPr="00544021" w:rsidRDefault="00F5623C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б) в пункте 2 слова «544 рубля» заменить словами «576 рублей»;</w:t>
      </w:r>
    </w:p>
    <w:p w:rsidR="00F5623C" w:rsidRPr="00544021" w:rsidRDefault="0001289B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6</w:t>
      </w:r>
      <w:r w:rsidR="00F5623C" w:rsidRPr="00544021">
        <w:rPr>
          <w:bCs/>
          <w:szCs w:val="28"/>
        </w:rPr>
        <w:t>) в части 1 статьи 76 цифры «28» заменить цифрами «30»;</w:t>
      </w:r>
    </w:p>
    <w:p w:rsidR="00F5623C" w:rsidRPr="00544021" w:rsidRDefault="0001289B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7</w:t>
      </w:r>
      <w:r w:rsidR="00F5623C" w:rsidRPr="00544021">
        <w:rPr>
          <w:bCs/>
          <w:szCs w:val="28"/>
        </w:rPr>
        <w:t>) в части 1 статьи 77:</w:t>
      </w:r>
    </w:p>
    <w:p w:rsidR="00F5623C" w:rsidRPr="00544021" w:rsidRDefault="005B18F0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 xml:space="preserve">а) </w:t>
      </w:r>
      <w:r w:rsidR="00F5623C" w:rsidRPr="00544021">
        <w:rPr>
          <w:bCs/>
          <w:szCs w:val="28"/>
        </w:rPr>
        <w:t>в пункте 1 цифры «4</w:t>
      </w:r>
      <w:r w:rsidRPr="00544021">
        <w:rPr>
          <w:bCs/>
          <w:szCs w:val="28"/>
        </w:rPr>
        <w:t> </w:t>
      </w:r>
      <w:r w:rsidR="00F5623C" w:rsidRPr="00544021">
        <w:rPr>
          <w:bCs/>
          <w:szCs w:val="28"/>
        </w:rPr>
        <w:t>428» заменить цифрами «4</w:t>
      </w:r>
      <w:r w:rsidRPr="00544021">
        <w:rPr>
          <w:bCs/>
          <w:szCs w:val="28"/>
        </w:rPr>
        <w:t> </w:t>
      </w:r>
      <w:r w:rsidR="00F5623C" w:rsidRPr="00544021">
        <w:rPr>
          <w:bCs/>
          <w:szCs w:val="28"/>
        </w:rPr>
        <w:t>689»;</w:t>
      </w:r>
    </w:p>
    <w:p w:rsidR="00F5623C" w:rsidRPr="00544021" w:rsidRDefault="00F5623C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б) в пункте 2 цифры «5</w:t>
      </w:r>
      <w:r w:rsidR="005B18F0" w:rsidRPr="00544021">
        <w:rPr>
          <w:bCs/>
          <w:szCs w:val="28"/>
        </w:rPr>
        <w:t> </w:t>
      </w:r>
      <w:r w:rsidRPr="00544021">
        <w:rPr>
          <w:bCs/>
          <w:szCs w:val="28"/>
        </w:rPr>
        <w:t>904» заменить цифрами «6</w:t>
      </w:r>
      <w:r w:rsidR="005B18F0" w:rsidRPr="00544021">
        <w:rPr>
          <w:bCs/>
          <w:szCs w:val="28"/>
        </w:rPr>
        <w:t> </w:t>
      </w:r>
      <w:r w:rsidRPr="00544021">
        <w:rPr>
          <w:bCs/>
          <w:szCs w:val="28"/>
        </w:rPr>
        <w:t>252»;</w:t>
      </w:r>
    </w:p>
    <w:p w:rsidR="00F5623C" w:rsidRPr="00544021" w:rsidRDefault="00F5623C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в) в пункте 3 цифры «7</w:t>
      </w:r>
      <w:r w:rsidR="005B18F0" w:rsidRPr="00544021">
        <w:rPr>
          <w:bCs/>
          <w:szCs w:val="28"/>
        </w:rPr>
        <w:t> </w:t>
      </w:r>
      <w:r w:rsidRPr="00544021">
        <w:rPr>
          <w:bCs/>
          <w:szCs w:val="28"/>
        </w:rPr>
        <w:t>380» заменить цифрами «7</w:t>
      </w:r>
      <w:r w:rsidR="005B18F0" w:rsidRPr="00544021">
        <w:rPr>
          <w:bCs/>
          <w:szCs w:val="28"/>
        </w:rPr>
        <w:t> </w:t>
      </w:r>
      <w:r w:rsidRPr="00544021">
        <w:rPr>
          <w:bCs/>
          <w:szCs w:val="28"/>
        </w:rPr>
        <w:t>815»;</w:t>
      </w:r>
    </w:p>
    <w:p w:rsidR="00F5623C" w:rsidRPr="00544021" w:rsidRDefault="0001289B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8</w:t>
      </w:r>
      <w:r w:rsidR="00F5623C" w:rsidRPr="00544021">
        <w:rPr>
          <w:bCs/>
          <w:szCs w:val="28"/>
        </w:rPr>
        <w:t>) в части 1 статьи 77</w:t>
      </w:r>
      <w:r w:rsidR="00F5623C" w:rsidRPr="00544021">
        <w:rPr>
          <w:bCs/>
          <w:szCs w:val="28"/>
          <w:vertAlign w:val="superscript"/>
        </w:rPr>
        <w:t>1</w:t>
      </w:r>
      <w:r w:rsidR="00F5623C" w:rsidRPr="00544021">
        <w:rPr>
          <w:bCs/>
          <w:szCs w:val="28"/>
        </w:rPr>
        <w:t xml:space="preserve"> слова «58</w:t>
      </w:r>
      <w:r w:rsidR="005B18F0" w:rsidRPr="00544021">
        <w:rPr>
          <w:bCs/>
          <w:szCs w:val="28"/>
        </w:rPr>
        <w:t> </w:t>
      </w:r>
      <w:r w:rsidR="00F5623C" w:rsidRPr="00544021">
        <w:rPr>
          <w:bCs/>
          <w:szCs w:val="28"/>
        </w:rPr>
        <w:t>870 рублей» заменить словами «62</w:t>
      </w:r>
      <w:r w:rsidR="00544021">
        <w:rPr>
          <w:bCs/>
          <w:szCs w:val="28"/>
        </w:rPr>
        <w:t> 343 </w:t>
      </w:r>
      <w:r w:rsidR="00F5623C" w:rsidRPr="00544021">
        <w:rPr>
          <w:bCs/>
          <w:szCs w:val="28"/>
        </w:rPr>
        <w:t>рубля»;</w:t>
      </w:r>
    </w:p>
    <w:p w:rsidR="00F5623C" w:rsidRPr="00544021" w:rsidRDefault="0001289B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9</w:t>
      </w:r>
      <w:r w:rsidR="00F5623C" w:rsidRPr="00544021">
        <w:rPr>
          <w:bCs/>
          <w:szCs w:val="28"/>
        </w:rPr>
        <w:t>) в части 1 статьи 79 цифры «2</w:t>
      </w:r>
      <w:r w:rsidR="005B18F0" w:rsidRPr="00544021">
        <w:rPr>
          <w:bCs/>
          <w:szCs w:val="28"/>
        </w:rPr>
        <w:t> </w:t>
      </w:r>
      <w:r w:rsidR="00F5623C" w:rsidRPr="00544021">
        <w:rPr>
          <w:bCs/>
          <w:szCs w:val="28"/>
        </w:rPr>
        <w:t>657» заменить цифрами «2</w:t>
      </w:r>
      <w:r w:rsidR="005B18F0" w:rsidRPr="00544021">
        <w:rPr>
          <w:bCs/>
          <w:szCs w:val="28"/>
        </w:rPr>
        <w:t> </w:t>
      </w:r>
      <w:r w:rsidR="00F5623C" w:rsidRPr="00544021">
        <w:rPr>
          <w:bCs/>
          <w:szCs w:val="28"/>
        </w:rPr>
        <w:t>814»;</w:t>
      </w:r>
    </w:p>
    <w:p w:rsidR="00F5623C" w:rsidRPr="00544021" w:rsidRDefault="0001289B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10</w:t>
      </w:r>
      <w:r w:rsidR="00F5623C" w:rsidRPr="00544021">
        <w:rPr>
          <w:bCs/>
          <w:szCs w:val="28"/>
        </w:rPr>
        <w:t>) в части 1 статьи 80 цифры «1</w:t>
      </w:r>
      <w:r w:rsidR="005B18F0" w:rsidRPr="00544021">
        <w:rPr>
          <w:bCs/>
          <w:szCs w:val="28"/>
        </w:rPr>
        <w:t> </w:t>
      </w:r>
      <w:r w:rsidR="00F5623C" w:rsidRPr="00544021">
        <w:rPr>
          <w:bCs/>
          <w:szCs w:val="28"/>
        </w:rPr>
        <w:t>328» заменить цифрами «1</w:t>
      </w:r>
      <w:r w:rsidR="005B18F0" w:rsidRPr="00544021">
        <w:rPr>
          <w:bCs/>
          <w:szCs w:val="28"/>
        </w:rPr>
        <w:t> </w:t>
      </w:r>
      <w:r w:rsidR="00F5623C" w:rsidRPr="00544021">
        <w:rPr>
          <w:bCs/>
          <w:szCs w:val="28"/>
        </w:rPr>
        <w:t>406»;</w:t>
      </w:r>
    </w:p>
    <w:p w:rsidR="00F5623C" w:rsidRPr="00544021" w:rsidRDefault="00F5623C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1</w:t>
      </w:r>
      <w:r w:rsidR="0001289B" w:rsidRPr="00544021">
        <w:rPr>
          <w:bCs/>
          <w:szCs w:val="28"/>
        </w:rPr>
        <w:t>1</w:t>
      </w:r>
      <w:r w:rsidRPr="00544021">
        <w:rPr>
          <w:bCs/>
          <w:szCs w:val="28"/>
        </w:rPr>
        <w:t>) в части 1 статьи 81:</w:t>
      </w:r>
    </w:p>
    <w:p w:rsidR="00F5623C" w:rsidRPr="00544021" w:rsidRDefault="00F5623C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а) в пункте 1 цифры «7</w:t>
      </w:r>
      <w:r w:rsidR="005B18F0" w:rsidRPr="00544021">
        <w:rPr>
          <w:bCs/>
          <w:szCs w:val="28"/>
        </w:rPr>
        <w:t> </w:t>
      </w:r>
      <w:r w:rsidRPr="00544021">
        <w:rPr>
          <w:bCs/>
          <w:szCs w:val="28"/>
        </w:rPr>
        <w:t>318» заменить цифрами «7</w:t>
      </w:r>
      <w:r w:rsidR="005B18F0" w:rsidRPr="00544021">
        <w:rPr>
          <w:bCs/>
          <w:szCs w:val="28"/>
        </w:rPr>
        <w:t> </w:t>
      </w:r>
      <w:r w:rsidRPr="00544021">
        <w:rPr>
          <w:bCs/>
          <w:szCs w:val="28"/>
        </w:rPr>
        <w:t>750»;</w:t>
      </w:r>
    </w:p>
    <w:p w:rsidR="00F5623C" w:rsidRPr="00544021" w:rsidRDefault="00F5623C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б) в пункте 2 цифры «8</w:t>
      </w:r>
      <w:r w:rsidR="005B18F0" w:rsidRPr="00544021">
        <w:rPr>
          <w:bCs/>
          <w:szCs w:val="28"/>
        </w:rPr>
        <w:t> </w:t>
      </w:r>
      <w:r w:rsidRPr="00544021">
        <w:rPr>
          <w:bCs/>
          <w:szCs w:val="28"/>
        </w:rPr>
        <w:t>739» заменить цифрами «9</w:t>
      </w:r>
      <w:r w:rsidR="005B18F0" w:rsidRPr="00544021">
        <w:rPr>
          <w:bCs/>
          <w:szCs w:val="28"/>
        </w:rPr>
        <w:t> </w:t>
      </w:r>
      <w:r w:rsidRPr="00544021">
        <w:rPr>
          <w:bCs/>
          <w:szCs w:val="28"/>
        </w:rPr>
        <w:t>255»;</w:t>
      </w:r>
    </w:p>
    <w:p w:rsidR="00F5623C" w:rsidRPr="00544021" w:rsidRDefault="00F5623C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в) в пункте 3 цифры «9</w:t>
      </w:r>
      <w:r w:rsidR="005B18F0" w:rsidRPr="00544021">
        <w:rPr>
          <w:bCs/>
          <w:szCs w:val="28"/>
        </w:rPr>
        <w:t> </w:t>
      </w:r>
      <w:r w:rsidRPr="00544021">
        <w:rPr>
          <w:bCs/>
          <w:szCs w:val="28"/>
        </w:rPr>
        <w:t>620» заменить цифрами «10</w:t>
      </w:r>
      <w:r w:rsidR="005B18F0" w:rsidRPr="00544021">
        <w:rPr>
          <w:bCs/>
          <w:szCs w:val="28"/>
        </w:rPr>
        <w:t> </w:t>
      </w:r>
      <w:r w:rsidRPr="00544021">
        <w:rPr>
          <w:bCs/>
          <w:szCs w:val="28"/>
        </w:rPr>
        <w:t>188»;</w:t>
      </w:r>
    </w:p>
    <w:p w:rsidR="00F5623C" w:rsidRPr="00544021" w:rsidRDefault="00F5623C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1</w:t>
      </w:r>
      <w:r w:rsidR="0001289B" w:rsidRPr="00544021">
        <w:rPr>
          <w:bCs/>
          <w:szCs w:val="28"/>
        </w:rPr>
        <w:t>2</w:t>
      </w:r>
      <w:r w:rsidRPr="00544021">
        <w:rPr>
          <w:bCs/>
          <w:szCs w:val="28"/>
        </w:rPr>
        <w:t>) в части 1 статьи 82 цифры «12</w:t>
      </w:r>
      <w:r w:rsidR="005B18F0" w:rsidRPr="00544021">
        <w:rPr>
          <w:bCs/>
          <w:szCs w:val="28"/>
        </w:rPr>
        <w:t> </w:t>
      </w:r>
      <w:r w:rsidRPr="00544021">
        <w:rPr>
          <w:bCs/>
          <w:szCs w:val="28"/>
        </w:rPr>
        <w:t>130» заменить цифрами «12</w:t>
      </w:r>
      <w:r w:rsidR="005B18F0" w:rsidRPr="00544021">
        <w:rPr>
          <w:bCs/>
          <w:szCs w:val="28"/>
        </w:rPr>
        <w:t> </w:t>
      </w:r>
      <w:r w:rsidRPr="00544021">
        <w:rPr>
          <w:bCs/>
          <w:szCs w:val="28"/>
        </w:rPr>
        <w:t>846»;</w:t>
      </w:r>
    </w:p>
    <w:p w:rsidR="00825CC4" w:rsidRPr="00544021" w:rsidRDefault="00F5623C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1</w:t>
      </w:r>
      <w:r w:rsidR="0001289B" w:rsidRPr="00544021">
        <w:rPr>
          <w:bCs/>
          <w:szCs w:val="28"/>
        </w:rPr>
        <w:t>3</w:t>
      </w:r>
      <w:r w:rsidRPr="00544021">
        <w:rPr>
          <w:bCs/>
          <w:szCs w:val="28"/>
        </w:rPr>
        <w:t xml:space="preserve">) </w:t>
      </w:r>
      <w:r w:rsidR="00825CC4" w:rsidRPr="00544021">
        <w:rPr>
          <w:bCs/>
          <w:szCs w:val="28"/>
        </w:rPr>
        <w:t>в статье 83:</w:t>
      </w:r>
    </w:p>
    <w:p w:rsidR="00825CC4" w:rsidRPr="00544021" w:rsidRDefault="00825CC4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а) в части 1 цифры «295» заменить цифрами «312»;</w:t>
      </w:r>
    </w:p>
    <w:p w:rsidR="00544021" w:rsidRDefault="00544021">
      <w:pPr>
        <w:ind w:firstLine="0"/>
        <w:jc w:val="left"/>
        <w:rPr>
          <w:bCs/>
          <w:szCs w:val="28"/>
        </w:rPr>
      </w:pPr>
      <w:r>
        <w:rPr>
          <w:bCs/>
          <w:szCs w:val="28"/>
        </w:rPr>
        <w:br w:type="page"/>
      </w:r>
    </w:p>
    <w:p w:rsidR="00F5623C" w:rsidRPr="00544021" w:rsidRDefault="00825CC4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lastRenderedPageBreak/>
        <w:t xml:space="preserve">б) </w:t>
      </w:r>
      <w:r w:rsidR="00816000" w:rsidRPr="00544021">
        <w:rPr>
          <w:bCs/>
          <w:szCs w:val="28"/>
        </w:rPr>
        <w:t xml:space="preserve">в </w:t>
      </w:r>
      <w:r w:rsidRPr="00544021">
        <w:rPr>
          <w:bCs/>
          <w:szCs w:val="28"/>
        </w:rPr>
        <w:t>част</w:t>
      </w:r>
      <w:r w:rsidR="00816000" w:rsidRPr="00544021">
        <w:rPr>
          <w:bCs/>
          <w:szCs w:val="28"/>
        </w:rPr>
        <w:t>и</w:t>
      </w:r>
      <w:r w:rsidRPr="00544021">
        <w:rPr>
          <w:bCs/>
          <w:szCs w:val="28"/>
        </w:rPr>
        <w:t xml:space="preserve"> 2:</w:t>
      </w:r>
    </w:p>
    <w:p w:rsidR="00816000" w:rsidRPr="00544021" w:rsidRDefault="00816000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пункт 1 изложить в следующей редакции:</w:t>
      </w:r>
    </w:p>
    <w:p w:rsidR="00F5623C" w:rsidRPr="00544021" w:rsidRDefault="00F5623C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«1) женщинам в период беременности</w:t>
      </w:r>
      <w:r w:rsidR="00825CC4" w:rsidRPr="00544021">
        <w:rPr>
          <w:bCs/>
          <w:szCs w:val="28"/>
        </w:rPr>
        <w:t xml:space="preserve"> из семей</w:t>
      </w:r>
      <w:r w:rsidRPr="00544021">
        <w:rPr>
          <w:bCs/>
          <w:szCs w:val="28"/>
        </w:rPr>
        <w:t>, размер среднедушев</w:t>
      </w:r>
      <w:r w:rsidRPr="00544021">
        <w:rPr>
          <w:bCs/>
          <w:szCs w:val="28"/>
        </w:rPr>
        <w:t>о</w:t>
      </w:r>
      <w:r w:rsidRPr="00544021">
        <w:rPr>
          <w:bCs/>
          <w:szCs w:val="28"/>
        </w:rPr>
        <w:t>го дохода которых не превышает величину прожиточного минимума на душу населения, установленную в Ярославской области на дату обращения за назначением указанной ежемесячной выплаты</w:t>
      </w:r>
      <w:proofErr w:type="gramStart"/>
      <w:r w:rsidRPr="00544021">
        <w:rPr>
          <w:bCs/>
          <w:szCs w:val="28"/>
        </w:rPr>
        <w:t>;</w:t>
      </w:r>
      <w:r w:rsidR="00816000" w:rsidRPr="00544021">
        <w:rPr>
          <w:bCs/>
          <w:szCs w:val="28"/>
        </w:rPr>
        <w:t>»</w:t>
      </w:r>
      <w:proofErr w:type="gramEnd"/>
      <w:r w:rsidR="00816000" w:rsidRPr="00544021">
        <w:rPr>
          <w:bCs/>
          <w:szCs w:val="28"/>
        </w:rPr>
        <w:t>;</w:t>
      </w:r>
    </w:p>
    <w:p w:rsidR="00816000" w:rsidRPr="00544021" w:rsidRDefault="00816000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пункт 3 изложить в следующей редакции:</w:t>
      </w:r>
    </w:p>
    <w:p w:rsidR="00F5623C" w:rsidRPr="00544021" w:rsidRDefault="00816000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«3</w:t>
      </w:r>
      <w:r w:rsidR="00F5623C" w:rsidRPr="00544021">
        <w:rPr>
          <w:bCs/>
          <w:szCs w:val="28"/>
        </w:rPr>
        <w:t>) кормящим матерям из семей, размер среднедушевого дохода кот</w:t>
      </w:r>
      <w:r w:rsidR="00F5623C" w:rsidRPr="00544021">
        <w:rPr>
          <w:bCs/>
          <w:szCs w:val="28"/>
        </w:rPr>
        <w:t>о</w:t>
      </w:r>
      <w:r w:rsidR="00F5623C" w:rsidRPr="00544021">
        <w:rPr>
          <w:bCs/>
          <w:szCs w:val="28"/>
        </w:rPr>
        <w:t>рых не превышает величину прожиточного минимума на душу населения, установленную в Ярославской области на дату обращения за назначением указанной ежемесячной выплаты</w:t>
      </w:r>
      <w:proofErr w:type="gramStart"/>
      <w:r w:rsidR="00F5623C" w:rsidRPr="00544021">
        <w:rPr>
          <w:bCs/>
          <w:szCs w:val="28"/>
        </w:rPr>
        <w:t>.»;</w:t>
      </w:r>
      <w:proofErr w:type="gramEnd"/>
    </w:p>
    <w:p w:rsidR="00F5623C" w:rsidRPr="00544021" w:rsidRDefault="00825CC4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в)</w:t>
      </w:r>
      <w:r w:rsidR="00F5623C" w:rsidRPr="00544021">
        <w:rPr>
          <w:bCs/>
          <w:szCs w:val="28"/>
        </w:rPr>
        <w:t xml:space="preserve"> часть 6 изложить в следующей редакции:</w:t>
      </w:r>
    </w:p>
    <w:p w:rsidR="00F5623C" w:rsidRPr="00544021" w:rsidRDefault="00F5623C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«6. Перечень доходов</w:t>
      </w:r>
      <w:r w:rsidR="00825CC4" w:rsidRPr="00544021">
        <w:rPr>
          <w:bCs/>
          <w:szCs w:val="28"/>
        </w:rPr>
        <w:t xml:space="preserve"> </w:t>
      </w:r>
      <w:r w:rsidRPr="00544021">
        <w:rPr>
          <w:bCs/>
          <w:szCs w:val="28"/>
        </w:rPr>
        <w:t xml:space="preserve">и порядок расчета среднедушевого дохода </w:t>
      </w:r>
      <w:r w:rsidR="00EF75C9" w:rsidRPr="00544021">
        <w:rPr>
          <w:bCs/>
          <w:szCs w:val="28"/>
        </w:rPr>
        <w:t xml:space="preserve">семьи </w:t>
      </w:r>
      <w:r w:rsidRPr="00544021">
        <w:rPr>
          <w:bCs/>
          <w:szCs w:val="28"/>
        </w:rPr>
        <w:t>в целях получения ежемесячной выплаты, предусмотренной настоящей ст</w:t>
      </w:r>
      <w:r w:rsidRPr="00544021">
        <w:rPr>
          <w:bCs/>
          <w:szCs w:val="28"/>
        </w:rPr>
        <w:t>а</w:t>
      </w:r>
      <w:r w:rsidRPr="00544021">
        <w:rPr>
          <w:bCs/>
          <w:szCs w:val="28"/>
        </w:rPr>
        <w:t>тьей, порядок назначения и выплаты ежеме</w:t>
      </w:r>
      <w:r w:rsidR="00A8173C" w:rsidRPr="00544021">
        <w:rPr>
          <w:bCs/>
          <w:szCs w:val="28"/>
        </w:rPr>
        <w:t>сячной выплаты в соответствии с </w:t>
      </w:r>
      <w:r w:rsidRPr="00544021">
        <w:rPr>
          <w:bCs/>
          <w:szCs w:val="28"/>
        </w:rPr>
        <w:t>настоящей статьей устанавливаются уполномоченным органом исполн</w:t>
      </w:r>
      <w:r w:rsidRPr="00544021">
        <w:rPr>
          <w:bCs/>
          <w:szCs w:val="28"/>
        </w:rPr>
        <w:t>и</w:t>
      </w:r>
      <w:r w:rsidRPr="00544021">
        <w:rPr>
          <w:bCs/>
          <w:szCs w:val="28"/>
        </w:rPr>
        <w:t>тельной власти Ярославской области в сфере социальной защиты и социал</w:t>
      </w:r>
      <w:r w:rsidRPr="00544021">
        <w:rPr>
          <w:bCs/>
          <w:szCs w:val="28"/>
        </w:rPr>
        <w:t>ь</w:t>
      </w:r>
      <w:r w:rsidRPr="00544021">
        <w:rPr>
          <w:bCs/>
          <w:szCs w:val="28"/>
        </w:rPr>
        <w:t>ного обслуживания населения</w:t>
      </w:r>
      <w:proofErr w:type="gramStart"/>
      <w:r w:rsidRPr="00544021">
        <w:rPr>
          <w:bCs/>
          <w:szCs w:val="28"/>
        </w:rPr>
        <w:t>.»;</w:t>
      </w:r>
      <w:proofErr w:type="gramEnd"/>
    </w:p>
    <w:p w:rsidR="00F5623C" w:rsidRPr="00544021" w:rsidRDefault="00F5623C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1</w:t>
      </w:r>
      <w:r w:rsidR="0001289B" w:rsidRPr="00544021">
        <w:rPr>
          <w:bCs/>
          <w:szCs w:val="28"/>
        </w:rPr>
        <w:t>4</w:t>
      </w:r>
      <w:r w:rsidRPr="00544021">
        <w:rPr>
          <w:bCs/>
          <w:szCs w:val="28"/>
        </w:rPr>
        <w:t>) в части 1 статьи 84 цифры «737» заменить цифрами «780»;</w:t>
      </w:r>
    </w:p>
    <w:p w:rsidR="00F5623C" w:rsidRPr="00544021" w:rsidRDefault="00F5623C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1</w:t>
      </w:r>
      <w:r w:rsidR="0001289B" w:rsidRPr="00544021">
        <w:rPr>
          <w:bCs/>
          <w:szCs w:val="28"/>
        </w:rPr>
        <w:t>5</w:t>
      </w:r>
      <w:r w:rsidRPr="00544021">
        <w:rPr>
          <w:bCs/>
          <w:szCs w:val="28"/>
        </w:rPr>
        <w:t>) в части 1 статьи 86:</w:t>
      </w:r>
    </w:p>
    <w:p w:rsidR="00F5623C" w:rsidRPr="00544021" w:rsidRDefault="005B18F0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 xml:space="preserve">а) </w:t>
      </w:r>
      <w:r w:rsidR="00F5623C" w:rsidRPr="00544021">
        <w:rPr>
          <w:bCs/>
          <w:szCs w:val="28"/>
        </w:rPr>
        <w:t>в пункте 1 цифры «841» заменить цифрами «891»;</w:t>
      </w:r>
    </w:p>
    <w:p w:rsidR="00F5623C" w:rsidRPr="00544021" w:rsidRDefault="00F5623C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б) в пункте 2 цифры «657» заменить цифрами «696»;</w:t>
      </w:r>
    </w:p>
    <w:p w:rsidR="00F5623C" w:rsidRPr="00544021" w:rsidRDefault="00F5623C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в) в пункте 3 слова «464 рубля» заменить словами «491 рубль»;</w:t>
      </w:r>
    </w:p>
    <w:p w:rsidR="00F5623C" w:rsidRPr="00544021" w:rsidRDefault="00F5623C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г) в пункте 4 цифры «339» заменить цифрами «359»;</w:t>
      </w:r>
    </w:p>
    <w:p w:rsidR="00F5623C" w:rsidRPr="00544021" w:rsidRDefault="00F5623C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1</w:t>
      </w:r>
      <w:r w:rsidR="0001289B" w:rsidRPr="00544021">
        <w:rPr>
          <w:bCs/>
          <w:szCs w:val="28"/>
        </w:rPr>
        <w:t>6</w:t>
      </w:r>
      <w:r w:rsidRPr="00544021">
        <w:rPr>
          <w:bCs/>
          <w:szCs w:val="28"/>
        </w:rPr>
        <w:t>) в части 1 статьи 86</w:t>
      </w:r>
      <w:r w:rsidRPr="00544021">
        <w:rPr>
          <w:bCs/>
          <w:szCs w:val="28"/>
          <w:vertAlign w:val="superscript"/>
        </w:rPr>
        <w:t>1</w:t>
      </w:r>
      <w:r w:rsidRPr="00544021">
        <w:rPr>
          <w:bCs/>
          <w:szCs w:val="28"/>
        </w:rPr>
        <w:t xml:space="preserve"> цифры «14</w:t>
      </w:r>
      <w:r w:rsidR="005B18F0" w:rsidRPr="00544021">
        <w:rPr>
          <w:bCs/>
          <w:szCs w:val="28"/>
        </w:rPr>
        <w:t> </w:t>
      </w:r>
      <w:r w:rsidRPr="00544021">
        <w:rPr>
          <w:bCs/>
          <w:szCs w:val="28"/>
        </w:rPr>
        <w:t>899» заменить цифрами «15</w:t>
      </w:r>
      <w:r w:rsidR="005B18F0" w:rsidRPr="00544021">
        <w:rPr>
          <w:bCs/>
          <w:szCs w:val="28"/>
        </w:rPr>
        <w:t> </w:t>
      </w:r>
      <w:r w:rsidRPr="00544021">
        <w:rPr>
          <w:bCs/>
          <w:szCs w:val="28"/>
        </w:rPr>
        <w:t>778»;</w:t>
      </w:r>
    </w:p>
    <w:p w:rsidR="00F5623C" w:rsidRPr="00544021" w:rsidRDefault="00B07CB6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1</w:t>
      </w:r>
      <w:r w:rsidR="0001289B" w:rsidRPr="00544021">
        <w:rPr>
          <w:bCs/>
          <w:szCs w:val="28"/>
        </w:rPr>
        <w:t>7</w:t>
      </w:r>
      <w:r w:rsidR="00F5623C" w:rsidRPr="00544021">
        <w:rPr>
          <w:bCs/>
          <w:szCs w:val="28"/>
        </w:rPr>
        <w:t>) в части 1 статьи 87:</w:t>
      </w:r>
    </w:p>
    <w:p w:rsidR="00F5623C" w:rsidRPr="00544021" w:rsidRDefault="00F5623C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а) в пункте 1 цифры «737» заменить цифрами «780»;</w:t>
      </w:r>
    </w:p>
    <w:p w:rsidR="00F5623C" w:rsidRPr="00544021" w:rsidRDefault="00F5623C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б) в пункте 2 цифры «5</w:t>
      </w:r>
      <w:r w:rsidR="005B18F0" w:rsidRPr="00544021">
        <w:rPr>
          <w:bCs/>
          <w:szCs w:val="28"/>
        </w:rPr>
        <w:t> </w:t>
      </w:r>
      <w:r w:rsidRPr="00544021">
        <w:rPr>
          <w:bCs/>
          <w:szCs w:val="28"/>
        </w:rPr>
        <w:t>500» заменить цифрами «5</w:t>
      </w:r>
      <w:r w:rsidR="005B18F0" w:rsidRPr="00544021">
        <w:rPr>
          <w:bCs/>
          <w:szCs w:val="28"/>
        </w:rPr>
        <w:t> </w:t>
      </w:r>
      <w:r w:rsidRPr="00544021">
        <w:rPr>
          <w:bCs/>
          <w:szCs w:val="28"/>
        </w:rPr>
        <w:t>825»;</w:t>
      </w:r>
    </w:p>
    <w:p w:rsidR="005B18F0" w:rsidRPr="00544021" w:rsidRDefault="00B07CB6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1</w:t>
      </w:r>
      <w:r w:rsidR="0001289B" w:rsidRPr="00544021">
        <w:rPr>
          <w:bCs/>
          <w:szCs w:val="28"/>
        </w:rPr>
        <w:t>8</w:t>
      </w:r>
      <w:r w:rsidR="00F5623C" w:rsidRPr="00544021">
        <w:rPr>
          <w:bCs/>
          <w:szCs w:val="28"/>
        </w:rPr>
        <w:t xml:space="preserve">) в части 1 статьи 89 </w:t>
      </w:r>
      <w:r w:rsidR="005B18F0" w:rsidRPr="00544021">
        <w:rPr>
          <w:bCs/>
          <w:szCs w:val="28"/>
        </w:rPr>
        <w:t xml:space="preserve">слова «2 080 </w:t>
      </w:r>
      <w:r w:rsidR="00544021">
        <w:rPr>
          <w:bCs/>
          <w:szCs w:val="28"/>
        </w:rPr>
        <w:t>рублей» заменить словами «2 203 </w:t>
      </w:r>
      <w:r w:rsidR="005B18F0" w:rsidRPr="00544021">
        <w:rPr>
          <w:bCs/>
          <w:szCs w:val="28"/>
        </w:rPr>
        <w:t>рубля»;</w:t>
      </w:r>
    </w:p>
    <w:p w:rsidR="00F5623C" w:rsidRPr="00544021" w:rsidRDefault="001E5389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1</w:t>
      </w:r>
      <w:r w:rsidR="0001289B" w:rsidRPr="00544021">
        <w:rPr>
          <w:bCs/>
          <w:szCs w:val="28"/>
        </w:rPr>
        <w:t>9</w:t>
      </w:r>
      <w:r w:rsidR="005B18F0" w:rsidRPr="00544021">
        <w:rPr>
          <w:bCs/>
          <w:szCs w:val="28"/>
        </w:rPr>
        <w:t xml:space="preserve">) </w:t>
      </w:r>
      <w:r w:rsidR="00F5623C" w:rsidRPr="00544021">
        <w:rPr>
          <w:bCs/>
          <w:szCs w:val="28"/>
        </w:rPr>
        <w:t>в части 1 статьи 89</w:t>
      </w:r>
      <w:r w:rsidR="00F5623C" w:rsidRPr="00544021">
        <w:rPr>
          <w:bCs/>
          <w:szCs w:val="28"/>
          <w:vertAlign w:val="superscript"/>
        </w:rPr>
        <w:t>1</w:t>
      </w:r>
      <w:r w:rsidR="00F5623C" w:rsidRPr="00544021">
        <w:rPr>
          <w:bCs/>
          <w:szCs w:val="28"/>
        </w:rPr>
        <w:t xml:space="preserve"> слова «2</w:t>
      </w:r>
      <w:r w:rsidR="005B18F0" w:rsidRPr="00544021">
        <w:rPr>
          <w:bCs/>
          <w:szCs w:val="28"/>
        </w:rPr>
        <w:t> </w:t>
      </w:r>
      <w:r w:rsidR="00F5623C" w:rsidRPr="00544021">
        <w:rPr>
          <w:bCs/>
          <w:szCs w:val="28"/>
        </w:rPr>
        <w:t>080 рублей» заменить словами «2</w:t>
      </w:r>
      <w:r w:rsidR="00544021">
        <w:rPr>
          <w:bCs/>
          <w:szCs w:val="28"/>
        </w:rPr>
        <w:t> 203 </w:t>
      </w:r>
      <w:r w:rsidR="00F5623C" w:rsidRPr="00544021">
        <w:rPr>
          <w:bCs/>
          <w:szCs w:val="28"/>
        </w:rPr>
        <w:t>рубля»;</w:t>
      </w:r>
    </w:p>
    <w:p w:rsidR="00F5623C" w:rsidRPr="00544021" w:rsidRDefault="0001289B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20</w:t>
      </w:r>
      <w:r w:rsidR="00F5623C" w:rsidRPr="00544021">
        <w:rPr>
          <w:bCs/>
          <w:szCs w:val="28"/>
        </w:rPr>
        <w:t xml:space="preserve">) в части 1 статьи 90 слова «136 рублей» заменить словами </w:t>
      </w:r>
      <w:r w:rsidR="00544021">
        <w:rPr>
          <w:bCs/>
          <w:szCs w:val="28"/>
        </w:rPr>
        <w:br/>
      </w:r>
      <w:r w:rsidR="00F5623C" w:rsidRPr="00544021">
        <w:rPr>
          <w:bCs/>
          <w:szCs w:val="28"/>
        </w:rPr>
        <w:t>«144 рубля»;</w:t>
      </w:r>
    </w:p>
    <w:p w:rsidR="00F5623C" w:rsidRPr="00544021" w:rsidRDefault="00F5623C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2</w:t>
      </w:r>
      <w:r w:rsidR="0001289B" w:rsidRPr="00544021">
        <w:rPr>
          <w:bCs/>
          <w:szCs w:val="28"/>
        </w:rPr>
        <w:t>1</w:t>
      </w:r>
      <w:r w:rsidRPr="00544021">
        <w:rPr>
          <w:bCs/>
          <w:szCs w:val="28"/>
        </w:rPr>
        <w:t>) в статье 91:</w:t>
      </w:r>
    </w:p>
    <w:p w:rsidR="00F5623C" w:rsidRPr="00544021" w:rsidRDefault="00F5623C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 xml:space="preserve">а) в части 1: </w:t>
      </w:r>
    </w:p>
    <w:p w:rsidR="00F5623C" w:rsidRPr="00544021" w:rsidRDefault="00F5623C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в пункте 1:</w:t>
      </w:r>
    </w:p>
    <w:p w:rsidR="00F5623C" w:rsidRPr="00544021" w:rsidRDefault="00F5623C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в абзаце втором слова «801 рубль» заменить словами «848 рублей»;</w:t>
      </w:r>
    </w:p>
    <w:p w:rsidR="00F5623C" w:rsidRPr="00544021" w:rsidRDefault="00F5623C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в абзаце третьем слова «541 рубль» заменить словами «573 рубля»;</w:t>
      </w:r>
    </w:p>
    <w:p w:rsidR="00F5623C" w:rsidRPr="00544021" w:rsidRDefault="00F5623C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в пункте 2:</w:t>
      </w:r>
    </w:p>
    <w:p w:rsidR="00F5623C" w:rsidRPr="00544021" w:rsidRDefault="00F5623C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в абзаце втором цифры «682» заменить цифрами «722»;</w:t>
      </w:r>
    </w:p>
    <w:p w:rsidR="00F5623C" w:rsidRPr="00544021" w:rsidRDefault="00F5623C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в абзаце третьем слова «436 рублей» заменить словами «462 рубля»;</w:t>
      </w:r>
    </w:p>
    <w:p w:rsidR="00F5623C" w:rsidRPr="00544021" w:rsidRDefault="00F5623C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в пункте 3:</w:t>
      </w:r>
    </w:p>
    <w:p w:rsidR="00F5623C" w:rsidRPr="00544021" w:rsidRDefault="00F5623C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в абзаце втором цифры «977» заменить цифрами «1</w:t>
      </w:r>
      <w:r w:rsidR="00B15F3D" w:rsidRPr="00544021">
        <w:rPr>
          <w:bCs/>
          <w:szCs w:val="28"/>
        </w:rPr>
        <w:t> </w:t>
      </w:r>
      <w:r w:rsidRPr="00544021">
        <w:rPr>
          <w:bCs/>
          <w:szCs w:val="28"/>
        </w:rPr>
        <w:t>035»;</w:t>
      </w:r>
    </w:p>
    <w:p w:rsidR="00F5623C" w:rsidRPr="00544021" w:rsidRDefault="00F5623C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в абзаце третьем цифры «682» заменить цифрами «722»;</w:t>
      </w:r>
    </w:p>
    <w:p w:rsidR="00F5623C" w:rsidRPr="00544021" w:rsidRDefault="00F5623C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lastRenderedPageBreak/>
        <w:t>в пункте 4:</w:t>
      </w:r>
    </w:p>
    <w:p w:rsidR="00F5623C" w:rsidRPr="00544021" w:rsidRDefault="00F5623C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в абзаце втором цифры «654» заменить цифрами «693»;</w:t>
      </w:r>
    </w:p>
    <w:p w:rsidR="00F5623C" w:rsidRPr="00544021" w:rsidRDefault="00F5623C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в абзаце третьем слова «436 рублей» заменить словами «462 рубля»;</w:t>
      </w:r>
    </w:p>
    <w:p w:rsidR="00F5623C" w:rsidRPr="00544021" w:rsidRDefault="00F5623C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в пункте 5:</w:t>
      </w:r>
    </w:p>
    <w:p w:rsidR="00F5623C" w:rsidRPr="00544021" w:rsidRDefault="00F5623C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в абзаце втором слова «594 рубля» заменить словами «629 рублей»;</w:t>
      </w:r>
    </w:p>
    <w:p w:rsidR="00F5623C" w:rsidRPr="00544021" w:rsidRDefault="00F5623C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в абзаце третьем слова «423 рубля» заменить словами «448 рублей»;</w:t>
      </w:r>
    </w:p>
    <w:p w:rsidR="00F5623C" w:rsidRPr="00544021" w:rsidRDefault="00825CC4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б</w:t>
      </w:r>
      <w:r w:rsidR="00B91964" w:rsidRPr="00544021">
        <w:rPr>
          <w:bCs/>
          <w:szCs w:val="28"/>
        </w:rPr>
        <w:t>) в части 2</w:t>
      </w:r>
      <w:r w:rsidR="00F5623C" w:rsidRPr="00544021">
        <w:rPr>
          <w:bCs/>
          <w:szCs w:val="28"/>
        </w:rPr>
        <w:t>:</w:t>
      </w:r>
    </w:p>
    <w:p w:rsidR="00B15F3D" w:rsidRPr="00544021" w:rsidRDefault="00F5623C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 xml:space="preserve">абзац первый изложить в следующей редакции: </w:t>
      </w:r>
    </w:p>
    <w:p w:rsidR="00F5623C" w:rsidRPr="00544021" w:rsidRDefault="00F5623C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«</w:t>
      </w:r>
      <w:r w:rsidR="000F207A" w:rsidRPr="00544021">
        <w:rPr>
          <w:bCs/>
          <w:szCs w:val="28"/>
        </w:rPr>
        <w:t xml:space="preserve">2. </w:t>
      </w:r>
      <w:r w:rsidRPr="00544021">
        <w:rPr>
          <w:bCs/>
          <w:szCs w:val="28"/>
        </w:rPr>
        <w:t>Ежемесячное пособие на ребенка назначается на ребенка из семьи, размер среднедушевого дохода которой не превышает величину прожито</w:t>
      </w:r>
      <w:r w:rsidRPr="00544021">
        <w:rPr>
          <w:bCs/>
          <w:szCs w:val="28"/>
        </w:rPr>
        <w:t>ч</w:t>
      </w:r>
      <w:r w:rsidRPr="00544021">
        <w:rPr>
          <w:bCs/>
          <w:szCs w:val="28"/>
        </w:rPr>
        <w:t>ного минимума на душу населения, установленную в Ярославской области на дату обращения за назначением указанного ежемесячного пособия, и выпл</w:t>
      </w:r>
      <w:r w:rsidRPr="00544021">
        <w:rPr>
          <w:bCs/>
          <w:szCs w:val="28"/>
        </w:rPr>
        <w:t>а</w:t>
      </w:r>
      <w:r w:rsidRPr="00544021">
        <w:rPr>
          <w:bCs/>
          <w:szCs w:val="28"/>
        </w:rPr>
        <w:t>чивается</w:t>
      </w:r>
      <w:proofErr w:type="gramStart"/>
      <w:r w:rsidRPr="00544021">
        <w:rPr>
          <w:bCs/>
          <w:szCs w:val="28"/>
        </w:rPr>
        <w:t>:»</w:t>
      </w:r>
      <w:proofErr w:type="gramEnd"/>
      <w:r w:rsidRPr="00544021">
        <w:rPr>
          <w:bCs/>
          <w:szCs w:val="28"/>
        </w:rPr>
        <w:t>;</w:t>
      </w:r>
    </w:p>
    <w:p w:rsidR="00F5623C" w:rsidRPr="00544021" w:rsidRDefault="00F5623C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в абзаце пятом слова «наличия у семьи статуса малоимущей» заменить словами «размера среднедушевого дохода</w:t>
      </w:r>
      <w:r w:rsidR="00B07CB6" w:rsidRPr="00544021">
        <w:rPr>
          <w:bCs/>
          <w:szCs w:val="28"/>
        </w:rPr>
        <w:t xml:space="preserve"> семьи</w:t>
      </w:r>
      <w:r w:rsidRPr="00544021">
        <w:rPr>
          <w:bCs/>
          <w:szCs w:val="28"/>
        </w:rPr>
        <w:t>»;</w:t>
      </w:r>
    </w:p>
    <w:p w:rsidR="00F5623C" w:rsidRPr="00544021" w:rsidRDefault="00F5623C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дополнить абзацем шестым следующего содержания:</w:t>
      </w:r>
    </w:p>
    <w:p w:rsidR="00F5623C" w:rsidRPr="00544021" w:rsidRDefault="00F5623C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«Перечень доходов и порядок расчета среднедушевого дохода семьи в целях получения ежемесячного пособия на ребенка, предусмотренного настоящей статьей, устанавлива</w:t>
      </w:r>
      <w:r w:rsidR="000F207A" w:rsidRPr="00544021">
        <w:rPr>
          <w:bCs/>
          <w:szCs w:val="28"/>
        </w:rPr>
        <w:t>ю</w:t>
      </w:r>
      <w:r w:rsidRPr="00544021">
        <w:rPr>
          <w:bCs/>
          <w:szCs w:val="28"/>
        </w:rPr>
        <w:t>тся уполномоченным органом исполн</w:t>
      </w:r>
      <w:r w:rsidRPr="00544021">
        <w:rPr>
          <w:bCs/>
          <w:szCs w:val="28"/>
        </w:rPr>
        <w:t>и</w:t>
      </w:r>
      <w:r w:rsidRPr="00544021">
        <w:rPr>
          <w:bCs/>
          <w:szCs w:val="28"/>
        </w:rPr>
        <w:t>тельной власти Ярославской области в сфере социальной защиты и социал</w:t>
      </w:r>
      <w:r w:rsidRPr="00544021">
        <w:rPr>
          <w:bCs/>
          <w:szCs w:val="28"/>
        </w:rPr>
        <w:t>ь</w:t>
      </w:r>
      <w:r w:rsidRPr="00544021">
        <w:rPr>
          <w:bCs/>
          <w:szCs w:val="28"/>
        </w:rPr>
        <w:t>ного обслуживания населения</w:t>
      </w:r>
      <w:proofErr w:type="gramStart"/>
      <w:r w:rsidRPr="00544021">
        <w:rPr>
          <w:bCs/>
          <w:szCs w:val="28"/>
        </w:rPr>
        <w:t>.»;</w:t>
      </w:r>
      <w:proofErr w:type="gramEnd"/>
    </w:p>
    <w:p w:rsidR="0001289B" w:rsidRPr="00544021" w:rsidRDefault="0001289B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в) пункт 1 части 6 признать утратившим силу;</w:t>
      </w:r>
    </w:p>
    <w:p w:rsidR="00F5623C" w:rsidRPr="00544021" w:rsidRDefault="00F5623C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2</w:t>
      </w:r>
      <w:r w:rsidR="0001289B" w:rsidRPr="00544021">
        <w:rPr>
          <w:bCs/>
          <w:szCs w:val="28"/>
        </w:rPr>
        <w:t>2</w:t>
      </w:r>
      <w:r w:rsidR="00B15F3D" w:rsidRPr="00544021">
        <w:rPr>
          <w:bCs/>
          <w:szCs w:val="28"/>
        </w:rPr>
        <w:t>) в статье 92:</w:t>
      </w:r>
    </w:p>
    <w:p w:rsidR="00B15F3D" w:rsidRPr="00544021" w:rsidRDefault="00F5623C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 xml:space="preserve">а) </w:t>
      </w:r>
      <w:r w:rsidR="00B15F3D" w:rsidRPr="00544021">
        <w:rPr>
          <w:bCs/>
          <w:szCs w:val="28"/>
        </w:rPr>
        <w:t>в части 1:</w:t>
      </w:r>
    </w:p>
    <w:p w:rsidR="00B15F3D" w:rsidRPr="00544021" w:rsidRDefault="00F5623C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в пункт</w:t>
      </w:r>
      <w:r w:rsidR="00B15F3D" w:rsidRPr="00544021">
        <w:rPr>
          <w:bCs/>
          <w:szCs w:val="28"/>
        </w:rPr>
        <w:t>е</w:t>
      </w:r>
      <w:r w:rsidRPr="00544021">
        <w:rPr>
          <w:bCs/>
          <w:szCs w:val="28"/>
        </w:rPr>
        <w:t xml:space="preserve"> 1 </w:t>
      </w:r>
      <w:r w:rsidR="00B15F3D" w:rsidRPr="00544021">
        <w:rPr>
          <w:bCs/>
          <w:szCs w:val="28"/>
        </w:rPr>
        <w:t>цифры «600» заменить цифрами «635»;</w:t>
      </w:r>
    </w:p>
    <w:p w:rsidR="00F5623C" w:rsidRPr="00544021" w:rsidRDefault="00B15F3D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в пункте</w:t>
      </w:r>
      <w:r w:rsidR="00F5623C" w:rsidRPr="00544021">
        <w:rPr>
          <w:bCs/>
          <w:szCs w:val="28"/>
        </w:rPr>
        <w:t xml:space="preserve"> 2 цифры «600» заменить цифрами «635»;</w:t>
      </w:r>
    </w:p>
    <w:p w:rsidR="00F5623C" w:rsidRPr="00544021" w:rsidRDefault="00B15F3D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б) в абзаце первом части 1</w:t>
      </w:r>
      <w:r w:rsidR="00F5623C" w:rsidRPr="00544021">
        <w:rPr>
          <w:bCs/>
          <w:szCs w:val="28"/>
          <w:vertAlign w:val="superscript"/>
        </w:rPr>
        <w:t>1</w:t>
      </w:r>
      <w:r w:rsidR="00F5623C" w:rsidRPr="00544021">
        <w:rPr>
          <w:bCs/>
          <w:szCs w:val="28"/>
        </w:rPr>
        <w:t xml:space="preserve"> цифры «900» заменить цифрами «953»;</w:t>
      </w:r>
    </w:p>
    <w:p w:rsidR="00F5623C" w:rsidRPr="00544021" w:rsidRDefault="00F5623C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2</w:t>
      </w:r>
      <w:r w:rsidR="0001289B" w:rsidRPr="00544021">
        <w:rPr>
          <w:bCs/>
          <w:szCs w:val="28"/>
        </w:rPr>
        <w:t>3</w:t>
      </w:r>
      <w:r w:rsidRPr="00544021">
        <w:rPr>
          <w:bCs/>
          <w:szCs w:val="28"/>
        </w:rPr>
        <w:t>) в части 1 статьи 93 цифры «2</w:t>
      </w:r>
      <w:r w:rsidR="00B15F3D" w:rsidRPr="00544021">
        <w:rPr>
          <w:bCs/>
          <w:szCs w:val="28"/>
        </w:rPr>
        <w:t> </w:t>
      </w:r>
      <w:r w:rsidRPr="00544021">
        <w:rPr>
          <w:bCs/>
          <w:szCs w:val="28"/>
        </w:rPr>
        <w:t>543» заменить цифрами «2</w:t>
      </w:r>
      <w:r w:rsidR="00B15F3D" w:rsidRPr="00544021">
        <w:rPr>
          <w:bCs/>
          <w:szCs w:val="28"/>
        </w:rPr>
        <w:t> </w:t>
      </w:r>
      <w:r w:rsidRPr="00544021">
        <w:rPr>
          <w:bCs/>
          <w:szCs w:val="28"/>
        </w:rPr>
        <w:t>693»;</w:t>
      </w:r>
    </w:p>
    <w:p w:rsidR="00F5623C" w:rsidRPr="00544021" w:rsidRDefault="00F5623C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2</w:t>
      </w:r>
      <w:r w:rsidR="0001289B" w:rsidRPr="00544021">
        <w:rPr>
          <w:bCs/>
          <w:szCs w:val="28"/>
        </w:rPr>
        <w:t>4</w:t>
      </w:r>
      <w:r w:rsidRPr="00544021">
        <w:rPr>
          <w:bCs/>
          <w:szCs w:val="28"/>
        </w:rPr>
        <w:t>) в части 1 статьи 93</w:t>
      </w:r>
      <w:r w:rsidRPr="00544021">
        <w:rPr>
          <w:bCs/>
          <w:szCs w:val="28"/>
          <w:vertAlign w:val="superscript"/>
        </w:rPr>
        <w:t>1</w:t>
      </w:r>
      <w:r w:rsidRPr="00544021">
        <w:rPr>
          <w:bCs/>
          <w:szCs w:val="28"/>
        </w:rPr>
        <w:t xml:space="preserve"> слова «2</w:t>
      </w:r>
      <w:r w:rsidR="00B15F3D" w:rsidRPr="00544021">
        <w:rPr>
          <w:bCs/>
          <w:szCs w:val="28"/>
        </w:rPr>
        <w:t> </w:t>
      </w:r>
      <w:r w:rsidRPr="00544021">
        <w:rPr>
          <w:bCs/>
          <w:szCs w:val="28"/>
        </w:rPr>
        <w:t>496 рублей» заменить словами «2</w:t>
      </w:r>
      <w:r w:rsidR="00544021">
        <w:rPr>
          <w:bCs/>
          <w:szCs w:val="28"/>
        </w:rPr>
        <w:t> 643 </w:t>
      </w:r>
      <w:r w:rsidRPr="00544021">
        <w:rPr>
          <w:bCs/>
          <w:szCs w:val="28"/>
        </w:rPr>
        <w:t>рубля»;</w:t>
      </w:r>
    </w:p>
    <w:p w:rsidR="00F5623C" w:rsidRPr="00544021" w:rsidRDefault="00F5623C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2</w:t>
      </w:r>
      <w:r w:rsidR="0001289B" w:rsidRPr="00544021">
        <w:rPr>
          <w:bCs/>
          <w:szCs w:val="28"/>
        </w:rPr>
        <w:t>5</w:t>
      </w:r>
      <w:r w:rsidRPr="00544021">
        <w:rPr>
          <w:bCs/>
          <w:szCs w:val="28"/>
        </w:rPr>
        <w:t xml:space="preserve">) </w:t>
      </w:r>
      <w:r w:rsidR="00B15F3D" w:rsidRPr="00544021">
        <w:rPr>
          <w:bCs/>
          <w:szCs w:val="28"/>
        </w:rPr>
        <w:t>г</w:t>
      </w:r>
      <w:r w:rsidRPr="00544021">
        <w:rPr>
          <w:bCs/>
          <w:szCs w:val="28"/>
        </w:rPr>
        <w:t>лаву 15 дополнить статьей 93</w:t>
      </w:r>
      <w:r w:rsidRPr="00544021">
        <w:rPr>
          <w:bCs/>
          <w:szCs w:val="28"/>
          <w:vertAlign w:val="superscript"/>
        </w:rPr>
        <w:t>2</w:t>
      </w:r>
      <w:r w:rsidRPr="00544021">
        <w:rPr>
          <w:bCs/>
          <w:szCs w:val="28"/>
        </w:rPr>
        <w:t xml:space="preserve"> следующего содержания:</w:t>
      </w:r>
    </w:p>
    <w:p w:rsidR="00F5623C" w:rsidRPr="00544021" w:rsidRDefault="00F5623C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«Статья 93</w:t>
      </w:r>
      <w:r w:rsidRPr="00544021">
        <w:rPr>
          <w:bCs/>
          <w:szCs w:val="28"/>
          <w:vertAlign w:val="superscript"/>
        </w:rPr>
        <w:t>2</w:t>
      </w:r>
      <w:r w:rsidRPr="00544021">
        <w:rPr>
          <w:bCs/>
          <w:szCs w:val="28"/>
        </w:rPr>
        <w:t xml:space="preserve">. </w:t>
      </w:r>
      <w:r w:rsidR="003D6000" w:rsidRPr="00544021">
        <w:rPr>
          <w:b/>
          <w:bCs/>
          <w:szCs w:val="28"/>
        </w:rPr>
        <w:t xml:space="preserve">Единовременные денежные выплаты в случаях </w:t>
      </w:r>
      <w:r w:rsidR="00B862D8" w:rsidRPr="00544021">
        <w:rPr>
          <w:b/>
          <w:bCs/>
          <w:szCs w:val="28"/>
        </w:rPr>
        <w:br/>
      </w:r>
      <w:r w:rsidR="003D6000" w:rsidRPr="00544021">
        <w:rPr>
          <w:b/>
          <w:bCs/>
          <w:szCs w:val="28"/>
        </w:rPr>
        <w:t>возникновения</w:t>
      </w:r>
      <w:r w:rsidRPr="00544021">
        <w:rPr>
          <w:b/>
          <w:bCs/>
          <w:szCs w:val="28"/>
        </w:rPr>
        <w:t xml:space="preserve"> чрезвычайных ситуаций</w:t>
      </w:r>
      <w:r w:rsidR="003D6000" w:rsidRPr="00544021">
        <w:rPr>
          <w:b/>
          <w:bCs/>
          <w:szCs w:val="28"/>
        </w:rPr>
        <w:t xml:space="preserve"> природного и техногенного </w:t>
      </w:r>
      <w:r w:rsidR="00B862D8" w:rsidRPr="00544021">
        <w:rPr>
          <w:b/>
          <w:bCs/>
          <w:szCs w:val="28"/>
        </w:rPr>
        <w:br/>
      </w:r>
      <w:r w:rsidR="003D6000" w:rsidRPr="00544021">
        <w:rPr>
          <w:b/>
          <w:bCs/>
          <w:szCs w:val="28"/>
        </w:rPr>
        <w:t>характера</w:t>
      </w:r>
    </w:p>
    <w:p w:rsidR="004F671E" w:rsidRPr="00544021" w:rsidRDefault="00F5623C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 xml:space="preserve">1. </w:t>
      </w:r>
      <w:r w:rsidR="004F671E" w:rsidRPr="00544021">
        <w:rPr>
          <w:bCs/>
          <w:szCs w:val="28"/>
        </w:rPr>
        <w:t>Размер е</w:t>
      </w:r>
      <w:r w:rsidR="003D6000" w:rsidRPr="00544021">
        <w:rPr>
          <w:bCs/>
          <w:szCs w:val="28"/>
        </w:rPr>
        <w:t>диновременны</w:t>
      </w:r>
      <w:r w:rsidR="004F671E" w:rsidRPr="00544021">
        <w:rPr>
          <w:bCs/>
          <w:szCs w:val="28"/>
        </w:rPr>
        <w:t>х</w:t>
      </w:r>
      <w:r w:rsidR="003D6000" w:rsidRPr="00544021">
        <w:rPr>
          <w:bCs/>
          <w:szCs w:val="28"/>
        </w:rPr>
        <w:t xml:space="preserve"> денежны</w:t>
      </w:r>
      <w:r w:rsidR="004F671E" w:rsidRPr="00544021">
        <w:rPr>
          <w:bCs/>
          <w:szCs w:val="28"/>
        </w:rPr>
        <w:t>х</w:t>
      </w:r>
      <w:r w:rsidR="003D6000" w:rsidRPr="00544021">
        <w:rPr>
          <w:bCs/>
          <w:szCs w:val="28"/>
        </w:rPr>
        <w:t xml:space="preserve"> выплат в случаях возникновения чрезвычайных ситуаций природного и техногенного характера </w:t>
      </w:r>
      <w:r w:rsidR="004F671E" w:rsidRPr="00544021">
        <w:rPr>
          <w:bCs/>
          <w:szCs w:val="28"/>
        </w:rPr>
        <w:t>определяется Правительством Ярославской области.</w:t>
      </w:r>
    </w:p>
    <w:p w:rsidR="00F5623C" w:rsidRPr="00544021" w:rsidRDefault="004F671E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2. Единовременные денежные выплаты в случаях возникновения чре</w:t>
      </w:r>
      <w:r w:rsidRPr="00544021">
        <w:rPr>
          <w:bCs/>
          <w:szCs w:val="28"/>
        </w:rPr>
        <w:t>з</w:t>
      </w:r>
      <w:r w:rsidRPr="00544021">
        <w:rPr>
          <w:bCs/>
          <w:szCs w:val="28"/>
        </w:rPr>
        <w:t>вычайных ситуаций природного и техногенного характера назначаются и в</w:t>
      </w:r>
      <w:r w:rsidRPr="00544021">
        <w:rPr>
          <w:bCs/>
          <w:szCs w:val="28"/>
        </w:rPr>
        <w:t>ы</w:t>
      </w:r>
      <w:r w:rsidRPr="00544021">
        <w:rPr>
          <w:bCs/>
          <w:szCs w:val="28"/>
        </w:rPr>
        <w:t xml:space="preserve">плачиваются </w:t>
      </w:r>
      <w:r w:rsidR="003D6000" w:rsidRPr="00544021">
        <w:rPr>
          <w:bCs/>
          <w:szCs w:val="28"/>
        </w:rPr>
        <w:t>г</w:t>
      </w:r>
      <w:r w:rsidR="00F5623C" w:rsidRPr="00544021">
        <w:rPr>
          <w:bCs/>
          <w:szCs w:val="28"/>
        </w:rPr>
        <w:t>ражданам, пострадавшим в результате чрезвычайных ситуаций</w:t>
      </w:r>
      <w:r w:rsidR="003D6000" w:rsidRPr="00544021">
        <w:rPr>
          <w:bCs/>
          <w:szCs w:val="28"/>
        </w:rPr>
        <w:t xml:space="preserve"> природного и техногенного характера</w:t>
      </w:r>
      <w:r w:rsidR="00F5623C" w:rsidRPr="00544021">
        <w:rPr>
          <w:bCs/>
          <w:szCs w:val="28"/>
        </w:rPr>
        <w:t>,</w:t>
      </w:r>
      <w:r w:rsidR="003D6000" w:rsidRPr="00544021">
        <w:rPr>
          <w:bCs/>
          <w:szCs w:val="28"/>
        </w:rPr>
        <w:t xml:space="preserve"> в виде:</w:t>
      </w:r>
    </w:p>
    <w:p w:rsidR="00F5623C" w:rsidRPr="00544021" w:rsidRDefault="00F5623C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1) единовременн</w:t>
      </w:r>
      <w:r w:rsidR="003D6000" w:rsidRPr="00544021">
        <w:rPr>
          <w:bCs/>
          <w:szCs w:val="28"/>
        </w:rPr>
        <w:t>ой</w:t>
      </w:r>
      <w:r w:rsidRPr="00544021">
        <w:rPr>
          <w:bCs/>
          <w:szCs w:val="28"/>
        </w:rPr>
        <w:t xml:space="preserve"> материальн</w:t>
      </w:r>
      <w:r w:rsidR="003D6000" w:rsidRPr="00544021">
        <w:rPr>
          <w:bCs/>
          <w:szCs w:val="28"/>
        </w:rPr>
        <w:t>ой</w:t>
      </w:r>
      <w:r w:rsidRPr="00544021">
        <w:rPr>
          <w:bCs/>
          <w:szCs w:val="28"/>
        </w:rPr>
        <w:t xml:space="preserve"> помощ</w:t>
      </w:r>
      <w:r w:rsidR="003D6000" w:rsidRPr="00544021">
        <w:rPr>
          <w:bCs/>
          <w:szCs w:val="28"/>
        </w:rPr>
        <w:t>и</w:t>
      </w:r>
      <w:r w:rsidRPr="00544021">
        <w:rPr>
          <w:bCs/>
          <w:szCs w:val="28"/>
        </w:rPr>
        <w:t xml:space="preserve">; </w:t>
      </w:r>
    </w:p>
    <w:p w:rsidR="00F5623C" w:rsidRPr="00544021" w:rsidRDefault="00F5623C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2) финансов</w:t>
      </w:r>
      <w:r w:rsidR="00DE343D" w:rsidRPr="00544021">
        <w:rPr>
          <w:bCs/>
          <w:szCs w:val="28"/>
        </w:rPr>
        <w:t>ой</w:t>
      </w:r>
      <w:r w:rsidRPr="00544021">
        <w:rPr>
          <w:bCs/>
          <w:szCs w:val="28"/>
        </w:rPr>
        <w:t xml:space="preserve"> помощ</w:t>
      </w:r>
      <w:r w:rsidR="00DE343D" w:rsidRPr="00544021">
        <w:rPr>
          <w:bCs/>
          <w:szCs w:val="28"/>
        </w:rPr>
        <w:t>и</w:t>
      </w:r>
      <w:r w:rsidRPr="00544021">
        <w:rPr>
          <w:bCs/>
          <w:szCs w:val="28"/>
        </w:rPr>
        <w:t xml:space="preserve"> в связи с утратой имущества первой необход</w:t>
      </w:r>
      <w:r w:rsidRPr="00544021">
        <w:rPr>
          <w:bCs/>
          <w:szCs w:val="28"/>
        </w:rPr>
        <w:t>и</w:t>
      </w:r>
      <w:r w:rsidRPr="00544021">
        <w:rPr>
          <w:bCs/>
          <w:szCs w:val="28"/>
        </w:rPr>
        <w:t>мости;</w:t>
      </w:r>
    </w:p>
    <w:p w:rsidR="00F5623C" w:rsidRPr="00544021" w:rsidRDefault="00F5623C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lastRenderedPageBreak/>
        <w:t>3) единовременно</w:t>
      </w:r>
      <w:r w:rsidR="004F671E" w:rsidRPr="00544021">
        <w:rPr>
          <w:bCs/>
          <w:szCs w:val="28"/>
        </w:rPr>
        <w:t>го</w:t>
      </w:r>
      <w:r w:rsidRPr="00544021">
        <w:rPr>
          <w:bCs/>
          <w:szCs w:val="28"/>
        </w:rPr>
        <w:t xml:space="preserve"> пособи</w:t>
      </w:r>
      <w:r w:rsidR="004F671E" w:rsidRPr="00544021">
        <w:rPr>
          <w:bCs/>
          <w:szCs w:val="28"/>
        </w:rPr>
        <w:t>я</w:t>
      </w:r>
      <w:r w:rsidRPr="00544021">
        <w:rPr>
          <w:bCs/>
          <w:szCs w:val="28"/>
        </w:rPr>
        <w:t xml:space="preserve"> </w:t>
      </w:r>
      <w:r w:rsidR="00DE343D" w:rsidRPr="00544021">
        <w:rPr>
          <w:bCs/>
          <w:szCs w:val="28"/>
        </w:rPr>
        <w:t xml:space="preserve">гражданам, получившим в результате чрезвычайных ситуаций природного и техногенного характера </w:t>
      </w:r>
      <w:r w:rsidRPr="00544021">
        <w:rPr>
          <w:bCs/>
          <w:szCs w:val="28"/>
        </w:rPr>
        <w:t>вред здор</w:t>
      </w:r>
      <w:r w:rsidRPr="00544021">
        <w:rPr>
          <w:bCs/>
          <w:szCs w:val="28"/>
        </w:rPr>
        <w:t>о</w:t>
      </w:r>
      <w:r w:rsidRPr="00544021">
        <w:rPr>
          <w:bCs/>
          <w:szCs w:val="28"/>
        </w:rPr>
        <w:t>вью;</w:t>
      </w:r>
    </w:p>
    <w:p w:rsidR="00F5623C" w:rsidRPr="00544021" w:rsidRDefault="00F5623C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4) единовременно</w:t>
      </w:r>
      <w:r w:rsidR="004F671E" w:rsidRPr="00544021">
        <w:rPr>
          <w:bCs/>
          <w:szCs w:val="28"/>
        </w:rPr>
        <w:t>го</w:t>
      </w:r>
      <w:r w:rsidRPr="00544021">
        <w:rPr>
          <w:bCs/>
          <w:szCs w:val="28"/>
        </w:rPr>
        <w:t xml:space="preserve"> пособи</w:t>
      </w:r>
      <w:r w:rsidR="004F671E" w:rsidRPr="00544021">
        <w:rPr>
          <w:bCs/>
          <w:szCs w:val="28"/>
        </w:rPr>
        <w:t>я</w:t>
      </w:r>
      <w:r w:rsidRPr="00544021">
        <w:rPr>
          <w:bCs/>
          <w:szCs w:val="28"/>
        </w:rPr>
        <w:t xml:space="preserve"> членам семей граждан, погибших (уме</w:t>
      </w:r>
      <w:r w:rsidRPr="00544021">
        <w:rPr>
          <w:bCs/>
          <w:szCs w:val="28"/>
        </w:rPr>
        <w:t>р</w:t>
      </w:r>
      <w:r w:rsidRPr="00544021">
        <w:rPr>
          <w:bCs/>
          <w:szCs w:val="28"/>
        </w:rPr>
        <w:t>ших) в результате чрезвычайных ситуаций</w:t>
      </w:r>
      <w:r w:rsidR="00DE343D" w:rsidRPr="00544021">
        <w:rPr>
          <w:bCs/>
          <w:szCs w:val="28"/>
        </w:rPr>
        <w:t xml:space="preserve"> природного и техногенного х</w:t>
      </w:r>
      <w:r w:rsidR="00DE343D" w:rsidRPr="00544021">
        <w:rPr>
          <w:bCs/>
          <w:szCs w:val="28"/>
        </w:rPr>
        <w:t>а</w:t>
      </w:r>
      <w:r w:rsidR="00DE343D" w:rsidRPr="00544021">
        <w:rPr>
          <w:bCs/>
          <w:szCs w:val="28"/>
        </w:rPr>
        <w:t>рактера</w:t>
      </w:r>
      <w:r w:rsidRPr="00544021">
        <w:rPr>
          <w:bCs/>
          <w:szCs w:val="28"/>
        </w:rPr>
        <w:t>.</w:t>
      </w:r>
    </w:p>
    <w:p w:rsidR="00F5623C" w:rsidRPr="00544021" w:rsidRDefault="004F671E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3</w:t>
      </w:r>
      <w:r w:rsidR="00F5623C" w:rsidRPr="00544021">
        <w:rPr>
          <w:bCs/>
          <w:szCs w:val="28"/>
        </w:rPr>
        <w:t xml:space="preserve">. </w:t>
      </w:r>
      <w:r w:rsidRPr="00544021">
        <w:rPr>
          <w:bCs/>
          <w:szCs w:val="28"/>
        </w:rPr>
        <w:t>П</w:t>
      </w:r>
      <w:r w:rsidR="00F5623C" w:rsidRPr="00544021">
        <w:rPr>
          <w:bCs/>
          <w:szCs w:val="28"/>
        </w:rPr>
        <w:t xml:space="preserve">орядок назначения и выплаты </w:t>
      </w:r>
      <w:r w:rsidR="00DE343D" w:rsidRPr="00544021">
        <w:rPr>
          <w:bCs/>
          <w:szCs w:val="28"/>
        </w:rPr>
        <w:t xml:space="preserve">единовременных денежных выплат </w:t>
      </w:r>
      <w:r w:rsidR="00F5623C" w:rsidRPr="00544021">
        <w:rPr>
          <w:bCs/>
          <w:szCs w:val="28"/>
        </w:rPr>
        <w:t xml:space="preserve">в соответствии с настоящей статьей устанавливается </w:t>
      </w:r>
      <w:r w:rsidRPr="00544021">
        <w:rPr>
          <w:bCs/>
          <w:szCs w:val="28"/>
        </w:rPr>
        <w:t>уполномоченным орг</w:t>
      </w:r>
      <w:r w:rsidRPr="00544021">
        <w:rPr>
          <w:bCs/>
          <w:szCs w:val="28"/>
        </w:rPr>
        <w:t>а</w:t>
      </w:r>
      <w:r w:rsidRPr="00544021">
        <w:rPr>
          <w:bCs/>
          <w:szCs w:val="28"/>
        </w:rPr>
        <w:t>ном исполнительной власти Ярославской области в сфере социальной защ</w:t>
      </w:r>
      <w:r w:rsidRPr="00544021">
        <w:rPr>
          <w:bCs/>
          <w:szCs w:val="28"/>
        </w:rPr>
        <w:t>и</w:t>
      </w:r>
      <w:r w:rsidRPr="00544021">
        <w:rPr>
          <w:bCs/>
          <w:szCs w:val="28"/>
        </w:rPr>
        <w:t>ты и социального обслуживания населения</w:t>
      </w:r>
      <w:proofErr w:type="gramStart"/>
      <w:r w:rsidR="00F5623C" w:rsidRPr="00544021">
        <w:rPr>
          <w:bCs/>
          <w:szCs w:val="28"/>
        </w:rPr>
        <w:t>.»;</w:t>
      </w:r>
      <w:proofErr w:type="gramEnd"/>
    </w:p>
    <w:p w:rsidR="00AD472C" w:rsidRPr="00544021" w:rsidRDefault="00F5623C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2</w:t>
      </w:r>
      <w:r w:rsidR="0001289B" w:rsidRPr="00544021">
        <w:rPr>
          <w:bCs/>
          <w:szCs w:val="28"/>
        </w:rPr>
        <w:t>6</w:t>
      </w:r>
      <w:r w:rsidRPr="00544021">
        <w:rPr>
          <w:bCs/>
          <w:szCs w:val="28"/>
        </w:rPr>
        <w:t>) в части 1 статьи 99 слов</w:t>
      </w:r>
      <w:r w:rsidR="00A8173C" w:rsidRPr="00544021">
        <w:rPr>
          <w:bCs/>
          <w:szCs w:val="28"/>
        </w:rPr>
        <w:t>а</w:t>
      </w:r>
      <w:r w:rsidRPr="00544021">
        <w:rPr>
          <w:bCs/>
          <w:szCs w:val="28"/>
        </w:rPr>
        <w:t xml:space="preserve"> «</w:t>
      </w:r>
      <w:r w:rsidR="00A8173C" w:rsidRPr="00544021">
        <w:rPr>
          <w:bCs/>
          <w:szCs w:val="28"/>
        </w:rPr>
        <w:t xml:space="preserve">и </w:t>
      </w:r>
      <w:r w:rsidRPr="00544021">
        <w:rPr>
          <w:bCs/>
          <w:szCs w:val="28"/>
        </w:rPr>
        <w:t xml:space="preserve">гражданам, находящимся в трудной жизненной ситуации» </w:t>
      </w:r>
      <w:r w:rsidR="00A8173C" w:rsidRPr="00544021">
        <w:rPr>
          <w:bCs/>
          <w:szCs w:val="28"/>
        </w:rPr>
        <w:t>заменить</w:t>
      </w:r>
      <w:r w:rsidRPr="00544021">
        <w:rPr>
          <w:bCs/>
          <w:szCs w:val="28"/>
        </w:rPr>
        <w:t xml:space="preserve"> словами «</w:t>
      </w:r>
      <w:r w:rsidR="00A8173C" w:rsidRPr="00544021">
        <w:rPr>
          <w:bCs/>
          <w:szCs w:val="28"/>
        </w:rPr>
        <w:t>, гражданам, находящимся в тру</w:t>
      </w:r>
      <w:r w:rsidR="00A8173C" w:rsidRPr="00544021">
        <w:rPr>
          <w:bCs/>
          <w:szCs w:val="28"/>
        </w:rPr>
        <w:t>д</w:t>
      </w:r>
      <w:r w:rsidR="00A8173C" w:rsidRPr="00544021">
        <w:rPr>
          <w:bCs/>
          <w:szCs w:val="28"/>
        </w:rPr>
        <w:t xml:space="preserve">ной жизненной ситуации, и </w:t>
      </w:r>
      <w:r w:rsidRPr="00544021">
        <w:rPr>
          <w:bCs/>
          <w:szCs w:val="28"/>
        </w:rPr>
        <w:t>гражданам, пострадавшим в результате чрезв</w:t>
      </w:r>
      <w:r w:rsidRPr="00544021">
        <w:rPr>
          <w:bCs/>
          <w:szCs w:val="28"/>
        </w:rPr>
        <w:t>ы</w:t>
      </w:r>
      <w:r w:rsidR="00A8173C" w:rsidRPr="00544021">
        <w:rPr>
          <w:bCs/>
          <w:szCs w:val="28"/>
        </w:rPr>
        <w:t>чайных ситуаций природного и техногенного характера</w:t>
      </w:r>
      <w:r w:rsidRPr="00544021">
        <w:rPr>
          <w:bCs/>
          <w:szCs w:val="28"/>
        </w:rPr>
        <w:t>».</w:t>
      </w:r>
    </w:p>
    <w:p w:rsidR="00AD472C" w:rsidRPr="00544021" w:rsidRDefault="00AD472C" w:rsidP="00544021">
      <w:pPr>
        <w:ind w:firstLine="709"/>
        <w:rPr>
          <w:b/>
          <w:bCs/>
          <w:szCs w:val="28"/>
        </w:rPr>
      </w:pPr>
    </w:p>
    <w:p w:rsidR="00DC0E09" w:rsidRPr="00544021" w:rsidRDefault="00DC0E09" w:rsidP="00544021">
      <w:pPr>
        <w:ind w:firstLine="709"/>
        <w:rPr>
          <w:b/>
          <w:bCs/>
          <w:szCs w:val="28"/>
        </w:rPr>
      </w:pPr>
      <w:r w:rsidRPr="00544021">
        <w:rPr>
          <w:b/>
          <w:bCs/>
          <w:szCs w:val="28"/>
        </w:rPr>
        <w:t xml:space="preserve">Статья </w:t>
      </w:r>
      <w:r w:rsidR="00EF66F3" w:rsidRPr="00544021">
        <w:rPr>
          <w:b/>
          <w:bCs/>
          <w:szCs w:val="28"/>
        </w:rPr>
        <w:t>2</w:t>
      </w:r>
    </w:p>
    <w:p w:rsidR="00DC0E09" w:rsidRPr="00544021" w:rsidRDefault="00DC0E09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Внести в</w:t>
      </w:r>
      <w:r w:rsidRPr="00544021">
        <w:rPr>
          <w:bCs/>
          <w:szCs w:val="28"/>
          <w:vertAlign w:val="superscript"/>
        </w:rPr>
        <w:t xml:space="preserve"> </w:t>
      </w:r>
      <w:hyperlink r:id="rId13" w:history="1">
        <w:r w:rsidRPr="00544021">
          <w:rPr>
            <w:rStyle w:val="afa"/>
            <w:bCs/>
            <w:color w:val="auto"/>
            <w:szCs w:val="28"/>
            <w:u w:val="none"/>
          </w:rPr>
          <w:t>Закон</w:t>
        </w:r>
      </w:hyperlink>
      <w:r w:rsidRPr="00544021">
        <w:rPr>
          <w:bCs/>
          <w:szCs w:val="28"/>
        </w:rPr>
        <w:t xml:space="preserve"> Ярославской области от 28.11.2011 № 45-з «О време</w:t>
      </w:r>
      <w:r w:rsidRPr="00544021">
        <w:rPr>
          <w:bCs/>
          <w:szCs w:val="28"/>
        </w:rPr>
        <w:t>н</w:t>
      </w:r>
      <w:r w:rsidRPr="00544021">
        <w:rPr>
          <w:bCs/>
          <w:szCs w:val="28"/>
        </w:rPr>
        <w:t xml:space="preserve">ных мерах социальной поддержки граждан, имеющих детей» </w:t>
      </w:r>
      <w:r w:rsidR="00401C0E" w:rsidRPr="00544021">
        <w:rPr>
          <w:bCs/>
          <w:szCs w:val="28"/>
        </w:rPr>
        <w:br/>
      </w:r>
      <w:r w:rsidRPr="00544021">
        <w:rPr>
          <w:bCs/>
          <w:szCs w:val="28"/>
        </w:rPr>
        <w:t>(Документ</w:t>
      </w:r>
      <w:r w:rsidR="00401C0E" w:rsidRPr="00544021">
        <w:rPr>
          <w:bCs/>
          <w:szCs w:val="28"/>
        </w:rPr>
        <w:t xml:space="preserve"> – </w:t>
      </w:r>
      <w:r w:rsidRPr="00544021">
        <w:rPr>
          <w:bCs/>
          <w:szCs w:val="28"/>
        </w:rPr>
        <w:t xml:space="preserve">Регион, 2011, 30 ноября, № </w:t>
      </w:r>
      <w:r w:rsidR="00EF75C9" w:rsidRPr="00544021">
        <w:rPr>
          <w:bCs/>
          <w:szCs w:val="28"/>
        </w:rPr>
        <w:t>99; 14 декабря, № 104; 2012, 29 </w:t>
      </w:r>
      <w:r w:rsidRPr="00544021">
        <w:rPr>
          <w:bCs/>
          <w:szCs w:val="28"/>
        </w:rPr>
        <w:t>июня, № 51-а; 2013, 12 марта, № 18; 31 мая</w:t>
      </w:r>
      <w:r w:rsidR="00401C0E" w:rsidRPr="00544021">
        <w:rPr>
          <w:bCs/>
          <w:szCs w:val="28"/>
        </w:rPr>
        <w:t>, № 41; 12 июля, № 54; 2014, 13 </w:t>
      </w:r>
      <w:r w:rsidRPr="00544021">
        <w:rPr>
          <w:bCs/>
          <w:szCs w:val="28"/>
        </w:rPr>
        <w:t xml:space="preserve">мая, № 36; 26 декабря, № 111-а; 2015, </w:t>
      </w:r>
      <w:r w:rsidR="000F207A" w:rsidRPr="00544021">
        <w:rPr>
          <w:bCs/>
          <w:szCs w:val="28"/>
        </w:rPr>
        <w:t xml:space="preserve">7 июля, № 53; </w:t>
      </w:r>
      <w:proofErr w:type="gramStart"/>
      <w:r w:rsidRPr="00544021">
        <w:rPr>
          <w:bCs/>
          <w:szCs w:val="28"/>
        </w:rPr>
        <w:t xml:space="preserve">1 декабря, № 99; 2016, </w:t>
      </w:r>
      <w:r w:rsidR="003B2BEF" w:rsidRPr="00544021">
        <w:rPr>
          <w:bCs/>
          <w:szCs w:val="28"/>
        </w:rPr>
        <w:t>14 июня, № </w:t>
      </w:r>
      <w:r w:rsidRPr="00544021">
        <w:rPr>
          <w:bCs/>
          <w:szCs w:val="28"/>
        </w:rPr>
        <w:t>51; 2017, 1 декабря, № 101; 2018, 26 декабря, № 112; 2019,</w:t>
      </w:r>
      <w:r w:rsidR="003B2BEF" w:rsidRPr="00544021">
        <w:rPr>
          <w:bCs/>
          <w:szCs w:val="28"/>
        </w:rPr>
        <w:t xml:space="preserve"> 29 ноября, № </w:t>
      </w:r>
      <w:r w:rsidRPr="00544021">
        <w:rPr>
          <w:bCs/>
          <w:szCs w:val="28"/>
        </w:rPr>
        <w:t>102; 2020, 14 апреля, № 30; 3 июля, № 51</w:t>
      </w:r>
      <w:r w:rsidR="00CD7D3D" w:rsidRPr="00544021">
        <w:rPr>
          <w:bCs/>
          <w:szCs w:val="28"/>
        </w:rPr>
        <w:t>; 2021, 26 февраля, № </w:t>
      </w:r>
      <w:r w:rsidR="00401C0E" w:rsidRPr="00544021">
        <w:rPr>
          <w:bCs/>
          <w:szCs w:val="28"/>
        </w:rPr>
        <w:t>16</w:t>
      </w:r>
      <w:r w:rsidRPr="00544021">
        <w:rPr>
          <w:bCs/>
          <w:szCs w:val="28"/>
        </w:rPr>
        <w:t>) следующие изменения:</w:t>
      </w:r>
      <w:proofErr w:type="gramEnd"/>
    </w:p>
    <w:p w:rsidR="00DC0E09" w:rsidRPr="00544021" w:rsidRDefault="00DC0E09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1) в части 1 статьи 3</w:t>
      </w:r>
      <w:r w:rsidRPr="00544021">
        <w:rPr>
          <w:bCs/>
          <w:szCs w:val="28"/>
          <w:vertAlign w:val="superscript"/>
        </w:rPr>
        <w:t>7</w:t>
      </w:r>
      <w:r w:rsidRPr="00544021">
        <w:rPr>
          <w:bCs/>
          <w:szCs w:val="28"/>
        </w:rPr>
        <w:t>:</w:t>
      </w:r>
    </w:p>
    <w:p w:rsidR="00DC0E09" w:rsidRPr="00544021" w:rsidRDefault="00DC0E09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а) в абзаце первом слова «21 дня» заменить словами «14 дней»;</w:t>
      </w:r>
    </w:p>
    <w:p w:rsidR="00DC0E09" w:rsidRPr="00544021" w:rsidRDefault="00DC0E09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б) абзац второй признать утратившим силу;</w:t>
      </w:r>
    </w:p>
    <w:p w:rsidR="009930FE" w:rsidRPr="00544021" w:rsidRDefault="009930FE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2) в статье 4:</w:t>
      </w:r>
    </w:p>
    <w:p w:rsidR="009930FE" w:rsidRPr="00544021" w:rsidRDefault="009930FE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а) в части 5 слова «31 декабря 2022 года» заменить словами « 31 дека</w:t>
      </w:r>
      <w:r w:rsidRPr="00544021">
        <w:rPr>
          <w:bCs/>
          <w:szCs w:val="28"/>
        </w:rPr>
        <w:t>б</w:t>
      </w:r>
      <w:r w:rsidRPr="00544021">
        <w:rPr>
          <w:bCs/>
          <w:szCs w:val="28"/>
        </w:rPr>
        <w:t>ря 2024 года»;</w:t>
      </w:r>
    </w:p>
    <w:p w:rsidR="009930FE" w:rsidRPr="00544021" w:rsidRDefault="009930FE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б) в части 6 слова «31 декабря 2022 года» заменить словами « 31 дека</w:t>
      </w:r>
      <w:r w:rsidRPr="00544021">
        <w:rPr>
          <w:bCs/>
          <w:szCs w:val="28"/>
        </w:rPr>
        <w:t>б</w:t>
      </w:r>
      <w:r w:rsidRPr="00544021">
        <w:rPr>
          <w:bCs/>
          <w:szCs w:val="28"/>
        </w:rPr>
        <w:t>ря 2024 года»;</w:t>
      </w:r>
    </w:p>
    <w:p w:rsidR="00DC0E09" w:rsidRPr="00544021" w:rsidRDefault="009930FE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в)</w:t>
      </w:r>
      <w:r w:rsidR="00DC0E09" w:rsidRPr="00544021">
        <w:rPr>
          <w:bCs/>
          <w:szCs w:val="28"/>
        </w:rPr>
        <w:t xml:space="preserve"> в </w:t>
      </w:r>
      <w:hyperlink r:id="rId14" w:history="1">
        <w:r w:rsidR="00DC0E09" w:rsidRPr="00544021">
          <w:rPr>
            <w:rStyle w:val="afa"/>
            <w:bCs/>
            <w:color w:val="auto"/>
            <w:szCs w:val="28"/>
            <w:u w:val="none"/>
          </w:rPr>
          <w:t xml:space="preserve">части 7 </w:t>
        </w:r>
      </w:hyperlink>
      <w:r w:rsidR="00DC0E09" w:rsidRPr="00544021">
        <w:rPr>
          <w:bCs/>
          <w:szCs w:val="28"/>
        </w:rPr>
        <w:t>слова «31 декабря 2023 года» заменить словами «31 дека</w:t>
      </w:r>
      <w:r w:rsidR="00DC0E09" w:rsidRPr="00544021">
        <w:rPr>
          <w:bCs/>
          <w:szCs w:val="28"/>
        </w:rPr>
        <w:t>б</w:t>
      </w:r>
      <w:r w:rsidR="00DC0E09" w:rsidRPr="00544021">
        <w:rPr>
          <w:bCs/>
          <w:szCs w:val="28"/>
        </w:rPr>
        <w:t>ря</w:t>
      </w:r>
      <w:r w:rsidRPr="00544021">
        <w:rPr>
          <w:bCs/>
          <w:szCs w:val="28"/>
        </w:rPr>
        <w:t xml:space="preserve"> 2024 года»;</w:t>
      </w:r>
    </w:p>
    <w:p w:rsidR="009930FE" w:rsidRPr="00544021" w:rsidRDefault="009930FE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г) в части 8 слова «31 декабря 2022 года» заменить словами «31 дека</w:t>
      </w:r>
      <w:r w:rsidRPr="00544021">
        <w:rPr>
          <w:bCs/>
          <w:szCs w:val="28"/>
        </w:rPr>
        <w:t>б</w:t>
      </w:r>
      <w:r w:rsidRPr="00544021">
        <w:rPr>
          <w:bCs/>
          <w:szCs w:val="28"/>
        </w:rPr>
        <w:t>ря 2024 года».</w:t>
      </w:r>
    </w:p>
    <w:p w:rsidR="003356DF" w:rsidRPr="00544021" w:rsidRDefault="003356DF" w:rsidP="00544021">
      <w:pPr>
        <w:ind w:firstLine="709"/>
        <w:rPr>
          <w:b/>
          <w:bCs/>
          <w:szCs w:val="28"/>
        </w:rPr>
      </w:pPr>
    </w:p>
    <w:p w:rsidR="00AD472C" w:rsidRPr="00544021" w:rsidRDefault="00AD472C" w:rsidP="00544021">
      <w:pPr>
        <w:ind w:firstLine="709"/>
        <w:rPr>
          <w:b/>
          <w:bCs/>
          <w:szCs w:val="28"/>
        </w:rPr>
      </w:pPr>
      <w:r w:rsidRPr="00544021">
        <w:rPr>
          <w:b/>
          <w:bCs/>
          <w:szCs w:val="28"/>
        </w:rPr>
        <w:t xml:space="preserve">Статья </w:t>
      </w:r>
      <w:r w:rsidR="00EF66F3" w:rsidRPr="00544021">
        <w:rPr>
          <w:b/>
          <w:bCs/>
          <w:szCs w:val="28"/>
        </w:rPr>
        <w:t>3</w:t>
      </w:r>
    </w:p>
    <w:p w:rsidR="00FC26BB" w:rsidRPr="00544021" w:rsidRDefault="00FC26BB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 xml:space="preserve">Внести в статью 3 </w:t>
      </w:r>
      <w:hyperlink r:id="rId15" w:history="1">
        <w:proofErr w:type="gramStart"/>
        <w:r w:rsidRPr="00544021">
          <w:rPr>
            <w:rStyle w:val="afa"/>
            <w:bCs/>
            <w:color w:val="auto"/>
            <w:szCs w:val="28"/>
            <w:u w:val="none"/>
          </w:rPr>
          <w:t>Закон</w:t>
        </w:r>
        <w:proofErr w:type="gramEnd"/>
      </w:hyperlink>
      <w:r w:rsidRPr="00544021">
        <w:rPr>
          <w:bCs/>
          <w:szCs w:val="28"/>
        </w:rPr>
        <w:t xml:space="preserve">а Ярославской области от 23.12.2013 № 73-з «О компенсации расходов по договору найма (поднайма) жилых помещений детей-сирот и детей, оставшихся без попечения родителей, лиц из числа </w:t>
      </w:r>
      <w:r w:rsidR="00544021">
        <w:rPr>
          <w:bCs/>
          <w:szCs w:val="28"/>
        </w:rPr>
        <w:br/>
      </w:r>
      <w:r w:rsidRPr="00544021">
        <w:rPr>
          <w:bCs/>
          <w:szCs w:val="28"/>
        </w:rPr>
        <w:t xml:space="preserve">детей-сирот и детей, оставшихся без попечения родителей» (Документ </w:t>
      </w:r>
      <w:r w:rsidR="00556647" w:rsidRPr="00544021">
        <w:rPr>
          <w:bCs/>
          <w:szCs w:val="28"/>
        </w:rPr>
        <w:t>– Р</w:t>
      </w:r>
      <w:r w:rsidRPr="00544021">
        <w:rPr>
          <w:bCs/>
          <w:szCs w:val="28"/>
        </w:rPr>
        <w:t>е</w:t>
      </w:r>
      <w:r w:rsidRPr="00544021">
        <w:rPr>
          <w:bCs/>
          <w:szCs w:val="28"/>
        </w:rPr>
        <w:t xml:space="preserve">гион, </w:t>
      </w:r>
      <w:r w:rsidR="00556647" w:rsidRPr="00544021">
        <w:rPr>
          <w:bCs/>
          <w:szCs w:val="28"/>
        </w:rPr>
        <w:t>2013, 25 декабря, № 104; 2017, 1 декабря, №</w:t>
      </w:r>
      <w:r w:rsidR="00F93DA3">
        <w:rPr>
          <w:bCs/>
          <w:szCs w:val="28"/>
        </w:rPr>
        <w:t xml:space="preserve"> 101; 2018, 26 декабря, № </w:t>
      </w:r>
      <w:r w:rsidR="00556647" w:rsidRPr="00544021">
        <w:rPr>
          <w:bCs/>
          <w:szCs w:val="28"/>
        </w:rPr>
        <w:t xml:space="preserve">112; </w:t>
      </w:r>
      <w:proofErr w:type="gramStart"/>
      <w:r w:rsidR="00556647" w:rsidRPr="00544021">
        <w:rPr>
          <w:bCs/>
          <w:szCs w:val="28"/>
        </w:rPr>
        <w:t xml:space="preserve">2019, 29 ноября, № 102) изменение, </w:t>
      </w:r>
      <w:r w:rsidR="00F93DA3">
        <w:rPr>
          <w:bCs/>
          <w:szCs w:val="28"/>
        </w:rPr>
        <w:t>заменив слова «31 декабря 2022 </w:t>
      </w:r>
      <w:r w:rsidRPr="00544021">
        <w:rPr>
          <w:bCs/>
          <w:szCs w:val="28"/>
        </w:rPr>
        <w:t>года» словами «31 декабря 2024 года».</w:t>
      </w:r>
      <w:proofErr w:type="gramEnd"/>
    </w:p>
    <w:p w:rsidR="003356DF" w:rsidRPr="00544021" w:rsidRDefault="00DC0E09" w:rsidP="00544021">
      <w:pPr>
        <w:ind w:firstLine="709"/>
        <w:rPr>
          <w:b/>
          <w:bCs/>
          <w:szCs w:val="28"/>
        </w:rPr>
      </w:pPr>
      <w:r w:rsidRPr="00544021">
        <w:rPr>
          <w:b/>
          <w:bCs/>
          <w:szCs w:val="28"/>
        </w:rPr>
        <w:lastRenderedPageBreak/>
        <w:t xml:space="preserve">Статья </w:t>
      </w:r>
      <w:r w:rsidR="00EF66F3" w:rsidRPr="00544021">
        <w:rPr>
          <w:b/>
          <w:bCs/>
          <w:szCs w:val="28"/>
        </w:rPr>
        <w:t>4</w:t>
      </w:r>
    </w:p>
    <w:p w:rsidR="00DC0E09" w:rsidRPr="00544021" w:rsidRDefault="00DC0E09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 xml:space="preserve">Внести в </w:t>
      </w:r>
      <w:hyperlink r:id="rId16" w:history="1">
        <w:r w:rsidRPr="00544021">
          <w:rPr>
            <w:rStyle w:val="afa"/>
            <w:bCs/>
            <w:color w:val="auto"/>
            <w:szCs w:val="28"/>
            <w:u w:val="none"/>
          </w:rPr>
          <w:t>Закон</w:t>
        </w:r>
      </w:hyperlink>
      <w:r w:rsidRPr="00544021">
        <w:rPr>
          <w:bCs/>
          <w:szCs w:val="28"/>
        </w:rPr>
        <w:t xml:space="preserve"> Ярославской области от 03.10.2018 № 50-з «О време</w:t>
      </w:r>
      <w:r w:rsidRPr="00544021">
        <w:rPr>
          <w:bCs/>
          <w:szCs w:val="28"/>
        </w:rPr>
        <w:t>н</w:t>
      </w:r>
      <w:r w:rsidRPr="00544021">
        <w:rPr>
          <w:bCs/>
          <w:szCs w:val="28"/>
        </w:rPr>
        <w:t>ных мерах социальной поддержки граждан пожилого возраста в Ярославской области» (Документ</w:t>
      </w:r>
      <w:r w:rsidR="007B14B6" w:rsidRPr="00544021">
        <w:rPr>
          <w:bCs/>
          <w:szCs w:val="28"/>
        </w:rPr>
        <w:t xml:space="preserve"> – </w:t>
      </w:r>
      <w:r w:rsidRPr="00544021">
        <w:rPr>
          <w:bCs/>
          <w:szCs w:val="28"/>
        </w:rPr>
        <w:t xml:space="preserve">Регион, 2018, 5 октября, № 83; 26 декабря, № 112) </w:t>
      </w:r>
      <w:r w:rsidR="00544021">
        <w:rPr>
          <w:bCs/>
          <w:szCs w:val="28"/>
        </w:rPr>
        <w:br/>
      </w:r>
      <w:r w:rsidRPr="00544021">
        <w:rPr>
          <w:bCs/>
          <w:szCs w:val="28"/>
        </w:rPr>
        <w:t xml:space="preserve">следующие изменения: </w:t>
      </w:r>
    </w:p>
    <w:p w:rsidR="00DC0E09" w:rsidRPr="00544021" w:rsidRDefault="00DC0E09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1) в статье 5:</w:t>
      </w:r>
    </w:p>
    <w:p w:rsidR="00DC0E09" w:rsidRPr="00544021" w:rsidRDefault="00DC0E09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 xml:space="preserve">а) в части </w:t>
      </w:r>
      <w:r w:rsidR="00F5623C" w:rsidRPr="00544021">
        <w:rPr>
          <w:bCs/>
          <w:szCs w:val="28"/>
        </w:rPr>
        <w:t>1</w:t>
      </w:r>
      <w:r w:rsidRPr="00544021">
        <w:rPr>
          <w:bCs/>
          <w:szCs w:val="28"/>
        </w:rPr>
        <w:t xml:space="preserve"> слова «464 рубля» заменить словами «491 рубль»;</w:t>
      </w:r>
    </w:p>
    <w:p w:rsidR="00DC0E09" w:rsidRPr="00544021" w:rsidRDefault="00DC0E09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 xml:space="preserve">б) в части </w:t>
      </w:r>
      <w:r w:rsidR="00F5623C" w:rsidRPr="00544021">
        <w:rPr>
          <w:bCs/>
          <w:szCs w:val="28"/>
        </w:rPr>
        <w:t>2</w:t>
      </w:r>
      <w:r w:rsidRPr="00544021">
        <w:rPr>
          <w:bCs/>
          <w:szCs w:val="28"/>
        </w:rPr>
        <w:t xml:space="preserve"> цифры «339» заменить цифрами «359»;</w:t>
      </w:r>
    </w:p>
    <w:p w:rsidR="00DC0E09" w:rsidRPr="00544021" w:rsidRDefault="00DC0E09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>2) в части 1 статьи 7 цифры «14</w:t>
      </w:r>
      <w:r w:rsidR="00F5623C" w:rsidRPr="00544021">
        <w:rPr>
          <w:bCs/>
          <w:szCs w:val="28"/>
        </w:rPr>
        <w:t> </w:t>
      </w:r>
      <w:r w:rsidRPr="00544021">
        <w:rPr>
          <w:bCs/>
          <w:szCs w:val="28"/>
        </w:rPr>
        <w:t>899» заменить цифрами «15</w:t>
      </w:r>
      <w:r w:rsidR="00F5623C" w:rsidRPr="00544021">
        <w:rPr>
          <w:bCs/>
          <w:szCs w:val="28"/>
        </w:rPr>
        <w:t> </w:t>
      </w:r>
      <w:r w:rsidRPr="00544021">
        <w:rPr>
          <w:bCs/>
          <w:szCs w:val="28"/>
        </w:rPr>
        <w:t>778».</w:t>
      </w:r>
    </w:p>
    <w:p w:rsidR="00A64C2C" w:rsidRPr="00544021" w:rsidRDefault="00A64C2C" w:rsidP="00544021">
      <w:pPr>
        <w:ind w:firstLine="709"/>
        <w:rPr>
          <w:bCs/>
          <w:szCs w:val="28"/>
        </w:rPr>
      </w:pPr>
    </w:p>
    <w:p w:rsidR="008746EC" w:rsidRPr="00544021" w:rsidRDefault="008746EC" w:rsidP="00544021">
      <w:pPr>
        <w:ind w:firstLine="709"/>
        <w:rPr>
          <w:b/>
          <w:bCs/>
          <w:szCs w:val="28"/>
        </w:rPr>
      </w:pPr>
      <w:r w:rsidRPr="00544021">
        <w:rPr>
          <w:b/>
          <w:bCs/>
          <w:szCs w:val="28"/>
        </w:rPr>
        <w:t xml:space="preserve">Статья </w:t>
      </w:r>
      <w:r w:rsidR="00EF66F3" w:rsidRPr="00544021">
        <w:rPr>
          <w:b/>
          <w:bCs/>
          <w:szCs w:val="28"/>
        </w:rPr>
        <w:t>5</w:t>
      </w:r>
    </w:p>
    <w:p w:rsidR="00EF75C9" w:rsidRPr="00544021" w:rsidRDefault="00EF75C9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 xml:space="preserve">1. </w:t>
      </w:r>
      <w:r w:rsidR="00F5623C" w:rsidRPr="00544021">
        <w:rPr>
          <w:bCs/>
          <w:szCs w:val="28"/>
        </w:rPr>
        <w:t>Настоящий Закон вступает в силу с 1 января 2022 года, за исключ</w:t>
      </w:r>
      <w:r w:rsidR="00F5623C" w:rsidRPr="00544021">
        <w:rPr>
          <w:bCs/>
          <w:szCs w:val="28"/>
        </w:rPr>
        <w:t>е</w:t>
      </w:r>
      <w:r w:rsidR="00F5623C" w:rsidRPr="00544021">
        <w:rPr>
          <w:bCs/>
          <w:szCs w:val="28"/>
        </w:rPr>
        <w:t xml:space="preserve">нием пункта 2 статьи </w:t>
      </w:r>
      <w:r w:rsidR="00EC50C8" w:rsidRPr="00544021">
        <w:rPr>
          <w:bCs/>
          <w:szCs w:val="28"/>
        </w:rPr>
        <w:t>2</w:t>
      </w:r>
      <w:r w:rsidRPr="00544021">
        <w:rPr>
          <w:bCs/>
          <w:szCs w:val="28"/>
        </w:rPr>
        <w:t xml:space="preserve"> и статьи </w:t>
      </w:r>
      <w:r w:rsidR="00EC50C8" w:rsidRPr="00544021">
        <w:rPr>
          <w:bCs/>
          <w:szCs w:val="28"/>
        </w:rPr>
        <w:t>3</w:t>
      </w:r>
      <w:r w:rsidRPr="00544021">
        <w:rPr>
          <w:bCs/>
          <w:szCs w:val="28"/>
        </w:rPr>
        <w:t xml:space="preserve"> настоящего Закона.</w:t>
      </w:r>
    </w:p>
    <w:p w:rsidR="00F5623C" w:rsidRPr="00544021" w:rsidRDefault="00EF75C9" w:rsidP="00544021">
      <w:pPr>
        <w:ind w:firstLine="709"/>
        <w:rPr>
          <w:bCs/>
          <w:szCs w:val="28"/>
        </w:rPr>
      </w:pPr>
      <w:r w:rsidRPr="00544021">
        <w:rPr>
          <w:bCs/>
          <w:szCs w:val="28"/>
        </w:rPr>
        <w:t xml:space="preserve">2. Пункт 2 статьи </w:t>
      </w:r>
      <w:r w:rsidR="00EC50C8" w:rsidRPr="00544021">
        <w:rPr>
          <w:bCs/>
          <w:szCs w:val="28"/>
        </w:rPr>
        <w:t>2</w:t>
      </w:r>
      <w:r w:rsidRPr="00544021">
        <w:rPr>
          <w:bCs/>
          <w:szCs w:val="28"/>
        </w:rPr>
        <w:t xml:space="preserve"> и статья </w:t>
      </w:r>
      <w:r w:rsidR="00EC50C8" w:rsidRPr="00544021">
        <w:rPr>
          <w:bCs/>
          <w:szCs w:val="28"/>
        </w:rPr>
        <w:t>3</w:t>
      </w:r>
      <w:r w:rsidRPr="00544021">
        <w:rPr>
          <w:bCs/>
          <w:szCs w:val="28"/>
        </w:rPr>
        <w:t xml:space="preserve"> настоящего Закона вступают в силу </w:t>
      </w:r>
      <w:r w:rsidR="00705059" w:rsidRPr="00544021">
        <w:rPr>
          <w:bCs/>
          <w:szCs w:val="28"/>
        </w:rPr>
        <w:t>по</w:t>
      </w:r>
      <w:r w:rsidR="00544021">
        <w:rPr>
          <w:bCs/>
          <w:szCs w:val="28"/>
        </w:rPr>
        <w:t> </w:t>
      </w:r>
      <w:r w:rsidR="00705059" w:rsidRPr="00544021">
        <w:rPr>
          <w:bCs/>
          <w:szCs w:val="28"/>
        </w:rPr>
        <w:t>истечении 10 дней после дня его официального опубликования</w:t>
      </w:r>
      <w:r w:rsidR="00F5623C" w:rsidRPr="00544021">
        <w:rPr>
          <w:bCs/>
          <w:szCs w:val="28"/>
        </w:rPr>
        <w:t>.</w:t>
      </w:r>
    </w:p>
    <w:p w:rsidR="002D2779" w:rsidRPr="00544021" w:rsidRDefault="002D2779" w:rsidP="00544021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A3249F" w:rsidRPr="00544021" w:rsidRDefault="00A3249F" w:rsidP="00544021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171214" w:rsidRPr="00544021" w:rsidRDefault="00171214" w:rsidP="00544021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556647" w:rsidRPr="00544021" w:rsidRDefault="00556647" w:rsidP="00544021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544021">
        <w:rPr>
          <w:bCs/>
          <w:szCs w:val="28"/>
        </w:rPr>
        <w:t>Временно исполняющий</w:t>
      </w:r>
    </w:p>
    <w:p w:rsidR="00556647" w:rsidRPr="00544021" w:rsidRDefault="00556647" w:rsidP="00544021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544021">
        <w:rPr>
          <w:bCs/>
          <w:szCs w:val="28"/>
        </w:rPr>
        <w:t>обязанности Губернатора</w:t>
      </w:r>
    </w:p>
    <w:p w:rsidR="00556647" w:rsidRPr="00544021" w:rsidRDefault="00556647" w:rsidP="00544021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544021">
        <w:rPr>
          <w:bCs/>
          <w:szCs w:val="28"/>
        </w:rPr>
        <w:t xml:space="preserve">Ярославской области </w:t>
      </w:r>
      <w:r w:rsidRPr="00544021">
        <w:rPr>
          <w:bCs/>
          <w:szCs w:val="28"/>
        </w:rPr>
        <w:tab/>
        <w:t xml:space="preserve"> М.Я. </w:t>
      </w:r>
      <w:proofErr w:type="spellStart"/>
      <w:r w:rsidRPr="00544021">
        <w:rPr>
          <w:bCs/>
          <w:szCs w:val="28"/>
        </w:rPr>
        <w:t>Евраев</w:t>
      </w:r>
      <w:proofErr w:type="spellEnd"/>
    </w:p>
    <w:p w:rsidR="00E86DA6" w:rsidRPr="00544021" w:rsidRDefault="00E86DA6" w:rsidP="00544021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textAlignment w:val="baseline"/>
        <w:outlineLvl w:val="1"/>
        <w:rPr>
          <w:szCs w:val="28"/>
        </w:rPr>
      </w:pPr>
    </w:p>
    <w:p w:rsidR="000E7C2E" w:rsidRPr="00544021" w:rsidRDefault="000E7C2E" w:rsidP="00544021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textAlignment w:val="baseline"/>
        <w:outlineLvl w:val="1"/>
        <w:rPr>
          <w:szCs w:val="28"/>
        </w:rPr>
      </w:pPr>
    </w:p>
    <w:p w:rsidR="00F34DFD" w:rsidRPr="00544021" w:rsidRDefault="00350258" w:rsidP="00544021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textAlignment w:val="baseline"/>
        <w:outlineLvl w:val="1"/>
        <w:rPr>
          <w:bCs/>
          <w:szCs w:val="28"/>
        </w:rPr>
      </w:pPr>
      <w:r>
        <w:rPr>
          <w:bCs/>
          <w:szCs w:val="28"/>
        </w:rPr>
        <w:t xml:space="preserve">26 ноября </w:t>
      </w:r>
      <w:r w:rsidR="00F34DFD" w:rsidRPr="00544021">
        <w:rPr>
          <w:bCs/>
          <w:szCs w:val="28"/>
        </w:rPr>
        <w:t>202</w:t>
      </w:r>
      <w:r w:rsidR="00C66878" w:rsidRPr="00544021">
        <w:rPr>
          <w:bCs/>
          <w:szCs w:val="28"/>
        </w:rPr>
        <w:t>1</w:t>
      </w:r>
      <w:r w:rsidR="00F34DFD" w:rsidRPr="00544021">
        <w:rPr>
          <w:bCs/>
          <w:szCs w:val="28"/>
        </w:rPr>
        <w:t xml:space="preserve"> г.</w:t>
      </w:r>
    </w:p>
    <w:p w:rsidR="00F34DFD" w:rsidRPr="00544021" w:rsidRDefault="00F34DFD" w:rsidP="00544021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textAlignment w:val="baseline"/>
        <w:outlineLvl w:val="1"/>
        <w:rPr>
          <w:bCs/>
          <w:szCs w:val="28"/>
        </w:rPr>
      </w:pPr>
    </w:p>
    <w:p w:rsidR="00572F15" w:rsidRPr="00544021" w:rsidRDefault="00F34DFD" w:rsidP="00544021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textAlignment w:val="baseline"/>
        <w:outlineLvl w:val="1"/>
        <w:rPr>
          <w:b/>
          <w:szCs w:val="28"/>
        </w:rPr>
      </w:pPr>
      <w:r w:rsidRPr="00544021">
        <w:rPr>
          <w:bCs/>
          <w:szCs w:val="28"/>
        </w:rPr>
        <w:t>№</w:t>
      </w:r>
      <w:r w:rsidR="00544021">
        <w:rPr>
          <w:bCs/>
          <w:szCs w:val="28"/>
        </w:rPr>
        <w:t xml:space="preserve"> </w:t>
      </w:r>
      <w:r w:rsidR="00350258">
        <w:rPr>
          <w:bCs/>
          <w:szCs w:val="28"/>
        </w:rPr>
        <w:t>80-з</w:t>
      </w:r>
    </w:p>
    <w:sectPr w:rsidR="00572F15" w:rsidRPr="00544021" w:rsidSect="00544021">
      <w:headerReference w:type="even" r:id="rId17"/>
      <w:headerReference w:type="default" r:id="rId18"/>
      <w:pgSz w:w="11906" w:h="16838" w:code="9"/>
      <w:pgMar w:top="1134" w:right="850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614" w:rsidRDefault="00710614">
      <w:r>
        <w:separator/>
      </w:r>
    </w:p>
    <w:p w:rsidR="00710614" w:rsidRDefault="00710614"/>
    <w:p w:rsidR="00710614" w:rsidRDefault="00710614"/>
  </w:endnote>
  <w:endnote w:type="continuationSeparator" w:id="0">
    <w:p w:rsidR="00710614" w:rsidRDefault="00710614">
      <w:r>
        <w:continuationSeparator/>
      </w:r>
    </w:p>
    <w:p w:rsidR="00710614" w:rsidRDefault="00710614"/>
    <w:p w:rsidR="00710614" w:rsidRDefault="007106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614" w:rsidRDefault="00710614">
      <w:r>
        <w:separator/>
      </w:r>
    </w:p>
    <w:p w:rsidR="00710614" w:rsidRDefault="00710614"/>
    <w:p w:rsidR="00710614" w:rsidRDefault="00710614"/>
  </w:footnote>
  <w:footnote w:type="continuationSeparator" w:id="0">
    <w:p w:rsidR="00710614" w:rsidRDefault="00710614">
      <w:r>
        <w:continuationSeparator/>
      </w:r>
    </w:p>
    <w:p w:rsidR="00710614" w:rsidRDefault="00710614"/>
    <w:p w:rsidR="00710614" w:rsidRDefault="0071061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3790770"/>
      <w:docPartObj>
        <w:docPartGallery w:val="Page Numbers (Top of Page)"/>
        <w:docPartUnique/>
      </w:docPartObj>
    </w:sdtPr>
    <w:sdtEndPr/>
    <w:sdtContent>
      <w:p w:rsidR="006862EE" w:rsidRDefault="006862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78AC">
          <w:rPr>
            <w:noProof/>
          </w:rPr>
          <w:t>6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1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6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2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26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1"/>
  </w:num>
  <w:num w:numId="2">
    <w:abstractNumId w:val="28"/>
  </w:num>
  <w:num w:numId="3">
    <w:abstractNumId w:val="10"/>
  </w:num>
  <w:num w:numId="4">
    <w:abstractNumId w:val="1"/>
  </w:num>
  <w:num w:numId="5">
    <w:abstractNumId w:val="16"/>
  </w:num>
  <w:num w:numId="6">
    <w:abstractNumId w:val="14"/>
  </w:num>
  <w:num w:numId="7">
    <w:abstractNumId w:val="13"/>
  </w:num>
  <w:num w:numId="8">
    <w:abstractNumId w:val="22"/>
  </w:num>
  <w:num w:numId="9">
    <w:abstractNumId w:val="8"/>
  </w:num>
  <w:num w:numId="10">
    <w:abstractNumId w:val="12"/>
  </w:num>
  <w:num w:numId="11">
    <w:abstractNumId w:val="23"/>
  </w:num>
  <w:num w:numId="12">
    <w:abstractNumId w:val="24"/>
  </w:num>
  <w:num w:numId="13">
    <w:abstractNumId w:val="6"/>
  </w:num>
  <w:num w:numId="14">
    <w:abstractNumId w:val="25"/>
  </w:num>
  <w:num w:numId="15">
    <w:abstractNumId w:val="9"/>
  </w:num>
  <w:num w:numId="16">
    <w:abstractNumId w:val="20"/>
  </w:num>
  <w:num w:numId="17">
    <w:abstractNumId w:val="17"/>
  </w:num>
  <w:num w:numId="18">
    <w:abstractNumId w:val="27"/>
  </w:num>
  <w:num w:numId="19">
    <w:abstractNumId w:val="26"/>
  </w:num>
  <w:num w:numId="20">
    <w:abstractNumId w:val="11"/>
  </w:num>
  <w:num w:numId="21">
    <w:abstractNumId w:val="19"/>
  </w:num>
  <w:num w:numId="22">
    <w:abstractNumId w:val="15"/>
  </w:num>
  <w:num w:numId="23">
    <w:abstractNumId w:val="7"/>
  </w:num>
  <w:num w:numId="24">
    <w:abstractNumId w:val="18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1DDC"/>
    <w:rsid w:val="00002DD9"/>
    <w:rsid w:val="00004674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9B"/>
    <w:rsid w:val="000128C7"/>
    <w:rsid w:val="000132E4"/>
    <w:rsid w:val="00015563"/>
    <w:rsid w:val="00015A9D"/>
    <w:rsid w:val="00015C0B"/>
    <w:rsid w:val="0001603B"/>
    <w:rsid w:val="00016CC0"/>
    <w:rsid w:val="00020ADC"/>
    <w:rsid w:val="000222C9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3298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1C1C"/>
    <w:rsid w:val="000A36A0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62D"/>
    <w:rsid w:val="000B5868"/>
    <w:rsid w:val="000B6DE3"/>
    <w:rsid w:val="000B6E33"/>
    <w:rsid w:val="000B7B89"/>
    <w:rsid w:val="000B7D76"/>
    <w:rsid w:val="000C0758"/>
    <w:rsid w:val="000C1230"/>
    <w:rsid w:val="000C253C"/>
    <w:rsid w:val="000C30F9"/>
    <w:rsid w:val="000C36D9"/>
    <w:rsid w:val="000C41A6"/>
    <w:rsid w:val="000C4631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4538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EB1"/>
    <w:rsid w:val="000E4EBA"/>
    <w:rsid w:val="000E53A6"/>
    <w:rsid w:val="000E53F8"/>
    <w:rsid w:val="000E590F"/>
    <w:rsid w:val="000E5931"/>
    <w:rsid w:val="000E71AF"/>
    <w:rsid w:val="000E7C2E"/>
    <w:rsid w:val="000F15E6"/>
    <w:rsid w:val="000F207A"/>
    <w:rsid w:val="000F239D"/>
    <w:rsid w:val="000F30F6"/>
    <w:rsid w:val="000F464D"/>
    <w:rsid w:val="000F4B86"/>
    <w:rsid w:val="000F54CB"/>
    <w:rsid w:val="000F5CDE"/>
    <w:rsid w:val="000F62D2"/>
    <w:rsid w:val="000F634E"/>
    <w:rsid w:val="000F7637"/>
    <w:rsid w:val="000F76D2"/>
    <w:rsid w:val="000F7E12"/>
    <w:rsid w:val="001006A3"/>
    <w:rsid w:val="001006C5"/>
    <w:rsid w:val="00100FA4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A47"/>
    <w:rsid w:val="00107D1E"/>
    <w:rsid w:val="001101EA"/>
    <w:rsid w:val="00110E8E"/>
    <w:rsid w:val="0011193D"/>
    <w:rsid w:val="00112051"/>
    <w:rsid w:val="00112654"/>
    <w:rsid w:val="00113356"/>
    <w:rsid w:val="00113D20"/>
    <w:rsid w:val="00114062"/>
    <w:rsid w:val="001142FD"/>
    <w:rsid w:val="001145BF"/>
    <w:rsid w:val="00115AF2"/>
    <w:rsid w:val="00115D22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FE"/>
    <w:rsid w:val="00133629"/>
    <w:rsid w:val="00133E2B"/>
    <w:rsid w:val="001362C4"/>
    <w:rsid w:val="00136C9F"/>
    <w:rsid w:val="001408C9"/>
    <w:rsid w:val="0014122C"/>
    <w:rsid w:val="00141314"/>
    <w:rsid w:val="00141F13"/>
    <w:rsid w:val="00142305"/>
    <w:rsid w:val="00143C59"/>
    <w:rsid w:val="001443CF"/>
    <w:rsid w:val="00144677"/>
    <w:rsid w:val="00144790"/>
    <w:rsid w:val="00144B69"/>
    <w:rsid w:val="00145896"/>
    <w:rsid w:val="0014595F"/>
    <w:rsid w:val="00145F67"/>
    <w:rsid w:val="00146B74"/>
    <w:rsid w:val="00146D41"/>
    <w:rsid w:val="00146E21"/>
    <w:rsid w:val="0014722E"/>
    <w:rsid w:val="00147682"/>
    <w:rsid w:val="00150BF8"/>
    <w:rsid w:val="00152BA4"/>
    <w:rsid w:val="00152C80"/>
    <w:rsid w:val="00154446"/>
    <w:rsid w:val="001545CA"/>
    <w:rsid w:val="0015540A"/>
    <w:rsid w:val="00156724"/>
    <w:rsid w:val="0015679A"/>
    <w:rsid w:val="001576C7"/>
    <w:rsid w:val="00160292"/>
    <w:rsid w:val="0016042C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1214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88A"/>
    <w:rsid w:val="00190ADE"/>
    <w:rsid w:val="00190B65"/>
    <w:rsid w:val="00191686"/>
    <w:rsid w:val="00192434"/>
    <w:rsid w:val="00192B57"/>
    <w:rsid w:val="00194756"/>
    <w:rsid w:val="00194EC2"/>
    <w:rsid w:val="001A1ADF"/>
    <w:rsid w:val="001A27BA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C0698"/>
    <w:rsid w:val="001C2224"/>
    <w:rsid w:val="001C378C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5389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762"/>
    <w:rsid w:val="00211932"/>
    <w:rsid w:val="00212892"/>
    <w:rsid w:val="0021363B"/>
    <w:rsid w:val="0021385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7006A"/>
    <w:rsid w:val="00271356"/>
    <w:rsid w:val="002716F9"/>
    <w:rsid w:val="00272565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B81"/>
    <w:rsid w:val="0028313A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2016"/>
    <w:rsid w:val="002C320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338C"/>
    <w:rsid w:val="002D46C2"/>
    <w:rsid w:val="002D56D4"/>
    <w:rsid w:val="002D56E3"/>
    <w:rsid w:val="002D6016"/>
    <w:rsid w:val="002D6E45"/>
    <w:rsid w:val="002D7373"/>
    <w:rsid w:val="002D78CB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F64"/>
    <w:rsid w:val="00311070"/>
    <w:rsid w:val="00311276"/>
    <w:rsid w:val="00311A90"/>
    <w:rsid w:val="00311B32"/>
    <w:rsid w:val="003136E8"/>
    <w:rsid w:val="00313719"/>
    <w:rsid w:val="003139F7"/>
    <w:rsid w:val="0031421C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E06"/>
    <w:rsid w:val="0033049B"/>
    <w:rsid w:val="00330914"/>
    <w:rsid w:val="00330B5C"/>
    <w:rsid w:val="0033166F"/>
    <w:rsid w:val="00333433"/>
    <w:rsid w:val="00333527"/>
    <w:rsid w:val="00333BAA"/>
    <w:rsid w:val="003356DF"/>
    <w:rsid w:val="00342D61"/>
    <w:rsid w:val="00343027"/>
    <w:rsid w:val="003435E1"/>
    <w:rsid w:val="00343B80"/>
    <w:rsid w:val="00344057"/>
    <w:rsid w:val="003462B7"/>
    <w:rsid w:val="00346BD6"/>
    <w:rsid w:val="0034708E"/>
    <w:rsid w:val="00347F7A"/>
    <w:rsid w:val="00350001"/>
    <w:rsid w:val="00350258"/>
    <w:rsid w:val="00351509"/>
    <w:rsid w:val="00351571"/>
    <w:rsid w:val="0035186B"/>
    <w:rsid w:val="0035239F"/>
    <w:rsid w:val="00353621"/>
    <w:rsid w:val="00354245"/>
    <w:rsid w:val="003544EB"/>
    <w:rsid w:val="00354A22"/>
    <w:rsid w:val="003560AF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B99"/>
    <w:rsid w:val="00372A69"/>
    <w:rsid w:val="003735A0"/>
    <w:rsid w:val="003737B0"/>
    <w:rsid w:val="00373C7E"/>
    <w:rsid w:val="00374122"/>
    <w:rsid w:val="003750F7"/>
    <w:rsid w:val="00380E96"/>
    <w:rsid w:val="00381AC1"/>
    <w:rsid w:val="00382F70"/>
    <w:rsid w:val="0038336E"/>
    <w:rsid w:val="0038374B"/>
    <w:rsid w:val="00385D84"/>
    <w:rsid w:val="00386057"/>
    <w:rsid w:val="0038672C"/>
    <w:rsid w:val="003868A3"/>
    <w:rsid w:val="00387855"/>
    <w:rsid w:val="00390250"/>
    <w:rsid w:val="0039101C"/>
    <w:rsid w:val="00391E08"/>
    <w:rsid w:val="00392032"/>
    <w:rsid w:val="0039236C"/>
    <w:rsid w:val="0039249B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2C1C"/>
    <w:rsid w:val="003A3614"/>
    <w:rsid w:val="003A384A"/>
    <w:rsid w:val="003A52D4"/>
    <w:rsid w:val="003A7B61"/>
    <w:rsid w:val="003A7CBB"/>
    <w:rsid w:val="003B0A5E"/>
    <w:rsid w:val="003B172D"/>
    <w:rsid w:val="003B1CA8"/>
    <w:rsid w:val="003B2BEF"/>
    <w:rsid w:val="003B2C8F"/>
    <w:rsid w:val="003B4E09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5CE"/>
    <w:rsid w:val="003D0D67"/>
    <w:rsid w:val="003D0FB5"/>
    <w:rsid w:val="003D10E6"/>
    <w:rsid w:val="003D11B9"/>
    <w:rsid w:val="003D1DE0"/>
    <w:rsid w:val="003D1FE7"/>
    <w:rsid w:val="003D2879"/>
    <w:rsid w:val="003D3B07"/>
    <w:rsid w:val="003D48B0"/>
    <w:rsid w:val="003D563C"/>
    <w:rsid w:val="003D5EA3"/>
    <w:rsid w:val="003D6000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525B"/>
    <w:rsid w:val="00405367"/>
    <w:rsid w:val="0040587A"/>
    <w:rsid w:val="004058C4"/>
    <w:rsid w:val="00406D84"/>
    <w:rsid w:val="00406F0D"/>
    <w:rsid w:val="00407343"/>
    <w:rsid w:val="00407D54"/>
    <w:rsid w:val="00407F59"/>
    <w:rsid w:val="004104FA"/>
    <w:rsid w:val="00410FF4"/>
    <w:rsid w:val="0041221E"/>
    <w:rsid w:val="00412879"/>
    <w:rsid w:val="00413FA4"/>
    <w:rsid w:val="00415C96"/>
    <w:rsid w:val="00420689"/>
    <w:rsid w:val="00421B1F"/>
    <w:rsid w:val="00421D6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5864"/>
    <w:rsid w:val="00445CEF"/>
    <w:rsid w:val="00446035"/>
    <w:rsid w:val="00447533"/>
    <w:rsid w:val="0044790D"/>
    <w:rsid w:val="0045079C"/>
    <w:rsid w:val="00450B6C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46D"/>
    <w:rsid w:val="00464508"/>
    <w:rsid w:val="00464BE7"/>
    <w:rsid w:val="004650BD"/>
    <w:rsid w:val="00465207"/>
    <w:rsid w:val="00465F00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6553"/>
    <w:rsid w:val="00476D8A"/>
    <w:rsid w:val="0047742C"/>
    <w:rsid w:val="00480122"/>
    <w:rsid w:val="004818E1"/>
    <w:rsid w:val="00482729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345E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6F8"/>
    <w:rsid w:val="004A6B96"/>
    <w:rsid w:val="004A6E19"/>
    <w:rsid w:val="004A78AC"/>
    <w:rsid w:val="004B0409"/>
    <w:rsid w:val="004B0E46"/>
    <w:rsid w:val="004B142E"/>
    <w:rsid w:val="004B2EE2"/>
    <w:rsid w:val="004B3D6E"/>
    <w:rsid w:val="004B5669"/>
    <w:rsid w:val="004B566E"/>
    <w:rsid w:val="004B5ADE"/>
    <w:rsid w:val="004B5CA8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0DB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1E"/>
    <w:rsid w:val="004F6783"/>
    <w:rsid w:val="004F695D"/>
    <w:rsid w:val="00500672"/>
    <w:rsid w:val="00500C18"/>
    <w:rsid w:val="0050115B"/>
    <w:rsid w:val="0050121D"/>
    <w:rsid w:val="005015B0"/>
    <w:rsid w:val="00501CF6"/>
    <w:rsid w:val="005027F8"/>
    <w:rsid w:val="00503A36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43DF"/>
    <w:rsid w:val="005256E4"/>
    <w:rsid w:val="005262FE"/>
    <w:rsid w:val="00526CEB"/>
    <w:rsid w:val="00526D8E"/>
    <w:rsid w:val="0052745D"/>
    <w:rsid w:val="00527633"/>
    <w:rsid w:val="00527D98"/>
    <w:rsid w:val="005315F8"/>
    <w:rsid w:val="0053184C"/>
    <w:rsid w:val="00533572"/>
    <w:rsid w:val="00533E26"/>
    <w:rsid w:val="00534473"/>
    <w:rsid w:val="00536504"/>
    <w:rsid w:val="005373F5"/>
    <w:rsid w:val="00540F9A"/>
    <w:rsid w:val="00542944"/>
    <w:rsid w:val="00542BC1"/>
    <w:rsid w:val="00542F6F"/>
    <w:rsid w:val="00543A63"/>
    <w:rsid w:val="00543B54"/>
    <w:rsid w:val="00543D2C"/>
    <w:rsid w:val="00544021"/>
    <w:rsid w:val="005465C6"/>
    <w:rsid w:val="00546DF0"/>
    <w:rsid w:val="005470FB"/>
    <w:rsid w:val="00547234"/>
    <w:rsid w:val="00547CCF"/>
    <w:rsid w:val="00550340"/>
    <w:rsid w:val="00550CF4"/>
    <w:rsid w:val="005511A1"/>
    <w:rsid w:val="00551B2D"/>
    <w:rsid w:val="00552285"/>
    <w:rsid w:val="00553DE4"/>
    <w:rsid w:val="005555F7"/>
    <w:rsid w:val="00556647"/>
    <w:rsid w:val="00557F63"/>
    <w:rsid w:val="005610A0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F4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F15"/>
    <w:rsid w:val="00572FB5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218A"/>
    <w:rsid w:val="00583E64"/>
    <w:rsid w:val="00585CFB"/>
    <w:rsid w:val="00585DA6"/>
    <w:rsid w:val="005872AD"/>
    <w:rsid w:val="005872F9"/>
    <w:rsid w:val="005878B7"/>
    <w:rsid w:val="0059064A"/>
    <w:rsid w:val="00592023"/>
    <w:rsid w:val="00594D99"/>
    <w:rsid w:val="00595C27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18F0"/>
    <w:rsid w:val="005B2ED2"/>
    <w:rsid w:val="005B347F"/>
    <w:rsid w:val="005B3BB1"/>
    <w:rsid w:val="005B3DAE"/>
    <w:rsid w:val="005B4569"/>
    <w:rsid w:val="005B5095"/>
    <w:rsid w:val="005B5416"/>
    <w:rsid w:val="005B575D"/>
    <w:rsid w:val="005B577B"/>
    <w:rsid w:val="005B5A26"/>
    <w:rsid w:val="005B78E8"/>
    <w:rsid w:val="005C00AB"/>
    <w:rsid w:val="005C0969"/>
    <w:rsid w:val="005C12BF"/>
    <w:rsid w:val="005C1E7E"/>
    <w:rsid w:val="005C1EE0"/>
    <w:rsid w:val="005C22EC"/>
    <w:rsid w:val="005C2E55"/>
    <w:rsid w:val="005C46D8"/>
    <w:rsid w:val="005C514A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464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3CB"/>
    <w:rsid w:val="005F2804"/>
    <w:rsid w:val="005F3676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631A"/>
    <w:rsid w:val="006067C4"/>
    <w:rsid w:val="00606D3C"/>
    <w:rsid w:val="00607DB8"/>
    <w:rsid w:val="00610923"/>
    <w:rsid w:val="00610EDE"/>
    <w:rsid w:val="006111F4"/>
    <w:rsid w:val="00611E1A"/>
    <w:rsid w:val="00611F76"/>
    <w:rsid w:val="00611FE8"/>
    <w:rsid w:val="006129B1"/>
    <w:rsid w:val="00612D66"/>
    <w:rsid w:val="00614645"/>
    <w:rsid w:val="0061584E"/>
    <w:rsid w:val="00616010"/>
    <w:rsid w:val="006164C0"/>
    <w:rsid w:val="00617374"/>
    <w:rsid w:val="00617401"/>
    <w:rsid w:val="00617489"/>
    <w:rsid w:val="00617E50"/>
    <w:rsid w:val="00621B72"/>
    <w:rsid w:val="00621F90"/>
    <w:rsid w:val="006221E4"/>
    <w:rsid w:val="0062225B"/>
    <w:rsid w:val="00622391"/>
    <w:rsid w:val="006231DB"/>
    <w:rsid w:val="00623BD1"/>
    <w:rsid w:val="00623D3E"/>
    <w:rsid w:val="00624628"/>
    <w:rsid w:val="00625B92"/>
    <w:rsid w:val="00625E96"/>
    <w:rsid w:val="00626611"/>
    <w:rsid w:val="00627624"/>
    <w:rsid w:val="00627939"/>
    <w:rsid w:val="006301DC"/>
    <w:rsid w:val="00630BF2"/>
    <w:rsid w:val="00630EC8"/>
    <w:rsid w:val="00630ED6"/>
    <w:rsid w:val="00631443"/>
    <w:rsid w:val="00631910"/>
    <w:rsid w:val="00632D42"/>
    <w:rsid w:val="00633873"/>
    <w:rsid w:val="00633A56"/>
    <w:rsid w:val="00634593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D6"/>
    <w:rsid w:val="00644319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6FB"/>
    <w:rsid w:val="00660EFE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0760"/>
    <w:rsid w:val="006713D8"/>
    <w:rsid w:val="00672801"/>
    <w:rsid w:val="006728DE"/>
    <w:rsid w:val="00673081"/>
    <w:rsid w:val="0067348C"/>
    <w:rsid w:val="00674A46"/>
    <w:rsid w:val="00674E10"/>
    <w:rsid w:val="006751DF"/>
    <w:rsid w:val="00675282"/>
    <w:rsid w:val="0068028F"/>
    <w:rsid w:val="00681380"/>
    <w:rsid w:val="00683EA6"/>
    <w:rsid w:val="006840B7"/>
    <w:rsid w:val="00685FAE"/>
    <w:rsid w:val="006862EE"/>
    <w:rsid w:val="00686AF0"/>
    <w:rsid w:val="006872EF"/>
    <w:rsid w:val="00687B53"/>
    <w:rsid w:val="00690C74"/>
    <w:rsid w:val="006921B6"/>
    <w:rsid w:val="00694555"/>
    <w:rsid w:val="00695040"/>
    <w:rsid w:val="006956C7"/>
    <w:rsid w:val="00696CBD"/>
    <w:rsid w:val="006970A6"/>
    <w:rsid w:val="006A1770"/>
    <w:rsid w:val="006A30B7"/>
    <w:rsid w:val="006A44BE"/>
    <w:rsid w:val="006A4A5C"/>
    <w:rsid w:val="006A5C55"/>
    <w:rsid w:val="006A5DBE"/>
    <w:rsid w:val="006A6755"/>
    <w:rsid w:val="006A7087"/>
    <w:rsid w:val="006B25D4"/>
    <w:rsid w:val="006B2BFD"/>
    <w:rsid w:val="006B35EB"/>
    <w:rsid w:val="006B3A48"/>
    <w:rsid w:val="006B3F25"/>
    <w:rsid w:val="006B3F2C"/>
    <w:rsid w:val="006B3FE3"/>
    <w:rsid w:val="006B4241"/>
    <w:rsid w:val="006B45F1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14A3"/>
    <w:rsid w:val="006F19E4"/>
    <w:rsid w:val="006F1A5F"/>
    <w:rsid w:val="006F227B"/>
    <w:rsid w:val="006F3F92"/>
    <w:rsid w:val="006F56D4"/>
    <w:rsid w:val="006F6009"/>
    <w:rsid w:val="006F6240"/>
    <w:rsid w:val="006F6D2F"/>
    <w:rsid w:val="00700602"/>
    <w:rsid w:val="00700A46"/>
    <w:rsid w:val="00700A74"/>
    <w:rsid w:val="00700EFB"/>
    <w:rsid w:val="00701769"/>
    <w:rsid w:val="00701B47"/>
    <w:rsid w:val="007042B9"/>
    <w:rsid w:val="00704DD9"/>
    <w:rsid w:val="00705059"/>
    <w:rsid w:val="0070528B"/>
    <w:rsid w:val="00705874"/>
    <w:rsid w:val="007059CB"/>
    <w:rsid w:val="00707398"/>
    <w:rsid w:val="00707A22"/>
    <w:rsid w:val="00710614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614F"/>
    <w:rsid w:val="00726D70"/>
    <w:rsid w:val="00726F73"/>
    <w:rsid w:val="00730CD4"/>
    <w:rsid w:val="00731AEF"/>
    <w:rsid w:val="00732011"/>
    <w:rsid w:val="00733310"/>
    <w:rsid w:val="00733C24"/>
    <w:rsid w:val="00734656"/>
    <w:rsid w:val="0073474C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66C1"/>
    <w:rsid w:val="00746C66"/>
    <w:rsid w:val="00747275"/>
    <w:rsid w:val="007475A5"/>
    <w:rsid w:val="00747611"/>
    <w:rsid w:val="00750751"/>
    <w:rsid w:val="007516D0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55FA"/>
    <w:rsid w:val="00766161"/>
    <w:rsid w:val="00766DF4"/>
    <w:rsid w:val="00766FE9"/>
    <w:rsid w:val="00767143"/>
    <w:rsid w:val="007672D3"/>
    <w:rsid w:val="00767A22"/>
    <w:rsid w:val="00770A07"/>
    <w:rsid w:val="00770DF3"/>
    <w:rsid w:val="007733B8"/>
    <w:rsid w:val="00773757"/>
    <w:rsid w:val="00773C0E"/>
    <w:rsid w:val="0077432A"/>
    <w:rsid w:val="00774865"/>
    <w:rsid w:val="00774EC4"/>
    <w:rsid w:val="00775686"/>
    <w:rsid w:val="007756CC"/>
    <w:rsid w:val="00777445"/>
    <w:rsid w:val="007805D8"/>
    <w:rsid w:val="00781C1C"/>
    <w:rsid w:val="0078272F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734"/>
    <w:rsid w:val="007959CB"/>
    <w:rsid w:val="007962CD"/>
    <w:rsid w:val="007964F6"/>
    <w:rsid w:val="00796742"/>
    <w:rsid w:val="00797641"/>
    <w:rsid w:val="00797DD0"/>
    <w:rsid w:val="007A0827"/>
    <w:rsid w:val="007A2230"/>
    <w:rsid w:val="007A2616"/>
    <w:rsid w:val="007A368E"/>
    <w:rsid w:val="007A3810"/>
    <w:rsid w:val="007A3F26"/>
    <w:rsid w:val="007A469B"/>
    <w:rsid w:val="007A47B9"/>
    <w:rsid w:val="007A4A23"/>
    <w:rsid w:val="007A4B4A"/>
    <w:rsid w:val="007A56CA"/>
    <w:rsid w:val="007A62A9"/>
    <w:rsid w:val="007B073B"/>
    <w:rsid w:val="007B14B6"/>
    <w:rsid w:val="007B27B9"/>
    <w:rsid w:val="007B3014"/>
    <w:rsid w:val="007B37C7"/>
    <w:rsid w:val="007B38AE"/>
    <w:rsid w:val="007B5674"/>
    <w:rsid w:val="007B6AEB"/>
    <w:rsid w:val="007B6CB4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65B5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7E4"/>
    <w:rsid w:val="007F5973"/>
    <w:rsid w:val="007F5CD0"/>
    <w:rsid w:val="007F6523"/>
    <w:rsid w:val="00802B09"/>
    <w:rsid w:val="008035DC"/>
    <w:rsid w:val="008036ED"/>
    <w:rsid w:val="008041BE"/>
    <w:rsid w:val="008057AE"/>
    <w:rsid w:val="008057E2"/>
    <w:rsid w:val="00805E04"/>
    <w:rsid w:val="008061F2"/>
    <w:rsid w:val="008062D1"/>
    <w:rsid w:val="00806468"/>
    <w:rsid w:val="00810C27"/>
    <w:rsid w:val="0081230E"/>
    <w:rsid w:val="00812466"/>
    <w:rsid w:val="0081299E"/>
    <w:rsid w:val="0081349C"/>
    <w:rsid w:val="00814A99"/>
    <w:rsid w:val="008158A2"/>
    <w:rsid w:val="00815C86"/>
    <w:rsid w:val="00815F1F"/>
    <w:rsid w:val="00816000"/>
    <w:rsid w:val="00817DC3"/>
    <w:rsid w:val="00821710"/>
    <w:rsid w:val="00821F2C"/>
    <w:rsid w:val="00822931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217B"/>
    <w:rsid w:val="00832448"/>
    <w:rsid w:val="00832E3C"/>
    <w:rsid w:val="00833157"/>
    <w:rsid w:val="008332E0"/>
    <w:rsid w:val="00833400"/>
    <w:rsid w:val="008342E0"/>
    <w:rsid w:val="008353EC"/>
    <w:rsid w:val="00835B92"/>
    <w:rsid w:val="00835BC1"/>
    <w:rsid w:val="00835F3C"/>
    <w:rsid w:val="00836AE6"/>
    <w:rsid w:val="008379F5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577E7"/>
    <w:rsid w:val="00860D9D"/>
    <w:rsid w:val="00860DD0"/>
    <w:rsid w:val="00860E87"/>
    <w:rsid w:val="008611E7"/>
    <w:rsid w:val="008616AB"/>
    <w:rsid w:val="0086238D"/>
    <w:rsid w:val="00862B5C"/>
    <w:rsid w:val="00862CCF"/>
    <w:rsid w:val="00863A68"/>
    <w:rsid w:val="008643C7"/>
    <w:rsid w:val="00865F3A"/>
    <w:rsid w:val="0086669F"/>
    <w:rsid w:val="00871517"/>
    <w:rsid w:val="008722DB"/>
    <w:rsid w:val="00872940"/>
    <w:rsid w:val="0087387F"/>
    <w:rsid w:val="008746EC"/>
    <w:rsid w:val="00875AD0"/>
    <w:rsid w:val="00876258"/>
    <w:rsid w:val="00876C98"/>
    <w:rsid w:val="00877161"/>
    <w:rsid w:val="0088167C"/>
    <w:rsid w:val="00881EC5"/>
    <w:rsid w:val="00882B62"/>
    <w:rsid w:val="00882D98"/>
    <w:rsid w:val="008836B8"/>
    <w:rsid w:val="00883C44"/>
    <w:rsid w:val="00883D63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C8"/>
    <w:rsid w:val="008A553B"/>
    <w:rsid w:val="008A59AB"/>
    <w:rsid w:val="008A6B9F"/>
    <w:rsid w:val="008B06F0"/>
    <w:rsid w:val="008B08F6"/>
    <w:rsid w:val="008B1FC1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30F5"/>
    <w:rsid w:val="008C321B"/>
    <w:rsid w:val="008C3EA4"/>
    <w:rsid w:val="008C4F2A"/>
    <w:rsid w:val="008C5072"/>
    <w:rsid w:val="008C5196"/>
    <w:rsid w:val="008C5BD5"/>
    <w:rsid w:val="008C5C7D"/>
    <w:rsid w:val="008C6750"/>
    <w:rsid w:val="008C747D"/>
    <w:rsid w:val="008D10EE"/>
    <w:rsid w:val="008D1143"/>
    <w:rsid w:val="008D3B97"/>
    <w:rsid w:val="008D460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2A50"/>
    <w:rsid w:val="008E423A"/>
    <w:rsid w:val="008E48DF"/>
    <w:rsid w:val="008E6F13"/>
    <w:rsid w:val="008E7986"/>
    <w:rsid w:val="008E7CAE"/>
    <w:rsid w:val="008E7D8D"/>
    <w:rsid w:val="008F08C2"/>
    <w:rsid w:val="008F0F9C"/>
    <w:rsid w:val="008F2301"/>
    <w:rsid w:val="008F2333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DE1"/>
    <w:rsid w:val="00903EB8"/>
    <w:rsid w:val="00903FBB"/>
    <w:rsid w:val="00904FDF"/>
    <w:rsid w:val="009051A1"/>
    <w:rsid w:val="009055D6"/>
    <w:rsid w:val="00906107"/>
    <w:rsid w:val="009061AE"/>
    <w:rsid w:val="009067F9"/>
    <w:rsid w:val="0090687C"/>
    <w:rsid w:val="00906980"/>
    <w:rsid w:val="0091061C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210"/>
    <w:rsid w:val="0092332B"/>
    <w:rsid w:val="009233AB"/>
    <w:rsid w:val="00924CCF"/>
    <w:rsid w:val="00924D6B"/>
    <w:rsid w:val="0092546F"/>
    <w:rsid w:val="00925DF3"/>
    <w:rsid w:val="00926621"/>
    <w:rsid w:val="00926978"/>
    <w:rsid w:val="00926A16"/>
    <w:rsid w:val="00926DAB"/>
    <w:rsid w:val="009273AA"/>
    <w:rsid w:val="00927E9F"/>
    <w:rsid w:val="0093009B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015B"/>
    <w:rsid w:val="00941AF9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1F70"/>
    <w:rsid w:val="00952F31"/>
    <w:rsid w:val="0095393D"/>
    <w:rsid w:val="009539E1"/>
    <w:rsid w:val="00953BEF"/>
    <w:rsid w:val="00955121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693C"/>
    <w:rsid w:val="00996D3D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7BA7"/>
    <w:rsid w:val="009B7ECD"/>
    <w:rsid w:val="009C016A"/>
    <w:rsid w:val="009C1255"/>
    <w:rsid w:val="009C15EB"/>
    <w:rsid w:val="009C5753"/>
    <w:rsid w:val="009C6A17"/>
    <w:rsid w:val="009C77ED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A19"/>
    <w:rsid w:val="009D7BDC"/>
    <w:rsid w:val="009E0042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01E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19B6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49F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7B5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394"/>
    <w:rsid w:val="00A644B4"/>
    <w:rsid w:val="00A64BCB"/>
    <w:rsid w:val="00A64C2C"/>
    <w:rsid w:val="00A65C25"/>
    <w:rsid w:val="00A65C61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20D3"/>
    <w:rsid w:val="00A823B1"/>
    <w:rsid w:val="00A8275D"/>
    <w:rsid w:val="00A829D5"/>
    <w:rsid w:val="00A83107"/>
    <w:rsid w:val="00A83FC9"/>
    <w:rsid w:val="00A85896"/>
    <w:rsid w:val="00A865AD"/>
    <w:rsid w:val="00A8694E"/>
    <w:rsid w:val="00A86F3A"/>
    <w:rsid w:val="00A86FFB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C48"/>
    <w:rsid w:val="00AA61ED"/>
    <w:rsid w:val="00AB2015"/>
    <w:rsid w:val="00AB2162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59EA"/>
    <w:rsid w:val="00AC6CFB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274"/>
    <w:rsid w:val="00AE15DA"/>
    <w:rsid w:val="00AE4525"/>
    <w:rsid w:val="00AE4D4B"/>
    <w:rsid w:val="00AE5134"/>
    <w:rsid w:val="00AE577A"/>
    <w:rsid w:val="00AE7206"/>
    <w:rsid w:val="00AF042B"/>
    <w:rsid w:val="00AF0DB4"/>
    <w:rsid w:val="00AF0F66"/>
    <w:rsid w:val="00AF4AEA"/>
    <w:rsid w:val="00AF66D5"/>
    <w:rsid w:val="00AF742E"/>
    <w:rsid w:val="00AF7E68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07CB6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5F3D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A43"/>
    <w:rsid w:val="00B340D4"/>
    <w:rsid w:val="00B37801"/>
    <w:rsid w:val="00B37907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5F7"/>
    <w:rsid w:val="00B60717"/>
    <w:rsid w:val="00B60B2D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62D8"/>
    <w:rsid w:val="00B87ACC"/>
    <w:rsid w:val="00B90F75"/>
    <w:rsid w:val="00B90FA1"/>
    <w:rsid w:val="00B9102A"/>
    <w:rsid w:val="00B916AF"/>
    <w:rsid w:val="00B91964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950"/>
    <w:rsid w:val="00BA2F5A"/>
    <w:rsid w:val="00BA3D8D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1E5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E39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1F5D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B28"/>
    <w:rsid w:val="00C14ADC"/>
    <w:rsid w:val="00C14B12"/>
    <w:rsid w:val="00C16684"/>
    <w:rsid w:val="00C16BC0"/>
    <w:rsid w:val="00C16F11"/>
    <w:rsid w:val="00C174E7"/>
    <w:rsid w:val="00C175EE"/>
    <w:rsid w:val="00C20C7D"/>
    <w:rsid w:val="00C2263C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0F68"/>
    <w:rsid w:val="00C31760"/>
    <w:rsid w:val="00C331DD"/>
    <w:rsid w:val="00C34B59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43F2"/>
    <w:rsid w:val="00C44964"/>
    <w:rsid w:val="00C44F93"/>
    <w:rsid w:val="00C45845"/>
    <w:rsid w:val="00C46BA5"/>
    <w:rsid w:val="00C475B6"/>
    <w:rsid w:val="00C47927"/>
    <w:rsid w:val="00C51BAA"/>
    <w:rsid w:val="00C5269B"/>
    <w:rsid w:val="00C527A7"/>
    <w:rsid w:val="00C541B0"/>
    <w:rsid w:val="00C549AE"/>
    <w:rsid w:val="00C5526B"/>
    <w:rsid w:val="00C5612B"/>
    <w:rsid w:val="00C572EB"/>
    <w:rsid w:val="00C57600"/>
    <w:rsid w:val="00C60301"/>
    <w:rsid w:val="00C60E10"/>
    <w:rsid w:val="00C60FFB"/>
    <w:rsid w:val="00C613CB"/>
    <w:rsid w:val="00C61656"/>
    <w:rsid w:val="00C6196D"/>
    <w:rsid w:val="00C6274A"/>
    <w:rsid w:val="00C62AE1"/>
    <w:rsid w:val="00C636E0"/>
    <w:rsid w:val="00C63C61"/>
    <w:rsid w:val="00C6473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C88"/>
    <w:rsid w:val="00C7678E"/>
    <w:rsid w:val="00C774E6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5FC3"/>
    <w:rsid w:val="00CD60BB"/>
    <w:rsid w:val="00CD60EB"/>
    <w:rsid w:val="00CD6A72"/>
    <w:rsid w:val="00CD6C84"/>
    <w:rsid w:val="00CD72F6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330D"/>
    <w:rsid w:val="00D147B7"/>
    <w:rsid w:val="00D1480A"/>
    <w:rsid w:val="00D16A82"/>
    <w:rsid w:val="00D20629"/>
    <w:rsid w:val="00D210AB"/>
    <w:rsid w:val="00D217CD"/>
    <w:rsid w:val="00D23A1D"/>
    <w:rsid w:val="00D24344"/>
    <w:rsid w:val="00D254D7"/>
    <w:rsid w:val="00D25B94"/>
    <w:rsid w:val="00D27259"/>
    <w:rsid w:val="00D27CF3"/>
    <w:rsid w:val="00D303E2"/>
    <w:rsid w:val="00D31A2A"/>
    <w:rsid w:val="00D31D04"/>
    <w:rsid w:val="00D33C4C"/>
    <w:rsid w:val="00D34E03"/>
    <w:rsid w:val="00D3573C"/>
    <w:rsid w:val="00D35CF1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991"/>
    <w:rsid w:val="00D47409"/>
    <w:rsid w:val="00D474C2"/>
    <w:rsid w:val="00D47973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7D9"/>
    <w:rsid w:val="00D62AB3"/>
    <w:rsid w:val="00D62C4E"/>
    <w:rsid w:val="00D631D0"/>
    <w:rsid w:val="00D6348C"/>
    <w:rsid w:val="00D63B12"/>
    <w:rsid w:val="00D648C2"/>
    <w:rsid w:val="00D64CD8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70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BD2"/>
    <w:rsid w:val="00DB3064"/>
    <w:rsid w:val="00DB35B1"/>
    <w:rsid w:val="00DB3639"/>
    <w:rsid w:val="00DB3D73"/>
    <w:rsid w:val="00DB640A"/>
    <w:rsid w:val="00DB6CD1"/>
    <w:rsid w:val="00DB7E92"/>
    <w:rsid w:val="00DB7FA1"/>
    <w:rsid w:val="00DC039A"/>
    <w:rsid w:val="00DC0E09"/>
    <w:rsid w:val="00DC1705"/>
    <w:rsid w:val="00DC2CE2"/>
    <w:rsid w:val="00DC2F79"/>
    <w:rsid w:val="00DC4ED2"/>
    <w:rsid w:val="00DC55B2"/>
    <w:rsid w:val="00DC5A45"/>
    <w:rsid w:val="00DC6337"/>
    <w:rsid w:val="00DC6824"/>
    <w:rsid w:val="00DC717A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7E4"/>
    <w:rsid w:val="00E07D54"/>
    <w:rsid w:val="00E10FF3"/>
    <w:rsid w:val="00E113E7"/>
    <w:rsid w:val="00E1341A"/>
    <w:rsid w:val="00E13D6E"/>
    <w:rsid w:val="00E13EE5"/>
    <w:rsid w:val="00E14CC2"/>
    <w:rsid w:val="00E150E3"/>
    <w:rsid w:val="00E169BC"/>
    <w:rsid w:val="00E17E47"/>
    <w:rsid w:val="00E20411"/>
    <w:rsid w:val="00E226B1"/>
    <w:rsid w:val="00E22BC1"/>
    <w:rsid w:val="00E23FEE"/>
    <w:rsid w:val="00E24296"/>
    <w:rsid w:val="00E2488C"/>
    <w:rsid w:val="00E25621"/>
    <w:rsid w:val="00E2652B"/>
    <w:rsid w:val="00E27210"/>
    <w:rsid w:val="00E273A4"/>
    <w:rsid w:val="00E30551"/>
    <w:rsid w:val="00E308AE"/>
    <w:rsid w:val="00E3118B"/>
    <w:rsid w:val="00E311F4"/>
    <w:rsid w:val="00E3133C"/>
    <w:rsid w:val="00E31DCF"/>
    <w:rsid w:val="00E32FFC"/>
    <w:rsid w:val="00E3314F"/>
    <w:rsid w:val="00E333D6"/>
    <w:rsid w:val="00E33E84"/>
    <w:rsid w:val="00E34779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958"/>
    <w:rsid w:val="00E45AC2"/>
    <w:rsid w:val="00E46196"/>
    <w:rsid w:val="00E46DE3"/>
    <w:rsid w:val="00E470CE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2658"/>
    <w:rsid w:val="00E62A7A"/>
    <w:rsid w:val="00E63180"/>
    <w:rsid w:val="00E638C4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AB2"/>
    <w:rsid w:val="00E80B9C"/>
    <w:rsid w:val="00E81EAD"/>
    <w:rsid w:val="00E83956"/>
    <w:rsid w:val="00E84581"/>
    <w:rsid w:val="00E84C42"/>
    <w:rsid w:val="00E85BB7"/>
    <w:rsid w:val="00E86DA6"/>
    <w:rsid w:val="00E87147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600A"/>
    <w:rsid w:val="00EC1871"/>
    <w:rsid w:val="00EC2692"/>
    <w:rsid w:val="00EC3E9E"/>
    <w:rsid w:val="00EC4D14"/>
    <w:rsid w:val="00EC4DE4"/>
    <w:rsid w:val="00EC50C8"/>
    <w:rsid w:val="00EC5397"/>
    <w:rsid w:val="00EC5858"/>
    <w:rsid w:val="00EC585B"/>
    <w:rsid w:val="00EC58F0"/>
    <w:rsid w:val="00EC5AD3"/>
    <w:rsid w:val="00EC76BF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0D5"/>
    <w:rsid w:val="00EF2A80"/>
    <w:rsid w:val="00EF366F"/>
    <w:rsid w:val="00EF43DD"/>
    <w:rsid w:val="00EF63A5"/>
    <w:rsid w:val="00EF66F3"/>
    <w:rsid w:val="00EF6D40"/>
    <w:rsid w:val="00EF75BA"/>
    <w:rsid w:val="00EF75C9"/>
    <w:rsid w:val="00EF7725"/>
    <w:rsid w:val="00F00309"/>
    <w:rsid w:val="00F00563"/>
    <w:rsid w:val="00F00D08"/>
    <w:rsid w:val="00F02058"/>
    <w:rsid w:val="00F06664"/>
    <w:rsid w:val="00F06935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1287"/>
    <w:rsid w:val="00F2191A"/>
    <w:rsid w:val="00F21959"/>
    <w:rsid w:val="00F21BF0"/>
    <w:rsid w:val="00F22A97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623C"/>
    <w:rsid w:val="00F568E2"/>
    <w:rsid w:val="00F56AE0"/>
    <w:rsid w:val="00F56FE0"/>
    <w:rsid w:val="00F60071"/>
    <w:rsid w:val="00F60F75"/>
    <w:rsid w:val="00F64544"/>
    <w:rsid w:val="00F663D5"/>
    <w:rsid w:val="00F66720"/>
    <w:rsid w:val="00F669E5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69D"/>
    <w:rsid w:val="00F805D5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3DA3"/>
    <w:rsid w:val="00F95904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5E3"/>
    <w:rsid w:val="00FD4BB0"/>
    <w:rsid w:val="00FD6A89"/>
    <w:rsid w:val="00FD7043"/>
    <w:rsid w:val="00FD7A08"/>
    <w:rsid w:val="00FE0537"/>
    <w:rsid w:val="00FE1B44"/>
    <w:rsid w:val="00FE2AB6"/>
    <w:rsid w:val="00FE370C"/>
    <w:rsid w:val="00FE4132"/>
    <w:rsid w:val="00FE471F"/>
    <w:rsid w:val="00FE64FD"/>
    <w:rsid w:val="00FE6F05"/>
    <w:rsid w:val="00FF05CA"/>
    <w:rsid w:val="00FF0DE8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5AA02B85363EEB656CA52AB142AE97046F8E7160141C4912B4E66B3A73DDED8E8DF0ECB01521644FFDF1C12C9F49923BCFn3x8K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consultantplus://offline/ref=F98EC4E0B132A6BD448ECCDCE7595A196F17EB216553EC417AFD1A4FBFE91DA14AFC7F2E87D7F497BBF046DC5632004989B9D81E309ECCD08B22A295G1uDL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1FEE9E541F5F62FD7F7A0CC7881969FE18BAD10C864C0DB6ADD9D018AC99DB52DE3CA634B4B77D9C0689F18B0A19756F1F375C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consultantplus://offline/ref=1FEE9E541F5F62FD7F7A0CC7881969FE18BAD10C864C0DB6ADD9D018AC99DB52DE3CA634B4B77D9C0689F18B0A19756F1F375CK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consultantplus://offline/ref=5909AA6B777606945A67867B066517B181D820A4963C66618264892322F0B5C506AAE417E925B3136B627451F6C679E2BD526531E92EBC716C77FBE6h1T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3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F82B31-D3D1-45E9-B5D3-9F7088102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1819</Words>
  <Characters>10373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12168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user</cp:lastModifiedBy>
  <cp:revision>7</cp:revision>
  <cp:lastPrinted>2021-10-20T13:41:00Z</cp:lastPrinted>
  <dcterms:created xsi:type="dcterms:W3CDTF">2021-11-11T05:43:00Z</dcterms:created>
  <dcterms:modified xsi:type="dcterms:W3CDTF">2021-11-29T10:11:00Z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