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0706B" w:rsidTr="0040706B">
        <w:tc>
          <w:tcPr>
            <w:tcW w:w="426" w:type="dxa"/>
            <w:hideMark/>
          </w:tcPr>
          <w:p w:rsidR="0040706B" w:rsidRDefault="0040706B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0706B" w:rsidRDefault="0040706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31.05.2016</w:t>
            </w:r>
          </w:p>
        </w:tc>
        <w:tc>
          <w:tcPr>
            <w:tcW w:w="4111" w:type="dxa"/>
          </w:tcPr>
          <w:p w:rsidR="0040706B" w:rsidRDefault="0040706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40706B" w:rsidRDefault="0040706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0706B" w:rsidRDefault="0040706B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40706B" w:rsidRDefault="0040706B" w:rsidP="0040706B">
      <w:pPr>
        <w:jc w:val="both"/>
        <w:rPr>
          <w:sz w:val="28"/>
          <w:szCs w:val="28"/>
        </w:rPr>
      </w:pPr>
    </w:p>
    <w:p w:rsidR="0040706B" w:rsidRDefault="0040706B" w:rsidP="0040706B">
      <w:pPr>
        <w:jc w:val="both"/>
        <w:rPr>
          <w:sz w:val="28"/>
          <w:szCs w:val="28"/>
        </w:rPr>
      </w:pPr>
    </w:p>
    <w:p w:rsidR="005F6D3D" w:rsidRPr="00D815D9" w:rsidRDefault="005F6D3D" w:rsidP="005F6D3D">
      <w:pPr>
        <w:rPr>
          <w:sz w:val="28"/>
          <w:szCs w:val="28"/>
        </w:rPr>
      </w:pPr>
      <w:r w:rsidRPr="00D815D9">
        <w:rPr>
          <w:sz w:val="28"/>
          <w:szCs w:val="28"/>
        </w:rPr>
        <w:t>О Законе Ярославской области</w:t>
      </w:r>
    </w:p>
    <w:p w:rsidR="003A75BC" w:rsidRPr="00D815D9" w:rsidRDefault="003A75BC" w:rsidP="00D815D9">
      <w:pPr>
        <w:tabs>
          <w:tab w:val="left" w:pos="7938"/>
        </w:tabs>
        <w:jc w:val="both"/>
        <w:rPr>
          <w:bCs/>
          <w:sz w:val="28"/>
          <w:szCs w:val="28"/>
        </w:rPr>
      </w:pPr>
      <w:r w:rsidRPr="00D815D9">
        <w:rPr>
          <w:bCs/>
          <w:sz w:val="28"/>
          <w:szCs w:val="28"/>
        </w:rPr>
        <w:t xml:space="preserve">«О внесении изменений в Закон </w:t>
      </w:r>
    </w:p>
    <w:p w:rsidR="003A75BC" w:rsidRPr="00D815D9" w:rsidRDefault="003A75BC" w:rsidP="00D815D9">
      <w:pPr>
        <w:tabs>
          <w:tab w:val="left" w:pos="7938"/>
        </w:tabs>
        <w:jc w:val="both"/>
        <w:rPr>
          <w:bCs/>
          <w:sz w:val="28"/>
          <w:szCs w:val="28"/>
        </w:rPr>
      </w:pPr>
      <w:r w:rsidRPr="00D815D9">
        <w:rPr>
          <w:bCs/>
          <w:sz w:val="28"/>
          <w:szCs w:val="28"/>
        </w:rPr>
        <w:t xml:space="preserve">Ярославской области «Об </w:t>
      </w:r>
      <w:proofErr w:type="gramStart"/>
      <w:r w:rsidRPr="00D815D9">
        <w:rPr>
          <w:bCs/>
          <w:sz w:val="28"/>
          <w:szCs w:val="28"/>
        </w:rPr>
        <w:t>отдельных</w:t>
      </w:r>
      <w:proofErr w:type="gramEnd"/>
      <w:r w:rsidRPr="00D815D9">
        <w:rPr>
          <w:bCs/>
          <w:sz w:val="28"/>
          <w:szCs w:val="28"/>
        </w:rPr>
        <w:t xml:space="preserve"> </w:t>
      </w:r>
    </w:p>
    <w:p w:rsidR="003A75BC" w:rsidRPr="00D815D9" w:rsidRDefault="003A75BC" w:rsidP="00D815D9">
      <w:pPr>
        <w:tabs>
          <w:tab w:val="left" w:pos="7938"/>
        </w:tabs>
        <w:jc w:val="both"/>
        <w:rPr>
          <w:bCs/>
          <w:sz w:val="28"/>
          <w:szCs w:val="28"/>
        </w:rPr>
      </w:pPr>
      <w:proofErr w:type="gramStart"/>
      <w:r w:rsidRPr="00D815D9">
        <w:rPr>
          <w:bCs/>
          <w:sz w:val="28"/>
          <w:szCs w:val="28"/>
        </w:rPr>
        <w:t>вопросах</w:t>
      </w:r>
      <w:proofErr w:type="gramEnd"/>
      <w:r w:rsidRPr="00D815D9">
        <w:rPr>
          <w:bCs/>
          <w:sz w:val="28"/>
          <w:szCs w:val="28"/>
        </w:rPr>
        <w:t xml:space="preserve"> организации проведения </w:t>
      </w:r>
    </w:p>
    <w:p w:rsidR="003A75BC" w:rsidRPr="00D815D9" w:rsidRDefault="003A75BC" w:rsidP="00D815D9">
      <w:pPr>
        <w:tabs>
          <w:tab w:val="left" w:pos="7938"/>
        </w:tabs>
        <w:jc w:val="both"/>
        <w:rPr>
          <w:bCs/>
          <w:sz w:val="28"/>
          <w:szCs w:val="28"/>
        </w:rPr>
      </w:pPr>
      <w:r w:rsidRPr="00D815D9">
        <w:rPr>
          <w:bCs/>
          <w:sz w:val="28"/>
          <w:szCs w:val="28"/>
        </w:rPr>
        <w:t xml:space="preserve">капитального ремонта общего имущества </w:t>
      </w:r>
    </w:p>
    <w:p w:rsidR="003A75BC" w:rsidRPr="00D815D9" w:rsidRDefault="003A75BC" w:rsidP="00D815D9">
      <w:pPr>
        <w:tabs>
          <w:tab w:val="left" w:pos="7938"/>
        </w:tabs>
        <w:jc w:val="both"/>
        <w:rPr>
          <w:bCs/>
          <w:sz w:val="28"/>
          <w:szCs w:val="28"/>
        </w:rPr>
      </w:pPr>
      <w:r w:rsidRPr="00D815D9">
        <w:rPr>
          <w:bCs/>
          <w:sz w:val="28"/>
          <w:szCs w:val="28"/>
        </w:rPr>
        <w:t xml:space="preserve">в многоквартирных домах на территории </w:t>
      </w:r>
    </w:p>
    <w:p w:rsidR="003A75BC" w:rsidRPr="00D815D9" w:rsidRDefault="003A75BC" w:rsidP="00D815D9">
      <w:pPr>
        <w:tabs>
          <w:tab w:val="left" w:pos="7938"/>
        </w:tabs>
        <w:jc w:val="both"/>
        <w:rPr>
          <w:bCs/>
          <w:sz w:val="28"/>
          <w:szCs w:val="28"/>
        </w:rPr>
      </w:pPr>
      <w:r w:rsidRPr="00D815D9">
        <w:rPr>
          <w:bCs/>
          <w:sz w:val="28"/>
          <w:szCs w:val="28"/>
        </w:rPr>
        <w:t>Ярославской области»</w:t>
      </w:r>
    </w:p>
    <w:p w:rsidR="00871037" w:rsidRPr="00D815D9" w:rsidRDefault="00871037" w:rsidP="009C296A">
      <w:pPr>
        <w:ind w:firstLine="709"/>
        <w:jc w:val="both"/>
        <w:rPr>
          <w:sz w:val="28"/>
          <w:szCs w:val="28"/>
        </w:rPr>
      </w:pPr>
    </w:p>
    <w:p w:rsidR="00BB426C" w:rsidRPr="00D815D9" w:rsidRDefault="00BB426C" w:rsidP="009C296A">
      <w:pPr>
        <w:ind w:firstLine="709"/>
        <w:jc w:val="both"/>
        <w:rPr>
          <w:sz w:val="28"/>
          <w:szCs w:val="28"/>
        </w:rPr>
      </w:pPr>
    </w:p>
    <w:p w:rsidR="009C296A" w:rsidRPr="00D815D9" w:rsidRDefault="009C296A" w:rsidP="00D815D9">
      <w:pPr>
        <w:ind w:firstLine="709"/>
        <w:jc w:val="both"/>
        <w:rPr>
          <w:sz w:val="28"/>
          <w:szCs w:val="28"/>
        </w:rPr>
      </w:pPr>
      <w:r w:rsidRPr="00D815D9">
        <w:rPr>
          <w:sz w:val="28"/>
          <w:szCs w:val="28"/>
        </w:rPr>
        <w:t>Ярославская областная Дума</w:t>
      </w:r>
    </w:p>
    <w:p w:rsidR="009C296A" w:rsidRPr="00D815D9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D815D9" w:rsidRDefault="00E102FF" w:rsidP="00D815D9">
      <w:pPr>
        <w:jc w:val="center"/>
        <w:rPr>
          <w:b/>
          <w:sz w:val="28"/>
          <w:szCs w:val="28"/>
        </w:rPr>
      </w:pPr>
      <w:proofErr w:type="gramStart"/>
      <w:r w:rsidRPr="00D815D9">
        <w:rPr>
          <w:b/>
          <w:sz w:val="28"/>
          <w:szCs w:val="28"/>
        </w:rPr>
        <w:t>П</w:t>
      </w:r>
      <w:proofErr w:type="gramEnd"/>
      <w:r w:rsidRPr="00D815D9">
        <w:rPr>
          <w:b/>
          <w:sz w:val="28"/>
          <w:szCs w:val="28"/>
        </w:rPr>
        <w:t xml:space="preserve"> О С Т А Н О В И Л А:</w:t>
      </w:r>
    </w:p>
    <w:p w:rsidR="00E102FF" w:rsidRPr="00D815D9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D815D9" w:rsidRDefault="003C786E" w:rsidP="0011402F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D815D9">
        <w:rPr>
          <w:szCs w:val="28"/>
        </w:rPr>
        <w:t>1</w:t>
      </w:r>
      <w:r w:rsidR="00CB2CE6" w:rsidRPr="00D815D9">
        <w:rPr>
          <w:szCs w:val="28"/>
        </w:rPr>
        <w:t xml:space="preserve">. </w:t>
      </w:r>
      <w:r w:rsidR="005F6D3D" w:rsidRPr="00D815D9">
        <w:rPr>
          <w:szCs w:val="28"/>
        </w:rPr>
        <w:t xml:space="preserve">Принять Закон Ярославской области </w:t>
      </w:r>
      <w:r w:rsidR="00323FB6" w:rsidRPr="00D815D9">
        <w:rPr>
          <w:bCs/>
          <w:szCs w:val="28"/>
        </w:rPr>
        <w:t>«О внесении изменений в Закон Ярославской области «Об отдельных вопросах организации проведения к</w:t>
      </w:r>
      <w:r w:rsidR="00323FB6" w:rsidRPr="00D815D9">
        <w:rPr>
          <w:bCs/>
          <w:szCs w:val="28"/>
        </w:rPr>
        <w:t>а</w:t>
      </w:r>
      <w:r w:rsidR="00323FB6" w:rsidRPr="00D815D9">
        <w:rPr>
          <w:bCs/>
          <w:szCs w:val="28"/>
        </w:rPr>
        <w:t>питального ремонта общего имущества в многоквартирных домах на терр</w:t>
      </w:r>
      <w:r w:rsidR="00323FB6" w:rsidRPr="00D815D9">
        <w:rPr>
          <w:bCs/>
          <w:szCs w:val="28"/>
        </w:rPr>
        <w:t>и</w:t>
      </w:r>
      <w:r w:rsidR="00323FB6" w:rsidRPr="00D815D9">
        <w:rPr>
          <w:bCs/>
          <w:szCs w:val="28"/>
        </w:rPr>
        <w:t>тории Ярославской области»</w:t>
      </w:r>
      <w:r w:rsidR="00435DF9" w:rsidRPr="00D815D9">
        <w:rPr>
          <w:i/>
          <w:szCs w:val="28"/>
        </w:rPr>
        <w:t>.</w:t>
      </w:r>
    </w:p>
    <w:p w:rsidR="00CB2CE6" w:rsidRPr="00D815D9" w:rsidRDefault="005F6D3D" w:rsidP="00F9695C">
      <w:pPr>
        <w:pStyle w:val="30"/>
        <w:jc w:val="both"/>
        <w:rPr>
          <w:szCs w:val="28"/>
        </w:rPr>
      </w:pPr>
      <w:r w:rsidRPr="00D815D9">
        <w:rPr>
          <w:szCs w:val="28"/>
        </w:rPr>
        <w:t>2. Направить указанный Закон Ярославской области Губернатору Яр</w:t>
      </w:r>
      <w:r w:rsidRPr="00D815D9">
        <w:rPr>
          <w:szCs w:val="28"/>
        </w:rPr>
        <w:t>о</w:t>
      </w:r>
      <w:r w:rsidRPr="00D815D9">
        <w:rPr>
          <w:szCs w:val="28"/>
        </w:rPr>
        <w:t>славской области для подписания и официального опубликования</w:t>
      </w:r>
      <w:r w:rsidR="00CB2CE6" w:rsidRPr="00D815D9">
        <w:rPr>
          <w:szCs w:val="28"/>
        </w:rPr>
        <w:t>.</w:t>
      </w:r>
    </w:p>
    <w:p w:rsidR="00E102FF" w:rsidRPr="00D815D9" w:rsidRDefault="00E102FF" w:rsidP="00F9695C">
      <w:pPr>
        <w:jc w:val="both"/>
        <w:rPr>
          <w:sz w:val="28"/>
          <w:szCs w:val="28"/>
        </w:rPr>
      </w:pPr>
    </w:p>
    <w:p w:rsidR="00E102FF" w:rsidRPr="00D815D9" w:rsidRDefault="00E102FF" w:rsidP="00F9695C">
      <w:pPr>
        <w:jc w:val="both"/>
        <w:rPr>
          <w:sz w:val="28"/>
          <w:szCs w:val="28"/>
        </w:rPr>
      </w:pPr>
    </w:p>
    <w:p w:rsidR="00E102FF" w:rsidRPr="00D815D9" w:rsidRDefault="00E102FF" w:rsidP="00F9695C">
      <w:pPr>
        <w:jc w:val="both"/>
        <w:rPr>
          <w:sz w:val="28"/>
          <w:szCs w:val="28"/>
        </w:rPr>
      </w:pPr>
    </w:p>
    <w:p w:rsidR="00093AC8" w:rsidRPr="00D815D9" w:rsidRDefault="00093AC8" w:rsidP="00F9695C">
      <w:pPr>
        <w:pStyle w:val="3"/>
        <w:rPr>
          <w:szCs w:val="28"/>
        </w:rPr>
      </w:pPr>
      <w:r w:rsidRPr="00D815D9">
        <w:rPr>
          <w:szCs w:val="28"/>
        </w:rPr>
        <w:t>Председатель</w:t>
      </w:r>
    </w:p>
    <w:p w:rsidR="00E102FF" w:rsidRPr="00D815D9" w:rsidRDefault="00093AC8" w:rsidP="00D815D9">
      <w:pPr>
        <w:jc w:val="both"/>
        <w:rPr>
          <w:sz w:val="28"/>
          <w:szCs w:val="28"/>
        </w:rPr>
      </w:pPr>
      <w:r w:rsidRPr="00D815D9">
        <w:rPr>
          <w:sz w:val="28"/>
          <w:szCs w:val="28"/>
        </w:rPr>
        <w:t>Ярославской областной Думы</w:t>
      </w:r>
      <w:r w:rsidR="00465EF8" w:rsidRPr="00D815D9">
        <w:rPr>
          <w:sz w:val="28"/>
          <w:szCs w:val="28"/>
        </w:rPr>
        <w:tab/>
      </w:r>
      <w:r w:rsidR="00465EF8" w:rsidRPr="00D815D9">
        <w:rPr>
          <w:sz w:val="28"/>
          <w:szCs w:val="28"/>
        </w:rPr>
        <w:tab/>
      </w:r>
      <w:r w:rsidR="00465EF8" w:rsidRPr="00D815D9">
        <w:rPr>
          <w:sz w:val="28"/>
          <w:szCs w:val="28"/>
        </w:rPr>
        <w:tab/>
      </w:r>
      <w:r w:rsidR="00465EF8" w:rsidRPr="00D815D9">
        <w:rPr>
          <w:sz w:val="28"/>
          <w:szCs w:val="28"/>
        </w:rPr>
        <w:tab/>
        <w:t xml:space="preserve">      </w:t>
      </w:r>
      <w:r w:rsidRPr="00D815D9">
        <w:rPr>
          <w:sz w:val="28"/>
          <w:szCs w:val="28"/>
        </w:rPr>
        <w:t xml:space="preserve">     </w:t>
      </w:r>
      <w:r w:rsidR="00465EF8" w:rsidRPr="00D815D9">
        <w:rPr>
          <w:sz w:val="28"/>
          <w:szCs w:val="28"/>
        </w:rPr>
        <w:t>М.В. Боровицкий</w:t>
      </w:r>
    </w:p>
    <w:sectPr w:rsidR="00E102FF" w:rsidRPr="00D815D9" w:rsidSect="00D815D9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0B2" w:rsidRDefault="000F30B2">
      <w:r>
        <w:separator/>
      </w:r>
    </w:p>
  </w:endnote>
  <w:endnote w:type="continuationSeparator" w:id="0">
    <w:p w:rsidR="000F30B2" w:rsidRDefault="000F3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0B2" w:rsidRDefault="000F30B2">
      <w:r>
        <w:separator/>
      </w:r>
    </w:p>
  </w:footnote>
  <w:footnote w:type="continuationSeparator" w:id="0">
    <w:p w:rsidR="000F30B2" w:rsidRDefault="000F3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D128D"/>
    <w:rsid w:val="000F30B2"/>
    <w:rsid w:val="000F705F"/>
    <w:rsid w:val="0011402F"/>
    <w:rsid w:val="00115679"/>
    <w:rsid w:val="0011582D"/>
    <w:rsid w:val="00116929"/>
    <w:rsid w:val="001175C4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07DEF"/>
    <w:rsid w:val="00214A41"/>
    <w:rsid w:val="00230264"/>
    <w:rsid w:val="00246829"/>
    <w:rsid w:val="00257324"/>
    <w:rsid w:val="00266F5E"/>
    <w:rsid w:val="00284F62"/>
    <w:rsid w:val="002906AD"/>
    <w:rsid w:val="00292EA5"/>
    <w:rsid w:val="002C03C2"/>
    <w:rsid w:val="002C1CA3"/>
    <w:rsid w:val="002F1954"/>
    <w:rsid w:val="002F200A"/>
    <w:rsid w:val="002F29EE"/>
    <w:rsid w:val="002F3D61"/>
    <w:rsid w:val="00301FDD"/>
    <w:rsid w:val="00323FB6"/>
    <w:rsid w:val="003440D7"/>
    <w:rsid w:val="0034786D"/>
    <w:rsid w:val="00347FD1"/>
    <w:rsid w:val="003729DD"/>
    <w:rsid w:val="003A2B73"/>
    <w:rsid w:val="003A75BC"/>
    <w:rsid w:val="003B68B2"/>
    <w:rsid w:val="003B7A35"/>
    <w:rsid w:val="003C205F"/>
    <w:rsid w:val="003C786E"/>
    <w:rsid w:val="003E552E"/>
    <w:rsid w:val="003F2453"/>
    <w:rsid w:val="003F4295"/>
    <w:rsid w:val="0040706B"/>
    <w:rsid w:val="00411048"/>
    <w:rsid w:val="00422B49"/>
    <w:rsid w:val="00423F18"/>
    <w:rsid w:val="00435DF9"/>
    <w:rsid w:val="0044612F"/>
    <w:rsid w:val="0044770E"/>
    <w:rsid w:val="00465EF8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5F6D3D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13B0"/>
    <w:rsid w:val="0079320E"/>
    <w:rsid w:val="007A567D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29CE"/>
    <w:rsid w:val="00A165D9"/>
    <w:rsid w:val="00A23D93"/>
    <w:rsid w:val="00A245AA"/>
    <w:rsid w:val="00A250E8"/>
    <w:rsid w:val="00A269B9"/>
    <w:rsid w:val="00A336F8"/>
    <w:rsid w:val="00A4428C"/>
    <w:rsid w:val="00A46930"/>
    <w:rsid w:val="00A56FC1"/>
    <w:rsid w:val="00A7524B"/>
    <w:rsid w:val="00A754C3"/>
    <w:rsid w:val="00A7637E"/>
    <w:rsid w:val="00A97A21"/>
    <w:rsid w:val="00AB0954"/>
    <w:rsid w:val="00AB585B"/>
    <w:rsid w:val="00AE75D6"/>
    <w:rsid w:val="00AF1E34"/>
    <w:rsid w:val="00B0356F"/>
    <w:rsid w:val="00B37133"/>
    <w:rsid w:val="00B42317"/>
    <w:rsid w:val="00B51DE7"/>
    <w:rsid w:val="00B7292F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40E45"/>
    <w:rsid w:val="00C5044C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815D9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56040"/>
    <w:rsid w:val="00E663FD"/>
    <w:rsid w:val="00E868BF"/>
    <w:rsid w:val="00EF2A6C"/>
    <w:rsid w:val="00EF6333"/>
    <w:rsid w:val="00F17842"/>
    <w:rsid w:val="00F233B6"/>
    <w:rsid w:val="00F2406D"/>
    <w:rsid w:val="00F32960"/>
    <w:rsid w:val="00F47675"/>
    <w:rsid w:val="00F53615"/>
    <w:rsid w:val="00F5641B"/>
    <w:rsid w:val="00F7403D"/>
    <w:rsid w:val="00F81F8D"/>
    <w:rsid w:val="00F948B0"/>
    <w:rsid w:val="00F9695C"/>
    <w:rsid w:val="00FC0F92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F0665-A02A-48C5-90B1-8B3615175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65</cp:revision>
  <cp:lastPrinted>2016-05-25T11:29:00Z</cp:lastPrinted>
  <dcterms:created xsi:type="dcterms:W3CDTF">2011-05-25T04:39:00Z</dcterms:created>
  <dcterms:modified xsi:type="dcterms:W3CDTF">2016-06-06T08:36:00Z</dcterms:modified>
</cp:coreProperties>
</file>