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4C" w:rsidRPr="00443C5A" w:rsidRDefault="003A164C" w:rsidP="003A164C">
      <w:pPr>
        <w:pStyle w:val="3"/>
      </w:pPr>
      <w:r w:rsidRPr="00443C5A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443C5A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М</w:t>
      </w:r>
      <w:r w:rsidR="00322E70" w:rsidRPr="00BF70EB">
        <w:rPr>
          <w:b/>
          <w:bCs/>
          <w:sz w:val="20"/>
        </w:rPr>
        <w:t>.</w:t>
      </w:r>
      <w:r>
        <w:rPr>
          <w:b/>
          <w:bCs/>
          <w:sz w:val="20"/>
        </w:rPr>
        <w:t>Я</w:t>
      </w:r>
      <w:r w:rsidR="00322E70" w:rsidRPr="00BF70EB">
        <w:rPr>
          <w:b/>
          <w:bCs/>
          <w:sz w:val="20"/>
        </w:rPr>
        <w:t xml:space="preserve">.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proofErr w:type="gramStart"/>
      <w:r w:rsidRPr="00BF70EB">
        <w:t>З</w:t>
      </w:r>
      <w:proofErr w:type="gramEnd"/>
      <w:r w:rsidRPr="00BF70EB">
        <w:t xml:space="preserve">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076021" w:rsidRPr="00076021" w:rsidRDefault="00076021" w:rsidP="00076021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076021">
        <w:rPr>
          <w:b/>
          <w:sz w:val="28"/>
          <w:szCs w:val="28"/>
        </w:rPr>
        <w:t>О внесении изменений в Закон Ярославской области</w:t>
      </w:r>
    </w:p>
    <w:p w:rsidR="00D4704E" w:rsidRPr="00BF70EB" w:rsidRDefault="009C784D" w:rsidP="008C0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F275E" w:rsidRPr="00BF70EB">
        <w:rPr>
          <w:b/>
          <w:sz w:val="28"/>
          <w:szCs w:val="28"/>
        </w:rPr>
        <w:t xml:space="preserve">О бюджете </w:t>
      </w:r>
      <w:r w:rsidR="00E576B5" w:rsidRPr="00BF70EB">
        <w:rPr>
          <w:b/>
          <w:sz w:val="28"/>
          <w:szCs w:val="28"/>
        </w:rPr>
        <w:t>Т</w:t>
      </w:r>
      <w:r w:rsidR="00CF275E" w:rsidRPr="00BF70EB">
        <w:rPr>
          <w:b/>
          <w:sz w:val="28"/>
          <w:szCs w:val="28"/>
        </w:rPr>
        <w:t>ерриториального фонда</w:t>
      </w:r>
      <w:r w:rsidR="0000543C" w:rsidRPr="00BF70EB">
        <w:rPr>
          <w:b/>
          <w:sz w:val="28"/>
          <w:szCs w:val="28"/>
        </w:rPr>
        <w:t xml:space="preserve"> обязательного</w:t>
      </w: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70EB" w:rsidRDefault="00217101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на 202</w:t>
      </w:r>
      <w:r w:rsidR="00B41107">
        <w:rPr>
          <w:b/>
          <w:sz w:val="28"/>
          <w:szCs w:val="28"/>
        </w:rPr>
        <w:t>2</w:t>
      </w:r>
      <w:r w:rsidR="00493483" w:rsidRPr="00BF70EB">
        <w:rPr>
          <w:b/>
          <w:sz w:val="28"/>
          <w:szCs w:val="28"/>
        </w:rPr>
        <w:t xml:space="preserve"> год</w:t>
      </w:r>
      <w:r w:rsidR="00D4704E" w:rsidRPr="00BF70EB">
        <w:rPr>
          <w:b/>
          <w:sz w:val="28"/>
          <w:szCs w:val="28"/>
        </w:rPr>
        <w:t xml:space="preserve"> </w:t>
      </w:r>
      <w:r w:rsidR="00493483" w:rsidRPr="00BF70EB">
        <w:rPr>
          <w:b/>
          <w:sz w:val="28"/>
          <w:szCs w:val="28"/>
        </w:rPr>
        <w:t>и на</w:t>
      </w:r>
      <w:r w:rsidR="00BF259D" w:rsidRPr="00BF70EB">
        <w:rPr>
          <w:b/>
          <w:sz w:val="28"/>
          <w:szCs w:val="28"/>
        </w:rPr>
        <w:t xml:space="preserve"> плановый период 20</w:t>
      </w:r>
      <w:r w:rsidR="00A96607" w:rsidRPr="00BF70EB">
        <w:rPr>
          <w:b/>
          <w:sz w:val="28"/>
          <w:szCs w:val="28"/>
        </w:rPr>
        <w:t>2</w:t>
      </w:r>
      <w:r w:rsidR="00B41107">
        <w:rPr>
          <w:b/>
          <w:sz w:val="28"/>
          <w:szCs w:val="28"/>
        </w:rPr>
        <w:t>3</w:t>
      </w:r>
      <w:r w:rsidR="00BF259D" w:rsidRPr="00BF70EB">
        <w:rPr>
          <w:b/>
          <w:sz w:val="28"/>
          <w:szCs w:val="28"/>
        </w:rPr>
        <w:t xml:space="preserve"> и </w:t>
      </w:r>
      <w:r w:rsidR="00DF4444" w:rsidRPr="00BF70EB">
        <w:rPr>
          <w:b/>
          <w:sz w:val="28"/>
          <w:szCs w:val="28"/>
        </w:rPr>
        <w:t>20</w:t>
      </w:r>
      <w:r w:rsidR="00287195" w:rsidRPr="00BF70EB">
        <w:rPr>
          <w:b/>
          <w:sz w:val="28"/>
          <w:szCs w:val="28"/>
        </w:rPr>
        <w:t>2</w:t>
      </w:r>
      <w:r w:rsidR="00B41107">
        <w:rPr>
          <w:b/>
          <w:sz w:val="28"/>
          <w:szCs w:val="28"/>
        </w:rPr>
        <w:t>4</w:t>
      </w:r>
      <w:r w:rsidR="00493483" w:rsidRPr="00BF70EB">
        <w:rPr>
          <w:b/>
          <w:sz w:val="28"/>
          <w:szCs w:val="28"/>
        </w:rPr>
        <w:t xml:space="preserve"> годов</w:t>
      </w:r>
      <w:r w:rsidR="009C784D">
        <w:rPr>
          <w:b/>
          <w:sz w:val="28"/>
          <w:szCs w:val="28"/>
        </w:rPr>
        <w:t>»</w:t>
      </w:r>
    </w:p>
    <w:p w:rsidR="00E81918" w:rsidRPr="00BF70EB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BF70EB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proofErr w:type="gramStart"/>
      <w:r w:rsidRPr="00BF70EB">
        <w:rPr>
          <w:szCs w:val="24"/>
        </w:rPr>
        <w:t>Принят</w:t>
      </w:r>
      <w:proofErr w:type="gramEnd"/>
      <w:r w:rsidRPr="00BF70EB">
        <w:rPr>
          <w:szCs w:val="24"/>
        </w:rPr>
        <w:t xml:space="preserve">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076021">
        <w:rPr>
          <w:szCs w:val="24"/>
        </w:rPr>
        <w:t>2</w:t>
      </w:r>
      <w:r w:rsidRPr="00BF70EB">
        <w:rPr>
          <w:szCs w:val="24"/>
        </w:rPr>
        <w:t xml:space="preserve"> года</w:t>
      </w:r>
    </w:p>
    <w:p w:rsidR="00962CDD" w:rsidRPr="00BF70EB" w:rsidRDefault="00962CDD" w:rsidP="00B93617">
      <w:pPr>
        <w:ind w:firstLine="709"/>
        <w:jc w:val="both"/>
        <w:rPr>
          <w:sz w:val="28"/>
          <w:szCs w:val="28"/>
        </w:rPr>
      </w:pPr>
    </w:p>
    <w:p w:rsidR="000A7328" w:rsidRPr="00BF70EB" w:rsidRDefault="000A7328" w:rsidP="00B93617">
      <w:pPr>
        <w:ind w:firstLine="709"/>
        <w:jc w:val="both"/>
        <w:rPr>
          <w:sz w:val="28"/>
          <w:szCs w:val="28"/>
        </w:rPr>
      </w:pPr>
    </w:p>
    <w:p w:rsidR="009A3FD4" w:rsidRPr="006A35B5" w:rsidRDefault="009A3FD4" w:rsidP="0007602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B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076021" w:rsidRPr="00076021" w:rsidRDefault="00076021" w:rsidP="0007602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15.12.2021 № 89-з «О бюджете Территориального фонда обязательного медицинского страхования Ярославской области на 2022 год и на плановый период 2023 и 2024 годов» (Документ – Регион, 202</w:t>
      </w:r>
      <w:r w:rsidR="009C784D">
        <w:rPr>
          <w:rFonts w:ascii="Times New Roman" w:hAnsi="Times New Roman" w:cs="Times New Roman"/>
          <w:bCs/>
          <w:sz w:val="28"/>
          <w:szCs w:val="28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C784D">
        <w:rPr>
          <w:rFonts w:ascii="Times New Roman" w:hAnsi="Times New Roman" w:cs="Times New Roman"/>
          <w:bCs/>
          <w:sz w:val="28"/>
          <w:szCs w:val="28"/>
        </w:rPr>
        <w:t>17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9C784D">
        <w:rPr>
          <w:rFonts w:ascii="Times New Roman" w:hAnsi="Times New Roman" w:cs="Times New Roman"/>
          <w:bCs/>
          <w:sz w:val="28"/>
          <w:szCs w:val="28"/>
        </w:rPr>
        <w:t>1-а</w:t>
      </w:r>
      <w:r w:rsidR="00B33E8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B33E83" w:rsidRPr="00D365CC">
        <w:rPr>
          <w:rFonts w:ascii="Times New Roman" w:hAnsi="Times New Roman" w:cs="Times New Roman"/>
          <w:bCs/>
          <w:sz w:val="28"/>
          <w:szCs w:val="28"/>
        </w:rPr>
        <w:t>2022, 13 мая, №</w:t>
      </w:r>
      <w:r w:rsidR="00B33E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65CC">
        <w:rPr>
          <w:rFonts w:ascii="Times New Roman" w:hAnsi="Times New Roman" w:cs="Times New Roman"/>
          <w:bCs/>
          <w:sz w:val="28"/>
          <w:szCs w:val="28"/>
        </w:rPr>
        <w:t>36</w:t>
      </w:r>
      <w:r w:rsidR="0089344F">
        <w:rPr>
          <w:rFonts w:ascii="Times New Roman" w:hAnsi="Times New Roman" w:cs="Times New Roman"/>
          <w:bCs/>
          <w:sz w:val="28"/>
          <w:szCs w:val="28"/>
        </w:rPr>
        <w:t>; 8 июля, № 56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191DC1" w:rsidRPr="00191DC1" w:rsidRDefault="00191DC1" w:rsidP="00191DC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191DC1" w:rsidRPr="00191DC1" w:rsidRDefault="00191DC1" w:rsidP="00191DC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а) в пункте 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«1</w:t>
      </w:r>
      <w:r w:rsidR="00363EC7">
        <w:rPr>
          <w:rFonts w:ascii="Times New Roman" w:hAnsi="Times New Roman" w:cs="Times New Roman"/>
          <w:bCs/>
          <w:sz w:val="28"/>
          <w:szCs w:val="28"/>
        </w:rPr>
        <w:t>9</w:t>
      </w:r>
      <w:r w:rsidRPr="00191DC1">
        <w:rPr>
          <w:rFonts w:ascii="Times New Roman" w:hAnsi="Times New Roman" w:cs="Times New Roman"/>
          <w:bCs/>
          <w:sz w:val="28"/>
          <w:szCs w:val="28"/>
        </w:rPr>
        <w:t> </w:t>
      </w:r>
      <w:r w:rsidR="00363EC7">
        <w:rPr>
          <w:rFonts w:ascii="Times New Roman" w:hAnsi="Times New Roman" w:cs="Times New Roman"/>
          <w:bCs/>
          <w:sz w:val="28"/>
          <w:szCs w:val="28"/>
        </w:rPr>
        <w:t>126</w:t>
      </w:r>
      <w:r w:rsidRPr="00191DC1">
        <w:rPr>
          <w:rFonts w:ascii="Times New Roman" w:hAnsi="Times New Roman" w:cs="Times New Roman"/>
          <w:bCs/>
          <w:sz w:val="28"/>
          <w:szCs w:val="28"/>
        </w:rPr>
        <w:t> </w:t>
      </w:r>
      <w:r w:rsidR="00363EC7">
        <w:rPr>
          <w:rFonts w:ascii="Times New Roman" w:hAnsi="Times New Roman" w:cs="Times New Roman"/>
          <w:bCs/>
          <w:sz w:val="28"/>
          <w:szCs w:val="28"/>
        </w:rPr>
        <w:t>735</w:t>
      </w:r>
      <w:r w:rsidRPr="00191DC1">
        <w:rPr>
          <w:rFonts w:ascii="Times New Roman" w:hAnsi="Times New Roman" w:cs="Times New Roman"/>
          <w:bCs/>
          <w:sz w:val="28"/>
          <w:szCs w:val="28"/>
        </w:rPr>
        <w:t> </w:t>
      </w:r>
      <w:r w:rsidR="00363EC7">
        <w:rPr>
          <w:rFonts w:ascii="Times New Roman" w:hAnsi="Times New Roman" w:cs="Times New Roman"/>
          <w:bCs/>
          <w:sz w:val="28"/>
          <w:szCs w:val="28"/>
        </w:rPr>
        <w:t>999</w:t>
      </w:r>
      <w:r w:rsidRPr="00191DC1">
        <w:rPr>
          <w:rFonts w:ascii="Times New Roman" w:hAnsi="Times New Roman" w:cs="Times New Roman"/>
          <w:bCs/>
          <w:sz w:val="28"/>
          <w:szCs w:val="28"/>
        </w:rPr>
        <w:t>,</w:t>
      </w:r>
      <w:r w:rsidR="00363EC7">
        <w:rPr>
          <w:rFonts w:ascii="Times New Roman" w:hAnsi="Times New Roman" w:cs="Times New Roman"/>
          <w:bCs/>
          <w:sz w:val="28"/>
          <w:szCs w:val="28"/>
        </w:rPr>
        <w:t>45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0813">
        <w:rPr>
          <w:rFonts w:ascii="Times New Roman" w:hAnsi="Times New Roman" w:cs="Times New Roman"/>
          <w:bCs/>
          <w:sz w:val="28"/>
          <w:szCs w:val="28"/>
        </w:rPr>
        <w:t xml:space="preserve">и «651 970 470,69»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E60813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D4028">
        <w:rPr>
          <w:rFonts w:ascii="Times New Roman" w:hAnsi="Times New Roman" w:cs="Times New Roman"/>
          <w:bCs/>
          <w:sz w:val="28"/>
          <w:szCs w:val="28"/>
        </w:rPr>
        <w:t>19 </w:t>
      </w:r>
      <w:r w:rsidR="006C0843">
        <w:rPr>
          <w:rFonts w:ascii="Times New Roman" w:hAnsi="Times New Roman" w:cs="Times New Roman"/>
          <w:bCs/>
          <w:sz w:val="28"/>
          <w:szCs w:val="28"/>
        </w:rPr>
        <w:t>177</w:t>
      </w:r>
      <w:r w:rsidR="00687913">
        <w:rPr>
          <w:rFonts w:ascii="Times New Roman" w:hAnsi="Times New Roman" w:cs="Times New Roman"/>
          <w:bCs/>
          <w:sz w:val="28"/>
          <w:szCs w:val="28"/>
        </w:rPr>
        <w:t> 478 348,19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 w:rsidR="00E60813">
        <w:rPr>
          <w:rFonts w:ascii="Times New Roman" w:hAnsi="Times New Roman" w:cs="Times New Roman"/>
          <w:bCs/>
          <w:sz w:val="28"/>
          <w:szCs w:val="28"/>
        </w:rPr>
        <w:t xml:space="preserve"> и «669</w:t>
      </w:r>
      <w:r w:rsidR="00687913">
        <w:rPr>
          <w:rFonts w:ascii="Times New Roman" w:hAnsi="Times New Roman" w:cs="Times New Roman"/>
          <w:bCs/>
          <w:sz w:val="28"/>
          <w:szCs w:val="28"/>
        </w:rPr>
        <w:t> 666 094,00</w:t>
      </w:r>
      <w:r w:rsidR="00E60813">
        <w:rPr>
          <w:rFonts w:ascii="Times New Roman" w:hAnsi="Times New Roman" w:cs="Times New Roman"/>
          <w:bCs/>
          <w:sz w:val="28"/>
          <w:szCs w:val="28"/>
        </w:rPr>
        <w:t>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076021" w:rsidRDefault="00076021" w:rsidP="0007602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 w:rsidR="00980E89">
        <w:rPr>
          <w:rFonts w:ascii="Times New Roman" w:hAnsi="Times New Roman" w:cs="Times New Roman"/>
          <w:bCs/>
          <w:sz w:val="28"/>
          <w:szCs w:val="28"/>
        </w:rPr>
        <w:t>слова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63EC7">
        <w:rPr>
          <w:rFonts w:ascii="Times New Roman" w:hAnsi="Times New Roman" w:cs="Times New Roman"/>
          <w:bCs/>
          <w:sz w:val="28"/>
          <w:szCs w:val="28"/>
        </w:rPr>
        <w:t>19 492 953 682,34</w:t>
      </w:r>
      <w:r w:rsidR="00980E89"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191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3EC7">
        <w:rPr>
          <w:rFonts w:ascii="Times New Roman" w:hAnsi="Times New Roman" w:cs="Times New Roman"/>
          <w:bCs/>
          <w:sz w:val="28"/>
          <w:szCs w:val="28"/>
        </w:rPr>
        <w:t>и</w:t>
      </w:r>
      <w:r w:rsidR="00363EC7"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63EC7">
        <w:rPr>
          <w:rFonts w:ascii="Times New Roman" w:hAnsi="Times New Roman" w:cs="Times New Roman"/>
          <w:bCs/>
          <w:sz w:val="28"/>
          <w:szCs w:val="28"/>
        </w:rPr>
        <w:t>612 793 040,00</w:t>
      </w:r>
      <w:r w:rsidR="00980E89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363EC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363EC7" w:rsidRPr="00191DC1">
        <w:rPr>
          <w:rFonts w:ascii="Times New Roman" w:hAnsi="Times New Roman" w:cs="Times New Roman"/>
          <w:bCs/>
          <w:sz w:val="28"/>
          <w:szCs w:val="28"/>
        </w:rPr>
        <w:t>соответственно</w:t>
      </w:r>
      <w:r w:rsidR="00363E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8F2">
        <w:rPr>
          <w:rFonts w:ascii="Times New Roman" w:hAnsi="Times New Roman" w:cs="Times New Roman"/>
          <w:bCs/>
          <w:sz w:val="28"/>
          <w:szCs w:val="28"/>
        </w:rPr>
        <w:t>словами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D4028">
        <w:rPr>
          <w:rFonts w:ascii="Times New Roman" w:hAnsi="Times New Roman" w:cs="Times New Roman"/>
          <w:bCs/>
          <w:sz w:val="28"/>
          <w:szCs w:val="28"/>
        </w:rPr>
        <w:t>19 5</w:t>
      </w:r>
      <w:r w:rsidR="006C0843">
        <w:rPr>
          <w:rFonts w:ascii="Times New Roman" w:hAnsi="Times New Roman" w:cs="Times New Roman"/>
          <w:bCs/>
          <w:sz w:val="28"/>
          <w:szCs w:val="28"/>
        </w:rPr>
        <w:t>43</w:t>
      </w:r>
      <w:r w:rsidR="00687913">
        <w:rPr>
          <w:rFonts w:ascii="Times New Roman" w:hAnsi="Times New Roman" w:cs="Times New Roman"/>
          <w:bCs/>
          <w:sz w:val="28"/>
          <w:szCs w:val="28"/>
        </w:rPr>
        <w:t> 696 031,08</w:t>
      </w:r>
      <w:r w:rsidR="00443C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8F2">
        <w:rPr>
          <w:rFonts w:ascii="Times New Roman" w:hAnsi="Times New Roman" w:cs="Times New Roman"/>
          <w:bCs/>
          <w:sz w:val="28"/>
          <w:szCs w:val="28"/>
        </w:rPr>
        <w:t>рубля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363EC7"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8A68F2">
        <w:rPr>
          <w:rFonts w:ascii="Times New Roman" w:hAnsi="Times New Roman" w:cs="Times New Roman"/>
          <w:bCs/>
          <w:sz w:val="28"/>
          <w:szCs w:val="28"/>
        </w:rPr>
        <w:t>612 797 364,55 рубля</w:t>
      </w:r>
      <w:r w:rsidR="00363EC7">
        <w:rPr>
          <w:rFonts w:ascii="Times New Roman" w:hAnsi="Times New Roman" w:cs="Times New Roman"/>
          <w:bCs/>
          <w:sz w:val="28"/>
          <w:szCs w:val="28"/>
        </w:rPr>
        <w:t>»</w:t>
      </w:r>
      <w:r w:rsidRPr="00076021">
        <w:rPr>
          <w:rFonts w:ascii="Times New Roman" w:hAnsi="Times New Roman" w:cs="Times New Roman"/>
          <w:bCs/>
          <w:sz w:val="28"/>
          <w:szCs w:val="28"/>
        </w:rPr>
        <w:t>;</w:t>
      </w:r>
    </w:p>
    <w:p w:rsidR="00363EC7" w:rsidRDefault="00AA2A59" w:rsidP="0007602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> абзац первый статьи 4 после слов «из бюджета ФОМС» дополнить словами «, областного бюджета»;</w:t>
      </w:r>
    </w:p>
    <w:p w:rsidR="00E45143" w:rsidRDefault="00E33598" w:rsidP="003A15A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AA2A59">
        <w:rPr>
          <w:bCs/>
          <w:sz w:val="28"/>
          <w:szCs w:val="28"/>
        </w:rPr>
        <w:t> </w:t>
      </w:r>
      <w:r w:rsidR="00AA2A59">
        <w:rPr>
          <w:bCs/>
          <w:sz w:val="28"/>
          <w:szCs w:val="28"/>
        </w:rPr>
        <w:t>в части 1 статьи 5 цифры «3 202 968 410,18» заменить цифрами «2 674 531 683,94»;</w:t>
      </w:r>
    </w:p>
    <w:p w:rsidR="00E33598" w:rsidRDefault="00E45143" w:rsidP="003A15A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t> </w:t>
      </w:r>
      <w:r w:rsidR="00E33598">
        <w:rPr>
          <w:bCs/>
          <w:sz w:val="28"/>
          <w:szCs w:val="28"/>
        </w:rPr>
        <w:t xml:space="preserve">в части </w:t>
      </w:r>
      <w:r w:rsidR="00AE2098">
        <w:rPr>
          <w:bCs/>
          <w:sz w:val="28"/>
          <w:szCs w:val="28"/>
        </w:rPr>
        <w:t>1</w:t>
      </w:r>
      <w:r w:rsidR="00E33598">
        <w:rPr>
          <w:bCs/>
          <w:sz w:val="28"/>
          <w:szCs w:val="28"/>
        </w:rPr>
        <w:t xml:space="preserve"> статьи 6:</w:t>
      </w:r>
    </w:p>
    <w:p w:rsidR="00AE2098" w:rsidRDefault="00E33598" w:rsidP="00AE2098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а) </w:t>
      </w:r>
      <w:r w:rsidR="00980E89">
        <w:rPr>
          <w:bCs/>
          <w:sz w:val="28"/>
          <w:szCs w:val="28"/>
        </w:rPr>
        <w:t>подпункт «б»</w:t>
      </w:r>
      <w:r w:rsidR="00AE2098">
        <w:rPr>
          <w:bCs/>
          <w:sz w:val="28"/>
          <w:szCs w:val="28"/>
        </w:rPr>
        <w:t xml:space="preserve"> </w:t>
      </w:r>
      <w:r w:rsidR="00AD0B67">
        <w:rPr>
          <w:bCs/>
          <w:sz w:val="28"/>
          <w:szCs w:val="28"/>
        </w:rPr>
        <w:t xml:space="preserve">пункта 2 </w:t>
      </w:r>
      <w:r w:rsidR="00AE2098">
        <w:rPr>
          <w:bCs/>
          <w:sz w:val="28"/>
          <w:szCs w:val="28"/>
        </w:rPr>
        <w:t>изложить в следующей редакции:</w:t>
      </w:r>
    </w:p>
    <w:p w:rsidR="00AE2098" w:rsidRDefault="00AE2098" w:rsidP="00AE20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F70EB">
        <w:rPr>
          <w:sz w:val="28"/>
          <w:szCs w:val="28"/>
        </w:rPr>
        <w:t>б) </w:t>
      </w:r>
      <w:r>
        <w:rPr>
          <w:sz w:val="28"/>
          <w:szCs w:val="28"/>
        </w:rPr>
        <w:t xml:space="preserve">межбюджетных трансфертов, полученных Фондом от других территориальных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</w:t>
      </w:r>
      <w:r>
        <w:rPr>
          <w:sz w:val="28"/>
          <w:szCs w:val="28"/>
        </w:rPr>
        <w:lastRenderedPageBreak/>
        <w:t>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AE2098" w:rsidRDefault="00AE2098" w:rsidP="00AE20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направляемых в 202</w:t>
      </w:r>
      <w:r w:rsidR="00AD0B6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AE2098" w:rsidRPr="00863330" w:rsidRDefault="00AE2098" w:rsidP="00AE20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межбюджетных трансфертов, </w:t>
      </w:r>
      <w:r w:rsidRPr="000F776B">
        <w:rPr>
          <w:bCs/>
          <w:sz w:val="28"/>
          <w:szCs w:val="28"/>
        </w:rPr>
        <w:t>передаваемых бюджетам других территориальных фондов обязательного медицинского</w:t>
      </w:r>
      <w:r>
        <w:rPr>
          <w:bCs/>
          <w:sz w:val="28"/>
          <w:szCs w:val="28"/>
        </w:rPr>
        <w:t xml:space="preserve"> страхования из бюджетов субъектов Российской Федерации, направляемых в 202</w:t>
      </w:r>
      <w:r w:rsidR="00AD0B6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на 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AE2098" w:rsidRDefault="00AE2098" w:rsidP="00AE2098">
      <w:pPr>
        <w:ind w:firstLine="709"/>
        <w:jc w:val="both"/>
        <w:outlineLvl w:val="0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межбюджетных трансфертов, </w:t>
      </w:r>
      <w:r w:rsidRPr="00E9627E">
        <w:rPr>
          <w:sz w:val="28"/>
          <w:szCs w:val="28"/>
        </w:rPr>
        <w:t>передаваемы</w:t>
      </w:r>
      <w:r>
        <w:rPr>
          <w:sz w:val="28"/>
          <w:szCs w:val="28"/>
        </w:rPr>
        <w:t>х</w:t>
      </w:r>
      <w:r w:rsidRPr="00E9627E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 xml:space="preserve">других </w:t>
      </w:r>
      <w:r w:rsidRPr="00E9627E">
        <w:rPr>
          <w:sz w:val="28"/>
          <w:szCs w:val="28"/>
        </w:rPr>
        <w:t>территориальных фондов обязательного медицинского страхования, источником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>
        <w:rPr>
          <w:bCs/>
          <w:sz w:val="28"/>
          <w:szCs w:val="28"/>
        </w:rPr>
        <w:t>, направляемых в 202</w:t>
      </w:r>
      <w:r w:rsidR="00AD0B6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по соответствующей целевой статье расходов </w:t>
      </w:r>
      <w:r>
        <w:rPr>
          <w:sz w:val="28"/>
          <w:szCs w:val="28"/>
        </w:rPr>
        <w:t>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</w:r>
      <w:r>
        <w:rPr>
          <w:bCs/>
          <w:sz w:val="28"/>
          <w:szCs w:val="28"/>
        </w:rPr>
        <w:t>;»;</w:t>
      </w:r>
      <w:proofErr w:type="gramEnd"/>
    </w:p>
    <w:p w:rsidR="00E33598" w:rsidRDefault="00E33598" w:rsidP="003A15A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пункт</w:t>
      </w:r>
      <w:r w:rsidR="00AE2098">
        <w:rPr>
          <w:bCs/>
          <w:sz w:val="28"/>
          <w:szCs w:val="28"/>
        </w:rPr>
        <w:t xml:space="preserve"> 3 изложить в </w:t>
      </w:r>
      <w:r>
        <w:rPr>
          <w:bCs/>
          <w:sz w:val="28"/>
          <w:szCs w:val="28"/>
        </w:rPr>
        <w:t>следующе</w:t>
      </w:r>
      <w:r w:rsidR="00AE2098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</w:t>
      </w:r>
      <w:r w:rsidR="00AE2098">
        <w:rPr>
          <w:bCs/>
          <w:sz w:val="28"/>
          <w:szCs w:val="28"/>
        </w:rPr>
        <w:t>редакции</w:t>
      </w:r>
      <w:r>
        <w:rPr>
          <w:bCs/>
          <w:sz w:val="28"/>
          <w:szCs w:val="28"/>
        </w:rPr>
        <w:t>:</w:t>
      </w:r>
    </w:p>
    <w:p w:rsidR="00E33598" w:rsidRDefault="00E33598" w:rsidP="003A15A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AE209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 перераспределение бюджетных ассигнований в ходе исполнения бюджета Фонда в текущем финансовом году между</w:t>
      </w:r>
      <w:r w:rsidR="00523944">
        <w:rPr>
          <w:bCs/>
          <w:sz w:val="28"/>
          <w:szCs w:val="28"/>
        </w:rPr>
        <w:t xml:space="preserve"> группами</w:t>
      </w:r>
      <w:r>
        <w:rPr>
          <w:bCs/>
          <w:sz w:val="28"/>
          <w:szCs w:val="28"/>
        </w:rPr>
        <w:t xml:space="preserve"> вид</w:t>
      </w:r>
      <w:r w:rsidR="00523944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расходов в пределах общего объема бюджетных ассигнований, предусмотренных по соответствующей целевой статье </w:t>
      </w:r>
      <w:r w:rsidR="00CF10D6">
        <w:rPr>
          <w:bCs/>
          <w:sz w:val="28"/>
          <w:szCs w:val="28"/>
        </w:rPr>
        <w:t xml:space="preserve">расходов </w:t>
      </w:r>
      <w:r>
        <w:rPr>
          <w:bCs/>
          <w:sz w:val="28"/>
          <w:szCs w:val="28"/>
        </w:rPr>
        <w:t>в раздел</w:t>
      </w:r>
      <w:r w:rsidR="00CF10D6">
        <w:rPr>
          <w:bCs/>
          <w:sz w:val="28"/>
          <w:szCs w:val="28"/>
        </w:rPr>
        <w:t>ах «Здравоохранение» и</w:t>
      </w:r>
      <w:r>
        <w:rPr>
          <w:bCs/>
          <w:sz w:val="28"/>
          <w:szCs w:val="28"/>
        </w:rPr>
        <w:t xml:space="preserve"> «Общегосударственные вопросы»</w:t>
      </w:r>
      <w:proofErr w:type="gramStart"/>
      <w:r w:rsidR="00AE209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  <w:r w:rsidR="00CF10D6">
        <w:rPr>
          <w:bCs/>
          <w:sz w:val="28"/>
          <w:szCs w:val="28"/>
        </w:rPr>
        <w:t>;</w:t>
      </w:r>
    </w:p>
    <w:p w:rsidR="00AE2098" w:rsidRDefault="00AE2098" w:rsidP="003A15A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в) пункт 4 исключить;</w:t>
      </w:r>
    </w:p>
    <w:p w:rsidR="00076021" w:rsidRPr="00076021" w:rsidRDefault="00AA2A59" w:rsidP="003A15A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584716">
        <w:rPr>
          <w:bCs/>
          <w:sz w:val="28"/>
          <w:szCs w:val="28"/>
        </w:rPr>
        <w:t>) приложение 1</w:t>
      </w:r>
      <w:r w:rsidR="00076021" w:rsidRPr="00076021">
        <w:rPr>
          <w:bCs/>
          <w:sz w:val="28"/>
          <w:szCs w:val="28"/>
        </w:rPr>
        <w:t xml:space="preserve"> изложить в редакции </w:t>
      </w:r>
      <w:hyperlink r:id="rId10" w:history="1">
        <w:r w:rsidR="00076021" w:rsidRPr="00076021">
          <w:rPr>
            <w:sz w:val="28"/>
            <w:szCs w:val="28"/>
          </w:rPr>
          <w:t xml:space="preserve">приложения </w:t>
        </w:r>
      </w:hyperlink>
      <w:r w:rsidR="00584716">
        <w:rPr>
          <w:sz w:val="28"/>
          <w:szCs w:val="28"/>
        </w:rPr>
        <w:t>1</w:t>
      </w:r>
      <w:r w:rsidR="00076021" w:rsidRPr="00076021">
        <w:rPr>
          <w:bCs/>
          <w:sz w:val="28"/>
          <w:szCs w:val="28"/>
        </w:rPr>
        <w:t xml:space="preserve"> к настоящему Закону; </w:t>
      </w:r>
    </w:p>
    <w:p w:rsidR="00076021" w:rsidRDefault="00AA2A59" w:rsidP="00281116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076021" w:rsidRPr="00076021">
        <w:rPr>
          <w:bCs/>
          <w:sz w:val="28"/>
          <w:szCs w:val="28"/>
        </w:rPr>
        <w:t xml:space="preserve">) приложение </w:t>
      </w:r>
      <w:r w:rsidR="00584716">
        <w:rPr>
          <w:bCs/>
          <w:sz w:val="28"/>
          <w:szCs w:val="28"/>
        </w:rPr>
        <w:t>3</w:t>
      </w:r>
      <w:r w:rsidR="00076021" w:rsidRPr="00076021">
        <w:rPr>
          <w:bCs/>
          <w:sz w:val="28"/>
          <w:szCs w:val="28"/>
        </w:rPr>
        <w:t xml:space="preserve"> изложить в редакции </w:t>
      </w:r>
      <w:hyperlink r:id="rId11" w:history="1">
        <w:r w:rsidR="00076021" w:rsidRPr="00076021">
          <w:rPr>
            <w:sz w:val="28"/>
            <w:szCs w:val="28"/>
          </w:rPr>
          <w:t xml:space="preserve">приложения </w:t>
        </w:r>
      </w:hyperlink>
      <w:r w:rsidR="00584716">
        <w:rPr>
          <w:sz w:val="28"/>
          <w:szCs w:val="28"/>
        </w:rPr>
        <w:t>2</w:t>
      </w:r>
      <w:r w:rsidR="00076021" w:rsidRPr="00076021">
        <w:rPr>
          <w:bCs/>
          <w:sz w:val="28"/>
          <w:szCs w:val="28"/>
        </w:rPr>
        <w:t xml:space="preserve"> к настоящему Закону;</w:t>
      </w:r>
    </w:p>
    <w:p w:rsidR="00C60D5F" w:rsidRDefault="00AA2A59" w:rsidP="0028111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bookmarkStart w:id="0" w:name="_GoBack"/>
      <w:bookmarkEnd w:id="0"/>
      <w:r w:rsidR="005E5509" w:rsidRPr="00A233CF">
        <w:rPr>
          <w:rFonts w:ascii="Times New Roman" w:hAnsi="Times New Roman" w:cs="Times New Roman"/>
          <w:bCs/>
          <w:sz w:val="28"/>
          <w:szCs w:val="28"/>
        </w:rPr>
        <w:t>) в приложении 5:</w:t>
      </w:r>
    </w:p>
    <w:p w:rsidR="0042760C" w:rsidRDefault="0042760C" w:rsidP="002811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а) в строке с наименованием «</w:t>
      </w:r>
      <w:r>
        <w:rPr>
          <w:sz w:val="28"/>
          <w:szCs w:val="28"/>
        </w:rPr>
        <w:t>Межбюджетные трансферты, всего, в том числе</w:t>
      </w:r>
      <w:proofErr w:type="gramStart"/>
      <w:r>
        <w:rPr>
          <w:sz w:val="28"/>
          <w:szCs w:val="28"/>
        </w:rPr>
        <w:t>: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цифры «19</w:t>
      </w:r>
      <w:r w:rsidR="00281116">
        <w:rPr>
          <w:sz w:val="28"/>
          <w:szCs w:val="28"/>
        </w:rPr>
        <w:t> </w:t>
      </w:r>
      <w:r>
        <w:rPr>
          <w:sz w:val="28"/>
          <w:szCs w:val="28"/>
        </w:rPr>
        <w:t>340</w:t>
      </w:r>
      <w:r w:rsidR="00281116">
        <w:rPr>
          <w:sz w:val="28"/>
          <w:szCs w:val="28"/>
        </w:rPr>
        <w:t> 744 670,00</w:t>
      </w:r>
      <w:r>
        <w:rPr>
          <w:sz w:val="28"/>
          <w:szCs w:val="28"/>
        </w:rPr>
        <w:t>» заменить цифрами «</w:t>
      </w:r>
      <w:r w:rsidR="009F1735">
        <w:rPr>
          <w:sz w:val="28"/>
          <w:szCs w:val="28"/>
        </w:rPr>
        <w:t>19 358</w:t>
      </w:r>
      <w:r w:rsidR="00687913">
        <w:rPr>
          <w:sz w:val="28"/>
          <w:szCs w:val="28"/>
        </w:rPr>
        <w:t> 440 293,31</w:t>
      </w:r>
      <w:r>
        <w:rPr>
          <w:sz w:val="28"/>
          <w:szCs w:val="28"/>
        </w:rPr>
        <w:t>»;</w:t>
      </w:r>
    </w:p>
    <w:p w:rsidR="00281116" w:rsidRDefault="00281116" w:rsidP="002811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строке с наименованием «за счет средств бюджетов других территориальных фондов обязательного медицинского страхования, в том числе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цифры «651 970 470,69» заменить цифрами «</w:t>
      </w:r>
      <w:r w:rsidR="009F1735">
        <w:rPr>
          <w:sz w:val="28"/>
          <w:szCs w:val="28"/>
        </w:rPr>
        <w:t>669</w:t>
      </w:r>
      <w:r w:rsidR="00687913">
        <w:rPr>
          <w:sz w:val="28"/>
          <w:szCs w:val="28"/>
        </w:rPr>
        <w:t> 666 094,00</w:t>
      </w:r>
      <w:r>
        <w:rPr>
          <w:sz w:val="28"/>
          <w:szCs w:val="28"/>
        </w:rPr>
        <w:t>»;</w:t>
      </w:r>
    </w:p>
    <w:p w:rsidR="00281116" w:rsidRDefault="00281116" w:rsidP="002811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0006" w:rsidRDefault="00687913" w:rsidP="002811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r w:rsidR="001F0006">
        <w:rPr>
          <w:bCs/>
          <w:sz w:val="28"/>
          <w:szCs w:val="28"/>
        </w:rPr>
        <w:t>)</w:t>
      </w:r>
      <w:r w:rsidR="00443C5A">
        <w:rPr>
          <w:bCs/>
          <w:sz w:val="28"/>
          <w:szCs w:val="28"/>
        </w:rPr>
        <w:t> </w:t>
      </w:r>
      <w:r w:rsidR="001F0006">
        <w:rPr>
          <w:bCs/>
          <w:sz w:val="28"/>
          <w:szCs w:val="28"/>
        </w:rPr>
        <w:t>в строке с наименованием «</w:t>
      </w:r>
      <w:r w:rsidR="00980E89">
        <w:rPr>
          <w:sz w:val="28"/>
          <w:szCs w:val="28"/>
        </w:rPr>
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980E89">
        <w:rPr>
          <w:sz w:val="28"/>
          <w:szCs w:val="28"/>
        </w:rPr>
        <w:t>коронавирусной</w:t>
      </w:r>
      <w:proofErr w:type="spellEnd"/>
      <w:r w:rsidR="00980E89">
        <w:rPr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2021 - 2022 годах (Расходы на оплату медицинской помощи, оказанной застрахованным лицам за пределами территории субъекта Российской Федерации, в котором выдан</w:t>
      </w:r>
      <w:proofErr w:type="gramEnd"/>
      <w:r w:rsidR="00980E89">
        <w:rPr>
          <w:sz w:val="28"/>
          <w:szCs w:val="28"/>
        </w:rPr>
        <w:t xml:space="preserve"> полис обязательного медицинского страхования)</w:t>
      </w:r>
      <w:r w:rsidR="001F0006" w:rsidRPr="001F0006">
        <w:rPr>
          <w:sz w:val="28"/>
          <w:szCs w:val="28"/>
        </w:rPr>
        <w:t>»</w:t>
      </w:r>
      <w:r w:rsidR="001F0006">
        <w:rPr>
          <w:sz w:val="28"/>
          <w:szCs w:val="28"/>
        </w:rPr>
        <w:t xml:space="preserve"> цифры «</w:t>
      </w:r>
      <w:r w:rsidR="00980E89">
        <w:rPr>
          <w:sz w:val="28"/>
          <w:szCs w:val="28"/>
        </w:rPr>
        <w:t>813 163,78</w:t>
      </w:r>
      <w:r w:rsidR="001F0006">
        <w:rPr>
          <w:sz w:val="28"/>
          <w:szCs w:val="28"/>
        </w:rPr>
        <w:t>» заменить цифрами «</w:t>
      </w:r>
      <w:r w:rsidR="000A17BD">
        <w:rPr>
          <w:sz w:val="28"/>
          <w:szCs w:val="28"/>
        </w:rPr>
        <w:t>17 517 609,24</w:t>
      </w:r>
      <w:r w:rsidR="001F0006">
        <w:rPr>
          <w:sz w:val="28"/>
          <w:szCs w:val="28"/>
        </w:rPr>
        <w:t>»;</w:t>
      </w:r>
    </w:p>
    <w:p w:rsidR="000A17BD" w:rsidRDefault="00687913" w:rsidP="000A1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443C5A">
        <w:rPr>
          <w:rFonts w:ascii="Times New Roman" w:hAnsi="Times New Roman"/>
          <w:sz w:val="28"/>
          <w:szCs w:val="28"/>
        </w:rPr>
        <w:t>)</w:t>
      </w:r>
      <w:r w:rsidR="000A17BD">
        <w:rPr>
          <w:rFonts w:ascii="Times New Roman" w:hAnsi="Times New Roman" w:cs="Times New Roman"/>
          <w:bCs/>
          <w:sz w:val="28"/>
          <w:szCs w:val="28"/>
        </w:rPr>
        <w:t> </w:t>
      </w:r>
      <w:r w:rsidR="000A17BD" w:rsidRPr="000A17BD">
        <w:rPr>
          <w:rFonts w:ascii="Times New Roman" w:hAnsi="Times New Roman" w:cs="Times New Roman"/>
          <w:sz w:val="28"/>
          <w:szCs w:val="28"/>
        </w:rPr>
        <w:t xml:space="preserve">после строки с наименованием «дополнительное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0A17BD" w:rsidRPr="000A17B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A17BD" w:rsidRPr="000A17BD">
        <w:rPr>
          <w:rFonts w:ascii="Times New Roman" w:hAnsi="Times New Roman" w:cs="Times New Roman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2021 - 2022 годах (Расходы на оплату медицинской помощи, оказанной застрахованным лицам за пределами территории субъекта Российской Федерации, в котором выдан</w:t>
      </w:r>
      <w:proofErr w:type="gramEnd"/>
      <w:r w:rsidR="000A17BD" w:rsidRPr="000A17BD">
        <w:rPr>
          <w:rFonts w:ascii="Times New Roman" w:hAnsi="Times New Roman" w:cs="Times New Roman"/>
          <w:sz w:val="28"/>
          <w:szCs w:val="28"/>
        </w:rPr>
        <w:t xml:space="preserve"> полис обязательного медицинского страхования)» дополнить строкой следующего содержания:</w:t>
      </w:r>
    </w:p>
    <w:p w:rsidR="00BD7005" w:rsidRDefault="00BD7005" w:rsidP="000A17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53"/>
        <w:gridCol w:w="6092"/>
        <w:gridCol w:w="1702"/>
        <w:gridCol w:w="993"/>
        <w:gridCol w:w="530"/>
      </w:tblGrid>
      <w:tr w:rsidR="000A17BD" w:rsidTr="003D03A1">
        <w:trPr>
          <w:trHeight w:val="283"/>
        </w:trPr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17BD" w:rsidRDefault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17BD" w:rsidRDefault="003D03A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ф</w:t>
            </w:r>
            <w:r w:rsidRPr="003D03A1">
              <w:rPr>
                <w:bCs/>
                <w:color w:val="000000"/>
                <w:sz w:val="28"/>
                <w:szCs w:val="28"/>
                <w:lang w:eastAsia="en-US"/>
              </w:rPr>
              <w:t>инансовое обеспечение расходов на оплату медицинской помощи, оказанной застрахованным лицам за пределами территории 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17BD" w:rsidRDefault="00C73AC2" w:rsidP="000C19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991 177,85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BD" w:rsidRDefault="000A17BD" w:rsidP="000C19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42E0A" w:rsidRDefault="00642E0A" w:rsidP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Default="00642E0A" w:rsidP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Default="00642E0A" w:rsidP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42E0A" w:rsidRDefault="00642E0A" w:rsidP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0A17BD" w:rsidRDefault="000A17BD" w:rsidP="000A17B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».</w:t>
            </w:r>
          </w:p>
        </w:tc>
      </w:tr>
    </w:tbl>
    <w:p w:rsidR="00237A67" w:rsidRDefault="00237A67" w:rsidP="00980E8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1A4" w:rsidRPr="006A35B5" w:rsidRDefault="009A3FD4" w:rsidP="00B93617">
      <w:pPr>
        <w:pStyle w:val="a4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9A3FD4" w:rsidRDefault="00947E5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</w:t>
      </w:r>
      <w:r w:rsidR="009A3FD4">
        <w:rPr>
          <w:b w:val="0"/>
          <w:i w:val="0"/>
          <w:smallCaps w:val="0"/>
          <w:szCs w:val="28"/>
        </w:rPr>
        <w:t xml:space="preserve">акон вступает в силу </w:t>
      </w:r>
      <w:r w:rsidR="004E47DA">
        <w:rPr>
          <w:b w:val="0"/>
          <w:i w:val="0"/>
          <w:smallCaps w:val="0"/>
          <w:szCs w:val="28"/>
        </w:rPr>
        <w:t>с</w:t>
      </w:r>
      <w:r>
        <w:rPr>
          <w:b w:val="0"/>
          <w:i w:val="0"/>
          <w:smallCaps w:val="0"/>
          <w:szCs w:val="28"/>
        </w:rPr>
        <w:t>о дня</w:t>
      </w:r>
      <w:r w:rsidR="004E47DA">
        <w:rPr>
          <w:b w:val="0"/>
          <w:i w:val="0"/>
          <w:smallCaps w:val="0"/>
          <w:szCs w:val="28"/>
        </w:rPr>
        <w:t xml:space="preserve"> его официального опубликования.</w:t>
      </w:r>
    </w:p>
    <w:p w:rsidR="004E47DA" w:rsidRDefault="004E47DA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B638B" w:rsidRPr="00076021" w:rsidRDefault="002B638B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Pr="00076021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443C5A">
        <w:rPr>
          <w:bCs/>
          <w:sz w:val="28"/>
          <w:szCs w:val="28"/>
        </w:rPr>
        <w:t>Губернатор</w:t>
      </w:r>
      <w:r w:rsidRPr="00076021">
        <w:rPr>
          <w:bCs/>
          <w:sz w:val="28"/>
          <w:szCs w:val="28"/>
        </w:rPr>
        <w:t xml:space="preserve"> </w:t>
      </w:r>
    </w:p>
    <w:p w:rsidR="00322E70" w:rsidRPr="00076021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Ярославской области</w:t>
      </w:r>
      <w:r w:rsidRPr="00076021">
        <w:rPr>
          <w:bCs/>
          <w:sz w:val="28"/>
          <w:szCs w:val="28"/>
        </w:rPr>
        <w:tab/>
        <w:t xml:space="preserve">  </w:t>
      </w:r>
      <w:r w:rsidR="003437E5" w:rsidRPr="00076021">
        <w:rPr>
          <w:bCs/>
          <w:sz w:val="28"/>
          <w:szCs w:val="28"/>
        </w:rPr>
        <w:t>М</w:t>
      </w:r>
      <w:r w:rsidRPr="00076021">
        <w:rPr>
          <w:bCs/>
          <w:sz w:val="28"/>
          <w:szCs w:val="28"/>
        </w:rPr>
        <w:t>.</w:t>
      </w:r>
      <w:r w:rsidR="003437E5" w:rsidRPr="00076021">
        <w:rPr>
          <w:bCs/>
          <w:sz w:val="28"/>
          <w:szCs w:val="28"/>
        </w:rPr>
        <w:t>Я</w:t>
      </w:r>
      <w:r w:rsidRPr="00076021">
        <w:rPr>
          <w:bCs/>
          <w:sz w:val="28"/>
          <w:szCs w:val="28"/>
        </w:rPr>
        <w:t xml:space="preserve">. </w:t>
      </w:r>
      <w:proofErr w:type="spellStart"/>
      <w:r w:rsidR="003437E5" w:rsidRPr="00076021">
        <w:rPr>
          <w:bCs/>
          <w:sz w:val="28"/>
          <w:szCs w:val="28"/>
        </w:rPr>
        <w:t>Евраев</w:t>
      </w:r>
      <w:proofErr w:type="spellEnd"/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6A35B5" w:rsidRPr="00076021" w:rsidRDefault="006A35B5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076021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«_____»_____________202</w:t>
      </w:r>
      <w:r w:rsidR="00076021">
        <w:rPr>
          <w:bCs/>
          <w:sz w:val="28"/>
          <w:szCs w:val="28"/>
        </w:rPr>
        <w:t>2</w:t>
      </w:r>
      <w:r w:rsidR="00322E70" w:rsidRPr="00076021">
        <w:rPr>
          <w:bCs/>
          <w:sz w:val="28"/>
          <w:szCs w:val="28"/>
        </w:rPr>
        <w:t xml:space="preserve"> г.</w:t>
      </w:r>
    </w:p>
    <w:p w:rsidR="00322E70" w:rsidRPr="00076021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6A35B5" w:rsidRDefault="00322E70" w:rsidP="006A35B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№______</w:t>
      </w:r>
    </w:p>
    <w:sectPr w:rsidR="00907971" w:rsidRPr="006A35B5" w:rsidSect="00200D44">
      <w:headerReference w:type="even" r:id="rId12"/>
      <w:headerReference w:type="default" r:id="rId13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C68" w:rsidRDefault="00F37C68">
      <w:r>
        <w:separator/>
      </w:r>
    </w:p>
  </w:endnote>
  <w:endnote w:type="continuationSeparator" w:id="0">
    <w:p w:rsidR="00F37C68" w:rsidRDefault="00F3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C68" w:rsidRDefault="00F37C68">
      <w:r>
        <w:separator/>
      </w:r>
    </w:p>
  </w:footnote>
  <w:footnote w:type="continuationSeparator" w:id="0">
    <w:p w:rsidR="00F37C68" w:rsidRDefault="00F3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4337" w:rsidRDefault="001643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2A59">
      <w:rPr>
        <w:rStyle w:val="a8"/>
        <w:noProof/>
      </w:rPr>
      <w:t>3</w:t>
    </w:r>
    <w:r>
      <w:rPr>
        <w:rStyle w:val="a8"/>
      </w:rPr>
      <w:fldChar w:fldCharType="end"/>
    </w:r>
  </w:p>
  <w:p w:rsidR="00164337" w:rsidRDefault="00164337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21AD"/>
    <w:rsid w:val="000153A3"/>
    <w:rsid w:val="000158FB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6021"/>
    <w:rsid w:val="000777A4"/>
    <w:rsid w:val="00077AFB"/>
    <w:rsid w:val="0008449A"/>
    <w:rsid w:val="00091323"/>
    <w:rsid w:val="00093253"/>
    <w:rsid w:val="00093BD8"/>
    <w:rsid w:val="00096071"/>
    <w:rsid w:val="000A086B"/>
    <w:rsid w:val="000A17BD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B7A35"/>
    <w:rsid w:val="000C1959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572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4337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1DC1"/>
    <w:rsid w:val="0019273F"/>
    <w:rsid w:val="00193ADB"/>
    <w:rsid w:val="00197FEA"/>
    <w:rsid w:val="001A2E4B"/>
    <w:rsid w:val="001A42D8"/>
    <w:rsid w:val="001A7CC3"/>
    <w:rsid w:val="001B16F2"/>
    <w:rsid w:val="001B1C9F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0006"/>
    <w:rsid w:val="001F3C58"/>
    <w:rsid w:val="001F5543"/>
    <w:rsid w:val="001F63E8"/>
    <w:rsid w:val="001F6665"/>
    <w:rsid w:val="001F6906"/>
    <w:rsid w:val="00200CD7"/>
    <w:rsid w:val="00200D44"/>
    <w:rsid w:val="00203ED5"/>
    <w:rsid w:val="00206DF9"/>
    <w:rsid w:val="002100F1"/>
    <w:rsid w:val="00210EDA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37A67"/>
    <w:rsid w:val="002406A7"/>
    <w:rsid w:val="00240E8F"/>
    <w:rsid w:val="002415E2"/>
    <w:rsid w:val="00242D41"/>
    <w:rsid w:val="00242DA4"/>
    <w:rsid w:val="00245051"/>
    <w:rsid w:val="00245072"/>
    <w:rsid w:val="00245C9C"/>
    <w:rsid w:val="00246FE6"/>
    <w:rsid w:val="00247033"/>
    <w:rsid w:val="0024740A"/>
    <w:rsid w:val="00247C33"/>
    <w:rsid w:val="00251365"/>
    <w:rsid w:val="0025389D"/>
    <w:rsid w:val="00261361"/>
    <w:rsid w:val="00261F36"/>
    <w:rsid w:val="00265001"/>
    <w:rsid w:val="0027412D"/>
    <w:rsid w:val="0027417D"/>
    <w:rsid w:val="00281116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1101"/>
    <w:rsid w:val="002A32C2"/>
    <w:rsid w:val="002A5929"/>
    <w:rsid w:val="002A7E32"/>
    <w:rsid w:val="002B39C6"/>
    <w:rsid w:val="002B4BC5"/>
    <w:rsid w:val="002B5495"/>
    <w:rsid w:val="002B638B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27C8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45461"/>
    <w:rsid w:val="00351F0C"/>
    <w:rsid w:val="0035259B"/>
    <w:rsid w:val="00356E95"/>
    <w:rsid w:val="00361D8F"/>
    <w:rsid w:val="0036244B"/>
    <w:rsid w:val="00362E68"/>
    <w:rsid w:val="00363069"/>
    <w:rsid w:val="00363EC7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A1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03A1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1FF2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2760C"/>
    <w:rsid w:val="00432179"/>
    <w:rsid w:val="00434E36"/>
    <w:rsid w:val="004433CE"/>
    <w:rsid w:val="00443C5A"/>
    <w:rsid w:val="00445370"/>
    <w:rsid w:val="00445972"/>
    <w:rsid w:val="00451701"/>
    <w:rsid w:val="004549D9"/>
    <w:rsid w:val="00456CDF"/>
    <w:rsid w:val="00457657"/>
    <w:rsid w:val="004600E0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08A1"/>
    <w:rsid w:val="00493483"/>
    <w:rsid w:val="00493EBC"/>
    <w:rsid w:val="004966D4"/>
    <w:rsid w:val="004A0E6B"/>
    <w:rsid w:val="004A10B8"/>
    <w:rsid w:val="004A375A"/>
    <w:rsid w:val="004A38C9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640C"/>
    <w:rsid w:val="004B7399"/>
    <w:rsid w:val="004C0122"/>
    <w:rsid w:val="004C58A5"/>
    <w:rsid w:val="004C6468"/>
    <w:rsid w:val="004D1AC0"/>
    <w:rsid w:val="004D61CE"/>
    <w:rsid w:val="004E1AD6"/>
    <w:rsid w:val="004E20C0"/>
    <w:rsid w:val="004E47DA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3944"/>
    <w:rsid w:val="00526699"/>
    <w:rsid w:val="00526898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4716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09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2E0A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87913"/>
    <w:rsid w:val="0069137F"/>
    <w:rsid w:val="006921DC"/>
    <w:rsid w:val="006938D5"/>
    <w:rsid w:val="0069422B"/>
    <w:rsid w:val="00694B6D"/>
    <w:rsid w:val="00695FF7"/>
    <w:rsid w:val="006A245A"/>
    <w:rsid w:val="006A2BEE"/>
    <w:rsid w:val="006A35B5"/>
    <w:rsid w:val="006A42EF"/>
    <w:rsid w:val="006A71F7"/>
    <w:rsid w:val="006B1B69"/>
    <w:rsid w:val="006B6E66"/>
    <w:rsid w:val="006B7EBB"/>
    <w:rsid w:val="006C0843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C9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C7DF8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49B6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19CB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2170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44F"/>
    <w:rsid w:val="0089360B"/>
    <w:rsid w:val="008945B7"/>
    <w:rsid w:val="00894EA6"/>
    <w:rsid w:val="008A15B7"/>
    <w:rsid w:val="008A392C"/>
    <w:rsid w:val="008A68F2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3221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80B"/>
    <w:rsid w:val="00947C54"/>
    <w:rsid w:val="00947E51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09CA"/>
    <w:rsid w:val="00980E89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3FD4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84D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1735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3CF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4765A"/>
    <w:rsid w:val="00A520DF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0877"/>
    <w:rsid w:val="00A96607"/>
    <w:rsid w:val="00AA2A59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0B67"/>
    <w:rsid w:val="00AD299D"/>
    <w:rsid w:val="00AD2D4B"/>
    <w:rsid w:val="00AD4028"/>
    <w:rsid w:val="00AD44EF"/>
    <w:rsid w:val="00AD69EC"/>
    <w:rsid w:val="00AE03F7"/>
    <w:rsid w:val="00AE0ED3"/>
    <w:rsid w:val="00AE2098"/>
    <w:rsid w:val="00AE4697"/>
    <w:rsid w:val="00AE6292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3E83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4553"/>
    <w:rsid w:val="00B96453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005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0545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3AC2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823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10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365CC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0E3"/>
    <w:rsid w:val="00D92D12"/>
    <w:rsid w:val="00DA2A5E"/>
    <w:rsid w:val="00DA433A"/>
    <w:rsid w:val="00DA4C7B"/>
    <w:rsid w:val="00DA66A3"/>
    <w:rsid w:val="00DA749C"/>
    <w:rsid w:val="00DB0288"/>
    <w:rsid w:val="00DB2F5F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25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4BF"/>
    <w:rsid w:val="00E27757"/>
    <w:rsid w:val="00E300B5"/>
    <w:rsid w:val="00E307EF"/>
    <w:rsid w:val="00E31D30"/>
    <w:rsid w:val="00E33598"/>
    <w:rsid w:val="00E350F6"/>
    <w:rsid w:val="00E35FBC"/>
    <w:rsid w:val="00E366B1"/>
    <w:rsid w:val="00E37D0E"/>
    <w:rsid w:val="00E40082"/>
    <w:rsid w:val="00E42236"/>
    <w:rsid w:val="00E43630"/>
    <w:rsid w:val="00E43D46"/>
    <w:rsid w:val="00E45143"/>
    <w:rsid w:val="00E46070"/>
    <w:rsid w:val="00E46935"/>
    <w:rsid w:val="00E472D4"/>
    <w:rsid w:val="00E5005A"/>
    <w:rsid w:val="00E53611"/>
    <w:rsid w:val="00E576B5"/>
    <w:rsid w:val="00E60813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77012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5F98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54B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37C68"/>
    <w:rsid w:val="00F4281A"/>
    <w:rsid w:val="00F45DE0"/>
    <w:rsid w:val="00F50F62"/>
    <w:rsid w:val="00F52A70"/>
    <w:rsid w:val="00F52DC4"/>
    <w:rsid w:val="00F5349E"/>
    <w:rsid w:val="00F559F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2A4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A097D-8304-4917-887C-FFF30C80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gorunova</cp:lastModifiedBy>
  <cp:revision>82</cp:revision>
  <cp:lastPrinted>2022-09-09T08:05:00Z</cp:lastPrinted>
  <dcterms:created xsi:type="dcterms:W3CDTF">2021-10-13T07:55:00Z</dcterms:created>
  <dcterms:modified xsi:type="dcterms:W3CDTF">2022-11-21T11:35:00Z</dcterms:modified>
</cp:coreProperties>
</file>