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B35" w:rsidRPr="006252E5" w:rsidRDefault="00075B35" w:rsidP="00DD7CD9">
      <w:pPr>
        <w:ind w:left="5670"/>
        <w:jc w:val="right"/>
        <w:rPr>
          <w:sz w:val="28"/>
          <w:szCs w:val="28"/>
        </w:rPr>
      </w:pPr>
      <w:r w:rsidRPr="005020E5">
        <w:rPr>
          <w:sz w:val="28"/>
          <w:szCs w:val="28"/>
        </w:rPr>
        <w:t xml:space="preserve">Приложение </w:t>
      </w:r>
      <w:r w:rsidRPr="006252E5">
        <w:rPr>
          <w:sz w:val="28"/>
          <w:szCs w:val="28"/>
        </w:rPr>
        <w:t>6</w:t>
      </w:r>
    </w:p>
    <w:p w:rsidR="00075B35" w:rsidRPr="005020E5" w:rsidRDefault="00075B35" w:rsidP="00DD7CD9">
      <w:pPr>
        <w:ind w:left="5670"/>
        <w:jc w:val="right"/>
        <w:rPr>
          <w:sz w:val="28"/>
          <w:szCs w:val="28"/>
        </w:rPr>
      </w:pPr>
      <w:r w:rsidRPr="005020E5">
        <w:rPr>
          <w:sz w:val="28"/>
          <w:szCs w:val="28"/>
        </w:rPr>
        <w:t>к Закону Ярославской области</w:t>
      </w:r>
    </w:p>
    <w:p w:rsidR="00075B35" w:rsidRPr="00F55BDA" w:rsidRDefault="00075B35" w:rsidP="004F43CB">
      <w:pPr>
        <w:ind w:left="5670"/>
        <w:jc w:val="right"/>
        <w:rPr>
          <w:sz w:val="28"/>
          <w:szCs w:val="28"/>
        </w:rPr>
      </w:pPr>
      <w:bookmarkStart w:id="0" w:name="_GoBack"/>
      <w:bookmarkEnd w:id="0"/>
      <w:r w:rsidRPr="00F55BDA">
        <w:rPr>
          <w:sz w:val="28"/>
          <w:szCs w:val="28"/>
        </w:rPr>
        <w:t xml:space="preserve">от </w:t>
      </w:r>
      <w:r>
        <w:rPr>
          <w:sz w:val="28"/>
          <w:szCs w:val="28"/>
        </w:rPr>
        <w:t>27.12.2012 № 73-з</w:t>
      </w:r>
    </w:p>
    <w:p w:rsidR="00075B35" w:rsidRPr="0092753E" w:rsidRDefault="00075B35" w:rsidP="00DD7CD9">
      <w:pPr>
        <w:jc w:val="right"/>
        <w:rPr>
          <w:sz w:val="28"/>
          <w:szCs w:val="28"/>
        </w:rPr>
      </w:pPr>
    </w:p>
    <w:p w:rsidR="00075B35" w:rsidRDefault="00075B35" w:rsidP="00D938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Распределение бюджетных ассигнований </w:t>
      </w:r>
    </w:p>
    <w:p w:rsidR="00075B35" w:rsidRPr="00C24E46" w:rsidRDefault="00075B35" w:rsidP="00D938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Территориального фонда обязательного медицинского страхования</w:t>
      </w:r>
    </w:p>
    <w:p w:rsidR="00075B35" w:rsidRDefault="00075B35" w:rsidP="00D938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Ярославской области по разделам и подразделам, целевым статьям </w:t>
      </w:r>
    </w:p>
    <w:p w:rsidR="00075B35" w:rsidRDefault="00075B35" w:rsidP="00D938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видам расходов классификации расходов бюджетов</w:t>
      </w:r>
    </w:p>
    <w:p w:rsidR="00075B35" w:rsidRPr="005F7D04" w:rsidRDefault="00075B35" w:rsidP="00D938A7">
      <w:pPr>
        <w:jc w:val="center"/>
        <w:rPr>
          <w:b/>
          <w:sz w:val="28"/>
          <w:szCs w:val="28"/>
        </w:rPr>
      </w:pPr>
      <w:r w:rsidRPr="005F7D04">
        <w:rPr>
          <w:b/>
          <w:sz w:val="28"/>
          <w:szCs w:val="28"/>
        </w:rPr>
        <w:t>на плановый период 201</w:t>
      </w:r>
      <w:r>
        <w:rPr>
          <w:b/>
          <w:sz w:val="28"/>
          <w:szCs w:val="28"/>
        </w:rPr>
        <w:t>4</w:t>
      </w:r>
      <w:r w:rsidRPr="005F7D04">
        <w:rPr>
          <w:b/>
          <w:sz w:val="28"/>
          <w:szCs w:val="28"/>
        </w:rPr>
        <w:t xml:space="preserve"> и 201</w:t>
      </w:r>
      <w:r>
        <w:rPr>
          <w:b/>
          <w:sz w:val="28"/>
          <w:szCs w:val="28"/>
        </w:rPr>
        <w:t>5</w:t>
      </w:r>
      <w:r w:rsidRPr="005F7D04">
        <w:rPr>
          <w:b/>
          <w:sz w:val="28"/>
          <w:szCs w:val="28"/>
        </w:rPr>
        <w:t xml:space="preserve"> годов</w:t>
      </w:r>
    </w:p>
    <w:p w:rsidR="00075B35" w:rsidRPr="005020E5" w:rsidRDefault="00075B35" w:rsidP="00D938A7">
      <w:pPr>
        <w:jc w:val="center"/>
        <w:rPr>
          <w:b/>
          <w:sz w:val="28"/>
          <w:szCs w:val="28"/>
        </w:rPr>
      </w:pPr>
    </w:p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/>
      </w:tblPr>
      <w:tblGrid>
        <w:gridCol w:w="2515"/>
        <w:gridCol w:w="647"/>
        <w:gridCol w:w="390"/>
        <w:gridCol w:w="433"/>
        <w:gridCol w:w="1204"/>
        <w:gridCol w:w="506"/>
        <w:gridCol w:w="1873"/>
        <w:gridCol w:w="1842"/>
      </w:tblGrid>
      <w:tr w:rsidR="00075B35" w:rsidRPr="005020E5" w:rsidTr="00D47D99">
        <w:trPr>
          <w:cantSplit/>
          <w:trHeight w:val="970"/>
          <w:jc w:val="right"/>
        </w:trPr>
        <w:tc>
          <w:tcPr>
            <w:tcW w:w="1336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075B35" w:rsidRDefault="00075B35" w:rsidP="0090612D">
            <w:pPr>
              <w:jc w:val="center"/>
              <w:rPr>
                <w:b/>
                <w:bCs/>
                <w:sz w:val="28"/>
                <w:szCs w:val="28"/>
              </w:rPr>
            </w:pPr>
            <w:r w:rsidRPr="005020E5">
              <w:rPr>
                <w:b/>
                <w:bCs/>
                <w:sz w:val="28"/>
                <w:szCs w:val="28"/>
              </w:rPr>
              <w:t>Наименование</w:t>
            </w:r>
          </w:p>
          <w:p w:rsidR="00075B35" w:rsidRPr="005020E5" w:rsidRDefault="00075B35" w:rsidP="0090612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расхода</w:t>
            </w:r>
          </w:p>
        </w:tc>
        <w:tc>
          <w:tcPr>
            <w:tcW w:w="1690" w:type="pct"/>
            <w:gridSpan w:val="5"/>
            <w:tcMar>
              <w:left w:w="28" w:type="dxa"/>
              <w:right w:w="28" w:type="dxa"/>
            </w:tcMar>
            <w:vAlign w:val="center"/>
          </w:tcPr>
          <w:p w:rsidR="00075B35" w:rsidRDefault="00075B35" w:rsidP="002E43DD">
            <w:pPr>
              <w:jc w:val="center"/>
              <w:rPr>
                <w:b/>
                <w:bCs/>
                <w:sz w:val="28"/>
                <w:szCs w:val="28"/>
              </w:rPr>
            </w:pPr>
            <w:r w:rsidRPr="005020E5">
              <w:rPr>
                <w:b/>
                <w:bCs/>
                <w:sz w:val="28"/>
                <w:szCs w:val="28"/>
              </w:rPr>
              <w:t>Код бюджетной</w:t>
            </w:r>
          </w:p>
          <w:p w:rsidR="00075B35" w:rsidRDefault="00075B35" w:rsidP="002E43DD">
            <w:pPr>
              <w:jc w:val="center"/>
              <w:rPr>
                <w:b/>
                <w:bCs/>
                <w:sz w:val="28"/>
                <w:szCs w:val="28"/>
              </w:rPr>
            </w:pPr>
            <w:r w:rsidRPr="005020E5">
              <w:rPr>
                <w:b/>
                <w:bCs/>
                <w:sz w:val="28"/>
                <w:szCs w:val="28"/>
              </w:rPr>
              <w:t>классификации</w:t>
            </w:r>
          </w:p>
          <w:p w:rsidR="00075B35" w:rsidRPr="005020E5" w:rsidRDefault="00075B35" w:rsidP="002E43DD">
            <w:pPr>
              <w:jc w:val="center"/>
              <w:rPr>
                <w:b/>
                <w:bCs/>
                <w:sz w:val="28"/>
                <w:szCs w:val="28"/>
              </w:rPr>
            </w:pPr>
            <w:r w:rsidRPr="005020E5">
              <w:rPr>
                <w:b/>
                <w:bCs/>
                <w:sz w:val="28"/>
                <w:szCs w:val="28"/>
              </w:rPr>
              <w:t>Российской Федерации</w:t>
            </w:r>
          </w:p>
        </w:tc>
        <w:tc>
          <w:tcPr>
            <w:tcW w:w="99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075B35" w:rsidRDefault="00075B35" w:rsidP="0090612D">
            <w:pPr>
              <w:ind w:right="57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</w:t>
            </w:r>
            <w:r w:rsidRPr="005020E5">
              <w:rPr>
                <w:b/>
                <w:bCs/>
                <w:color w:val="000000"/>
                <w:sz w:val="28"/>
                <w:szCs w:val="28"/>
              </w:rPr>
              <w:t>умма</w:t>
            </w:r>
            <w:r w:rsidRPr="003B1C66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на </w:t>
            </w:r>
            <w:r w:rsidRPr="003B1C66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3B1C66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  <w:p w:rsidR="00075B35" w:rsidRPr="003B1C66" w:rsidRDefault="00075B35" w:rsidP="0090612D">
            <w:pPr>
              <w:ind w:right="57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( руб.)</w:t>
            </w:r>
          </w:p>
        </w:tc>
        <w:tc>
          <w:tcPr>
            <w:tcW w:w="979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075B35" w:rsidRDefault="00075B35" w:rsidP="0090612D">
            <w:pPr>
              <w:ind w:right="57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</w:t>
            </w:r>
            <w:r w:rsidRPr="005020E5">
              <w:rPr>
                <w:b/>
                <w:bCs/>
                <w:color w:val="000000"/>
                <w:sz w:val="28"/>
                <w:szCs w:val="28"/>
              </w:rPr>
              <w:t>умма</w:t>
            </w:r>
            <w:r w:rsidRPr="003B1C66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на </w:t>
            </w:r>
            <w:r w:rsidRPr="003B1C66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3B1C66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  <w:p w:rsidR="00075B35" w:rsidRPr="005020E5" w:rsidRDefault="00075B35" w:rsidP="0090612D">
            <w:pPr>
              <w:ind w:right="57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( руб.)</w:t>
            </w:r>
          </w:p>
        </w:tc>
      </w:tr>
      <w:tr w:rsidR="00075B35" w:rsidRPr="005020E5" w:rsidTr="00D47D99">
        <w:trPr>
          <w:cantSplit/>
          <w:trHeight w:val="330"/>
          <w:tblHeader/>
          <w:jc w:val="right"/>
        </w:trPr>
        <w:tc>
          <w:tcPr>
            <w:tcW w:w="1336" w:type="pct"/>
            <w:vMerge/>
            <w:tcMar>
              <w:left w:w="28" w:type="dxa"/>
              <w:right w:w="28" w:type="dxa"/>
            </w:tcMar>
            <w:vAlign w:val="center"/>
          </w:tcPr>
          <w:p w:rsidR="00075B35" w:rsidRPr="005020E5" w:rsidRDefault="00075B35" w:rsidP="0090612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4" w:type="pct"/>
            <w:tcMar>
              <w:left w:w="28" w:type="dxa"/>
              <w:right w:w="28" w:type="dxa"/>
            </w:tcMar>
            <w:vAlign w:val="center"/>
          </w:tcPr>
          <w:p w:rsidR="00075B35" w:rsidRPr="00F77D21" w:rsidRDefault="00075B35" w:rsidP="002E43DD">
            <w:pPr>
              <w:jc w:val="center"/>
              <w:rPr>
                <w:b/>
                <w:bCs/>
                <w:sz w:val="28"/>
                <w:szCs w:val="28"/>
              </w:rPr>
            </w:pPr>
            <w:r w:rsidRPr="00F77D21">
              <w:rPr>
                <w:b/>
                <w:bCs/>
                <w:sz w:val="28"/>
                <w:szCs w:val="28"/>
              </w:rPr>
              <w:t>Мин</w:t>
            </w:r>
          </w:p>
        </w:tc>
        <w:tc>
          <w:tcPr>
            <w:tcW w:w="207" w:type="pct"/>
            <w:tcMar>
              <w:left w:w="28" w:type="dxa"/>
              <w:right w:w="28" w:type="dxa"/>
            </w:tcMar>
            <w:vAlign w:val="center"/>
          </w:tcPr>
          <w:p w:rsidR="00075B35" w:rsidRPr="00F77D21" w:rsidRDefault="00075B35" w:rsidP="002E43DD">
            <w:pPr>
              <w:jc w:val="center"/>
              <w:rPr>
                <w:b/>
                <w:bCs/>
                <w:sz w:val="28"/>
                <w:szCs w:val="28"/>
              </w:rPr>
            </w:pPr>
            <w:r w:rsidRPr="00F77D21">
              <w:rPr>
                <w:b/>
                <w:bCs/>
                <w:sz w:val="28"/>
                <w:szCs w:val="28"/>
              </w:rPr>
              <w:t>Рз</w:t>
            </w:r>
          </w:p>
        </w:tc>
        <w:tc>
          <w:tcPr>
            <w:tcW w:w="230" w:type="pct"/>
            <w:tcMar>
              <w:left w:w="6" w:type="dxa"/>
              <w:right w:w="6" w:type="dxa"/>
            </w:tcMar>
            <w:vAlign w:val="center"/>
          </w:tcPr>
          <w:p w:rsidR="00075B35" w:rsidRPr="00F77D21" w:rsidRDefault="00075B35" w:rsidP="002E43DD">
            <w:pPr>
              <w:jc w:val="center"/>
              <w:rPr>
                <w:b/>
                <w:bCs/>
                <w:sz w:val="28"/>
                <w:szCs w:val="28"/>
              </w:rPr>
            </w:pPr>
            <w:r w:rsidRPr="00F77D21">
              <w:rPr>
                <w:b/>
                <w:bCs/>
                <w:sz w:val="28"/>
                <w:szCs w:val="28"/>
              </w:rPr>
              <w:t>ПР</w:t>
            </w:r>
          </w:p>
        </w:tc>
        <w:tc>
          <w:tcPr>
            <w:tcW w:w="640" w:type="pct"/>
            <w:tcMar>
              <w:left w:w="28" w:type="dxa"/>
              <w:right w:w="28" w:type="dxa"/>
            </w:tcMar>
            <w:vAlign w:val="center"/>
          </w:tcPr>
          <w:p w:rsidR="00075B35" w:rsidRPr="00F77D21" w:rsidRDefault="00075B35" w:rsidP="002E43DD">
            <w:pPr>
              <w:ind w:left="30"/>
              <w:jc w:val="center"/>
              <w:rPr>
                <w:b/>
                <w:bCs/>
                <w:sz w:val="28"/>
                <w:szCs w:val="28"/>
              </w:rPr>
            </w:pPr>
            <w:r w:rsidRPr="00F77D21">
              <w:rPr>
                <w:b/>
                <w:bCs/>
                <w:sz w:val="28"/>
                <w:szCs w:val="28"/>
              </w:rPr>
              <w:t>ЦСР</w:t>
            </w:r>
          </w:p>
        </w:tc>
        <w:tc>
          <w:tcPr>
            <w:tcW w:w="269" w:type="pct"/>
            <w:tcMar>
              <w:left w:w="28" w:type="dxa"/>
              <w:right w:w="28" w:type="dxa"/>
            </w:tcMar>
            <w:vAlign w:val="center"/>
          </w:tcPr>
          <w:p w:rsidR="00075B35" w:rsidRPr="00F77D21" w:rsidRDefault="00075B35" w:rsidP="002E43DD">
            <w:pPr>
              <w:jc w:val="center"/>
              <w:rPr>
                <w:b/>
                <w:bCs/>
                <w:sz w:val="28"/>
                <w:szCs w:val="28"/>
              </w:rPr>
            </w:pPr>
            <w:r w:rsidRPr="00F77D21">
              <w:rPr>
                <w:b/>
                <w:bCs/>
                <w:sz w:val="28"/>
                <w:szCs w:val="28"/>
              </w:rPr>
              <w:t>ВР</w:t>
            </w:r>
          </w:p>
        </w:tc>
        <w:tc>
          <w:tcPr>
            <w:tcW w:w="995" w:type="pct"/>
            <w:vMerge/>
            <w:tcMar>
              <w:left w:w="28" w:type="dxa"/>
              <w:right w:w="28" w:type="dxa"/>
            </w:tcMar>
          </w:tcPr>
          <w:p w:rsidR="00075B35" w:rsidRPr="00305517" w:rsidRDefault="00075B35" w:rsidP="0090612D">
            <w:pPr>
              <w:ind w:right="57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9" w:type="pct"/>
            <w:vMerge/>
            <w:tcMar>
              <w:left w:w="28" w:type="dxa"/>
              <w:right w:w="28" w:type="dxa"/>
            </w:tcMar>
          </w:tcPr>
          <w:p w:rsidR="00075B35" w:rsidRPr="005020E5" w:rsidRDefault="00075B35" w:rsidP="0090612D">
            <w:pPr>
              <w:ind w:right="57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075B35" w:rsidRPr="005020E5" w:rsidTr="00D47D99">
        <w:trPr>
          <w:cantSplit/>
          <w:trHeight w:val="315"/>
          <w:jc w:val="right"/>
        </w:trPr>
        <w:tc>
          <w:tcPr>
            <w:tcW w:w="1336" w:type="pct"/>
            <w:tcMar>
              <w:left w:w="28" w:type="dxa"/>
              <w:right w:w="28" w:type="dxa"/>
            </w:tcMar>
            <w:vAlign w:val="bottom"/>
          </w:tcPr>
          <w:p w:rsidR="00075B35" w:rsidRPr="005020E5" w:rsidRDefault="00075B35" w:rsidP="0090612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Общегосударс</w:t>
            </w:r>
            <w:r>
              <w:rPr>
                <w:b/>
                <w:bCs/>
                <w:color w:val="000000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z w:val="28"/>
                <w:szCs w:val="28"/>
              </w:rPr>
              <w:t>венные вопросы</w:t>
            </w:r>
          </w:p>
        </w:tc>
        <w:tc>
          <w:tcPr>
            <w:tcW w:w="344" w:type="pct"/>
            <w:tcMar>
              <w:left w:w="28" w:type="dxa"/>
              <w:right w:w="28" w:type="dxa"/>
            </w:tcMar>
          </w:tcPr>
          <w:p w:rsidR="00075B35" w:rsidRPr="005020E5" w:rsidRDefault="00075B35" w:rsidP="002E43D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395</w:t>
            </w:r>
          </w:p>
        </w:tc>
        <w:tc>
          <w:tcPr>
            <w:tcW w:w="207" w:type="pct"/>
            <w:tcMar>
              <w:left w:w="28" w:type="dxa"/>
              <w:right w:w="28" w:type="dxa"/>
            </w:tcMar>
          </w:tcPr>
          <w:p w:rsidR="00075B35" w:rsidRPr="005020E5" w:rsidRDefault="00075B35" w:rsidP="002E43D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30" w:type="pct"/>
            <w:tcMar>
              <w:left w:w="28" w:type="dxa"/>
              <w:right w:w="28" w:type="dxa"/>
            </w:tcMar>
          </w:tcPr>
          <w:p w:rsidR="00075B35" w:rsidRPr="005020E5" w:rsidRDefault="00075B35" w:rsidP="002E43D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640" w:type="pct"/>
            <w:tcMar>
              <w:left w:w="28" w:type="dxa"/>
              <w:right w:w="28" w:type="dxa"/>
            </w:tcMar>
          </w:tcPr>
          <w:p w:rsidR="00075B35" w:rsidRPr="005020E5" w:rsidRDefault="00075B35" w:rsidP="002E43D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tcMar>
              <w:left w:w="28" w:type="dxa"/>
              <w:right w:w="28" w:type="dxa"/>
            </w:tcMar>
          </w:tcPr>
          <w:p w:rsidR="00075B35" w:rsidRPr="005020E5" w:rsidRDefault="00075B35" w:rsidP="002E43D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5" w:type="pct"/>
            <w:tcMar>
              <w:left w:w="28" w:type="dxa"/>
              <w:right w:w="28" w:type="dxa"/>
            </w:tcMar>
          </w:tcPr>
          <w:p w:rsidR="00075B35" w:rsidRPr="00237A14" w:rsidRDefault="00075B35" w:rsidP="0090612D">
            <w:pPr>
              <w:ind w:right="57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81 788 500</w:t>
            </w:r>
          </w:p>
        </w:tc>
        <w:tc>
          <w:tcPr>
            <w:tcW w:w="979" w:type="pct"/>
            <w:tcMar>
              <w:left w:w="28" w:type="dxa"/>
              <w:right w:w="28" w:type="dxa"/>
            </w:tcMar>
          </w:tcPr>
          <w:p w:rsidR="00075B35" w:rsidRPr="00305517" w:rsidRDefault="00075B35" w:rsidP="0090612D">
            <w:pPr>
              <w:ind w:right="57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83 039 600</w:t>
            </w:r>
          </w:p>
        </w:tc>
      </w:tr>
      <w:tr w:rsidR="00075B35" w:rsidRPr="005020E5" w:rsidTr="00D47D99">
        <w:trPr>
          <w:cantSplit/>
          <w:trHeight w:val="630"/>
          <w:jc w:val="right"/>
        </w:trPr>
        <w:tc>
          <w:tcPr>
            <w:tcW w:w="1336" w:type="pct"/>
            <w:tcMar>
              <w:left w:w="28" w:type="dxa"/>
              <w:right w:w="28" w:type="dxa"/>
            </w:tcMar>
            <w:vAlign w:val="bottom"/>
          </w:tcPr>
          <w:p w:rsidR="00075B35" w:rsidRPr="00C24E46" w:rsidRDefault="00075B35" w:rsidP="0090612D">
            <w:pPr>
              <w:rPr>
                <w:bCs/>
                <w:color w:val="000000"/>
                <w:sz w:val="28"/>
                <w:szCs w:val="28"/>
              </w:rPr>
            </w:pPr>
            <w:r w:rsidRPr="00C24E46">
              <w:rPr>
                <w:bCs/>
                <w:color w:val="000000"/>
                <w:sz w:val="28"/>
                <w:szCs w:val="28"/>
              </w:rPr>
              <w:t>Другие общегос</w:t>
            </w:r>
            <w:r w:rsidRPr="00C24E46">
              <w:rPr>
                <w:bCs/>
                <w:color w:val="000000"/>
                <w:sz w:val="28"/>
                <w:szCs w:val="28"/>
              </w:rPr>
              <w:t>у</w:t>
            </w:r>
            <w:r w:rsidRPr="00C24E46">
              <w:rPr>
                <w:bCs/>
                <w:color w:val="000000"/>
                <w:sz w:val="28"/>
                <w:szCs w:val="28"/>
              </w:rPr>
              <w:t>дарственные вопр</w:t>
            </w:r>
            <w:r w:rsidRPr="00C24E46">
              <w:rPr>
                <w:bCs/>
                <w:color w:val="000000"/>
                <w:sz w:val="28"/>
                <w:szCs w:val="28"/>
              </w:rPr>
              <w:t>о</w:t>
            </w:r>
            <w:r w:rsidRPr="00C24E46">
              <w:rPr>
                <w:bCs/>
                <w:color w:val="000000"/>
                <w:sz w:val="28"/>
                <w:szCs w:val="28"/>
              </w:rPr>
              <w:t>сы</w:t>
            </w:r>
          </w:p>
        </w:tc>
        <w:tc>
          <w:tcPr>
            <w:tcW w:w="344" w:type="pct"/>
            <w:tcMar>
              <w:left w:w="28" w:type="dxa"/>
              <w:right w:w="28" w:type="dxa"/>
            </w:tcMar>
          </w:tcPr>
          <w:p w:rsidR="00075B35" w:rsidRPr="00C24E46" w:rsidRDefault="00075B35" w:rsidP="002E43DD">
            <w:pPr>
              <w:jc w:val="center"/>
              <w:rPr>
                <w:bCs/>
                <w:sz w:val="28"/>
                <w:szCs w:val="28"/>
              </w:rPr>
            </w:pPr>
            <w:r w:rsidRPr="00C24E46">
              <w:rPr>
                <w:bCs/>
                <w:sz w:val="28"/>
                <w:szCs w:val="28"/>
              </w:rPr>
              <w:t>395</w:t>
            </w:r>
          </w:p>
        </w:tc>
        <w:tc>
          <w:tcPr>
            <w:tcW w:w="207" w:type="pct"/>
            <w:tcMar>
              <w:left w:w="28" w:type="dxa"/>
              <w:right w:w="28" w:type="dxa"/>
            </w:tcMar>
          </w:tcPr>
          <w:p w:rsidR="00075B35" w:rsidRPr="00C24E46" w:rsidRDefault="00075B35" w:rsidP="002E43D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24E4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30" w:type="pct"/>
            <w:tcMar>
              <w:left w:w="28" w:type="dxa"/>
              <w:right w:w="28" w:type="dxa"/>
            </w:tcMar>
          </w:tcPr>
          <w:p w:rsidR="00075B35" w:rsidRPr="00C24E46" w:rsidRDefault="00075B35" w:rsidP="002E43DD">
            <w:pPr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C24E46">
              <w:rPr>
                <w:bCs/>
                <w:color w:val="000000"/>
                <w:sz w:val="28"/>
                <w:szCs w:val="28"/>
              </w:rPr>
              <w:t>1</w:t>
            </w:r>
            <w:r w:rsidRPr="00C24E46">
              <w:rPr>
                <w:bCs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640" w:type="pct"/>
            <w:tcMar>
              <w:left w:w="28" w:type="dxa"/>
              <w:right w:w="28" w:type="dxa"/>
            </w:tcMar>
          </w:tcPr>
          <w:p w:rsidR="00075B35" w:rsidRPr="00C24E46" w:rsidRDefault="00075B35" w:rsidP="002E43DD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69" w:type="pct"/>
            <w:tcMar>
              <w:left w:w="28" w:type="dxa"/>
              <w:right w:w="28" w:type="dxa"/>
            </w:tcMar>
          </w:tcPr>
          <w:p w:rsidR="00075B35" w:rsidRPr="00C24E46" w:rsidRDefault="00075B35" w:rsidP="002E43DD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95" w:type="pct"/>
            <w:tcMar>
              <w:left w:w="28" w:type="dxa"/>
              <w:right w:w="28" w:type="dxa"/>
            </w:tcMar>
          </w:tcPr>
          <w:p w:rsidR="00075B35" w:rsidRPr="00FB3B8F" w:rsidRDefault="00075B35" w:rsidP="0090612D">
            <w:pPr>
              <w:ind w:right="57"/>
              <w:jc w:val="right"/>
              <w:rPr>
                <w:bCs/>
                <w:color w:val="000000"/>
                <w:sz w:val="28"/>
                <w:szCs w:val="28"/>
              </w:rPr>
            </w:pPr>
            <w:r w:rsidRPr="00FB3B8F">
              <w:rPr>
                <w:bCs/>
                <w:color w:val="000000"/>
                <w:sz w:val="28"/>
                <w:szCs w:val="28"/>
              </w:rPr>
              <w:t>81 788 </w:t>
            </w:r>
            <w:r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979" w:type="pct"/>
            <w:tcMar>
              <w:left w:w="28" w:type="dxa"/>
              <w:right w:w="28" w:type="dxa"/>
            </w:tcMar>
          </w:tcPr>
          <w:p w:rsidR="00075B35" w:rsidRPr="00FB3B8F" w:rsidRDefault="00075B35" w:rsidP="0090612D">
            <w:pPr>
              <w:ind w:right="57"/>
              <w:jc w:val="right"/>
              <w:rPr>
                <w:bCs/>
                <w:color w:val="000000"/>
                <w:sz w:val="28"/>
                <w:szCs w:val="28"/>
              </w:rPr>
            </w:pPr>
            <w:r w:rsidRPr="00FB3B8F">
              <w:rPr>
                <w:bCs/>
                <w:color w:val="000000"/>
                <w:sz w:val="28"/>
                <w:szCs w:val="28"/>
              </w:rPr>
              <w:t>83 039 6</w:t>
            </w:r>
            <w:r>
              <w:rPr>
                <w:bCs/>
                <w:color w:val="000000"/>
                <w:sz w:val="28"/>
                <w:szCs w:val="28"/>
              </w:rPr>
              <w:t>00</w:t>
            </w:r>
          </w:p>
        </w:tc>
      </w:tr>
      <w:tr w:rsidR="00075B35" w:rsidRPr="005020E5" w:rsidTr="00D47D99">
        <w:trPr>
          <w:cantSplit/>
          <w:trHeight w:val="630"/>
          <w:jc w:val="right"/>
        </w:trPr>
        <w:tc>
          <w:tcPr>
            <w:tcW w:w="1336" w:type="pct"/>
            <w:tcMar>
              <w:left w:w="28" w:type="dxa"/>
              <w:right w:w="28" w:type="dxa"/>
            </w:tcMar>
            <w:vAlign w:val="bottom"/>
          </w:tcPr>
          <w:p w:rsidR="00075B35" w:rsidRPr="005020E5" w:rsidRDefault="00075B35" w:rsidP="0090612D">
            <w:pPr>
              <w:rPr>
                <w:color w:val="000000"/>
                <w:sz w:val="28"/>
                <w:szCs w:val="28"/>
              </w:rPr>
            </w:pPr>
            <w:r w:rsidRPr="005020E5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344" w:type="pct"/>
            <w:tcMar>
              <w:left w:w="28" w:type="dxa"/>
              <w:right w:w="28" w:type="dxa"/>
            </w:tcMar>
          </w:tcPr>
          <w:p w:rsidR="00075B35" w:rsidRPr="005020E5" w:rsidRDefault="00075B35" w:rsidP="002E43DD">
            <w:pPr>
              <w:jc w:val="center"/>
              <w:rPr>
                <w:sz w:val="28"/>
                <w:szCs w:val="28"/>
              </w:rPr>
            </w:pPr>
            <w:r w:rsidRPr="005020E5">
              <w:rPr>
                <w:sz w:val="28"/>
                <w:szCs w:val="28"/>
              </w:rPr>
              <w:t>395</w:t>
            </w:r>
          </w:p>
        </w:tc>
        <w:tc>
          <w:tcPr>
            <w:tcW w:w="207" w:type="pct"/>
            <w:tcMar>
              <w:left w:w="28" w:type="dxa"/>
              <w:right w:w="28" w:type="dxa"/>
            </w:tcMar>
          </w:tcPr>
          <w:p w:rsidR="00075B35" w:rsidRPr="005020E5" w:rsidRDefault="00075B35" w:rsidP="002E43DD">
            <w:pPr>
              <w:jc w:val="center"/>
              <w:rPr>
                <w:color w:val="000000"/>
                <w:sz w:val="28"/>
                <w:szCs w:val="28"/>
              </w:rPr>
            </w:pPr>
            <w:r w:rsidRPr="005020E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30" w:type="pct"/>
            <w:tcMar>
              <w:left w:w="28" w:type="dxa"/>
              <w:right w:w="28" w:type="dxa"/>
            </w:tcMar>
          </w:tcPr>
          <w:p w:rsidR="00075B35" w:rsidRPr="002C14FF" w:rsidRDefault="00075B35" w:rsidP="002E43DD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5020E5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640" w:type="pct"/>
            <w:tcMar>
              <w:left w:w="28" w:type="dxa"/>
              <w:right w:w="28" w:type="dxa"/>
            </w:tcMar>
          </w:tcPr>
          <w:p w:rsidR="00075B35" w:rsidRPr="005020E5" w:rsidRDefault="00075B35" w:rsidP="002E43DD">
            <w:pPr>
              <w:jc w:val="center"/>
              <w:rPr>
                <w:color w:val="000000"/>
                <w:sz w:val="28"/>
                <w:szCs w:val="28"/>
              </w:rPr>
            </w:pPr>
            <w:r w:rsidRPr="005020E5">
              <w:rPr>
                <w:color w:val="000000"/>
                <w:sz w:val="28"/>
                <w:szCs w:val="28"/>
              </w:rPr>
              <w:t>001 00 00</w:t>
            </w:r>
          </w:p>
        </w:tc>
        <w:tc>
          <w:tcPr>
            <w:tcW w:w="269" w:type="pct"/>
            <w:tcMar>
              <w:left w:w="28" w:type="dxa"/>
              <w:right w:w="28" w:type="dxa"/>
            </w:tcMar>
          </w:tcPr>
          <w:p w:rsidR="00075B35" w:rsidRPr="005020E5" w:rsidRDefault="00075B35" w:rsidP="002E43D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5" w:type="pct"/>
            <w:tcMar>
              <w:left w:w="28" w:type="dxa"/>
              <w:right w:w="28" w:type="dxa"/>
            </w:tcMar>
          </w:tcPr>
          <w:p w:rsidR="00075B35" w:rsidRPr="001B158B" w:rsidRDefault="00075B35" w:rsidP="0090612D">
            <w:pPr>
              <w:ind w:right="57"/>
              <w:jc w:val="right"/>
              <w:rPr>
                <w:bCs/>
                <w:color w:val="000000"/>
                <w:sz w:val="28"/>
                <w:szCs w:val="28"/>
              </w:rPr>
            </w:pPr>
            <w:r w:rsidRPr="00FB3B8F">
              <w:rPr>
                <w:bCs/>
                <w:color w:val="000000"/>
                <w:sz w:val="28"/>
                <w:szCs w:val="28"/>
              </w:rPr>
              <w:t>81 788 </w:t>
            </w:r>
            <w:r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979" w:type="pct"/>
            <w:tcMar>
              <w:left w:w="28" w:type="dxa"/>
              <w:right w:w="28" w:type="dxa"/>
            </w:tcMar>
          </w:tcPr>
          <w:p w:rsidR="00075B35" w:rsidRPr="001B158B" w:rsidRDefault="00075B35" w:rsidP="0090612D">
            <w:pPr>
              <w:ind w:right="57"/>
              <w:jc w:val="right"/>
              <w:rPr>
                <w:bCs/>
                <w:color w:val="000000"/>
                <w:sz w:val="28"/>
                <w:szCs w:val="28"/>
              </w:rPr>
            </w:pPr>
            <w:r w:rsidRPr="00FB3B8F">
              <w:rPr>
                <w:bCs/>
                <w:color w:val="000000"/>
                <w:sz w:val="28"/>
                <w:szCs w:val="28"/>
              </w:rPr>
              <w:t>83 039 6</w:t>
            </w:r>
            <w:r>
              <w:rPr>
                <w:bCs/>
                <w:color w:val="000000"/>
                <w:sz w:val="28"/>
                <w:szCs w:val="28"/>
              </w:rPr>
              <w:t>00</w:t>
            </w:r>
          </w:p>
        </w:tc>
      </w:tr>
      <w:tr w:rsidR="00075B35" w:rsidRPr="005020E5" w:rsidTr="00D47D99">
        <w:trPr>
          <w:cantSplit/>
          <w:trHeight w:val="630"/>
          <w:jc w:val="right"/>
        </w:trPr>
        <w:tc>
          <w:tcPr>
            <w:tcW w:w="1336" w:type="pct"/>
            <w:tcMar>
              <w:left w:w="28" w:type="dxa"/>
              <w:right w:w="28" w:type="dxa"/>
            </w:tcMar>
            <w:vAlign w:val="bottom"/>
          </w:tcPr>
          <w:p w:rsidR="00075B35" w:rsidRPr="005020E5" w:rsidRDefault="00075B35" w:rsidP="0090612D">
            <w:pPr>
              <w:rPr>
                <w:color w:val="000000"/>
                <w:sz w:val="28"/>
                <w:szCs w:val="28"/>
              </w:rPr>
            </w:pPr>
            <w:r w:rsidRPr="005020E5">
              <w:rPr>
                <w:color w:val="000000"/>
                <w:sz w:val="28"/>
                <w:szCs w:val="28"/>
              </w:rPr>
              <w:t>Аппараты органов управления гос</w:t>
            </w:r>
            <w:r w:rsidRPr="005020E5">
              <w:rPr>
                <w:color w:val="000000"/>
                <w:sz w:val="28"/>
                <w:szCs w:val="28"/>
              </w:rPr>
              <w:t>у</w:t>
            </w:r>
            <w:r w:rsidRPr="005020E5">
              <w:rPr>
                <w:color w:val="000000"/>
                <w:sz w:val="28"/>
                <w:szCs w:val="28"/>
              </w:rPr>
              <w:t>дарственных вн</w:t>
            </w:r>
            <w:r w:rsidRPr="005020E5">
              <w:rPr>
                <w:color w:val="000000"/>
                <w:sz w:val="28"/>
                <w:szCs w:val="28"/>
              </w:rPr>
              <w:t>е</w:t>
            </w:r>
            <w:r w:rsidRPr="005020E5">
              <w:rPr>
                <w:color w:val="000000"/>
                <w:sz w:val="28"/>
                <w:szCs w:val="28"/>
              </w:rPr>
              <w:t>бюджетных фондов</w:t>
            </w:r>
          </w:p>
        </w:tc>
        <w:tc>
          <w:tcPr>
            <w:tcW w:w="344" w:type="pct"/>
            <w:tcMar>
              <w:left w:w="28" w:type="dxa"/>
              <w:right w:w="28" w:type="dxa"/>
            </w:tcMar>
          </w:tcPr>
          <w:p w:rsidR="00075B35" w:rsidRPr="005020E5" w:rsidRDefault="00075B35" w:rsidP="002E43DD">
            <w:pPr>
              <w:jc w:val="center"/>
              <w:rPr>
                <w:sz w:val="28"/>
                <w:szCs w:val="28"/>
              </w:rPr>
            </w:pPr>
            <w:r w:rsidRPr="005020E5">
              <w:rPr>
                <w:sz w:val="28"/>
                <w:szCs w:val="28"/>
              </w:rPr>
              <w:t>395</w:t>
            </w:r>
          </w:p>
        </w:tc>
        <w:tc>
          <w:tcPr>
            <w:tcW w:w="207" w:type="pct"/>
            <w:tcMar>
              <w:left w:w="28" w:type="dxa"/>
              <w:right w:w="28" w:type="dxa"/>
            </w:tcMar>
          </w:tcPr>
          <w:p w:rsidR="00075B35" w:rsidRPr="005020E5" w:rsidRDefault="00075B35" w:rsidP="002E43DD">
            <w:pPr>
              <w:jc w:val="center"/>
              <w:rPr>
                <w:color w:val="000000"/>
                <w:sz w:val="28"/>
                <w:szCs w:val="28"/>
              </w:rPr>
            </w:pPr>
            <w:r w:rsidRPr="005020E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30" w:type="pct"/>
            <w:tcMar>
              <w:left w:w="28" w:type="dxa"/>
              <w:right w:w="28" w:type="dxa"/>
            </w:tcMar>
          </w:tcPr>
          <w:p w:rsidR="00075B35" w:rsidRPr="002C14FF" w:rsidRDefault="00075B35" w:rsidP="002E43DD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5020E5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640" w:type="pct"/>
            <w:tcMar>
              <w:left w:w="28" w:type="dxa"/>
              <w:right w:w="28" w:type="dxa"/>
            </w:tcMar>
          </w:tcPr>
          <w:p w:rsidR="00075B35" w:rsidRPr="005020E5" w:rsidRDefault="00075B35" w:rsidP="002E43DD">
            <w:pPr>
              <w:jc w:val="center"/>
              <w:rPr>
                <w:color w:val="000000"/>
                <w:sz w:val="28"/>
                <w:szCs w:val="28"/>
              </w:rPr>
            </w:pPr>
            <w:r w:rsidRPr="005020E5">
              <w:rPr>
                <w:color w:val="000000"/>
                <w:sz w:val="28"/>
                <w:szCs w:val="28"/>
              </w:rPr>
              <w:t>001 55 00</w:t>
            </w:r>
          </w:p>
        </w:tc>
        <w:tc>
          <w:tcPr>
            <w:tcW w:w="269" w:type="pct"/>
            <w:tcMar>
              <w:left w:w="28" w:type="dxa"/>
              <w:right w:w="28" w:type="dxa"/>
            </w:tcMar>
          </w:tcPr>
          <w:p w:rsidR="00075B35" w:rsidRPr="005020E5" w:rsidRDefault="00075B35" w:rsidP="002E43D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5" w:type="pct"/>
            <w:tcMar>
              <w:left w:w="28" w:type="dxa"/>
              <w:right w:w="28" w:type="dxa"/>
            </w:tcMar>
          </w:tcPr>
          <w:p w:rsidR="00075B35" w:rsidRPr="001B158B" w:rsidRDefault="00075B35" w:rsidP="0090612D">
            <w:pPr>
              <w:ind w:right="57"/>
              <w:jc w:val="right"/>
              <w:rPr>
                <w:bCs/>
                <w:color w:val="000000"/>
                <w:sz w:val="28"/>
                <w:szCs w:val="28"/>
              </w:rPr>
            </w:pPr>
            <w:r w:rsidRPr="00FB3B8F">
              <w:rPr>
                <w:bCs/>
                <w:color w:val="000000"/>
                <w:sz w:val="28"/>
                <w:szCs w:val="28"/>
              </w:rPr>
              <w:t>81 788 </w:t>
            </w:r>
            <w:r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979" w:type="pct"/>
            <w:tcMar>
              <w:left w:w="28" w:type="dxa"/>
              <w:right w:w="28" w:type="dxa"/>
            </w:tcMar>
          </w:tcPr>
          <w:p w:rsidR="00075B35" w:rsidRPr="001B158B" w:rsidRDefault="00075B35" w:rsidP="0090612D">
            <w:pPr>
              <w:ind w:right="57"/>
              <w:jc w:val="right"/>
              <w:rPr>
                <w:bCs/>
                <w:color w:val="000000"/>
                <w:sz w:val="28"/>
                <w:szCs w:val="28"/>
              </w:rPr>
            </w:pPr>
            <w:r w:rsidRPr="00FB3B8F">
              <w:rPr>
                <w:bCs/>
                <w:color w:val="000000"/>
                <w:sz w:val="28"/>
                <w:szCs w:val="28"/>
              </w:rPr>
              <w:t>83 039 6</w:t>
            </w:r>
            <w:r>
              <w:rPr>
                <w:bCs/>
                <w:color w:val="000000"/>
                <w:sz w:val="28"/>
                <w:szCs w:val="28"/>
              </w:rPr>
              <w:t>00</w:t>
            </w:r>
          </w:p>
        </w:tc>
      </w:tr>
      <w:tr w:rsidR="00075B35" w:rsidRPr="005020E5" w:rsidTr="00D47D99">
        <w:trPr>
          <w:cantSplit/>
          <w:trHeight w:val="435"/>
          <w:jc w:val="right"/>
        </w:trPr>
        <w:tc>
          <w:tcPr>
            <w:tcW w:w="1336" w:type="pct"/>
            <w:tcMar>
              <w:left w:w="28" w:type="dxa"/>
              <w:right w:w="28" w:type="dxa"/>
            </w:tcMar>
          </w:tcPr>
          <w:p w:rsidR="00075B35" w:rsidRPr="005020E5" w:rsidRDefault="00075B35" w:rsidP="009061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ты персоналу в ц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лях обеспечения выполнения фун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ций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ными органами, 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зенными учрежд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ниями, органами управления гос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дарственными вн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бюджетными фо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дами </w:t>
            </w:r>
          </w:p>
        </w:tc>
        <w:tc>
          <w:tcPr>
            <w:tcW w:w="344" w:type="pct"/>
            <w:tcMar>
              <w:left w:w="28" w:type="dxa"/>
              <w:right w:w="28" w:type="dxa"/>
            </w:tcMar>
          </w:tcPr>
          <w:p w:rsidR="00075B35" w:rsidRPr="005020E5" w:rsidRDefault="00075B35" w:rsidP="002E43DD">
            <w:pPr>
              <w:jc w:val="center"/>
              <w:rPr>
                <w:sz w:val="28"/>
                <w:szCs w:val="28"/>
              </w:rPr>
            </w:pPr>
            <w:r w:rsidRPr="005020E5">
              <w:rPr>
                <w:sz w:val="28"/>
                <w:szCs w:val="28"/>
              </w:rPr>
              <w:t>395</w:t>
            </w:r>
          </w:p>
        </w:tc>
        <w:tc>
          <w:tcPr>
            <w:tcW w:w="207" w:type="pct"/>
            <w:tcMar>
              <w:left w:w="28" w:type="dxa"/>
              <w:right w:w="28" w:type="dxa"/>
            </w:tcMar>
          </w:tcPr>
          <w:p w:rsidR="00075B35" w:rsidRPr="005020E5" w:rsidRDefault="00075B35" w:rsidP="002E43DD">
            <w:pPr>
              <w:jc w:val="center"/>
              <w:rPr>
                <w:sz w:val="28"/>
                <w:szCs w:val="28"/>
              </w:rPr>
            </w:pPr>
            <w:r w:rsidRPr="005020E5">
              <w:rPr>
                <w:sz w:val="28"/>
                <w:szCs w:val="28"/>
              </w:rPr>
              <w:t>01</w:t>
            </w:r>
          </w:p>
        </w:tc>
        <w:tc>
          <w:tcPr>
            <w:tcW w:w="230" w:type="pct"/>
            <w:tcMar>
              <w:left w:w="28" w:type="dxa"/>
              <w:right w:w="28" w:type="dxa"/>
            </w:tcMar>
          </w:tcPr>
          <w:p w:rsidR="00075B35" w:rsidRPr="002C14FF" w:rsidRDefault="00075B35" w:rsidP="002E43DD">
            <w:pPr>
              <w:jc w:val="center"/>
              <w:rPr>
                <w:sz w:val="28"/>
                <w:szCs w:val="28"/>
                <w:lang w:val="en-US"/>
              </w:rPr>
            </w:pPr>
            <w:r w:rsidRPr="005020E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640" w:type="pct"/>
            <w:tcMar>
              <w:left w:w="28" w:type="dxa"/>
              <w:right w:w="28" w:type="dxa"/>
            </w:tcMar>
          </w:tcPr>
          <w:p w:rsidR="00075B35" w:rsidRPr="005020E5" w:rsidRDefault="00075B35" w:rsidP="002E43DD">
            <w:pPr>
              <w:jc w:val="center"/>
              <w:rPr>
                <w:sz w:val="28"/>
                <w:szCs w:val="28"/>
              </w:rPr>
            </w:pPr>
            <w:r w:rsidRPr="005020E5">
              <w:rPr>
                <w:sz w:val="28"/>
                <w:szCs w:val="28"/>
              </w:rPr>
              <w:t>001 55 00</w:t>
            </w:r>
          </w:p>
        </w:tc>
        <w:tc>
          <w:tcPr>
            <w:tcW w:w="269" w:type="pct"/>
            <w:tcMar>
              <w:left w:w="28" w:type="dxa"/>
              <w:right w:w="28" w:type="dxa"/>
            </w:tcMar>
          </w:tcPr>
          <w:p w:rsidR="00075B35" w:rsidRPr="005020E5" w:rsidRDefault="00075B35" w:rsidP="002E4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5" w:type="pct"/>
            <w:tcMar>
              <w:left w:w="28" w:type="dxa"/>
              <w:right w:w="28" w:type="dxa"/>
            </w:tcMar>
          </w:tcPr>
          <w:p w:rsidR="00075B35" w:rsidRPr="00B66CC5" w:rsidRDefault="00075B35" w:rsidP="0090612D">
            <w:pPr>
              <w:ind w:right="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61 278 300</w:t>
            </w:r>
          </w:p>
        </w:tc>
        <w:tc>
          <w:tcPr>
            <w:tcW w:w="979" w:type="pct"/>
            <w:tcMar>
              <w:left w:w="28" w:type="dxa"/>
              <w:right w:w="28" w:type="dxa"/>
            </w:tcMar>
          </w:tcPr>
          <w:p w:rsidR="00075B35" w:rsidRPr="00B66CC5" w:rsidRDefault="00075B35" w:rsidP="0090612D">
            <w:pPr>
              <w:ind w:right="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61 278 300</w:t>
            </w:r>
          </w:p>
        </w:tc>
      </w:tr>
      <w:tr w:rsidR="00075B35" w:rsidRPr="005020E5" w:rsidTr="00D47D99">
        <w:trPr>
          <w:cantSplit/>
          <w:trHeight w:val="705"/>
          <w:jc w:val="right"/>
        </w:trPr>
        <w:tc>
          <w:tcPr>
            <w:tcW w:w="1336" w:type="pct"/>
            <w:tcMar>
              <w:left w:w="28" w:type="dxa"/>
              <w:right w:w="28" w:type="dxa"/>
            </w:tcMar>
          </w:tcPr>
          <w:p w:rsidR="00075B35" w:rsidRPr="00C24E46" w:rsidRDefault="00075B35" w:rsidP="0090612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Закупка товаров, работ, услуг для г</w:t>
            </w:r>
            <w:r>
              <w:rPr>
                <w:bCs/>
                <w:sz w:val="28"/>
                <w:szCs w:val="28"/>
              </w:rPr>
              <w:t>о</w:t>
            </w:r>
            <w:r>
              <w:rPr>
                <w:bCs/>
                <w:sz w:val="28"/>
                <w:szCs w:val="28"/>
              </w:rPr>
              <w:t>сударственных нужд</w:t>
            </w:r>
          </w:p>
        </w:tc>
        <w:tc>
          <w:tcPr>
            <w:tcW w:w="344" w:type="pct"/>
            <w:tcMar>
              <w:left w:w="28" w:type="dxa"/>
              <w:right w:w="28" w:type="dxa"/>
            </w:tcMar>
          </w:tcPr>
          <w:p w:rsidR="00075B35" w:rsidRPr="00C24E46" w:rsidRDefault="00075B35" w:rsidP="002E43D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395</w:t>
            </w:r>
          </w:p>
        </w:tc>
        <w:tc>
          <w:tcPr>
            <w:tcW w:w="207" w:type="pct"/>
            <w:tcMar>
              <w:left w:w="28" w:type="dxa"/>
              <w:right w:w="28" w:type="dxa"/>
            </w:tcMar>
          </w:tcPr>
          <w:p w:rsidR="00075B35" w:rsidRPr="00C24E46" w:rsidRDefault="00075B35" w:rsidP="002E43D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30" w:type="pct"/>
            <w:tcMar>
              <w:left w:w="28" w:type="dxa"/>
              <w:right w:w="28" w:type="dxa"/>
            </w:tcMar>
          </w:tcPr>
          <w:p w:rsidR="00075B35" w:rsidRPr="00C24E46" w:rsidRDefault="00075B35" w:rsidP="002E43D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640" w:type="pct"/>
            <w:tcMar>
              <w:left w:w="28" w:type="dxa"/>
              <w:right w:w="28" w:type="dxa"/>
            </w:tcMar>
          </w:tcPr>
          <w:p w:rsidR="00075B35" w:rsidRPr="00C24E46" w:rsidRDefault="00075B35" w:rsidP="002E43D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001 55 00</w:t>
            </w:r>
          </w:p>
        </w:tc>
        <w:tc>
          <w:tcPr>
            <w:tcW w:w="269" w:type="pct"/>
            <w:tcMar>
              <w:left w:w="28" w:type="dxa"/>
              <w:right w:w="28" w:type="dxa"/>
            </w:tcMar>
          </w:tcPr>
          <w:p w:rsidR="00075B35" w:rsidRPr="00C24E46" w:rsidRDefault="00075B35" w:rsidP="002E43D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200</w:t>
            </w:r>
          </w:p>
        </w:tc>
        <w:tc>
          <w:tcPr>
            <w:tcW w:w="995" w:type="pct"/>
            <w:tcMar>
              <w:left w:w="28" w:type="dxa"/>
              <w:right w:w="28" w:type="dxa"/>
            </w:tcMar>
          </w:tcPr>
          <w:p w:rsidR="00075B35" w:rsidRPr="00B66CC5" w:rsidRDefault="00075B35" w:rsidP="0090612D">
            <w:pPr>
              <w:ind w:right="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20 259 110</w:t>
            </w:r>
          </w:p>
        </w:tc>
        <w:tc>
          <w:tcPr>
            <w:tcW w:w="979" w:type="pct"/>
            <w:tcMar>
              <w:left w:w="28" w:type="dxa"/>
              <w:right w:w="28" w:type="dxa"/>
            </w:tcMar>
          </w:tcPr>
          <w:p w:rsidR="00075B35" w:rsidRPr="00B66CC5" w:rsidRDefault="00075B35" w:rsidP="0090612D">
            <w:pPr>
              <w:ind w:right="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21 494 890</w:t>
            </w:r>
          </w:p>
        </w:tc>
      </w:tr>
      <w:tr w:rsidR="00075B35" w:rsidRPr="005020E5" w:rsidTr="00D47D99">
        <w:trPr>
          <w:cantSplit/>
          <w:trHeight w:val="284"/>
          <w:jc w:val="right"/>
        </w:trPr>
        <w:tc>
          <w:tcPr>
            <w:tcW w:w="1336" w:type="pct"/>
            <w:tcMar>
              <w:left w:w="28" w:type="dxa"/>
              <w:right w:w="28" w:type="dxa"/>
            </w:tcMar>
          </w:tcPr>
          <w:p w:rsidR="00075B35" w:rsidRPr="00C24E46" w:rsidRDefault="00075B35" w:rsidP="0090612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344" w:type="pct"/>
            <w:tcMar>
              <w:left w:w="28" w:type="dxa"/>
              <w:right w:w="28" w:type="dxa"/>
            </w:tcMar>
          </w:tcPr>
          <w:p w:rsidR="00075B35" w:rsidRPr="00C24E46" w:rsidRDefault="00075B35" w:rsidP="002E43D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395</w:t>
            </w:r>
          </w:p>
        </w:tc>
        <w:tc>
          <w:tcPr>
            <w:tcW w:w="207" w:type="pct"/>
            <w:tcMar>
              <w:left w:w="28" w:type="dxa"/>
              <w:right w:w="28" w:type="dxa"/>
            </w:tcMar>
          </w:tcPr>
          <w:p w:rsidR="00075B35" w:rsidRPr="00C24E46" w:rsidRDefault="00075B35" w:rsidP="002E43D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30" w:type="pct"/>
            <w:tcMar>
              <w:left w:w="28" w:type="dxa"/>
              <w:right w:w="28" w:type="dxa"/>
            </w:tcMar>
          </w:tcPr>
          <w:p w:rsidR="00075B35" w:rsidRPr="00C24E46" w:rsidRDefault="00075B35" w:rsidP="002E43D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640" w:type="pct"/>
            <w:tcMar>
              <w:left w:w="28" w:type="dxa"/>
              <w:right w:w="28" w:type="dxa"/>
            </w:tcMar>
          </w:tcPr>
          <w:p w:rsidR="00075B35" w:rsidRPr="00C24E46" w:rsidRDefault="00075B35" w:rsidP="002E43D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001 55 00</w:t>
            </w:r>
          </w:p>
        </w:tc>
        <w:tc>
          <w:tcPr>
            <w:tcW w:w="269" w:type="pct"/>
            <w:tcMar>
              <w:left w:w="28" w:type="dxa"/>
              <w:right w:w="28" w:type="dxa"/>
            </w:tcMar>
          </w:tcPr>
          <w:p w:rsidR="00075B35" w:rsidRPr="00C24E46" w:rsidRDefault="00075B35" w:rsidP="002E43D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800</w:t>
            </w:r>
          </w:p>
        </w:tc>
        <w:tc>
          <w:tcPr>
            <w:tcW w:w="995" w:type="pct"/>
            <w:tcMar>
              <w:left w:w="28" w:type="dxa"/>
              <w:right w:w="28" w:type="dxa"/>
            </w:tcMar>
          </w:tcPr>
          <w:p w:rsidR="00075B35" w:rsidRPr="001B158B" w:rsidRDefault="00075B35" w:rsidP="0090612D">
            <w:pPr>
              <w:ind w:right="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251 090</w:t>
            </w:r>
          </w:p>
        </w:tc>
        <w:tc>
          <w:tcPr>
            <w:tcW w:w="979" w:type="pct"/>
            <w:tcMar>
              <w:left w:w="28" w:type="dxa"/>
              <w:right w:w="28" w:type="dxa"/>
            </w:tcMar>
          </w:tcPr>
          <w:p w:rsidR="00075B35" w:rsidRPr="001B158B" w:rsidRDefault="00075B35" w:rsidP="009061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266 410</w:t>
            </w:r>
          </w:p>
        </w:tc>
      </w:tr>
      <w:tr w:rsidR="00075B35" w:rsidRPr="005020E5" w:rsidTr="00D47D99">
        <w:trPr>
          <w:cantSplit/>
          <w:trHeight w:val="260"/>
          <w:jc w:val="right"/>
        </w:trPr>
        <w:tc>
          <w:tcPr>
            <w:tcW w:w="1336" w:type="pct"/>
            <w:tcMar>
              <w:left w:w="28" w:type="dxa"/>
              <w:right w:w="28" w:type="dxa"/>
            </w:tcMar>
          </w:tcPr>
          <w:p w:rsidR="00075B35" w:rsidRPr="005020E5" w:rsidRDefault="00075B35" w:rsidP="0090612D">
            <w:pPr>
              <w:rPr>
                <w:b/>
                <w:bCs/>
                <w:sz w:val="28"/>
                <w:szCs w:val="28"/>
              </w:rPr>
            </w:pPr>
            <w:r w:rsidRPr="005020E5">
              <w:rPr>
                <w:b/>
                <w:bCs/>
                <w:sz w:val="28"/>
                <w:szCs w:val="28"/>
              </w:rPr>
              <w:t>Здравоохранение</w:t>
            </w:r>
          </w:p>
        </w:tc>
        <w:tc>
          <w:tcPr>
            <w:tcW w:w="344" w:type="pct"/>
            <w:tcMar>
              <w:left w:w="28" w:type="dxa"/>
              <w:right w:w="28" w:type="dxa"/>
            </w:tcMar>
          </w:tcPr>
          <w:p w:rsidR="00075B35" w:rsidRPr="005020E5" w:rsidRDefault="00075B35" w:rsidP="002E43DD">
            <w:pPr>
              <w:jc w:val="center"/>
              <w:rPr>
                <w:b/>
                <w:bCs/>
                <w:sz w:val="28"/>
                <w:szCs w:val="28"/>
              </w:rPr>
            </w:pPr>
            <w:r w:rsidRPr="005020E5">
              <w:rPr>
                <w:b/>
                <w:bCs/>
                <w:sz w:val="28"/>
                <w:szCs w:val="28"/>
              </w:rPr>
              <w:t>395</w:t>
            </w:r>
          </w:p>
        </w:tc>
        <w:tc>
          <w:tcPr>
            <w:tcW w:w="207" w:type="pct"/>
            <w:tcMar>
              <w:left w:w="28" w:type="dxa"/>
              <w:right w:w="28" w:type="dxa"/>
            </w:tcMar>
          </w:tcPr>
          <w:p w:rsidR="00075B35" w:rsidRPr="005020E5" w:rsidRDefault="00075B35" w:rsidP="002E43DD">
            <w:pPr>
              <w:jc w:val="center"/>
              <w:rPr>
                <w:b/>
                <w:bCs/>
                <w:sz w:val="28"/>
                <w:szCs w:val="28"/>
              </w:rPr>
            </w:pPr>
            <w:r w:rsidRPr="005020E5">
              <w:rPr>
                <w:b/>
                <w:bCs/>
                <w:sz w:val="28"/>
                <w:szCs w:val="28"/>
              </w:rPr>
              <w:t>09</w:t>
            </w:r>
          </w:p>
        </w:tc>
        <w:tc>
          <w:tcPr>
            <w:tcW w:w="230" w:type="pct"/>
            <w:tcMar>
              <w:left w:w="28" w:type="dxa"/>
              <w:right w:w="28" w:type="dxa"/>
            </w:tcMar>
          </w:tcPr>
          <w:p w:rsidR="00075B35" w:rsidRPr="005020E5" w:rsidRDefault="00075B35" w:rsidP="002E43DD">
            <w:pPr>
              <w:jc w:val="center"/>
              <w:rPr>
                <w:b/>
                <w:bCs/>
                <w:sz w:val="28"/>
                <w:szCs w:val="28"/>
              </w:rPr>
            </w:pPr>
            <w:r w:rsidRPr="005020E5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40" w:type="pct"/>
            <w:tcMar>
              <w:left w:w="28" w:type="dxa"/>
              <w:right w:w="28" w:type="dxa"/>
            </w:tcMar>
          </w:tcPr>
          <w:p w:rsidR="00075B35" w:rsidRPr="005020E5" w:rsidRDefault="00075B35" w:rsidP="002E43D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" w:type="pct"/>
            <w:tcMar>
              <w:left w:w="28" w:type="dxa"/>
              <w:right w:w="28" w:type="dxa"/>
            </w:tcMar>
          </w:tcPr>
          <w:p w:rsidR="00075B35" w:rsidRPr="005020E5" w:rsidRDefault="00075B35" w:rsidP="002E43D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5" w:type="pct"/>
            <w:tcMar>
              <w:left w:w="28" w:type="dxa"/>
              <w:right w:w="28" w:type="dxa"/>
            </w:tcMar>
          </w:tcPr>
          <w:p w:rsidR="00075B35" w:rsidRPr="00190D22" w:rsidRDefault="00075B35" w:rsidP="0090612D">
            <w:pPr>
              <w:ind w:right="57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10</w:t>
            </w: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718</w:t>
            </w: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267</w:t>
            </w: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979" w:type="pct"/>
            <w:tcMar>
              <w:left w:w="28" w:type="dxa"/>
              <w:right w:w="28" w:type="dxa"/>
            </w:tcMar>
          </w:tcPr>
          <w:p w:rsidR="00075B35" w:rsidRPr="00190D22" w:rsidRDefault="00075B35" w:rsidP="0090612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12</w:t>
            </w: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432</w:t>
            </w: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766</w:t>
            </w: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9</w:t>
            </w: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</w:tr>
      <w:tr w:rsidR="00075B35" w:rsidRPr="005020E5" w:rsidTr="00D47D99">
        <w:trPr>
          <w:cantSplit/>
          <w:trHeight w:val="375"/>
          <w:jc w:val="right"/>
        </w:trPr>
        <w:tc>
          <w:tcPr>
            <w:tcW w:w="1336" w:type="pct"/>
            <w:tcMar>
              <w:left w:w="28" w:type="dxa"/>
              <w:right w:w="28" w:type="dxa"/>
            </w:tcMar>
          </w:tcPr>
          <w:p w:rsidR="00075B35" w:rsidRPr="005020E5" w:rsidRDefault="00075B35" w:rsidP="0090612D">
            <w:pPr>
              <w:rPr>
                <w:b/>
                <w:bCs/>
                <w:sz w:val="28"/>
                <w:szCs w:val="28"/>
              </w:rPr>
            </w:pPr>
            <w:r w:rsidRPr="005020E5">
              <w:rPr>
                <w:b/>
                <w:bCs/>
                <w:sz w:val="28"/>
                <w:szCs w:val="28"/>
              </w:rPr>
              <w:t>Другие вопросы в области здрав</w:t>
            </w:r>
            <w:r w:rsidRPr="005020E5">
              <w:rPr>
                <w:b/>
                <w:bCs/>
                <w:sz w:val="28"/>
                <w:szCs w:val="28"/>
              </w:rPr>
              <w:t>о</w:t>
            </w:r>
            <w:r w:rsidRPr="005020E5">
              <w:rPr>
                <w:b/>
                <w:bCs/>
                <w:sz w:val="28"/>
                <w:szCs w:val="28"/>
              </w:rPr>
              <w:t>охранения</w:t>
            </w:r>
          </w:p>
        </w:tc>
        <w:tc>
          <w:tcPr>
            <w:tcW w:w="344" w:type="pct"/>
            <w:tcMar>
              <w:left w:w="28" w:type="dxa"/>
              <w:right w:w="28" w:type="dxa"/>
            </w:tcMar>
          </w:tcPr>
          <w:p w:rsidR="00075B35" w:rsidRPr="005020E5" w:rsidRDefault="00075B35" w:rsidP="002E43DD">
            <w:pPr>
              <w:jc w:val="center"/>
              <w:rPr>
                <w:b/>
                <w:bCs/>
                <w:sz w:val="28"/>
                <w:szCs w:val="28"/>
              </w:rPr>
            </w:pPr>
            <w:r w:rsidRPr="005020E5">
              <w:rPr>
                <w:b/>
                <w:bCs/>
                <w:sz w:val="28"/>
                <w:szCs w:val="28"/>
              </w:rPr>
              <w:t>395</w:t>
            </w:r>
          </w:p>
        </w:tc>
        <w:tc>
          <w:tcPr>
            <w:tcW w:w="207" w:type="pct"/>
            <w:tcMar>
              <w:left w:w="28" w:type="dxa"/>
              <w:right w:w="28" w:type="dxa"/>
            </w:tcMar>
          </w:tcPr>
          <w:p w:rsidR="00075B35" w:rsidRPr="005020E5" w:rsidRDefault="00075B35" w:rsidP="002E43DD">
            <w:pPr>
              <w:jc w:val="center"/>
              <w:rPr>
                <w:b/>
                <w:bCs/>
                <w:sz w:val="28"/>
                <w:szCs w:val="28"/>
              </w:rPr>
            </w:pPr>
            <w:r w:rsidRPr="005020E5">
              <w:rPr>
                <w:b/>
                <w:bCs/>
                <w:sz w:val="28"/>
                <w:szCs w:val="28"/>
              </w:rPr>
              <w:t>09</w:t>
            </w:r>
          </w:p>
        </w:tc>
        <w:tc>
          <w:tcPr>
            <w:tcW w:w="230" w:type="pct"/>
            <w:tcMar>
              <w:left w:w="28" w:type="dxa"/>
              <w:right w:w="28" w:type="dxa"/>
            </w:tcMar>
          </w:tcPr>
          <w:p w:rsidR="00075B35" w:rsidRPr="005020E5" w:rsidRDefault="00075B35" w:rsidP="002E43DD">
            <w:pPr>
              <w:jc w:val="center"/>
              <w:rPr>
                <w:b/>
                <w:bCs/>
                <w:sz w:val="28"/>
                <w:szCs w:val="28"/>
              </w:rPr>
            </w:pPr>
            <w:r w:rsidRPr="005020E5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40" w:type="pct"/>
            <w:tcMar>
              <w:left w:w="28" w:type="dxa"/>
              <w:right w:w="28" w:type="dxa"/>
            </w:tcMar>
          </w:tcPr>
          <w:p w:rsidR="00075B35" w:rsidRPr="005020E5" w:rsidRDefault="00075B35" w:rsidP="002E43D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" w:type="pct"/>
            <w:tcMar>
              <w:left w:w="28" w:type="dxa"/>
              <w:right w:w="28" w:type="dxa"/>
            </w:tcMar>
          </w:tcPr>
          <w:p w:rsidR="00075B35" w:rsidRPr="005020E5" w:rsidRDefault="00075B35" w:rsidP="002E43D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5" w:type="pct"/>
            <w:tcMar>
              <w:left w:w="28" w:type="dxa"/>
              <w:right w:w="28" w:type="dxa"/>
            </w:tcMar>
          </w:tcPr>
          <w:p w:rsidR="00075B35" w:rsidRPr="00190D22" w:rsidRDefault="00075B35" w:rsidP="0090612D">
            <w:pPr>
              <w:ind w:right="57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10</w:t>
            </w: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718</w:t>
            </w: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267</w:t>
            </w: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979" w:type="pct"/>
            <w:tcMar>
              <w:left w:w="28" w:type="dxa"/>
              <w:right w:w="28" w:type="dxa"/>
            </w:tcMar>
          </w:tcPr>
          <w:p w:rsidR="00075B35" w:rsidRPr="00190D22" w:rsidRDefault="00075B35" w:rsidP="0090612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12</w:t>
            </w: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432</w:t>
            </w: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766</w:t>
            </w: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9</w:t>
            </w: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</w:tr>
      <w:tr w:rsidR="00075B35" w:rsidRPr="00AF68D4" w:rsidTr="00D47D99">
        <w:trPr>
          <w:cantSplit/>
          <w:trHeight w:val="274"/>
          <w:jc w:val="right"/>
        </w:trPr>
        <w:tc>
          <w:tcPr>
            <w:tcW w:w="1336" w:type="pct"/>
            <w:tcMar>
              <w:left w:w="28" w:type="dxa"/>
              <w:right w:w="28" w:type="dxa"/>
            </w:tcMar>
          </w:tcPr>
          <w:p w:rsidR="00075B35" w:rsidRDefault="00075B35" w:rsidP="009061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Социальная помощь</w:t>
            </w:r>
          </w:p>
        </w:tc>
        <w:tc>
          <w:tcPr>
            <w:tcW w:w="344" w:type="pct"/>
            <w:tcMar>
              <w:left w:w="28" w:type="dxa"/>
              <w:right w:w="28" w:type="dxa"/>
            </w:tcMar>
          </w:tcPr>
          <w:p w:rsidR="00075B35" w:rsidRPr="005020E5" w:rsidRDefault="00075B35" w:rsidP="002E4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207" w:type="pct"/>
            <w:tcMar>
              <w:left w:w="28" w:type="dxa"/>
              <w:right w:w="28" w:type="dxa"/>
            </w:tcMar>
          </w:tcPr>
          <w:p w:rsidR="00075B35" w:rsidRPr="005020E5" w:rsidRDefault="00075B35" w:rsidP="002E4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230" w:type="pct"/>
            <w:tcMar>
              <w:left w:w="28" w:type="dxa"/>
              <w:right w:w="28" w:type="dxa"/>
            </w:tcMar>
          </w:tcPr>
          <w:p w:rsidR="00075B35" w:rsidRDefault="00075B35" w:rsidP="002E4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40" w:type="pct"/>
            <w:tcMar>
              <w:left w:w="28" w:type="dxa"/>
              <w:right w:w="28" w:type="dxa"/>
            </w:tcMar>
          </w:tcPr>
          <w:p w:rsidR="00075B35" w:rsidRPr="005020E5" w:rsidRDefault="00075B35" w:rsidP="002E4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505 00 00</w:t>
            </w:r>
          </w:p>
        </w:tc>
        <w:tc>
          <w:tcPr>
            <w:tcW w:w="269" w:type="pct"/>
            <w:tcMar>
              <w:left w:w="28" w:type="dxa"/>
              <w:right w:w="28" w:type="dxa"/>
            </w:tcMar>
          </w:tcPr>
          <w:p w:rsidR="00075B35" w:rsidRPr="005020E5" w:rsidRDefault="00075B35" w:rsidP="002E4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5" w:type="pct"/>
            <w:tcMar>
              <w:left w:w="28" w:type="dxa"/>
              <w:right w:w="28" w:type="dxa"/>
            </w:tcMar>
          </w:tcPr>
          <w:p w:rsidR="00075B35" w:rsidRPr="00FB748B" w:rsidRDefault="00075B35" w:rsidP="0090612D">
            <w:pPr>
              <w:ind w:right="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  <w:lang w:val="en-US"/>
              </w:rPr>
              <w:t>10</w:t>
            </w:r>
            <w:r w:rsidRPr="00FB748B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609</w:t>
            </w:r>
            <w:r w:rsidRPr="00FB748B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267</w:t>
            </w:r>
            <w:r w:rsidRPr="00FB748B">
              <w:rPr>
                <w:bCs/>
                <w:color w:val="000000"/>
                <w:sz w:val="28"/>
                <w:szCs w:val="28"/>
              </w:rPr>
              <w:t> 600</w:t>
            </w:r>
          </w:p>
        </w:tc>
        <w:tc>
          <w:tcPr>
            <w:tcW w:w="979" w:type="pct"/>
            <w:tcMar>
              <w:left w:w="28" w:type="dxa"/>
              <w:right w:w="28" w:type="dxa"/>
            </w:tcMar>
          </w:tcPr>
          <w:p w:rsidR="00075B35" w:rsidRPr="00FB748B" w:rsidRDefault="00075B35" w:rsidP="009061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  <w:lang w:val="en-US"/>
              </w:rPr>
              <w:t>12</w:t>
            </w:r>
            <w:r w:rsidRPr="00FB748B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323</w:t>
            </w:r>
            <w:r w:rsidRPr="00FB748B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766</w:t>
            </w:r>
            <w:r w:rsidRPr="00FB748B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9</w:t>
            </w:r>
            <w:r w:rsidRPr="00FB748B">
              <w:rPr>
                <w:bCs/>
                <w:color w:val="000000"/>
                <w:sz w:val="28"/>
                <w:szCs w:val="28"/>
              </w:rPr>
              <w:t>00</w:t>
            </w:r>
          </w:p>
        </w:tc>
      </w:tr>
      <w:tr w:rsidR="00075B35" w:rsidRPr="00AF68D4" w:rsidTr="00D47D99">
        <w:trPr>
          <w:cantSplit/>
          <w:trHeight w:val="274"/>
          <w:jc w:val="right"/>
        </w:trPr>
        <w:tc>
          <w:tcPr>
            <w:tcW w:w="1336" w:type="pct"/>
            <w:tcMar>
              <w:left w:w="28" w:type="dxa"/>
              <w:right w:w="28" w:type="dxa"/>
            </w:tcMar>
          </w:tcPr>
          <w:p w:rsidR="00075B35" w:rsidRPr="005020E5" w:rsidRDefault="00075B35" w:rsidP="009061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закон от 29 ноября 2010 года № 326-ФЗ «Об обязательном мед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цинском страхов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нии в Российской Федерации»</w:t>
            </w:r>
          </w:p>
        </w:tc>
        <w:tc>
          <w:tcPr>
            <w:tcW w:w="344" w:type="pct"/>
            <w:tcMar>
              <w:left w:w="28" w:type="dxa"/>
              <w:right w:w="28" w:type="dxa"/>
            </w:tcMar>
          </w:tcPr>
          <w:p w:rsidR="00075B35" w:rsidRPr="005020E5" w:rsidRDefault="00075B35" w:rsidP="002E43DD">
            <w:pPr>
              <w:jc w:val="center"/>
              <w:rPr>
                <w:sz w:val="28"/>
                <w:szCs w:val="28"/>
              </w:rPr>
            </w:pPr>
            <w:r w:rsidRPr="005020E5">
              <w:rPr>
                <w:sz w:val="28"/>
                <w:szCs w:val="28"/>
              </w:rPr>
              <w:t>395</w:t>
            </w:r>
          </w:p>
        </w:tc>
        <w:tc>
          <w:tcPr>
            <w:tcW w:w="207" w:type="pct"/>
            <w:tcMar>
              <w:left w:w="28" w:type="dxa"/>
              <w:right w:w="28" w:type="dxa"/>
            </w:tcMar>
          </w:tcPr>
          <w:p w:rsidR="00075B35" w:rsidRPr="005020E5" w:rsidRDefault="00075B35" w:rsidP="002E43DD">
            <w:pPr>
              <w:jc w:val="center"/>
              <w:rPr>
                <w:sz w:val="28"/>
                <w:szCs w:val="28"/>
              </w:rPr>
            </w:pPr>
            <w:r w:rsidRPr="005020E5">
              <w:rPr>
                <w:sz w:val="28"/>
                <w:szCs w:val="28"/>
              </w:rPr>
              <w:t>09</w:t>
            </w:r>
          </w:p>
        </w:tc>
        <w:tc>
          <w:tcPr>
            <w:tcW w:w="230" w:type="pct"/>
            <w:tcMar>
              <w:left w:w="28" w:type="dxa"/>
              <w:right w:w="28" w:type="dxa"/>
            </w:tcMar>
          </w:tcPr>
          <w:p w:rsidR="00075B35" w:rsidRPr="005020E5" w:rsidRDefault="00075B35" w:rsidP="002E4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40" w:type="pct"/>
            <w:tcMar>
              <w:left w:w="28" w:type="dxa"/>
              <w:right w:w="28" w:type="dxa"/>
            </w:tcMar>
          </w:tcPr>
          <w:p w:rsidR="00075B35" w:rsidRPr="005020E5" w:rsidRDefault="00075B35" w:rsidP="002E43DD">
            <w:pPr>
              <w:jc w:val="center"/>
              <w:rPr>
                <w:sz w:val="28"/>
                <w:szCs w:val="28"/>
              </w:rPr>
            </w:pPr>
            <w:r w:rsidRPr="005020E5">
              <w:rPr>
                <w:sz w:val="28"/>
                <w:szCs w:val="28"/>
              </w:rPr>
              <w:t>505 17 00</w:t>
            </w:r>
          </w:p>
        </w:tc>
        <w:tc>
          <w:tcPr>
            <w:tcW w:w="269" w:type="pct"/>
            <w:tcMar>
              <w:left w:w="28" w:type="dxa"/>
              <w:right w:w="28" w:type="dxa"/>
            </w:tcMar>
          </w:tcPr>
          <w:p w:rsidR="00075B35" w:rsidRPr="005020E5" w:rsidRDefault="00075B35" w:rsidP="002E4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5" w:type="pct"/>
            <w:tcMar>
              <w:left w:w="28" w:type="dxa"/>
              <w:right w:w="28" w:type="dxa"/>
            </w:tcMar>
          </w:tcPr>
          <w:p w:rsidR="00075B35" w:rsidRPr="00FB748B" w:rsidRDefault="00075B35" w:rsidP="0090612D">
            <w:pPr>
              <w:ind w:right="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  <w:lang w:val="en-US"/>
              </w:rPr>
              <w:t>10</w:t>
            </w:r>
            <w:r w:rsidRPr="00FB748B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609</w:t>
            </w:r>
            <w:r w:rsidRPr="00FB748B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267</w:t>
            </w:r>
            <w:r w:rsidRPr="00FB748B">
              <w:rPr>
                <w:bCs/>
                <w:color w:val="000000"/>
                <w:sz w:val="28"/>
                <w:szCs w:val="28"/>
              </w:rPr>
              <w:t> 600</w:t>
            </w:r>
          </w:p>
        </w:tc>
        <w:tc>
          <w:tcPr>
            <w:tcW w:w="979" w:type="pct"/>
            <w:tcMar>
              <w:left w:w="28" w:type="dxa"/>
              <w:right w:w="28" w:type="dxa"/>
            </w:tcMar>
          </w:tcPr>
          <w:p w:rsidR="00075B35" w:rsidRPr="00FB748B" w:rsidRDefault="00075B35" w:rsidP="009061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  <w:lang w:val="en-US"/>
              </w:rPr>
              <w:t>12</w:t>
            </w:r>
            <w:r w:rsidRPr="00FB748B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323</w:t>
            </w:r>
            <w:r w:rsidRPr="00FB748B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766</w:t>
            </w:r>
            <w:r w:rsidRPr="00FB748B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9</w:t>
            </w:r>
            <w:r w:rsidRPr="00FB748B">
              <w:rPr>
                <w:bCs/>
                <w:color w:val="000000"/>
                <w:sz w:val="28"/>
                <w:szCs w:val="28"/>
              </w:rPr>
              <w:t>00</w:t>
            </w:r>
          </w:p>
        </w:tc>
      </w:tr>
      <w:tr w:rsidR="00075B35" w:rsidRPr="00AF68D4" w:rsidTr="00D47D99">
        <w:trPr>
          <w:cantSplit/>
          <w:trHeight w:val="274"/>
          <w:jc w:val="right"/>
        </w:trPr>
        <w:tc>
          <w:tcPr>
            <w:tcW w:w="1336" w:type="pct"/>
            <w:tcMar>
              <w:left w:w="28" w:type="dxa"/>
              <w:right w:w="28" w:type="dxa"/>
            </w:tcMar>
          </w:tcPr>
          <w:p w:rsidR="00075B35" w:rsidRPr="005020E5" w:rsidRDefault="00075B35" w:rsidP="0090612D">
            <w:pPr>
              <w:rPr>
                <w:sz w:val="28"/>
                <w:szCs w:val="28"/>
              </w:rPr>
            </w:pPr>
            <w:r w:rsidRPr="005020E5">
              <w:rPr>
                <w:sz w:val="28"/>
                <w:szCs w:val="28"/>
              </w:rPr>
              <w:t>Выполнение терр</w:t>
            </w:r>
            <w:r w:rsidRPr="005020E5">
              <w:rPr>
                <w:sz w:val="28"/>
                <w:szCs w:val="28"/>
              </w:rPr>
              <w:t>и</w:t>
            </w:r>
            <w:r w:rsidRPr="005020E5">
              <w:rPr>
                <w:sz w:val="28"/>
                <w:szCs w:val="28"/>
              </w:rPr>
              <w:t>ториальной пр</w:t>
            </w:r>
            <w:r w:rsidRPr="005020E5">
              <w:rPr>
                <w:sz w:val="28"/>
                <w:szCs w:val="28"/>
              </w:rPr>
              <w:t>о</w:t>
            </w:r>
            <w:r w:rsidRPr="005020E5">
              <w:rPr>
                <w:sz w:val="28"/>
                <w:szCs w:val="28"/>
              </w:rPr>
              <w:t>граммы обязател</w:t>
            </w:r>
            <w:r w:rsidRPr="005020E5">
              <w:rPr>
                <w:sz w:val="28"/>
                <w:szCs w:val="28"/>
              </w:rPr>
              <w:t>ь</w:t>
            </w:r>
            <w:r w:rsidRPr="005020E5">
              <w:rPr>
                <w:sz w:val="28"/>
                <w:szCs w:val="28"/>
              </w:rPr>
              <w:t>ного медицинского страхования в ра</w:t>
            </w:r>
            <w:r w:rsidRPr="005020E5">
              <w:rPr>
                <w:sz w:val="28"/>
                <w:szCs w:val="28"/>
              </w:rPr>
              <w:t>м</w:t>
            </w:r>
            <w:r w:rsidRPr="005020E5">
              <w:rPr>
                <w:sz w:val="28"/>
                <w:szCs w:val="28"/>
              </w:rPr>
              <w:t>ках базовой пр</w:t>
            </w:r>
            <w:r w:rsidRPr="005020E5">
              <w:rPr>
                <w:sz w:val="28"/>
                <w:szCs w:val="28"/>
              </w:rPr>
              <w:t>о</w:t>
            </w:r>
            <w:r w:rsidRPr="005020E5">
              <w:rPr>
                <w:sz w:val="28"/>
                <w:szCs w:val="28"/>
              </w:rPr>
              <w:t>граммы обязател</w:t>
            </w:r>
            <w:r w:rsidRPr="005020E5">
              <w:rPr>
                <w:sz w:val="28"/>
                <w:szCs w:val="28"/>
              </w:rPr>
              <w:t>ь</w:t>
            </w:r>
            <w:r w:rsidRPr="005020E5">
              <w:rPr>
                <w:sz w:val="28"/>
                <w:szCs w:val="28"/>
              </w:rPr>
              <w:t>ного медицинского страхования</w:t>
            </w:r>
          </w:p>
        </w:tc>
        <w:tc>
          <w:tcPr>
            <w:tcW w:w="344" w:type="pct"/>
            <w:tcMar>
              <w:left w:w="28" w:type="dxa"/>
              <w:right w:w="28" w:type="dxa"/>
            </w:tcMar>
          </w:tcPr>
          <w:p w:rsidR="00075B35" w:rsidRPr="005020E5" w:rsidRDefault="00075B35" w:rsidP="002E43DD">
            <w:pPr>
              <w:jc w:val="center"/>
              <w:rPr>
                <w:sz w:val="28"/>
                <w:szCs w:val="28"/>
              </w:rPr>
            </w:pPr>
            <w:r w:rsidRPr="005020E5">
              <w:rPr>
                <w:sz w:val="28"/>
                <w:szCs w:val="28"/>
              </w:rPr>
              <w:t>395</w:t>
            </w:r>
          </w:p>
        </w:tc>
        <w:tc>
          <w:tcPr>
            <w:tcW w:w="207" w:type="pct"/>
            <w:tcMar>
              <w:left w:w="28" w:type="dxa"/>
              <w:right w:w="28" w:type="dxa"/>
            </w:tcMar>
          </w:tcPr>
          <w:p w:rsidR="00075B35" w:rsidRPr="005020E5" w:rsidRDefault="00075B35" w:rsidP="002E43DD">
            <w:pPr>
              <w:jc w:val="center"/>
              <w:rPr>
                <w:sz w:val="28"/>
                <w:szCs w:val="28"/>
              </w:rPr>
            </w:pPr>
            <w:r w:rsidRPr="005020E5">
              <w:rPr>
                <w:sz w:val="28"/>
                <w:szCs w:val="28"/>
              </w:rPr>
              <w:t>09</w:t>
            </w:r>
          </w:p>
        </w:tc>
        <w:tc>
          <w:tcPr>
            <w:tcW w:w="230" w:type="pct"/>
            <w:tcMar>
              <w:left w:w="28" w:type="dxa"/>
              <w:right w:w="28" w:type="dxa"/>
            </w:tcMar>
          </w:tcPr>
          <w:p w:rsidR="00075B35" w:rsidRPr="005020E5" w:rsidRDefault="00075B35" w:rsidP="002E4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40" w:type="pct"/>
            <w:tcMar>
              <w:left w:w="28" w:type="dxa"/>
              <w:right w:w="28" w:type="dxa"/>
            </w:tcMar>
          </w:tcPr>
          <w:p w:rsidR="00075B35" w:rsidRPr="005020E5" w:rsidRDefault="00075B35" w:rsidP="002E43DD">
            <w:pPr>
              <w:jc w:val="center"/>
              <w:rPr>
                <w:sz w:val="28"/>
                <w:szCs w:val="28"/>
              </w:rPr>
            </w:pPr>
            <w:r w:rsidRPr="005020E5">
              <w:rPr>
                <w:sz w:val="28"/>
                <w:szCs w:val="28"/>
              </w:rPr>
              <w:t>505 17 02</w:t>
            </w:r>
          </w:p>
        </w:tc>
        <w:tc>
          <w:tcPr>
            <w:tcW w:w="269" w:type="pct"/>
            <w:tcMar>
              <w:left w:w="28" w:type="dxa"/>
              <w:right w:w="28" w:type="dxa"/>
            </w:tcMar>
          </w:tcPr>
          <w:p w:rsidR="00075B35" w:rsidRPr="005020E5" w:rsidRDefault="00075B35" w:rsidP="002E4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5" w:type="pct"/>
            <w:tcMar>
              <w:left w:w="28" w:type="dxa"/>
              <w:right w:w="28" w:type="dxa"/>
            </w:tcMar>
          </w:tcPr>
          <w:p w:rsidR="00075B35" w:rsidRPr="00FB748B" w:rsidRDefault="00075B35" w:rsidP="0090612D">
            <w:pPr>
              <w:ind w:right="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  <w:lang w:val="en-US"/>
              </w:rPr>
              <w:t>10</w:t>
            </w:r>
            <w:r w:rsidRPr="00FB748B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094</w:t>
            </w:r>
            <w:r w:rsidRPr="00FB748B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778</w:t>
            </w:r>
            <w:r w:rsidRPr="00FB748B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6</w:t>
            </w:r>
            <w:r w:rsidRPr="00FB748B">
              <w:rPr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979" w:type="pct"/>
            <w:tcMar>
              <w:left w:w="28" w:type="dxa"/>
              <w:right w:w="28" w:type="dxa"/>
            </w:tcMar>
          </w:tcPr>
          <w:p w:rsidR="00075B35" w:rsidRPr="00FB748B" w:rsidRDefault="00075B35" w:rsidP="009061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  <w:lang w:val="en-US"/>
              </w:rPr>
              <w:t>11</w:t>
            </w:r>
            <w:r w:rsidRPr="00FB748B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530</w:t>
            </w:r>
            <w:r w:rsidRPr="00FB748B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434</w:t>
            </w:r>
            <w:r w:rsidRPr="00FB748B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7</w:t>
            </w:r>
            <w:r w:rsidRPr="00FB748B">
              <w:rPr>
                <w:bCs/>
                <w:color w:val="000000"/>
                <w:sz w:val="28"/>
                <w:szCs w:val="28"/>
              </w:rPr>
              <w:t>00</w:t>
            </w:r>
          </w:p>
        </w:tc>
      </w:tr>
      <w:tr w:rsidR="00075B35" w:rsidRPr="005020E5" w:rsidTr="00D47D99">
        <w:trPr>
          <w:cantSplit/>
          <w:trHeight w:val="274"/>
          <w:jc w:val="right"/>
        </w:trPr>
        <w:tc>
          <w:tcPr>
            <w:tcW w:w="1336" w:type="pct"/>
            <w:tcMar>
              <w:left w:w="28" w:type="dxa"/>
              <w:right w:w="28" w:type="dxa"/>
            </w:tcMar>
          </w:tcPr>
          <w:p w:rsidR="00075B35" w:rsidRPr="005020E5" w:rsidRDefault="00075B35" w:rsidP="009061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тов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ров, работ, услуг в пользу граждан</w:t>
            </w:r>
          </w:p>
        </w:tc>
        <w:tc>
          <w:tcPr>
            <w:tcW w:w="344" w:type="pct"/>
            <w:tcMar>
              <w:left w:w="28" w:type="dxa"/>
              <w:right w:w="28" w:type="dxa"/>
            </w:tcMar>
          </w:tcPr>
          <w:p w:rsidR="00075B35" w:rsidRPr="005020E5" w:rsidRDefault="00075B35" w:rsidP="002E43DD">
            <w:pPr>
              <w:jc w:val="center"/>
              <w:rPr>
                <w:sz w:val="28"/>
                <w:szCs w:val="28"/>
              </w:rPr>
            </w:pPr>
            <w:r w:rsidRPr="005020E5">
              <w:rPr>
                <w:sz w:val="28"/>
                <w:szCs w:val="28"/>
              </w:rPr>
              <w:t>395</w:t>
            </w:r>
          </w:p>
        </w:tc>
        <w:tc>
          <w:tcPr>
            <w:tcW w:w="207" w:type="pct"/>
            <w:tcMar>
              <w:left w:w="28" w:type="dxa"/>
              <w:right w:w="28" w:type="dxa"/>
            </w:tcMar>
          </w:tcPr>
          <w:p w:rsidR="00075B35" w:rsidRPr="005020E5" w:rsidRDefault="00075B35" w:rsidP="002E43DD">
            <w:pPr>
              <w:jc w:val="center"/>
              <w:rPr>
                <w:sz w:val="28"/>
                <w:szCs w:val="28"/>
              </w:rPr>
            </w:pPr>
            <w:r w:rsidRPr="005020E5">
              <w:rPr>
                <w:sz w:val="28"/>
                <w:szCs w:val="28"/>
              </w:rPr>
              <w:t>09</w:t>
            </w:r>
          </w:p>
        </w:tc>
        <w:tc>
          <w:tcPr>
            <w:tcW w:w="230" w:type="pct"/>
            <w:tcMar>
              <w:left w:w="28" w:type="dxa"/>
              <w:right w:w="28" w:type="dxa"/>
            </w:tcMar>
          </w:tcPr>
          <w:p w:rsidR="00075B35" w:rsidRPr="005020E5" w:rsidRDefault="00075B35" w:rsidP="002E43DD">
            <w:pPr>
              <w:jc w:val="center"/>
              <w:rPr>
                <w:sz w:val="28"/>
                <w:szCs w:val="28"/>
              </w:rPr>
            </w:pPr>
            <w:r w:rsidRPr="005020E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640" w:type="pct"/>
            <w:tcMar>
              <w:left w:w="28" w:type="dxa"/>
              <w:right w:w="28" w:type="dxa"/>
            </w:tcMar>
          </w:tcPr>
          <w:p w:rsidR="00075B35" w:rsidRPr="005020E5" w:rsidRDefault="00075B35" w:rsidP="002E43DD">
            <w:pPr>
              <w:jc w:val="center"/>
              <w:rPr>
                <w:sz w:val="28"/>
                <w:szCs w:val="28"/>
              </w:rPr>
            </w:pPr>
            <w:r w:rsidRPr="005020E5">
              <w:rPr>
                <w:sz w:val="28"/>
                <w:szCs w:val="28"/>
              </w:rPr>
              <w:t>505 17 02</w:t>
            </w:r>
          </w:p>
        </w:tc>
        <w:tc>
          <w:tcPr>
            <w:tcW w:w="269" w:type="pct"/>
            <w:tcMar>
              <w:left w:w="28" w:type="dxa"/>
              <w:right w:w="28" w:type="dxa"/>
            </w:tcMar>
          </w:tcPr>
          <w:p w:rsidR="00075B35" w:rsidRPr="005020E5" w:rsidRDefault="00075B35" w:rsidP="002E4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323</w:t>
            </w:r>
          </w:p>
        </w:tc>
        <w:tc>
          <w:tcPr>
            <w:tcW w:w="995" w:type="pct"/>
            <w:tcMar>
              <w:left w:w="28" w:type="dxa"/>
              <w:right w:w="28" w:type="dxa"/>
            </w:tcMar>
          </w:tcPr>
          <w:p w:rsidR="00075B35" w:rsidRPr="00FB748B" w:rsidRDefault="00075B35" w:rsidP="0090612D">
            <w:pPr>
              <w:ind w:right="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  <w:lang w:val="en-US"/>
              </w:rPr>
              <w:t>10</w:t>
            </w:r>
            <w:r w:rsidRPr="00FB748B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094</w:t>
            </w:r>
            <w:r w:rsidRPr="00FB748B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778</w:t>
            </w:r>
            <w:r w:rsidRPr="00FB748B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6</w:t>
            </w:r>
            <w:r w:rsidRPr="00FB748B">
              <w:rPr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979" w:type="pct"/>
            <w:tcMar>
              <w:left w:w="28" w:type="dxa"/>
              <w:right w:w="28" w:type="dxa"/>
            </w:tcMar>
          </w:tcPr>
          <w:p w:rsidR="00075B35" w:rsidRPr="00FB748B" w:rsidRDefault="00075B35" w:rsidP="009061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  <w:lang w:val="en-US"/>
              </w:rPr>
              <w:t>11</w:t>
            </w:r>
            <w:r w:rsidRPr="00FB748B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530</w:t>
            </w:r>
            <w:r w:rsidRPr="00FB748B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434</w:t>
            </w:r>
            <w:r w:rsidRPr="00FB748B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7</w:t>
            </w:r>
            <w:r w:rsidRPr="00FB748B">
              <w:rPr>
                <w:bCs/>
                <w:color w:val="000000"/>
                <w:sz w:val="28"/>
                <w:szCs w:val="28"/>
              </w:rPr>
              <w:t>00</w:t>
            </w:r>
          </w:p>
        </w:tc>
      </w:tr>
      <w:tr w:rsidR="00075B35" w:rsidRPr="005020E5" w:rsidTr="00D47D99">
        <w:trPr>
          <w:cantSplit/>
          <w:trHeight w:val="375"/>
          <w:jc w:val="right"/>
        </w:trPr>
        <w:tc>
          <w:tcPr>
            <w:tcW w:w="1336" w:type="pct"/>
            <w:tcMar>
              <w:left w:w="28" w:type="dxa"/>
              <w:right w:w="28" w:type="dxa"/>
            </w:tcMar>
          </w:tcPr>
          <w:p w:rsidR="00075B35" w:rsidRPr="000E1C53" w:rsidRDefault="00075B35" w:rsidP="009061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печение дополн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тельных видов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ловий оказания м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дицинской помощи, не установленных базовой програ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мой обязательного медицинского 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хования</w:t>
            </w:r>
          </w:p>
        </w:tc>
        <w:tc>
          <w:tcPr>
            <w:tcW w:w="344" w:type="pct"/>
            <w:tcMar>
              <w:left w:w="28" w:type="dxa"/>
              <w:right w:w="28" w:type="dxa"/>
            </w:tcMar>
          </w:tcPr>
          <w:p w:rsidR="00075B35" w:rsidRPr="00C67985" w:rsidRDefault="00075B35" w:rsidP="002E43D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395</w:t>
            </w:r>
          </w:p>
        </w:tc>
        <w:tc>
          <w:tcPr>
            <w:tcW w:w="207" w:type="pct"/>
            <w:tcMar>
              <w:left w:w="28" w:type="dxa"/>
              <w:right w:w="28" w:type="dxa"/>
            </w:tcMar>
          </w:tcPr>
          <w:p w:rsidR="00075B35" w:rsidRPr="00C67985" w:rsidRDefault="00075B35" w:rsidP="002E43D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09</w:t>
            </w:r>
          </w:p>
        </w:tc>
        <w:tc>
          <w:tcPr>
            <w:tcW w:w="230" w:type="pct"/>
            <w:tcMar>
              <w:left w:w="28" w:type="dxa"/>
              <w:right w:w="28" w:type="dxa"/>
            </w:tcMar>
          </w:tcPr>
          <w:p w:rsidR="00075B35" w:rsidRPr="00175A84" w:rsidRDefault="00075B35" w:rsidP="002E4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640" w:type="pct"/>
            <w:tcMar>
              <w:left w:w="28" w:type="dxa"/>
              <w:right w:w="28" w:type="dxa"/>
            </w:tcMar>
          </w:tcPr>
          <w:p w:rsidR="00075B35" w:rsidRPr="00C67985" w:rsidRDefault="00075B35" w:rsidP="002E43D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505 17 99</w:t>
            </w:r>
          </w:p>
        </w:tc>
        <w:tc>
          <w:tcPr>
            <w:tcW w:w="269" w:type="pct"/>
            <w:tcMar>
              <w:left w:w="28" w:type="dxa"/>
              <w:right w:w="28" w:type="dxa"/>
            </w:tcMar>
          </w:tcPr>
          <w:p w:rsidR="00075B35" w:rsidRPr="005020E5" w:rsidRDefault="00075B35" w:rsidP="002E4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5" w:type="pct"/>
            <w:tcMar>
              <w:left w:w="28" w:type="dxa"/>
              <w:right w:w="28" w:type="dxa"/>
            </w:tcMar>
          </w:tcPr>
          <w:p w:rsidR="00075B35" w:rsidRPr="00DF5145" w:rsidRDefault="00075B35" w:rsidP="0090612D">
            <w:pPr>
              <w:ind w:right="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514</w:t>
            </w:r>
            <w:r w:rsidRPr="00DF5145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  <w:lang w:val="en-US"/>
              </w:rPr>
              <w:t>489</w:t>
            </w:r>
            <w:r w:rsidRPr="00DF5145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 w:rsidRPr="00DF5145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79" w:type="pct"/>
            <w:tcMar>
              <w:left w:w="28" w:type="dxa"/>
              <w:right w:w="28" w:type="dxa"/>
            </w:tcMar>
          </w:tcPr>
          <w:p w:rsidR="00075B35" w:rsidRPr="00DF5145" w:rsidRDefault="00075B35" w:rsidP="009061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793</w:t>
            </w:r>
            <w:r w:rsidRPr="00DF5145">
              <w:rPr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color w:val="000000"/>
                <w:sz w:val="28"/>
                <w:szCs w:val="28"/>
                <w:lang w:val="en-US"/>
              </w:rPr>
              <w:t>332</w:t>
            </w:r>
            <w:r w:rsidRPr="00DF5145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  <w:lang w:val="en-US"/>
              </w:rPr>
              <w:t>2</w:t>
            </w:r>
            <w:r w:rsidRPr="00DF5145">
              <w:rPr>
                <w:color w:val="000000"/>
                <w:sz w:val="28"/>
                <w:szCs w:val="28"/>
              </w:rPr>
              <w:t>00</w:t>
            </w:r>
          </w:p>
        </w:tc>
      </w:tr>
      <w:tr w:rsidR="00075B35" w:rsidRPr="005020E5" w:rsidTr="00D47D99">
        <w:trPr>
          <w:cantSplit/>
          <w:trHeight w:val="330"/>
          <w:jc w:val="right"/>
        </w:trPr>
        <w:tc>
          <w:tcPr>
            <w:tcW w:w="1336" w:type="pct"/>
            <w:tcBorders>
              <w:top w:val="nil"/>
            </w:tcBorders>
            <w:noWrap/>
            <w:tcMar>
              <w:left w:w="28" w:type="dxa"/>
              <w:right w:w="28" w:type="dxa"/>
            </w:tcMar>
          </w:tcPr>
          <w:p w:rsidR="00075B35" w:rsidRPr="005020E5" w:rsidRDefault="00075B35" w:rsidP="009061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тов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ров, работ, услуг в пользу граждан</w:t>
            </w:r>
          </w:p>
        </w:tc>
        <w:tc>
          <w:tcPr>
            <w:tcW w:w="344" w:type="pct"/>
            <w:tcMar>
              <w:left w:w="28" w:type="dxa"/>
              <w:right w:w="28" w:type="dxa"/>
            </w:tcMar>
          </w:tcPr>
          <w:p w:rsidR="00075B35" w:rsidRPr="00C67985" w:rsidRDefault="00075B35" w:rsidP="002E43D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395</w:t>
            </w:r>
          </w:p>
        </w:tc>
        <w:tc>
          <w:tcPr>
            <w:tcW w:w="207" w:type="pct"/>
            <w:tcMar>
              <w:left w:w="28" w:type="dxa"/>
              <w:right w:w="28" w:type="dxa"/>
            </w:tcMar>
          </w:tcPr>
          <w:p w:rsidR="00075B35" w:rsidRPr="00C67985" w:rsidRDefault="00075B35" w:rsidP="002E43D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09</w:t>
            </w:r>
          </w:p>
        </w:tc>
        <w:tc>
          <w:tcPr>
            <w:tcW w:w="230" w:type="pct"/>
            <w:tcMar>
              <w:left w:w="28" w:type="dxa"/>
              <w:right w:w="28" w:type="dxa"/>
            </w:tcMar>
          </w:tcPr>
          <w:p w:rsidR="00075B35" w:rsidRPr="00636583" w:rsidRDefault="00075B35" w:rsidP="002E4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40" w:type="pct"/>
            <w:tcMar>
              <w:left w:w="28" w:type="dxa"/>
              <w:right w:w="28" w:type="dxa"/>
            </w:tcMar>
          </w:tcPr>
          <w:p w:rsidR="00075B35" w:rsidRPr="00C67985" w:rsidRDefault="00075B35" w:rsidP="002E43D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505 17 99</w:t>
            </w:r>
          </w:p>
        </w:tc>
        <w:tc>
          <w:tcPr>
            <w:tcW w:w="269" w:type="pct"/>
            <w:tcMar>
              <w:left w:w="28" w:type="dxa"/>
              <w:right w:w="28" w:type="dxa"/>
            </w:tcMar>
          </w:tcPr>
          <w:p w:rsidR="00075B35" w:rsidRPr="00882206" w:rsidRDefault="00075B35" w:rsidP="002E4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323</w:t>
            </w:r>
          </w:p>
        </w:tc>
        <w:tc>
          <w:tcPr>
            <w:tcW w:w="995" w:type="pct"/>
            <w:tcMar>
              <w:left w:w="28" w:type="dxa"/>
              <w:right w:w="28" w:type="dxa"/>
            </w:tcMar>
          </w:tcPr>
          <w:p w:rsidR="00075B35" w:rsidRPr="00DF5145" w:rsidRDefault="00075B35" w:rsidP="0090612D">
            <w:pPr>
              <w:ind w:right="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514</w:t>
            </w:r>
            <w:r w:rsidRPr="00DF5145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  <w:lang w:val="en-US"/>
              </w:rPr>
              <w:t>489</w:t>
            </w:r>
            <w:r w:rsidRPr="00DF5145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 w:rsidRPr="00DF5145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79" w:type="pct"/>
            <w:tcMar>
              <w:left w:w="28" w:type="dxa"/>
              <w:right w:w="28" w:type="dxa"/>
            </w:tcMar>
          </w:tcPr>
          <w:p w:rsidR="00075B35" w:rsidRPr="00DF5145" w:rsidRDefault="00075B35" w:rsidP="009061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793</w:t>
            </w:r>
            <w:r w:rsidRPr="00DF5145">
              <w:rPr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color w:val="000000"/>
                <w:sz w:val="28"/>
                <w:szCs w:val="28"/>
                <w:lang w:val="en-US"/>
              </w:rPr>
              <w:t>332</w:t>
            </w:r>
            <w:r w:rsidRPr="00DF5145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  <w:lang w:val="en-US"/>
              </w:rPr>
              <w:t>2</w:t>
            </w:r>
            <w:r w:rsidRPr="00DF5145">
              <w:rPr>
                <w:color w:val="000000"/>
                <w:sz w:val="28"/>
                <w:szCs w:val="28"/>
              </w:rPr>
              <w:t>00</w:t>
            </w:r>
          </w:p>
        </w:tc>
      </w:tr>
      <w:tr w:rsidR="00075B35" w:rsidRPr="00324271" w:rsidTr="00D47D99">
        <w:trPr>
          <w:cantSplit/>
          <w:trHeight w:val="330"/>
          <w:jc w:val="right"/>
        </w:trPr>
        <w:tc>
          <w:tcPr>
            <w:tcW w:w="1336" w:type="pct"/>
            <w:noWrap/>
            <w:tcMar>
              <w:left w:w="28" w:type="dxa"/>
              <w:right w:w="28" w:type="dxa"/>
            </w:tcMar>
          </w:tcPr>
          <w:p w:rsidR="00075B35" w:rsidRPr="008D44A2" w:rsidRDefault="00075B35" w:rsidP="0090612D">
            <w:pPr>
              <w:rPr>
                <w:sz w:val="28"/>
                <w:szCs w:val="28"/>
              </w:rPr>
            </w:pPr>
            <w:r w:rsidRPr="008D44A2">
              <w:rPr>
                <w:sz w:val="28"/>
                <w:szCs w:val="28"/>
              </w:rPr>
              <w:t>Иные безвозмез</w:t>
            </w:r>
            <w:r w:rsidRPr="008D44A2">
              <w:rPr>
                <w:sz w:val="28"/>
                <w:szCs w:val="28"/>
              </w:rPr>
              <w:t>д</w:t>
            </w:r>
            <w:r w:rsidRPr="008D44A2">
              <w:rPr>
                <w:sz w:val="28"/>
                <w:szCs w:val="28"/>
              </w:rPr>
              <w:t>ные и безвозвра</w:t>
            </w:r>
            <w:r w:rsidRPr="008D44A2">
              <w:rPr>
                <w:sz w:val="28"/>
                <w:szCs w:val="28"/>
              </w:rPr>
              <w:t>т</w:t>
            </w:r>
            <w:r w:rsidRPr="008D44A2">
              <w:rPr>
                <w:sz w:val="28"/>
                <w:szCs w:val="28"/>
              </w:rPr>
              <w:t>ные перечисления</w:t>
            </w:r>
          </w:p>
        </w:tc>
        <w:tc>
          <w:tcPr>
            <w:tcW w:w="344" w:type="pct"/>
            <w:tcMar>
              <w:left w:w="28" w:type="dxa"/>
              <w:right w:w="28" w:type="dxa"/>
            </w:tcMar>
          </w:tcPr>
          <w:p w:rsidR="00075B35" w:rsidRPr="008D44A2" w:rsidRDefault="00075B35" w:rsidP="0025649E">
            <w:pPr>
              <w:jc w:val="center"/>
              <w:rPr>
                <w:sz w:val="28"/>
                <w:szCs w:val="28"/>
              </w:rPr>
            </w:pPr>
            <w:r w:rsidRPr="008D44A2">
              <w:rPr>
                <w:sz w:val="28"/>
                <w:szCs w:val="28"/>
              </w:rPr>
              <w:t>395</w:t>
            </w:r>
          </w:p>
        </w:tc>
        <w:tc>
          <w:tcPr>
            <w:tcW w:w="207" w:type="pct"/>
            <w:tcMar>
              <w:left w:w="28" w:type="dxa"/>
              <w:right w:w="28" w:type="dxa"/>
            </w:tcMar>
          </w:tcPr>
          <w:p w:rsidR="00075B35" w:rsidRPr="008D44A2" w:rsidRDefault="00075B35" w:rsidP="0025649E">
            <w:pPr>
              <w:jc w:val="center"/>
              <w:rPr>
                <w:sz w:val="28"/>
                <w:szCs w:val="28"/>
              </w:rPr>
            </w:pPr>
            <w:r w:rsidRPr="008D44A2">
              <w:rPr>
                <w:sz w:val="28"/>
                <w:szCs w:val="28"/>
              </w:rPr>
              <w:t>09</w:t>
            </w:r>
          </w:p>
        </w:tc>
        <w:tc>
          <w:tcPr>
            <w:tcW w:w="230" w:type="pct"/>
            <w:tcMar>
              <w:left w:w="28" w:type="dxa"/>
              <w:right w:w="28" w:type="dxa"/>
            </w:tcMar>
          </w:tcPr>
          <w:p w:rsidR="00075B35" w:rsidRPr="008D44A2" w:rsidRDefault="00075B35" w:rsidP="0025649E">
            <w:pPr>
              <w:jc w:val="center"/>
              <w:rPr>
                <w:sz w:val="28"/>
                <w:szCs w:val="28"/>
              </w:rPr>
            </w:pPr>
            <w:r w:rsidRPr="008D44A2">
              <w:rPr>
                <w:sz w:val="28"/>
                <w:szCs w:val="28"/>
              </w:rPr>
              <w:t>09</w:t>
            </w:r>
          </w:p>
        </w:tc>
        <w:tc>
          <w:tcPr>
            <w:tcW w:w="640" w:type="pct"/>
            <w:tcMar>
              <w:left w:w="28" w:type="dxa"/>
              <w:right w:w="28" w:type="dxa"/>
            </w:tcMar>
          </w:tcPr>
          <w:p w:rsidR="00075B35" w:rsidRPr="008D44A2" w:rsidRDefault="00075B35" w:rsidP="0025649E">
            <w:pPr>
              <w:jc w:val="center"/>
              <w:rPr>
                <w:sz w:val="28"/>
                <w:szCs w:val="28"/>
              </w:rPr>
            </w:pPr>
            <w:r w:rsidRPr="008D44A2">
              <w:rPr>
                <w:sz w:val="28"/>
                <w:szCs w:val="28"/>
              </w:rPr>
              <w:t>520 00 00</w:t>
            </w:r>
          </w:p>
        </w:tc>
        <w:tc>
          <w:tcPr>
            <w:tcW w:w="269" w:type="pct"/>
            <w:tcMar>
              <w:left w:w="28" w:type="dxa"/>
              <w:right w:w="28" w:type="dxa"/>
            </w:tcMar>
          </w:tcPr>
          <w:p w:rsidR="00075B35" w:rsidRPr="008D44A2" w:rsidRDefault="00075B35" w:rsidP="0025649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5" w:type="pct"/>
            <w:tcMar>
              <w:left w:w="28" w:type="dxa"/>
              <w:right w:w="28" w:type="dxa"/>
            </w:tcMar>
          </w:tcPr>
          <w:p w:rsidR="00075B35" w:rsidRDefault="00075B35" w:rsidP="0090612D">
            <w:pPr>
              <w:spacing w:line="276" w:lineRule="auto"/>
              <w:ind w:right="57"/>
              <w:jc w:val="right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lang w:val="en-US" w:eastAsia="en-US"/>
              </w:rPr>
              <w:t>1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09 </w:t>
            </w:r>
            <w:r>
              <w:rPr>
                <w:bCs/>
                <w:color w:val="000000"/>
                <w:sz w:val="28"/>
                <w:szCs w:val="28"/>
                <w:lang w:val="en-US" w:eastAsia="en-US"/>
              </w:rPr>
              <w:t>000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  <w:r>
              <w:rPr>
                <w:bCs/>
                <w:color w:val="000000"/>
                <w:sz w:val="28"/>
                <w:szCs w:val="28"/>
                <w:lang w:val="en-US" w:eastAsia="en-US"/>
              </w:rPr>
              <w:t>0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00</w:t>
            </w:r>
          </w:p>
        </w:tc>
        <w:tc>
          <w:tcPr>
            <w:tcW w:w="979" w:type="pct"/>
            <w:tcMar>
              <w:left w:w="28" w:type="dxa"/>
              <w:right w:w="28" w:type="dxa"/>
            </w:tcMar>
          </w:tcPr>
          <w:p w:rsidR="00075B35" w:rsidRDefault="00075B35" w:rsidP="0090612D">
            <w:pPr>
              <w:spacing w:line="276" w:lineRule="auto"/>
              <w:jc w:val="right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lang w:val="en-US" w:eastAsia="en-US"/>
              </w:rPr>
              <w:t>1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09 </w:t>
            </w:r>
            <w:r>
              <w:rPr>
                <w:bCs/>
                <w:color w:val="000000"/>
                <w:sz w:val="28"/>
                <w:szCs w:val="28"/>
                <w:lang w:val="en-US" w:eastAsia="en-US"/>
              </w:rPr>
              <w:t>000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  <w:r>
              <w:rPr>
                <w:bCs/>
                <w:color w:val="000000"/>
                <w:sz w:val="28"/>
                <w:szCs w:val="28"/>
                <w:lang w:val="en-US" w:eastAsia="en-US"/>
              </w:rPr>
              <w:t>0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00</w:t>
            </w:r>
          </w:p>
        </w:tc>
      </w:tr>
      <w:tr w:rsidR="00075B35" w:rsidRPr="00324271" w:rsidTr="00D47D99">
        <w:trPr>
          <w:cantSplit/>
          <w:trHeight w:val="330"/>
          <w:jc w:val="right"/>
        </w:trPr>
        <w:tc>
          <w:tcPr>
            <w:tcW w:w="1336" w:type="pct"/>
            <w:noWrap/>
            <w:tcMar>
              <w:left w:w="28" w:type="dxa"/>
              <w:right w:w="28" w:type="dxa"/>
            </w:tcMar>
          </w:tcPr>
          <w:p w:rsidR="00075B35" w:rsidRPr="008D44A2" w:rsidRDefault="00075B35" w:rsidP="0090612D">
            <w:pPr>
              <w:rPr>
                <w:bCs/>
                <w:sz w:val="28"/>
                <w:szCs w:val="28"/>
              </w:rPr>
            </w:pPr>
            <w:r w:rsidRPr="008D44A2">
              <w:rPr>
                <w:bCs/>
                <w:sz w:val="28"/>
                <w:szCs w:val="28"/>
              </w:rPr>
              <w:t>Расходы на осущ</w:t>
            </w:r>
            <w:r w:rsidRPr="008D44A2">
              <w:rPr>
                <w:bCs/>
                <w:sz w:val="28"/>
                <w:szCs w:val="28"/>
              </w:rPr>
              <w:t>е</w:t>
            </w:r>
            <w:r w:rsidRPr="008D44A2">
              <w:rPr>
                <w:bCs/>
                <w:sz w:val="28"/>
                <w:szCs w:val="28"/>
              </w:rPr>
              <w:t>ствление мер соц</w:t>
            </w:r>
            <w:r w:rsidRPr="008D44A2">
              <w:rPr>
                <w:bCs/>
                <w:sz w:val="28"/>
                <w:szCs w:val="28"/>
              </w:rPr>
              <w:t>и</w:t>
            </w:r>
            <w:r w:rsidRPr="008D44A2">
              <w:rPr>
                <w:bCs/>
                <w:sz w:val="28"/>
                <w:szCs w:val="28"/>
              </w:rPr>
              <w:t>альной поддержки работникам учре</w:t>
            </w:r>
            <w:r w:rsidRPr="008D44A2">
              <w:rPr>
                <w:bCs/>
                <w:sz w:val="28"/>
                <w:szCs w:val="28"/>
              </w:rPr>
              <w:t>ж</w:t>
            </w:r>
            <w:r w:rsidRPr="008D44A2">
              <w:rPr>
                <w:bCs/>
                <w:sz w:val="28"/>
                <w:szCs w:val="28"/>
              </w:rPr>
              <w:t>дений здравоохр</w:t>
            </w:r>
            <w:r w:rsidRPr="008D44A2">
              <w:rPr>
                <w:bCs/>
                <w:sz w:val="28"/>
                <w:szCs w:val="28"/>
              </w:rPr>
              <w:t>а</w:t>
            </w:r>
            <w:r w:rsidRPr="008D44A2">
              <w:rPr>
                <w:bCs/>
                <w:sz w:val="28"/>
                <w:szCs w:val="28"/>
              </w:rPr>
              <w:t>нения</w:t>
            </w:r>
          </w:p>
        </w:tc>
        <w:tc>
          <w:tcPr>
            <w:tcW w:w="344" w:type="pct"/>
            <w:tcMar>
              <w:left w:w="28" w:type="dxa"/>
              <w:right w:w="28" w:type="dxa"/>
            </w:tcMar>
          </w:tcPr>
          <w:p w:rsidR="00075B35" w:rsidRPr="008D44A2" w:rsidRDefault="00075B35" w:rsidP="0025649E">
            <w:pPr>
              <w:jc w:val="center"/>
              <w:rPr>
                <w:bCs/>
                <w:sz w:val="28"/>
                <w:szCs w:val="28"/>
              </w:rPr>
            </w:pPr>
            <w:r w:rsidRPr="008D44A2">
              <w:rPr>
                <w:bCs/>
                <w:sz w:val="28"/>
                <w:szCs w:val="28"/>
              </w:rPr>
              <w:t>395</w:t>
            </w:r>
          </w:p>
        </w:tc>
        <w:tc>
          <w:tcPr>
            <w:tcW w:w="207" w:type="pct"/>
            <w:tcMar>
              <w:left w:w="28" w:type="dxa"/>
              <w:right w:w="28" w:type="dxa"/>
            </w:tcMar>
          </w:tcPr>
          <w:p w:rsidR="00075B35" w:rsidRPr="008D44A2" w:rsidRDefault="00075B35" w:rsidP="0025649E">
            <w:pPr>
              <w:jc w:val="center"/>
              <w:rPr>
                <w:bCs/>
                <w:sz w:val="28"/>
                <w:szCs w:val="28"/>
              </w:rPr>
            </w:pPr>
            <w:r w:rsidRPr="008D44A2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230" w:type="pct"/>
            <w:tcMar>
              <w:left w:w="28" w:type="dxa"/>
              <w:right w:w="28" w:type="dxa"/>
            </w:tcMar>
          </w:tcPr>
          <w:p w:rsidR="00075B35" w:rsidRPr="008D44A2" w:rsidRDefault="00075B35" w:rsidP="0025649E">
            <w:pPr>
              <w:jc w:val="center"/>
              <w:rPr>
                <w:bCs/>
                <w:sz w:val="28"/>
                <w:szCs w:val="28"/>
              </w:rPr>
            </w:pPr>
            <w:r w:rsidRPr="008D44A2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640" w:type="pct"/>
            <w:tcMar>
              <w:left w:w="28" w:type="dxa"/>
              <w:right w:w="28" w:type="dxa"/>
            </w:tcMar>
          </w:tcPr>
          <w:p w:rsidR="00075B35" w:rsidRPr="008D44A2" w:rsidRDefault="00075B35" w:rsidP="0025649E">
            <w:pPr>
              <w:jc w:val="center"/>
              <w:rPr>
                <w:bCs/>
                <w:sz w:val="28"/>
                <w:szCs w:val="28"/>
              </w:rPr>
            </w:pPr>
            <w:r w:rsidRPr="008D44A2">
              <w:rPr>
                <w:bCs/>
                <w:sz w:val="28"/>
                <w:szCs w:val="28"/>
              </w:rPr>
              <w:t>520 99 00</w:t>
            </w:r>
          </w:p>
        </w:tc>
        <w:tc>
          <w:tcPr>
            <w:tcW w:w="269" w:type="pct"/>
            <w:tcMar>
              <w:left w:w="28" w:type="dxa"/>
              <w:right w:w="28" w:type="dxa"/>
            </w:tcMar>
          </w:tcPr>
          <w:p w:rsidR="00075B35" w:rsidRPr="008D44A2" w:rsidRDefault="00075B35" w:rsidP="0025649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5" w:type="pct"/>
            <w:tcMar>
              <w:left w:w="28" w:type="dxa"/>
              <w:right w:w="28" w:type="dxa"/>
            </w:tcMar>
          </w:tcPr>
          <w:p w:rsidR="00075B35" w:rsidRDefault="00075B35" w:rsidP="0090612D">
            <w:pPr>
              <w:spacing w:line="276" w:lineRule="auto"/>
              <w:ind w:right="57"/>
              <w:jc w:val="right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lang w:val="en-US" w:eastAsia="en-US"/>
              </w:rPr>
              <w:t>1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09 </w:t>
            </w:r>
            <w:r>
              <w:rPr>
                <w:bCs/>
                <w:color w:val="000000"/>
                <w:sz w:val="28"/>
                <w:szCs w:val="28"/>
                <w:lang w:val="en-US" w:eastAsia="en-US"/>
              </w:rPr>
              <w:t>000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  <w:r>
              <w:rPr>
                <w:bCs/>
                <w:color w:val="000000"/>
                <w:sz w:val="28"/>
                <w:szCs w:val="28"/>
                <w:lang w:val="en-US" w:eastAsia="en-US"/>
              </w:rPr>
              <w:t>0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00</w:t>
            </w:r>
          </w:p>
        </w:tc>
        <w:tc>
          <w:tcPr>
            <w:tcW w:w="979" w:type="pct"/>
            <w:tcMar>
              <w:left w:w="28" w:type="dxa"/>
              <w:right w:w="28" w:type="dxa"/>
            </w:tcMar>
          </w:tcPr>
          <w:p w:rsidR="00075B35" w:rsidRDefault="00075B35" w:rsidP="0090612D">
            <w:pPr>
              <w:spacing w:line="276" w:lineRule="auto"/>
              <w:jc w:val="right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lang w:val="en-US" w:eastAsia="en-US"/>
              </w:rPr>
              <w:t>1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09 </w:t>
            </w:r>
            <w:r>
              <w:rPr>
                <w:bCs/>
                <w:color w:val="000000"/>
                <w:sz w:val="28"/>
                <w:szCs w:val="28"/>
                <w:lang w:val="en-US" w:eastAsia="en-US"/>
              </w:rPr>
              <w:t>000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  <w:r>
              <w:rPr>
                <w:bCs/>
                <w:color w:val="000000"/>
                <w:sz w:val="28"/>
                <w:szCs w:val="28"/>
                <w:lang w:val="en-US" w:eastAsia="en-US"/>
              </w:rPr>
              <w:t>0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00</w:t>
            </w:r>
          </w:p>
        </w:tc>
      </w:tr>
      <w:tr w:rsidR="00075B35" w:rsidRPr="005020E5" w:rsidTr="00D47D99">
        <w:trPr>
          <w:cantSplit/>
          <w:trHeight w:val="330"/>
          <w:jc w:val="right"/>
        </w:trPr>
        <w:tc>
          <w:tcPr>
            <w:tcW w:w="1336" w:type="pct"/>
            <w:tcBorders>
              <w:top w:val="nil"/>
            </w:tcBorders>
            <w:noWrap/>
            <w:tcMar>
              <w:left w:w="28" w:type="dxa"/>
              <w:right w:w="28" w:type="dxa"/>
            </w:tcMar>
          </w:tcPr>
          <w:p w:rsidR="00075B35" w:rsidRPr="008D44A2" w:rsidRDefault="00075B35" w:rsidP="0090612D">
            <w:pPr>
              <w:rPr>
                <w:sz w:val="28"/>
                <w:szCs w:val="28"/>
              </w:rPr>
            </w:pPr>
            <w:r w:rsidRPr="008D44A2">
              <w:rPr>
                <w:sz w:val="28"/>
                <w:szCs w:val="28"/>
              </w:rPr>
              <w:t>Приобретение тов</w:t>
            </w:r>
            <w:r w:rsidRPr="008D44A2">
              <w:rPr>
                <w:sz w:val="28"/>
                <w:szCs w:val="28"/>
              </w:rPr>
              <w:t>а</w:t>
            </w:r>
            <w:r w:rsidRPr="008D44A2">
              <w:rPr>
                <w:sz w:val="28"/>
                <w:szCs w:val="28"/>
              </w:rPr>
              <w:t>ров, работ, услуг в пользу граждан</w:t>
            </w:r>
          </w:p>
        </w:tc>
        <w:tc>
          <w:tcPr>
            <w:tcW w:w="344" w:type="pct"/>
            <w:tcMar>
              <w:left w:w="28" w:type="dxa"/>
              <w:right w:w="28" w:type="dxa"/>
            </w:tcMar>
          </w:tcPr>
          <w:p w:rsidR="00075B35" w:rsidRPr="008D44A2" w:rsidRDefault="00075B35" w:rsidP="0025649E">
            <w:pPr>
              <w:jc w:val="center"/>
              <w:rPr>
                <w:sz w:val="28"/>
                <w:szCs w:val="28"/>
              </w:rPr>
            </w:pPr>
            <w:r w:rsidRPr="008D44A2">
              <w:rPr>
                <w:sz w:val="28"/>
                <w:szCs w:val="28"/>
              </w:rPr>
              <w:t>395</w:t>
            </w:r>
          </w:p>
        </w:tc>
        <w:tc>
          <w:tcPr>
            <w:tcW w:w="207" w:type="pct"/>
            <w:tcMar>
              <w:left w:w="28" w:type="dxa"/>
              <w:right w:w="28" w:type="dxa"/>
            </w:tcMar>
          </w:tcPr>
          <w:p w:rsidR="00075B35" w:rsidRPr="008D44A2" w:rsidRDefault="00075B35" w:rsidP="0025649E">
            <w:pPr>
              <w:jc w:val="center"/>
              <w:rPr>
                <w:sz w:val="28"/>
                <w:szCs w:val="28"/>
              </w:rPr>
            </w:pPr>
            <w:r w:rsidRPr="008D44A2">
              <w:rPr>
                <w:sz w:val="28"/>
                <w:szCs w:val="28"/>
              </w:rPr>
              <w:t>09</w:t>
            </w:r>
          </w:p>
        </w:tc>
        <w:tc>
          <w:tcPr>
            <w:tcW w:w="230" w:type="pct"/>
            <w:tcMar>
              <w:left w:w="28" w:type="dxa"/>
              <w:right w:w="28" w:type="dxa"/>
            </w:tcMar>
          </w:tcPr>
          <w:p w:rsidR="00075B35" w:rsidRPr="008D44A2" w:rsidRDefault="00075B35" w:rsidP="0025649E">
            <w:pPr>
              <w:jc w:val="center"/>
              <w:rPr>
                <w:sz w:val="28"/>
                <w:szCs w:val="28"/>
              </w:rPr>
            </w:pPr>
            <w:r w:rsidRPr="008D44A2">
              <w:rPr>
                <w:sz w:val="28"/>
                <w:szCs w:val="28"/>
              </w:rPr>
              <w:t>09</w:t>
            </w:r>
          </w:p>
        </w:tc>
        <w:tc>
          <w:tcPr>
            <w:tcW w:w="640" w:type="pct"/>
            <w:tcMar>
              <w:left w:w="28" w:type="dxa"/>
              <w:right w:w="28" w:type="dxa"/>
            </w:tcMar>
          </w:tcPr>
          <w:p w:rsidR="00075B35" w:rsidRPr="008D44A2" w:rsidRDefault="00075B35" w:rsidP="0025649E">
            <w:pPr>
              <w:jc w:val="center"/>
              <w:rPr>
                <w:sz w:val="28"/>
                <w:szCs w:val="28"/>
              </w:rPr>
            </w:pPr>
            <w:r w:rsidRPr="008D44A2">
              <w:rPr>
                <w:sz w:val="28"/>
                <w:szCs w:val="28"/>
              </w:rPr>
              <w:t>520 99 00</w:t>
            </w:r>
          </w:p>
        </w:tc>
        <w:tc>
          <w:tcPr>
            <w:tcW w:w="269" w:type="pct"/>
            <w:tcMar>
              <w:left w:w="28" w:type="dxa"/>
              <w:right w:w="28" w:type="dxa"/>
            </w:tcMar>
          </w:tcPr>
          <w:p w:rsidR="00075B35" w:rsidRPr="008D44A2" w:rsidRDefault="00075B35" w:rsidP="0025649E">
            <w:pPr>
              <w:jc w:val="center"/>
              <w:rPr>
                <w:sz w:val="28"/>
                <w:szCs w:val="28"/>
              </w:rPr>
            </w:pPr>
            <w:r w:rsidRPr="008D44A2">
              <w:rPr>
                <w:sz w:val="28"/>
                <w:szCs w:val="28"/>
              </w:rPr>
              <w:t>323</w:t>
            </w:r>
          </w:p>
        </w:tc>
        <w:tc>
          <w:tcPr>
            <w:tcW w:w="995" w:type="pct"/>
            <w:tcMar>
              <w:left w:w="28" w:type="dxa"/>
              <w:right w:w="28" w:type="dxa"/>
            </w:tcMar>
          </w:tcPr>
          <w:p w:rsidR="00075B35" w:rsidRDefault="00075B35" w:rsidP="0090612D">
            <w:pPr>
              <w:spacing w:line="276" w:lineRule="auto"/>
              <w:ind w:right="57"/>
              <w:jc w:val="right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lang w:val="en-US" w:eastAsia="en-US"/>
              </w:rPr>
              <w:t>1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09 </w:t>
            </w:r>
            <w:r>
              <w:rPr>
                <w:bCs/>
                <w:color w:val="000000"/>
                <w:sz w:val="28"/>
                <w:szCs w:val="28"/>
                <w:lang w:val="en-US" w:eastAsia="en-US"/>
              </w:rPr>
              <w:t>000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  <w:r>
              <w:rPr>
                <w:bCs/>
                <w:color w:val="000000"/>
                <w:sz w:val="28"/>
                <w:szCs w:val="28"/>
                <w:lang w:val="en-US" w:eastAsia="en-US"/>
              </w:rPr>
              <w:t>0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00</w:t>
            </w:r>
          </w:p>
        </w:tc>
        <w:tc>
          <w:tcPr>
            <w:tcW w:w="979" w:type="pct"/>
            <w:tcMar>
              <w:left w:w="28" w:type="dxa"/>
              <w:right w:w="28" w:type="dxa"/>
            </w:tcMar>
          </w:tcPr>
          <w:p w:rsidR="00075B35" w:rsidRDefault="00075B35" w:rsidP="0090612D">
            <w:pPr>
              <w:spacing w:line="276" w:lineRule="auto"/>
              <w:jc w:val="right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lang w:val="en-US" w:eastAsia="en-US"/>
              </w:rPr>
              <w:t>1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09 </w:t>
            </w:r>
            <w:r>
              <w:rPr>
                <w:bCs/>
                <w:color w:val="000000"/>
                <w:sz w:val="28"/>
                <w:szCs w:val="28"/>
                <w:lang w:val="en-US" w:eastAsia="en-US"/>
              </w:rPr>
              <w:t>000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  <w:r>
              <w:rPr>
                <w:bCs/>
                <w:color w:val="000000"/>
                <w:sz w:val="28"/>
                <w:szCs w:val="28"/>
                <w:lang w:val="en-US" w:eastAsia="en-US"/>
              </w:rPr>
              <w:t>0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00</w:t>
            </w:r>
          </w:p>
        </w:tc>
      </w:tr>
      <w:tr w:rsidR="00075B35" w:rsidRPr="0090612D" w:rsidTr="00D47D99">
        <w:trPr>
          <w:cantSplit/>
          <w:trHeight w:val="330"/>
          <w:jc w:val="right"/>
        </w:trPr>
        <w:tc>
          <w:tcPr>
            <w:tcW w:w="3026" w:type="pct"/>
            <w:gridSpan w:val="6"/>
            <w:noWrap/>
            <w:tcMar>
              <w:left w:w="28" w:type="dxa"/>
              <w:right w:w="28" w:type="dxa"/>
            </w:tcMar>
          </w:tcPr>
          <w:p w:rsidR="00075B35" w:rsidRPr="0090612D" w:rsidRDefault="00075B35" w:rsidP="0090612D">
            <w:pPr>
              <w:rPr>
                <w:b/>
                <w:sz w:val="28"/>
                <w:szCs w:val="28"/>
              </w:rPr>
            </w:pPr>
            <w:r w:rsidRPr="0090612D">
              <w:rPr>
                <w:b/>
                <w:sz w:val="28"/>
                <w:szCs w:val="28"/>
              </w:rPr>
              <w:t>Всего расходов</w:t>
            </w:r>
          </w:p>
        </w:tc>
        <w:tc>
          <w:tcPr>
            <w:tcW w:w="995" w:type="pct"/>
            <w:tcMar>
              <w:left w:w="28" w:type="dxa"/>
              <w:right w:w="28" w:type="dxa"/>
            </w:tcMar>
          </w:tcPr>
          <w:p w:rsidR="00075B35" w:rsidRPr="0090612D" w:rsidRDefault="00075B35" w:rsidP="0090612D">
            <w:pPr>
              <w:jc w:val="right"/>
              <w:rPr>
                <w:b/>
                <w:sz w:val="28"/>
                <w:szCs w:val="28"/>
              </w:rPr>
            </w:pPr>
            <w:r w:rsidRPr="0090612D">
              <w:rPr>
                <w:b/>
                <w:bCs/>
                <w:color w:val="000000"/>
                <w:sz w:val="28"/>
                <w:szCs w:val="28"/>
                <w:lang w:val="en-US"/>
              </w:rPr>
              <w:t>10</w:t>
            </w:r>
            <w:r w:rsidRPr="0090612D">
              <w:rPr>
                <w:b/>
                <w:bCs/>
                <w:color w:val="000000"/>
                <w:sz w:val="28"/>
                <w:szCs w:val="28"/>
              </w:rPr>
              <w:t> </w:t>
            </w:r>
            <w:r w:rsidRPr="0090612D">
              <w:rPr>
                <w:b/>
                <w:bCs/>
                <w:color w:val="000000"/>
                <w:sz w:val="28"/>
                <w:szCs w:val="28"/>
                <w:lang w:val="en-US"/>
              </w:rPr>
              <w:t>800</w:t>
            </w:r>
            <w:r w:rsidRPr="0090612D">
              <w:rPr>
                <w:b/>
                <w:bCs/>
                <w:color w:val="000000"/>
                <w:sz w:val="28"/>
                <w:szCs w:val="28"/>
              </w:rPr>
              <w:t> </w:t>
            </w:r>
            <w:r w:rsidRPr="0090612D">
              <w:rPr>
                <w:b/>
                <w:bCs/>
                <w:color w:val="000000"/>
                <w:sz w:val="28"/>
                <w:szCs w:val="28"/>
                <w:lang w:val="en-US"/>
              </w:rPr>
              <w:t>056</w:t>
            </w:r>
            <w:r w:rsidRPr="0090612D">
              <w:rPr>
                <w:b/>
                <w:bCs/>
                <w:color w:val="000000"/>
                <w:sz w:val="28"/>
                <w:szCs w:val="28"/>
              </w:rPr>
              <w:t> </w:t>
            </w:r>
            <w:r w:rsidRPr="0090612D">
              <w:rPr>
                <w:b/>
                <w:bCs/>
                <w:color w:val="000000"/>
                <w:sz w:val="28"/>
                <w:szCs w:val="28"/>
                <w:lang w:val="en-US"/>
              </w:rPr>
              <w:t>2</w:t>
            </w:r>
            <w:r w:rsidRPr="0090612D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979" w:type="pct"/>
            <w:tcMar>
              <w:left w:w="28" w:type="dxa"/>
              <w:right w:w="28" w:type="dxa"/>
            </w:tcMar>
          </w:tcPr>
          <w:p w:rsidR="00075B35" w:rsidRPr="0090612D" w:rsidRDefault="00075B35" w:rsidP="0090612D">
            <w:pPr>
              <w:jc w:val="right"/>
              <w:rPr>
                <w:b/>
                <w:sz w:val="28"/>
                <w:szCs w:val="28"/>
              </w:rPr>
            </w:pPr>
            <w:r w:rsidRPr="0090612D">
              <w:rPr>
                <w:b/>
                <w:bCs/>
                <w:color w:val="000000"/>
                <w:sz w:val="28"/>
                <w:szCs w:val="28"/>
                <w:lang w:val="en-US"/>
              </w:rPr>
              <w:t>12</w:t>
            </w:r>
            <w:r w:rsidRPr="0090612D">
              <w:rPr>
                <w:b/>
                <w:bCs/>
                <w:color w:val="000000"/>
                <w:sz w:val="28"/>
                <w:szCs w:val="28"/>
              </w:rPr>
              <w:t> </w:t>
            </w:r>
            <w:r w:rsidRPr="0090612D">
              <w:rPr>
                <w:b/>
                <w:bCs/>
                <w:color w:val="000000"/>
                <w:sz w:val="28"/>
                <w:szCs w:val="28"/>
                <w:lang w:val="en-US"/>
              </w:rPr>
              <w:t>515</w:t>
            </w:r>
            <w:r w:rsidRPr="0090612D">
              <w:rPr>
                <w:b/>
                <w:bCs/>
                <w:color w:val="000000"/>
                <w:sz w:val="28"/>
                <w:szCs w:val="28"/>
              </w:rPr>
              <w:t> </w:t>
            </w:r>
            <w:r w:rsidRPr="0090612D">
              <w:rPr>
                <w:b/>
                <w:bCs/>
                <w:color w:val="000000"/>
                <w:sz w:val="28"/>
                <w:szCs w:val="28"/>
                <w:lang w:val="en-US"/>
              </w:rPr>
              <w:t>806</w:t>
            </w:r>
            <w:r w:rsidRPr="0090612D">
              <w:rPr>
                <w:b/>
                <w:bCs/>
                <w:color w:val="000000"/>
                <w:sz w:val="28"/>
                <w:szCs w:val="28"/>
              </w:rPr>
              <w:t> </w:t>
            </w:r>
            <w:r w:rsidRPr="0090612D">
              <w:rPr>
                <w:b/>
                <w:bCs/>
                <w:color w:val="000000"/>
                <w:sz w:val="28"/>
                <w:szCs w:val="28"/>
                <w:lang w:val="en-US"/>
              </w:rPr>
              <w:t>5</w:t>
            </w:r>
            <w:r w:rsidRPr="0090612D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</w:tr>
    </w:tbl>
    <w:p w:rsidR="00075B35" w:rsidRDefault="00075B35" w:rsidP="00D938A7">
      <w:pPr>
        <w:jc w:val="center"/>
      </w:pPr>
    </w:p>
    <w:sectPr w:rsidR="00075B35" w:rsidSect="006252E5">
      <w:headerReference w:type="default" r:id="rId6"/>
      <w:pgSz w:w="11906" w:h="16838" w:code="9"/>
      <w:pgMar w:top="1134" w:right="851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5B35" w:rsidRDefault="00075B35" w:rsidP="0092753E">
      <w:r>
        <w:separator/>
      </w:r>
    </w:p>
  </w:endnote>
  <w:endnote w:type="continuationSeparator" w:id="0">
    <w:p w:rsidR="00075B35" w:rsidRDefault="00075B35" w:rsidP="00927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5B35" w:rsidRDefault="00075B35" w:rsidP="0092753E">
      <w:r>
        <w:separator/>
      </w:r>
    </w:p>
  </w:footnote>
  <w:footnote w:type="continuationSeparator" w:id="0">
    <w:p w:rsidR="00075B35" w:rsidRDefault="00075B35" w:rsidP="009275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B35" w:rsidRDefault="00075B35">
    <w:pPr>
      <w:pStyle w:val="Header"/>
      <w:jc w:val="center"/>
    </w:pPr>
    <w:fldSimple w:instr=" PAGE   \* MERGEFORMAT ">
      <w:r>
        <w:rPr>
          <w:noProof/>
        </w:rPr>
        <w:t>3</w:t>
      </w:r>
    </w:fldSimple>
  </w:p>
  <w:p w:rsidR="00075B35" w:rsidRDefault="00075B3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753E"/>
    <w:rsid w:val="0000106F"/>
    <w:rsid w:val="00002256"/>
    <w:rsid w:val="000026BD"/>
    <w:rsid w:val="00002754"/>
    <w:rsid w:val="000027B8"/>
    <w:rsid w:val="00002987"/>
    <w:rsid w:val="00002DBF"/>
    <w:rsid w:val="00003254"/>
    <w:rsid w:val="00003EBB"/>
    <w:rsid w:val="00004E12"/>
    <w:rsid w:val="00005015"/>
    <w:rsid w:val="00005037"/>
    <w:rsid w:val="000054C4"/>
    <w:rsid w:val="00006696"/>
    <w:rsid w:val="0001017C"/>
    <w:rsid w:val="00010A5C"/>
    <w:rsid w:val="000112EC"/>
    <w:rsid w:val="00011FCD"/>
    <w:rsid w:val="00012E85"/>
    <w:rsid w:val="000131F1"/>
    <w:rsid w:val="000147DB"/>
    <w:rsid w:val="00014E40"/>
    <w:rsid w:val="00014E8D"/>
    <w:rsid w:val="000178C6"/>
    <w:rsid w:val="0001791E"/>
    <w:rsid w:val="00020513"/>
    <w:rsid w:val="00020846"/>
    <w:rsid w:val="00020863"/>
    <w:rsid w:val="00021B13"/>
    <w:rsid w:val="00022409"/>
    <w:rsid w:val="0002355B"/>
    <w:rsid w:val="000235C5"/>
    <w:rsid w:val="00023E1A"/>
    <w:rsid w:val="000245F4"/>
    <w:rsid w:val="00025E75"/>
    <w:rsid w:val="0002635F"/>
    <w:rsid w:val="0002777F"/>
    <w:rsid w:val="0003065B"/>
    <w:rsid w:val="00030676"/>
    <w:rsid w:val="000309DD"/>
    <w:rsid w:val="000313E5"/>
    <w:rsid w:val="000316C0"/>
    <w:rsid w:val="00032252"/>
    <w:rsid w:val="00034AF3"/>
    <w:rsid w:val="00035547"/>
    <w:rsid w:val="00035ABF"/>
    <w:rsid w:val="00035B27"/>
    <w:rsid w:val="000362CC"/>
    <w:rsid w:val="000362E6"/>
    <w:rsid w:val="00036E28"/>
    <w:rsid w:val="000377B4"/>
    <w:rsid w:val="00043F97"/>
    <w:rsid w:val="0004589B"/>
    <w:rsid w:val="000463DC"/>
    <w:rsid w:val="00046EDF"/>
    <w:rsid w:val="00047D54"/>
    <w:rsid w:val="0005099E"/>
    <w:rsid w:val="00051D9B"/>
    <w:rsid w:val="00054267"/>
    <w:rsid w:val="00055BC2"/>
    <w:rsid w:val="00057D77"/>
    <w:rsid w:val="0006105E"/>
    <w:rsid w:val="00062A20"/>
    <w:rsid w:val="000636B3"/>
    <w:rsid w:val="00064216"/>
    <w:rsid w:val="00064623"/>
    <w:rsid w:val="00064C76"/>
    <w:rsid w:val="0006732A"/>
    <w:rsid w:val="000676DF"/>
    <w:rsid w:val="000705FA"/>
    <w:rsid w:val="00070634"/>
    <w:rsid w:val="00070D73"/>
    <w:rsid w:val="00075B35"/>
    <w:rsid w:val="00075DA2"/>
    <w:rsid w:val="00081DE5"/>
    <w:rsid w:val="0008362B"/>
    <w:rsid w:val="00083E5F"/>
    <w:rsid w:val="00084B86"/>
    <w:rsid w:val="00085937"/>
    <w:rsid w:val="000860C0"/>
    <w:rsid w:val="00086EC9"/>
    <w:rsid w:val="00087790"/>
    <w:rsid w:val="00091188"/>
    <w:rsid w:val="000917FA"/>
    <w:rsid w:val="00092B0D"/>
    <w:rsid w:val="00092D98"/>
    <w:rsid w:val="00095A6A"/>
    <w:rsid w:val="00095FBF"/>
    <w:rsid w:val="0009748A"/>
    <w:rsid w:val="000A0A5E"/>
    <w:rsid w:val="000A1554"/>
    <w:rsid w:val="000A31EA"/>
    <w:rsid w:val="000A4ECF"/>
    <w:rsid w:val="000A4F67"/>
    <w:rsid w:val="000A5C76"/>
    <w:rsid w:val="000A665E"/>
    <w:rsid w:val="000A6A72"/>
    <w:rsid w:val="000B328D"/>
    <w:rsid w:val="000B4CB3"/>
    <w:rsid w:val="000B4F49"/>
    <w:rsid w:val="000B5732"/>
    <w:rsid w:val="000B7047"/>
    <w:rsid w:val="000B74E1"/>
    <w:rsid w:val="000C2621"/>
    <w:rsid w:val="000C34EC"/>
    <w:rsid w:val="000C57EC"/>
    <w:rsid w:val="000C68A9"/>
    <w:rsid w:val="000C787A"/>
    <w:rsid w:val="000C78E7"/>
    <w:rsid w:val="000D1D41"/>
    <w:rsid w:val="000D30F3"/>
    <w:rsid w:val="000D43B8"/>
    <w:rsid w:val="000D4C1F"/>
    <w:rsid w:val="000D537B"/>
    <w:rsid w:val="000D571E"/>
    <w:rsid w:val="000D6110"/>
    <w:rsid w:val="000D7BCB"/>
    <w:rsid w:val="000E0CED"/>
    <w:rsid w:val="000E1760"/>
    <w:rsid w:val="000E1C53"/>
    <w:rsid w:val="000E3997"/>
    <w:rsid w:val="000E4689"/>
    <w:rsid w:val="000E64D0"/>
    <w:rsid w:val="000F128B"/>
    <w:rsid w:val="000F2098"/>
    <w:rsid w:val="000F27E6"/>
    <w:rsid w:val="000F2CC1"/>
    <w:rsid w:val="000F5A55"/>
    <w:rsid w:val="000F6ED2"/>
    <w:rsid w:val="001006C5"/>
    <w:rsid w:val="00100C36"/>
    <w:rsid w:val="00100D61"/>
    <w:rsid w:val="001015AE"/>
    <w:rsid w:val="00102C64"/>
    <w:rsid w:val="00102F51"/>
    <w:rsid w:val="001032E0"/>
    <w:rsid w:val="0010422B"/>
    <w:rsid w:val="00104343"/>
    <w:rsid w:val="0010436A"/>
    <w:rsid w:val="0010485B"/>
    <w:rsid w:val="00105EA2"/>
    <w:rsid w:val="00106FBE"/>
    <w:rsid w:val="001113C0"/>
    <w:rsid w:val="00111670"/>
    <w:rsid w:val="0011311D"/>
    <w:rsid w:val="001154F3"/>
    <w:rsid w:val="001159DB"/>
    <w:rsid w:val="00116922"/>
    <w:rsid w:val="001179E0"/>
    <w:rsid w:val="001223B6"/>
    <w:rsid w:val="00124C9C"/>
    <w:rsid w:val="00124EF6"/>
    <w:rsid w:val="00125334"/>
    <w:rsid w:val="001253A1"/>
    <w:rsid w:val="0012551C"/>
    <w:rsid w:val="00125CF5"/>
    <w:rsid w:val="00126D1B"/>
    <w:rsid w:val="00127945"/>
    <w:rsid w:val="00130FBB"/>
    <w:rsid w:val="00132C65"/>
    <w:rsid w:val="0013304D"/>
    <w:rsid w:val="00134267"/>
    <w:rsid w:val="00135E00"/>
    <w:rsid w:val="001406AF"/>
    <w:rsid w:val="00140D62"/>
    <w:rsid w:val="00141616"/>
    <w:rsid w:val="00142A8D"/>
    <w:rsid w:val="00142E27"/>
    <w:rsid w:val="001457F1"/>
    <w:rsid w:val="001464FC"/>
    <w:rsid w:val="00150062"/>
    <w:rsid w:val="0015142D"/>
    <w:rsid w:val="001527F4"/>
    <w:rsid w:val="00154DDF"/>
    <w:rsid w:val="001569F1"/>
    <w:rsid w:val="00156EDD"/>
    <w:rsid w:val="00157BE1"/>
    <w:rsid w:val="00160FF9"/>
    <w:rsid w:val="0016117E"/>
    <w:rsid w:val="00161579"/>
    <w:rsid w:val="001618C0"/>
    <w:rsid w:val="001621E5"/>
    <w:rsid w:val="00162A23"/>
    <w:rsid w:val="00164071"/>
    <w:rsid w:val="00164DB9"/>
    <w:rsid w:val="00165306"/>
    <w:rsid w:val="00165A45"/>
    <w:rsid w:val="0016670C"/>
    <w:rsid w:val="00166D37"/>
    <w:rsid w:val="001727FA"/>
    <w:rsid w:val="00172F3E"/>
    <w:rsid w:val="001734C0"/>
    <w:rsid w:val="00173A41"/>
    <w:rsid w:val="00173BB0"/>
    <w:rsid w:val="00175A84"/>
    <w:rsid w:val="00176560"/>
    <w:rsid w:val="00182F4D"/>
    <w:rsid w:val="00185477"/>
    <w:rsid w:val="001861FA"/>
    <w:rsid w:val="001864E4"/>
    <w:rsid w:val="00190D22"/>
    <w:rsid w:val="0019115E"/>
    <w:rsid w:val="00191BF3"/>
    <w:rsid w:val="0019389B"/>
    <w:rsid w:val="0019438F"/>
    <w:rsid w:val="00194622"/>
    <w:rsid w:val="00194A6A"/>
    <w:rsid w:val="00194BA5"/>
    <w:rsid w:val="001962E7"/>
    <w:rsid w:val="00196561"/>
    <w:rsid w:val="00196911"/>
    <w:rsid w:val="001A03B4"/>
    <w:rsid w:val="001A3A98"/>
    <w:rsid w:val="001A438A"/>
    <w:rsid w:val="001A557C"/>
    <w:rsid w:val="001B0FC5"/>
    <w:rsid w:val="001B158B"/>
    <w:rsid w:val="001B20A6"/>
    <w:rsid w:val="001C0360"/>
    <w:rsid w:val="001C05A9"/>
    <w:rsid w:val="001C3C39"/>
    <w:rsid w:val="001C43D6"/>
    <w:rsid w:val="001C6376"/>
    <w:rsid w:val="001C705C"/>
    <w:rsid w:val="001D1358"/>
    <w:rsid w:val="001D2D47"/>
    <w:rsid w:val="001D402D"/>
    <w:rsid w:val="001D4654"/>
    <w:rsid w:val="001D4895"/>
    <w:rsid w:val="001D6F13"/>
    <w:rsid w:val="001E0C71"/>
    <w:rsid w:val="001E155D"/>
    <w:rsid w:val="001E21F6"/>
    <w:rsid w:val="001E4C57"/>
    <w:rsid w:val="001E5EA3"/>
    <w:rsid w:val="001E72E5"/>
    <w:rsid w:val="001E7542"/>
    <w:rsid w:val="001F0877"/>
    <w:rsid w:val="001F0C5C"/>
    <w:rsid w:val="001F1A0E"/>
    <w:rsid w:val="001F1B4A"/>
    <w:rsid w:val="001F1C8E"/>
    <w:rsid w:val="001F2DE6"/>
    <w:rsid w:val="001F414E"/>
    <w:rsid w:val="001F7BF3"/>
    <w:rsid w:val="00200D5D"/>
    <w:rsid w:val="00201D31"/>
    <w:rsid w:val="00203505"/>
    <w:rsid w:val="00205E0E"/>
    <w:rsid w:val="0020611A"/>
    <w:rsid w:val="00207394"/>
    <w:rsid w:val="00210535"/>
    <w:rsid w:val="00211398"/>
    <w:rsid w:val="00211DC2"/>
    <w:rsid w:val="002128DB"/>
    <w:rsid w:val="00212B3F"/>
    <w:rsid w:val="00216168"/>
    <w:rsid w:val="00217A3A"/>
    <w:rsid w:val="00217AD8"/>
    <w:rsid w:val="00217B7A"/>
    <w:rsid w:val="002202DD"/>
    <w:rsid w:val="00220830"/>
    <w:rsid w:val="00220AEC"/>
    <w:rsid w:val="00220B83"/>
    <w:rsid w:val="002219A4"/>
    <w:rsid w:val="0022249A"/>
    <w:rsid w:val="00223A0A"/>
    <w:rsid w:val="00226F20"/>
    <w:rsid w:val="00227B5F"/>
    <w:rsid w:val="00230393"/>
    <w:rsid w:val="00230F71"/>
    <w:rsid w:val="00235A16"/>
    <w:rsid w:val="002364F6"/>
    <w:rsid w:val="00237A14"/>
    <w:rsid w:val="00237B5D"/>
    <w:rsid w:val="002424D2"/>
    <w:rsid w:val="00242B28"/>
    <w:rsid w:val="002445A9"/>
    <w:rsid w:val="00245E5B"/>
    <w:rsid w:val="00246550"/>
    <w:rsid w:val="00247B9A"/>
    <w:rsid w:val="00250A03"/>
    <w:rsid w:val="00252AC2"/>
    <w:rsid w:val="00253A93"/>
    <w:rsid w:val="00254D48"/>
    <w:rsid w:val="0025649E"/>
    <w:rsid w:val="00257793"/>
    <w:rsid w:val="00260094"/>
    <w:rsid w:val="002636E4"/>
    <w:rsid w:val="002637BF"/>
    <w:rsid w:val="00266587"/>
    <w:rsid w:val="00266A17"/>
    <w:rsid w:val="0026708A"/>
    <w:rsid w:val="00267A35"/>
    <w:rsid w:val="00270290"/>
    <w:rsid w:val="00272778"/>
    <w:rsid w:val="00273797"/>
    <w:rsid w:val="00273A6B"/>
    <w:rsid w:val="00274C5C"/>
    <w:rsid w:val="0027545C"/>
    <w:rsid w:val="0027565B"/>
    <w:rsid w:val="00277168"/>
    <w:rsid w:val="00277BFB"/>
    <w:rsid w:val="00280DA4"/>
    <w:rsid w:val="002824D6"/>
    <w:rsid w:val="00282839"/>
    <w:rsid w:val="00282998"/>
    <w:rsid w:val="0028336D"/>
    <w:rsid w:val="0028350E"/>
    <w:rsid w:val="002839D8"/>
    <w:rsid w:val="00283E26"/>
    <w:rsid w:val="00283F42"/>
    <w:rsid w:val="00284124"/>
    <w:rsid w:val="00287958"/>
    <w:rsid w:val="00291634"/>
    <w:rsid w:val="002944B9"/>
    <w:rsid w:val="002948D5"/>
    <w:rsid w:val="00295180"/>
    <w:rsid w:val="00296D9B"/>
    <w:rsid w:val="002970C2"/>
    <w:rsid w:val="002A4121"/>
    <w:rsid w:val="002A5789"/>
    <w:rsid w:val="002A6481"/>
    <w:rsid w:val="002B19E1"/>
    <w:rsid w:val="002B39F1"/>
    <w:rsid w:val="002B4005"/>
    <w:rsid w:val="002B6DE7"/>
    <w:rsid w:val="002B6FF9"/>
    <w:rsid w:val="002C0868"/>
    <w:rsid w:val="002C14FF"/>
    <w:rsid w:val="002C1B71"/>
    <w:rsid w:val="002C24E1"/>
    <w:rsid w:val="002C6C2E"/>
    <w:rsid w:val="002C796F"/>
    <w:rsid w:val="002D01D7"/>
    <w:rsid w:val="002D07AB"/>
    <w:rsid w:val="002D0B0C"/>
    <w:rsid w:val="002D113A"/>
    <w:rsid w:val="002D122A"/>
    <w:rsid w:val="002D208E"/>
    <w:rsid w:val="002D5EEE"/>
    <w:rsid w:val="002E2B34"/>
    <w:rsid w:val="002E2C17"/>
    <w:rsid w:val="002E32F7"/>
    <w:rsid w:val="002E43DD"/>
    <w:rsid w:val="002E5628"/>
    <w:rsid w:val="002E613E"/>
    <w:rsid w:val="002E78B5"/>
    <w:rsid w:val="002E7A96"/>
    <w:rsid w:val="002F0143"/>
    <w:rsid w:val="002F04E2"/>
    <w:rsid w:val="002F1260"/>
    <w:rsid w:val="002F183B"/>
    <w:rsid w:val="002F2423"/>
    <w:rsid w:val="002F422C"/>
    <w:rsid w:val="002F4B9F"/>
    <w:rsid w:val="002F609E"/>
    <w:rsid w:val="002F67F6"/>
    <w:rsid w:val="002F680C"/>
    <w:rsid w:val="002F70FD"/>
    <w:rsid w:val="00300905"/>
    <w:rsid w:val="00300AF3"/>
    <w:rsid w:val="003012E3"/>
    <w:rsid w:val="00301894"/>
    <w:rsid w:val="00302131"/>
    <w:rsid w:val="00302984"/>
    <w:rsid w:val="00302EE5"/>
    <w:rsid w:val="00303898"/>
    <w:rsid w:val="00305517"/>
    <w:rsid w:val="003063CB"/>
    <w:rsid w:val="003076AF"/>
    <w:rsid w:val="00310053"/>
    <w:rsid w:val="0031145A"/>
    <w:rsid w:val="0031726D"/>
    <w:rsid w:val="00321D63"/>
    <w:rsid w:val="00322A7F"/>
    <w:rsid w:val="00323CB6"/>
    <w:rsid w:val="00324271"/>
    <w:rsid w:val="00324364"/>
    <w:rsid w:val="0032472A"/>
    <w:rsid w:val="00326714"/>
    <w:rsid w:val="00330A60"/>
    <w:rsid w:val="003319C0"/>
    <w:rsid w:val="00334DEE"/>
    <w:rsid w:val="00335A3B"/>
    <w:rsid w:val="00335F38"/>
    <w:rsid w:val="00337A13"/>
    <w:rsid w:val="0034005B"/>
    <w:rsid w:val="00342B50"/>
    <w:rsid w:val="00342C56"/>
    <w:rsid w:val="0034436B"/>
    <w:rsid w:val="00346A74"/>
    <w:rsid w:val="00346C66"/>
    <w:rsid w:val="003476A1"/>
    <w:rsid w:val="00350136"/>
    <w:rsid w:val="00350BD4"/>
    <w:rsid w:val="00351A0F"/>
    <w:rsid w:val="0035306C"/>
    <w:rsid w:val="00355B2B"/>
    <w:rsid w:val="00356987"/>
    <w:rsid w:val="003576D5"/>
    <w:rsid w:val="0036071C"/>
    <w:rsid w:val="0036344E"/>
    <w:rsid w:val="003636D3"/>
    <w:rsid w:val="00363B79"/>
    <w:rsid w:val="00364EBE"/>
    <w:rsid w:val="0036503F"/>
    <w:rsid w:val="0036515C"/>
    <w:rsid w:val="0036660D"/>
    <w:rsid w:val="0036738F"/>
    <w:rsid w:val="00374111"/>
    <w:rsid w:val="003774D6"/>
    <w:rsid w:val="003804FF"/>
    <w:rsid w:val="00381DE5"/>
    <w:rsid w:val="003837C3"/>
    <w:rsid w:val="00384413"/>
    <w:rsid w:val="00384976"/>
    <w:rsid w:val="0038669A"/>
    <w:rsid w:val="00386F37"/>
    <w:rsid w:val="00390245"/>
    <w:rsid w:val="00390387"/>
    <w:rsid w:val="00390C89"/>
    <w:rsid w:val="00392FC5"/>
    <w:rsid w:val="003937D0"/>
    <w:rsid w:val="00393DEE"/>
    <w:rsid w:val="00395B31"/>
    <w:rsid w:val="00395F17"/>
    <w:rsid w:val="0039784F"/>
    <w:rsid w:val="003A0C51"/>
    <w:rsid w:val="003A3498"/>
    <w:rsid w:val="003A3B89"/>
    <w:rsid w:val="003A4B80"/>
    <w:rsid w:val="003A64A9"/>
    <w:rsid w:val="003B1C66"/>
    <w:rsid w:val="003B2FFA"/>
    <w:rsid w:val="003B31B3"/>
    <w:rsid w:val="003B50B8"/>
    <w:rsid w:val="003B5587"/>
    <w:rsid w:val="003B771E"/>
    <w:rsid w:val="003C04EC"/>
    <w:rsid w:val="003C18F1"/>
    <w:rsid w:val="003C3881"/>
    <w:rsid w:val="003C4BBD"/>
    <w:rsid w:val="003C6FB3"/>
    <w:rsid w:val="003D0717"/>
    <w:rsid w:val="003D074E"/>
    <w:rsid w:val="003D0C07"/>
    <w:rsid w:val="003D125D"/>
    <w:rsid w:val="003D2186"/>
    <w:rsid w:val="003D38DC"/>
    <w:rsid w:val="003D42CB"/>
    <w:rsid w:val="003D64FD"/>
    <w:rsid w:val="003E348D"/>
    <w:rsid w:val="003E4A22"/>
    <w:rsid w:val="003E4DC9"/>
    <w:rsid w:val="003F0281"/>
    <w:rsid w:val="003F4B32"/>
    <w:rsid w:val="003F51E2"/>
    <w:rsid w:val="003F5B50"/>
    <w:rsid w:val="003F7ACC"/>
    <w:rsid w:val="003F7C6B"/>
    <w:rsid w:val="00400CF2"/>
    <w:rsid w:val="004010DF"/>
    <w:rsid w:val="00401366"/>
    <w:rsid w:val="00401684"/>
    <w:rsid w:val="00403085"/>
    <w:rsid w:val="00403E85"/>
    <w:rsid w:val="004045B3"/>
    <w:rsid w:val="00407A8F"/>
    <w:rsid w:val="00407E9C"/>
    <w:rsid w:val="00414399"/>
    <w:rsid w:val="00415E0B"/>
    <w:rsid w:val="0041630C"/>
    <w:rsid w:val="00416944"/>
    <w:rsid w:val="00416D1C"/>
    <w:rsid w:val="00416EC8"/>
    <w:rsid w:val="00420A52"/>
    <w:rsid w:val="00421985"/>
    <w:rsid w:val="00421B06"/>
    <w:rsid w:val="004231B2"/>
    <w:rsid w:val="0042585D"/>
    <w:rsid w:val="00426965"/>
    <w:rsid w:val="0042729D"/>
    <w:rsid w:val="0043065D"/>
    <w:rsid w:val="00430710"/>
    <w:rsid w:val="00431678"/>
    <w:rsid w:val="00431753"/>
    <w:rsid w:val="00433676"/>
    <w:rsid w:val="00435C64"/>
    <w:rsid w:val="004368BE"/>
    <w:rsid w:val="00437970"/>
    <w:rsid w:val="00440187"/>
    <w:rsid w:val="00442D66"/>
    <w:rsid w:val="004467BF"/>
    <w:rsid w:val="00446F0B"/>
    <w:rsid w:val="0045048E"/>
    <w:rsid w:val="00450E74"/>
    <w:rsid w:val="00451206"/>
    <w:rsid w:val="00451B69"/>
    <w:rsid w:val="0045443F"/>
    <w:rsid w:val="00454F97"/>
    <w:rsid w:val="0045545D"/>
    <w:rsid w:val="00456431"/>
    <w:rsid w:val="00456455"/>
    <w:rsid w:val="00457E53"/>
    <w:rsid w:val="004612B0"/>
    <w:rsid w:val="004622B2"/>
    <w:rsid w:val="004622D2"/>
    <w:rsid w:val="0046306D"/>
    <w:rsid w:val="0046453F"/>
    <w:rsid w:val="00465471"/>
    <w:rsid w:val="00465BC7"/>
    <w:rsid w:val="004665C8"/>
    <w:rsid w:val="00467007"/>
    <w:rsid w:val="0047050A"/>
    <w:rsid w:val="004706F1"/>
    <w:rsid w:val="0047136B"/>
    <w:rsid w:val="00471CC2"/>
    <w:rsid w:val="0047654A"/>
    <w:rsid w:val="0047720F"/>
    <w:rsid w:val="0048097A"/>
    <w:rsid w:val="00481B4A"/>
    <w:rsid w:val="004824EA"/>
    <w:rsid w:val="004830EB"/>
    <w:rsid w:val="00483801"/>
    <w:rsid w:val="00485DDD"/>
    <w:rsid w:val="00490896"/>
    <w:rsid w:val="00491E6F"/>
    <w:rsid w:val="00492315"/>
    <w:rsid w:val="004925EE"/>
    <w:rsid w:val="00492FE9"/>
    <w:rsid w:val="00493486"/>
    <w:rsid w:val="00495966"/>
    <w:rsid w:val="00495CB8"/>
    <w:rsid w:val="00495F73"/>
    <w:rsid w:val="0049620D"/>
    <w:rsid w:val="004A152A"/>
    <w:rsid w:val="004A2A78"/>
    <w:rsid w:val="004A2FEB"/>
    <w:rsid w:val="004A3569"/>
    <w:rsid w:val="004A393C"/>
    <w:rsid w:val="004A3ADE"/>
    <w:rsid w:val="004A5E3B"/>
    <w:rsid w:val="004A5E6C"/>
    <w:rsid w:val="004B1D90"/>
    <w:rsid w:val="004B5856"/>
    <w:rsid w:val="004B59E7"/>
    <w:rsid w:val="004B5C82"/>
    <w:rsid w:val="004B5FD0"/>
    <w:rsid w:val="004B66D0"/>
    <w:rsid w:val="004B79DB"/>
    <w:rsid w:val="004C2C8A"/>
    <w:rsid w:val="004C35B4"/>
    <w:rsid w:val="004C3BD2"/>
    <w:rsid w:val="004C4515"/>
    <w:rsid w:val="004C782D"/>
    <w:rsid w:val="004D0531"/>
    <w:rsid w:val="004D18BF"/>
    <w:rsid w:val="004D2D9A"/>
    <w:rsid w:val="004D65E8"/>
    <w:rsid w:val="004D6BC5"/>
    <w:rsid w:val="004E063E"/>
    <w:rsid w:val="004E06C4"/>
    <w:rsid w:val="004E072C"/>
    <w:rsid w:val="004E0C9E"/>
    <w:rsid w:val="004E215E"/>
    <w:rsid w:val="004E2D2B"/>
    <w:rsid w:val="004E30A8"/>
    <w:rsid w:val="004E336A"/>
    <w:rsid w:val="004E4B74"/>
    <w:rsid w:val="004E5327"/>
    <w:rsid w:val="004E6C5F"/>
    <w:rsid w:val="004F0216"/>
    <w:rsid w:val="004F19D9"/>
    <w:rsid w:val="004F37AA"/>
    <w:rsid w:val="004F40AB"/>
    <w:rsid w:val="004F413A"/>
    <w:rsid w:val="004F43CB"/>
    <w:rsid w:val="004F4A1F"/>
    <w:rsid w:val="004F6ABA"/>
    <w:rsid w:val="00500D2E"/>
    <w:rsid w:val="00501478"/>
    <w:rsid w:val="005020E5"/>
    <w:rsid w:val="00502412"/>
    <w:rsid w:val="005041C7"/>
    <w:rsid w:val="0050614A"/>
    <w:rsid w:val="00506514"/>
    <w:rsid w:val="00506C0E"/>
    <w:rsid w:val="0050751C"/>
    <w:rsid w:val="005108E4"/>
    <w:rsid w:val="00510905"/>
    <w:rsid w:val="005128D1"/>
    <w:rsid w:val="005132EA"/>
    <w:rsid w:val="00513605"/>
    <w:rsid w:val="00514A5D"/>
    <w:rsid w:val="00514DCA"/>
    <w:rsid w:val="00515211"/>
    <w:rsid w:val="00515E1D"/>
    <w:rsid w:val="00516667"/>
    <w:rsid w:val="00520281"/>
    <w:rsid w:val="00521473"/>
    <w:rsid w:val="00522416"/>
    <w:rsid w:val="0052523A"/>
    <w:rsid w:val="00525E6A"/>
    <w:rsid w:val="005264A8"/>
    <w:rsid w:val="0052662E"/>
    <w:rsid w:val="00527671"/>
    <w:rsid w:val="00531764"/>
    <w:rsid w:val="00531B8B"/>
    <w:rsid w:val="00531E20"/>
    <w:rsid w:val="0053403F"/>
    <w:rsid w:val="0053495B"/>
    <w:rsid w:val="005352DF"/>
    <w:rsid w:val="005362BD"/>
    <w:rsid w:val="00536808"/>
    <w:rsid w:val="00536C2E"/>
    <w:rsid w:val="00540E33"/>
    <w:rsid w:val="00541755"/>
    <w:rsid w:val="005435A6"/>
    <w:rsid w:val="00543727"/>
    <w:rsid w:val="00543997"/>
    <w:rsid w:val="0054402A"/>
    <w:rsid w:val="0054437F"/>
    <w:rsid w:val="00544FCD"/>
    <w:rsid w:val="0054576E"/>
    <w:rsid w:val="00550AA4"/>
    <w:rsid w:val="00551432"/>
    <w:rsid w:val="00552516"/>
    <w:rsid w:val="00552577"/>
    <w:rsid w:val="00553A28"/>
    <w:rsid w:val="00554299"/>
    <w:rsid w:val="00554858"/>
    <w:rsid w:val="00556579"/>
    <w:rsid w:val="00556E0C"/>
    <w:rsid w:val="00556F3A"/>
    <w:rsid w:val="00561B7B"/>
    <w:rsid w:val="00561D03"/>
    <w:rsid w:val="005632C2"/>
    <w:rsid w:val="00563397"/>
    <w:rsid w:val="00566550"/>
    <w:rsid w:val="005701A3"/>
    <w:rsid w:val="0057177E"/>
    <w:rsid w:val="005733E6"/>
    <w:rsid w:val="00573A92"/>
    <w:rsid w:val="00575BEC"/>
    <w:rsid w:val="0057660F"/>
    <w:rsid w:val="00576C0C"/>
    <w:rsid w:val="005802C9"/>
    <w:rsid w:val="00582069"/>
    <w:rsid w:val="005830B7"/>
    <w:rsid w:val="005846EB"/>
    <w:rsid w:val="00586AF1"/>
    <w:rsid w:val="00587BFA"/>
    <w:rsid w:val="00587F5B"/>
    <w:rsid w:val="005901EA"/>
    <w:rsid w:val="00590BB2"/>
    <w:rsid w:val="00591041"/>
    <w:rsid w:val="00591071"/>
    <w:rsid w:val="005924E0"/>
    <w:rsid w:val="00592F9A"/>
    <w:rsid w:val="00595D3D"/>
    <w:rsid w:val="00597FCA"/>
    <w:rsid w:val="005A1CE4"/>
    <w:rsid w:val="005A1EDD"/>
    <w:rsid w:val="005A3898"/>
    <w:rsid w:val="005A3CC6"/>
    <w:rsid w:val="005A50B4"/>
    <w:rsid w:val="005A5A06"/>
    <w:rsid w:val="005A5EA0"/>
    <w:rsid w:val="005A6213"/>
    <w:rsid w:val="005A6409"/>
    <w:rsid w:val="005A79BF"/>
    <w:rsid w:val="005A7A69"/>
    <w:rsid w:val="005A7E22"/>
    <w:rsid w:val="005B3202"/>
    <w:rsid w:val="005B475B"/>
    <w:rsid w:val="005B6F7C"/>
    <w:rsid w:val="005C081A"/>
    <w:rsid w:val="005C0839"/>
    <w:rsid w:val="005C19F3"/>
    <w:rsid w:val="005C2315"/>
    <w:rsid w:val="005C3402"/>
    <w:rsid w:val="005C4246"/>
    <w:rsid w:val="005C579C"/>
    <w:rsid w:val="005C5D98"/>
    <w:rsid w:val="005C6AE2"/>
    <w:rsid w:val="005D1D5B"/>
    <w:rsid w:val="005D301F"/>
    <w:rsid w:val="005D5589"/>
    <w:rsid w:val="005D6B52"/>
    <w:rsid w:val="005D6C31"/>
    <w:rsid w:val="005E32F2"/>
    <w:rsid w:val="005E36A0"/>
    <w:rsid w:val="005E4DB2"/>
    <w:rsid w:val="005F0166"/>
    <w:rsid w:val="005F093E"/>
    <w:rsid w:val="005F1A70"/>
    <w:rsid w:val="005F27EB"/>
    <w:rsid w:val="005F49B6"/>
    <w:rsid w:val="005F4BD2"/>
    <w:rsid w:val="005F4C35"/>
    <w:rsid w:val="005F55E0"/>
    <w:rsid w:val="005F568B"/>
    <w:rsid w:val="005F5BF4"/>
    <w:rsid w:val="005F7D04"/>
    <w:rsid w:val="006014CE"/>
    <w:rsid w:val="00602393"/>
    <w:rsid w:val="0060373D"/>
    <w:rsid w:val="006047B1"/>
    <w:rsid w:val="00606BD3"/>
    <w:rsid w:val="00607386"/>
    <w:rsid w:val="00607854"/>
    <w:rsid w:val="006079FB"/>
    <w:rsid w:val="00613216"/>
    <w:rsid w:val="00613D64"/>
    <w:rsid w:val="0061610D"/>
    <w:rsid w:val="00616488"/>
    <w:rsid w:val="006170AE"/>
    <w:rsid w:val="00617AFA"/>
    <w:rsid w:val="0062091E"/>
    <w:rsid w:val="00620967"/>
    <w:rsid w:val="00620BC8"/>
    <w:rsid w:val="00621B8C"/>
    <w:rsid w:val="00621BCF"/>
    <w:rsid w:val="00622E29"/>
    <w:rsid w:val="006239A9"/>
    <w:rsid w:val="00623CBE"/>
    <w:rsid w:val="00623E49"/>
    <w:rsid w:val="006252E5"/>
    <w:rsid w:val="00626B57"/>
    <w:rsid w:val="00626D78"/>
    <w:rsid w:val="0062787D"/>
    <w:rsid w:val="00627FC6"/>
    <w:rsid w:val="006313C0"/>
    <w:rsid w:val="00635250"/>
    <w:rsid w:val="00636583"/>
    <w:rsid w:val="00636B30"/>
    <w:rsid w:val="006370DA"/>
    <w:rsid w:val="006372A6"/>
    <w:rsid w:val="00637343"/>
    <w:rsid w:val="0064038F"/>
    <w:rsid w:val="006406A1"/>
    <w:rsid w:val="00642C3C"/>
    <w:rsid w:val="00642C7D"/>
    <w:rsid w:val="0064465A"/>
    <w:rsid w:val="00644F09"/>
    <w:rsid w:val="00647880"/>
    <w:rsid w:val="006511F1"/>
    <w:rsid w:val="00654235"/>
    <w:rsid w:val="006559B7"/>
    <w:rsid w:val="006560D9"/>
    <w:rsid w:val="00661386"/>
    <w:rsid w:val="00661E99"/>
    <w:rsid w:val="006627B4"/>
    <w:rsid w:val="00662843"/>
    <w:rsid w:val="00662FAD"/>
    <w:rsid w:val="00663897"/>
    <w:rsid w:val="00663ADA"/>
    <w:rsid w:val="00666AF9"/>
    <w:rsid w:val="006705AB"/>
    <w:rsid w:val="00671580"/>
    <w:rsid w:val="00672516"/>
    <w:rsid w:val="006738BE"/>
    <w:rsid w:val="006758E5"/>
    <w:rsid w:val="006802A5"/>
    <w:rsid w:val="006838E0"/>
    <w:rsid w:val="00683B0A"/>
    <w:rsid w:val="00684F28"/>
    <w:rsid w:val="0068607F"/>
    <w:rsid w:val="006868AC"/>
    <w:rsid w:val="00687348"/>
    <w:rsid w:val="0069148A"/>
    <w:rsid w:val="006921E3"/>
    <w:rsid w:val="006936B7"/>
    <w:rsid w:val="00693962"/>
    <w:rsid w:val="006963A5"/>
    <w:rsid w:val="006A14EB"/>
    <w:rsid w:val="006A2C42"/>
    <w:rsid w:val="006B024B"/>
    <w:rsid w:val="006B5174"/>
    <w:rsid w:val="006B5604"/>
    <w:rsid w:val="006B5F4A"/>
    <w:rsid w:val="006B739D"/>
    <w:rsid w:val="006B7566"/>
    <w:rsid w:val="006C009D"/>
    <w:rsid w:val="006C1831"/>
    <w:rsid w:val="006C23AA"/>
    <w:rsid w:val="006C2B9D"/>
    <w:rsid w:val="006C310F"/>
    <w:rsid w:val="006C39F7"/>
    <w:rsid w:val="006C5D19"/>
    <w:rsid w:val="006C61F6"/>
    <w:rsid w:val="006D0185"/>
    <w:rsid w:val="006D057A"/>
    <w:rsid w:val="006D104E"/>
    <w:rsid w:val="006D21D2"/>
    <w:rsid w:val="006D24CE"/>
    <w:rsid w:val="006D2EF1"/>
    <w:rsid w:val="006D5A98"/>
    <w:rsid w:val="006D65FF"/>
    <w:rsid w:val="006D7566"/>
    <w:rsid w:val="006E14E1"/>
    <w:rsid w:val="006E18B6"/>
    <w:rsid w:val="006E1A80"/>
    <w:rsid w:val="006E2B7A"/>
    <w:rsid w:val="006E2D5A"/>
    <w:rsid w:val="006E46C1"/>
    <w:rsid w:val="006E5698"/>
    <w:rsid w:val="006E5FCE"/>
    <w:rsid w:val="006E6B40"/>
    <w:rsid w:val="006E70E0"/>
    <w:rsid w:val="006E78C9"/>
    <w:rsid w:val="006F3128"/>
    <w:rsid w:val="006F3EE1"/>
    <w:rsid w:val="006F4EFF"/>
    <w:rsid w:val="006F6C28"/>
    <w:rsid w:val="00700B5B"/>
    <w:rsid w:val="00703EFE"/>
    <w:rsid w:val="00703F2C"/>
    <w:rsid w:val="007049F4"/>
    <w:rsid w:val="00705EC9"/>
    <w:rsid w:val="00706562"/>
    <w:rsid w:val="00706DE5"/>
    <w:rsid w:val="00707049"/>
    <w:rsid w:val="0071140A"/>
    <w:rsid w:val="0071252D"/>
    <w:rsid w:val="007126FE"/>
    <w:rsid w:val="0071486A"/>
    <w:rsid w:val="00715D65"/>
    <w:rsid w:val="007165F3"/>
    <w:rsid w:val="0072144E"/>
    <w:rsid w:val="00722AEB"/>
    <w:rsid w:val="00723FCB"/>
    <w:rsid w:val="00726992"/>
    <w:rsid w:val="007279D9"/>
    <w:rsid w:val="0073331B"/>
    <w:rsid w:val="00733C64"/>
    <w:rsid w:val="007340AA"/>
    <w:rsid w:val="00735AE5"/>
    <w:rsid w:val="00736443"/>
    <w:rsid w:val="007402CC"/>
    <w:rsid w:val="007408DA"/>
    <w:rsid w:val="00740CE3"/>
    <w:rsid w:val="00743398"/>
    <w:rsid w:val="00747071"/>
    <w:rsid w:val="00750B27"/>
    <w:rsid w:val="0075141B"/>
    <w:rsid w:val="00751453"/>
    <w:rsid w:val="00751BC4"/>
    <w:rsid w:val="00753C6B"/>
    <w:rsid w:val="007543F9"/>
    <w:rsid w:val="00755AFC"/>
    <w:rsid w:val="007577B9"/>
    <w:rsid w:val="0076052F"/>
    <w:rsid w:val="00761652"/>
    <w:rsid w:val="00767E18"/>
    <w:rsid w:val="00767FF5"/>
    <w:rsid w:val="0077063A"/>
    <w:rsid w:val="00770760"/>
    <w:rsid w:val="00776F08"/>
    <w:rsid w:val="007774C7"/>
    <w:rsid w:val="00781563"/>
    <w:rsid w:val="00781D89"/>
    <w:rsid w:val="0078395C"/>
    <w:rsid w:val="007850C7"/>
    <w:rsid w:val="00785CF2"/>
    <w:rsid w:val="007871C9"/>
    <w:rsid w:val="0079149A"/>
    <w:rsid w:val="00791BEE"/>
    <w:rsid w:val="0079269F"/>
    <w:rsid w:val="00793D3E"/>
    <w:rsid w:val="00794670"/>
    <w:rsid w:val="007957FA"/>
    <w:rsid w:val="00795BFB"/>
    <w:rsid w:val="007963EE"/>
    <w:rsid w:val="007A021F"/>
    <w:rsid w:val="007A1092"/>
    <w:rsid w:val="007A205A"/>
    <w:rsid w:val="007A27A4"/>
    <w:rsid w:val="007A2D65"/>
    <w:rsid w:val="007B0A61"/>
    <w:rsid w:val="007B1BAE"/>
    <w:rsid w:val="007B3921"/>
    <w:rsid w:val="007B3E39"/>
    <w:rsid w:val="007B65E6"/>
    <w:rsid w:val="007B72F8"/>
    <w:rsid w:val="007C0351"/>
    <w:rsid w:val="007C07E8"/>
    <w:rsid w:val="007C14CF"/>
    <w:rsid w:val="007C160C"/>
    <w:rsid w:val="007C1DD8"/>
    <w:rsid w:val="007C208B"/>
    <w:rsid w:val="007C2D09"/>
    <w:rsid w:val="007C422F"/>
    <w:rsid w:val="007C46DA"/>
    <w:rsid w:val="007C4771"/>
    <w:rsid w:val="007D0230"/>
    <w:rsid w:val="007D1164"/>
    <w:rsid w:val="007D283A"/>
    <w:rsid w:val="007D3186"/>
    <w:rsid w:val="007D4B3E"/>
    <w:rsid w:val="007D65FD"/>
    <w:rsid w:val="007D6E93"/>
    <w:rsid w:val="007E3DD5"/>
    <w:rsid w:val="007E55E9"/>
    <w:rsid w:val="007E679E"/>
    <w:rsid w:val="007E6C4D"/>
    <w:rsid w:val="007F223C"/>
    <w:rsid w:val="007F2CC6"/>
    <w:rsid w:val="007F40E2"/>
    <w:rsid w:val="007F62E0"/>
    <w:rsid w:val="007F7863"/>
    <w:rsid w:val="0080014D"/>
    <w:rsid w:val="00800C56"/>
    <w:rsid w:val="00801B20"/>
    <w:rsid w:val="00801F32"/>
    <w:rsid w:val="008027BB"/>
    <w:rsid w:val="00802D85"/>
    <w:rsid w:val="00803320"/>
    <w:rsid w:val="008044EE"/>
    <w:rsid w:val="008047C2"/>
    <w:rsid w:val="008062C8"/>
    <w:rsid w:val="008070E2"/>
    <w:rsid w:val="008075AF"/>
    <w:rsid w:val="008104EF"/>
    <w:rsid w:val="0081079E"/>
    <w:rsid w:val="00810CB7"/>
    <w:rsid w:val="008114CB"/>
    <w:rsid w:val="008133D9"/>
    <w:rsid w:val="008142E5"/>
    <w:rsid w:val="00816918"/>
    <w:rsid w:val="00820546"/>
    <w:rsid w:val="00820582"/>
    <w:rsid w:val="00820818"/>
    <w:rsid w:val="00820A0F"/>
    <w:rsid w:val="0082139C"/>
    <w:rsid w:val="00822745"/>
    <w:rsid w:val="00823226"/>
    <w:rsid w:val="00824592"/>
    <w:rsid w:val="00826AE8"/>
    <w:rsid w:val="008272A2"/>
    <w:rsid w:val="008305AB"/>
    <w:rsid w:val="00830BB5"/>
    <w:rsid w:val="00832435"/>
    <w:rsid w:val="0084002C"/>
    <w:rsid w:val="008414B0"/>
    <w:rsid w:val="008431D1"/>
    <w:rsid w:val="0084386A"/>
    <w:rsid w:val="00843C09"/>
    <w:rsid w:val="0084477D"/>
    <w:rsid w:val="008448E4"/>
    <w:rsid w:val="00844AC5"/>
    <w:rsid w:val="00847F78"/>
    <w:rsid w:val="00850107"/>
    <w:rsid w:val="00852A7D"/>
    <w:rsid w:val="00853025"/>
    <w:rsid w:val="008543DA"/>
    <w:rsid w:val="00855BCD"/>
    <w:rsid w:val="008573FC"/>
    <w:rsid w:val="00857D0A"/>
    <w:rsid w:val="0086119D"/>
    <w:rsid w:val="00862612"/>
    <w:rsid w:val="00862FEE"/>
    <w:rsid w:val="008632BC"/>
    <w:rsid w:val="008640B5"/>
    <w:rsid w:val="00864486"/>
    <w:rsid w:val="00866328"/>
    <w:rsid w:val="00867F4C"/>
    <w:rsid w:val="00871FC6"/>
    <w:rsid w:val="00872700"/>
    <w:rsid w:val="00872DC1"/>
    <w:rsid w:val="0087357C"/>
    <w:rsid w:val="00874D1B"/>
    <w:rsid w:val="00877832"/>
    <w:rsid w:val="008808BD"/>
    <w:rsid w:val="00880CCB"/>
    <w:rsid w:val="00882206"/>
    <w:rsid w:val="0088491E"/>
    <w:rsid w:val="008849FA"/>
    <w:rsid w:val="00884A3B"/>
    <w:rsid w:val="00884EBB"/>
    <w:rsid w:val="00885D84"/>
    <w:rsid w:val="00885DDA"/>
    <w:rsid w:val="00887D22"/>
    <w:rsid w:val="00890EC0"/>
    <w:rsid w:val="008911D7"/>
    <w:rsid w:val="00891553"/>
    <w:rsid w:val="00891779"/>
    <w:rsid w:val="0089454D"/>
    <w:rsid w:val="008951C4"/>
    <w:rsid w:val="008955F1"/>
    <w:rsid w:val="00895C5C"/>
    <w:rsid w:val="00897C69"/>
    <w:rsid w:val="008A2233"/>
    <w:rsid w:val="008A4C93"/>
    <w:rsid w:val="008B25E1"/>
    <w:rsid w:val="008B36FB"/>
    <w:rsid w:val="008B4434"/>
    <w:rsid w:val="008B4B18"/>
    <w:rsid w:val="008B521C"/>
    <w:rsid w:val="008B7D89"/>
    <w:rsid w:val="008B7FC7"/>
    <w:rsid w:val="008C1200"/>
    <w:rsid w:val="008C4EA1"/>
    <w:rsid w:val="008C7DF9"/>
    <w:rsid w:val="008D0DD0"/>
    <w:rsid w:val="008D0FC9"/>
    <w:rsid w:val="008D1D91"/>
    <w:rsid w:val="008D2325"/>
    <w:rsid w:val="008D3880"/>
    <w:rsid w:val="008D423B"/>
    <w:rsid w:val="008D44A2"/>
    <w:rsid w:val="008D4824"/>
    <w:rsid w:val="008D5700"/>
    <w:rsid w:val="008D7078"/>
    <w:rsid w:val="008E20A0"/>
    <w:rsid w:val="008E220E"/>
    <w:rsid w:val="008E2FAC"/>
    <w:rsid w:val="008E7977"/>
    <w:rsid w:val="008F241C"/>
    <w:rsid w:val="008F4DC7"/>
    <w:rsid w:val="008F5C28"/>
    <w:rsid w:val="008F6465"/>
    <w:rsid w:val="008F7035"/>
    <w:rsid w:val="008F72D5"/>
    <w:rsid w:val="008F75B2"/>
    <w:rsid w:val="00900212"/>
    <w:rsid w:val="00901C08"/>
    <w:rsid w:val="00901CBF"/>
    <w:rsid w:val="00902566"/>
    <w:rsid w:val="009026C7"/>
    <w:rsid w:val="009040CB"/>
    <w:rsid w:val="00905DD2"/>
    <w:rsid w:val="0090612D"/>
    <w:rsid w:val="009069A5"/>
    <w:rsid w:val="00906D86"/>
    <w:rsid w:val="00906DD1"/>
    <w:rsid w:val="00907C7A"/>
    <w:rsid w:val="009113CA"/>
    <w:rsid w:val="0091168E"/>
    <w:rsid w:val="00911795"/>
    <w:rsid w:val="00912337"/>
    <w:rsid w:val="009123C0"/>
    <w:rsid w:val="00912FB9"/>
    <w:rsid w:val="00913CF4"/>
    <w:rsid w:val="00916939"/>
    <w:rsid w:val="0091716B"/>
    <w:rsid w:val="0091733F"/>
    <w:rsid w:val="00923470"/>
    <w:rsid w:val="009243EC"/>
    <w:rsid w:val="00924555"/>
    <w:rsid w:val="009245C7"/>
    <w:rsid w:val="00924898"/>
    <w:rsid w:val="00924E22"/>
    <w:rsid w:val="00925E4E"/>
    <w:rsid w:val="0092641A"/>
    <w:rsid w:val="00927284"/>
    <w:rsid w:val="0092753E"/>
    <w:rsid w:val="00927DB7"/>
    <w:rsid w:val="00930125"/>
    <w:rsid w:val="00930185"/>
    <w:rsid w:val="00931626"/>
    <w:rsid w:val="00931ACB"/>
    <w:rsid w:val="0093203B"/>
    <w:rsid w:val="0093241B"/>
    <w:rsid w:val="00932B06"/>
    <w:rsid w:val="00932E34"/>
    <w:rsid w:val="00933A9F"/>
    <w:rsid w:val="00933B03"/>
    <w:rsid w:val="009341C8"/>
    <w:rsid w:val="009353AD"/>
    <w:rsid w:val="00937D82"/>
    <w:rsid w:val="009401EC"/>
    <w:rsid w:val="009409D2"/>
    <w:rsid w:val="00941018"/>
    <w:rsid w:val="00941E05"/>
    <w:rsid w:val="009429CD"/>
    <w:rsid w:val="009433CD"/>
    <w:rsid w:val="00943D22"/>
    <w:rsid w:val="00943D5F"/>
    <w:rsid w:val="009448D8"/>
    <w:rsid w:val="009448F1"/>
    <w:rsid w:val="00945B9E"/>
    <w:rsid w:val="009468C6"/>
    <w:rsid w:val="00946B6C"/>
    <w:rsid w:val="00947611"/>
    <w:rsid w:val="0095170E"/>
    <w:rsid w:val="00952C15"/>
    <w:rsid w:val="00953343"/>
    <w:rsid w:val="00953823"/>
    <w:rsid w:val="00954637"/>
    <w:rsid w:val="009559CB"/>
    <w:rsid w:val="00955EAE"/>
    <w:rsid w:val="0096080F"/>
    <w:rsid w:val="00960A2A"/>
    <w:rsid w:val="00960CA5"/>
    <w:rsid w:val="009623A2"/>
    <w:rsid w:val="00964C63"/>
    <w:rsid w:val="00964F9A"/>
    <w:rsid w:val="009668C0"/>
    <w:rsid w:val="00967185"/>
    <w:rsid w:val="00967ACA"/>
    <w:rsid w:val="00967BF9"/>
    <w:rsid w:val="00967D68"/>
    <w:rsid w:val="00970C75"/>
    <w:rsid w:val="00971E07"/>
    <w:rsid w:val="00972267"/>
    <w:rsid w:val="009728CD"/>
    <w:rsid w:val="0097294B"/>
    <w:rsid w:val="00973237"/>
    <w:rsid w:val="00976210"/>
    <w:rsid w:val="00977089"/>
    <w:rsid w:val="009777FD"/>
    <w:rsid w:val="00977A6B"/>
    <w:rsid w:val="00980A4F"/>
    <w:rsid w:val="00982167"/>
    <w:rsid w:val="0098244D"/>
    <w:rsid w:val="00982B37"/>
    <w:rsid w:val="00985BAC"/>
    <w:rsid w:val="00986718"/>
    <w:rsid w:val="00990FE3"/>
    <w:rsid w:val="00991D56"/>
    <w:rsid w:val="00993AAE"/>
    <w:rsid w:val="00994FEA"/>
    <w:rsid w:val="009958DA"/>
    <w:rsid w:val="00996687"/>
    <w:rsid w:val="009967EC"/>
    <w:rsid w:val="00997994"/>
    <w:rsid w:val="009A1426"/>
    <w:rsid w:val="009A2C6A"/>
    <w:rsid w:val="009A566F"/>
    <w:rsid w:val="009A6C92"/>
    <w:rsid w:val="009A7E49"/>
    <w:rsid w:val="009B130D"/>
    <w:rsid w:val="009B189A"/>
    <w:rsid w:val="009B3087"/>
    <w:rsid w:val="009B3893"/>
    <w:rsid w:val="009B3E1D"/>
    <w:rsid w:val="009B4A3C"/>
    <w:rsid w:val="009B622D"/>
    <w:rsid w:val="009B72EA"/>
    <w:rsid w:val="009C0C79"/>
    <w:rsid w:val="009C0E83"/>
    <w:rsid w:val="009C10E9"/>
    <w:rsid w:val="009C12BA"/>
    <w:rsid w:val="009C135E"/>
    <w:rsid w:val="009C1954"/>
    <w:rsid w:val="009C426F"/>
    <w:rsid w:val="009C4CFC"/>
    <w:rsid w:val="009C5800"/>
    <w:rsid w:val="009C6B6F"/>
    <w:rsid w:val="009C7F4B"/>
    <w:rsid w:val="009D18EA"/>
    <w:rsid w:val="009D1CCB"/>
    <w:rsid w:val="009D308F"/>
    <w:rsid w:val="009D38ED"/>
    <w:rsid w:val="009D3F36"/>
    <w:rsid w:val="009D7199"/>
    <w:rsid w:val="009D78A6"/>
    <w:rsid w:val="009E35B3"/>
    <w:rsid w:val="009E5131"/>
    <w:rsid w:val="009F216C"/>
    <w:rsid w:val="009F389E"/>
    <w:rsid w:val="009F455E"/>
    <w:rsid w:val="009F5057"/>
    <w:rsid w:val="009F7ADA"/>
    <w:rsid w:val="00A00F11"/>
    <w:rsid w:val="00A02240"/>
    <w:rsid w:val="00A0642C"/>
    <w:rsid w:val="00A06C05"/>
    <w:rsid w:val="00A07CD8"/>
    <w:rsid w:val="00A10DC4"/>
    <w:rsid w:val="00A1174C"/>
    <w:rsid w:val="00A126B8"/>
    <w:rsid w:val="00A139FF"/>
    <w:rsid w:val="00A14E03"/>
    <w:rsid w:val="00A15CB7"/>
    <w:rsid w:val="00A16717"/>
    <w:rsid w:val="00A16782"/>
    <w:rsid w:val="00A24848"/>
    <w:rsid w:val="00A25363"/>
    <w:rsid w:val="00A275A1"/>
    <w:rsid w:val="00A31D51"/>
    <w:rsid w:val="00A323DD"/>
    <w:rsid w:val="00A32843"/>
    <w:rsid w:val="00A32F03"/>
    <w:rsid w:val="00A33424"/>
    <w:rsid w:val="00A34B38"/>
    <w:rsid w:val="00A36D0D"/>
    <w:rsid w:val="00A400F6"/>
    <w:rsid w:val="00A413F9"/>
    <w:rsid w:val="00A42911"/>
    <w:rsid w:val="00A46338"/>
    <w:rsid w:val="00A469BC"/>
    <w:rsid w:val="00A47F5E"/>
    <w:rsid w:val="00A500D3"/>
    <w:rsid w:val="00A52DDB"/>
    <w:rsid w:val="00A540D3"/>
    <w:rsid w:val="00A56CB0"/>
    <w:rsid w:val="00A57CD6"/>
    <w:rsid w:val="00A6062A"/>
    <w:rsid w:val="00A60D3D"/>
    <w:rsid w:val="00A60EFB"/>
    <w:rsid w:val="00A6106B"/>
    <w:rsid w:val="00A6266B"/>
    <w:rsid w:val="00A62A22"/>
    <w:rsid w:val="00A63640"/>
    <w:rsid w:val="00A64216"/>
    <w:rsid w:val="00A64B0D"/>
    <w:rsid w:val="00A64D9B"/>
    <w:rsid w:val="00A67746"/>
    <w:rsid w:val="00A736C6"/>
    <w:rsid w:val="00A73BDD"/>
    <w:rsid w:val="00A73D8C"/>
    <w:rsid w:val="00A75D35"/>
    <w:rsid w:val="00A75DF8"/>
    <w:rsid w:val="00A760CF"/>
    <w:rsid w:val="00A760F9"/>
    <w:rsid w:val="00A80AB2"/>
    <w:rsid w:val="00A8398C"/>
    <w:rsid w:val="00A83AF3"/>
    <w:rsid w:val="00A859E7"/>
    <w:rsid w:val="00A85C9A"/>
    <w:rsid w:val="00A87045"/>
    <w:rsid w:val="00A87607"/>
    <w:rsid w:val="00A90226"/>
    <w:rsid w:val="00A9111E"/>
    <w:rsid w:val="00A94719"/>
    <w:rsid w:val="00A95EEC"/>
    <w:rsid w:val="00A961C9"/>
    <w:rsid w:val="00A96FDD"/>
    <w:rsid w:val="00A97E25"/>
    <w:rsid w:val="00AA3881"/>
    <w:rsid w:val="00AA447D"/>
    <w:rsid w:val="00AA6D8E"/>
    <w:rsid w:val="00AB0E6E"/>
    <w:rsid w:val="00AB2084"/>
    <w:rsid w:val="00AB31DE"/>
    <w:rsid w:val="00AB36E1"/>
    <w:rsid w:val="00AB584F"/>
    <w:rsid w:val="00AB612B"/>
    <w:rsid w:val="00AB71DE"/>
    <w:rsid w:val="00AC0224"/>
    <w:rsid w:val="00AC070E"/>
    <w:rsid w:val="00AC1193"/>
    <w:rsid w:val="00AC1365"/>
    <w:rsid w:val="00AC138B"/>
    <w:rsid w:val="00AC2419"/>
    <w:rsid w:val="00AC482D"/>
    <w:rsid w:val="00AC6B9D"/>
    <w:rsid w:val="00AD0C19"/>
    <w:rsid w:val="00AD1B33"/>
    <w:rsid w:val="00AD26D4"/>
    <w:rsid w:val="00AD3A45"/>
    <w:rsid w:val="00AD52DF"/>
    <w:rsid w:val="00AD7559"/>
    <w:rsid w:val="00AD7ACE"/>
    <w:rsid w:val="00AE097D"/>
    <w:rsid w:val="00AE0DE2"/>
    <w:rsid w:val="00AE1E36"/>
    <w:rsid w:val="00AE234A"/>
    <w:rsid w:val="00AE28B3"/>
    <w:rsid w:val="00AE28E6"/>
    <w:rsid w:val="00AE43BC"/>
    <w:rsid w:val="00AE4E4F"/>
    <w:rsid w:val="00AE688C"/>
    <w:rsid w:val="00AE6CBD"/>
    <w:rsid w:val="00AE788A"/>
    <w:rsid w:val="00AF112D"/>
    <w:rsid w:val="00AF12FC"/>
    <w:rsid w:val="00AF3497"/>
    <w:rsid w:val="00AF3D9B"/>
    <w:rsid w:val="00AF53FD"/>
    <w:rsid w:val="00AF5E31"/>
    <w:rsid w:val="00AF60D2"/>
    <w:rsid w:val="00AF66D2"/>
    <w:rsid w:val="00AF68D4"/>
    <w:rsid w:val="00AF79C6"/>
    <w:rsid w:val="00B05AAC"/>
    <w:rsid w:val="00B06A0F"/>
    <w:rsid w:val="00B11B2C"/>
    <w:rsid w:val="00B12FBA"/>
    <w:rsid w:val="00B15AC7"/>
    <w:rsid w:val="00B15C74"/>
    <w:rsid w:val="00B15DFD"/>
    <w:rsid w:val="00B1773F"/>
    <w:rsid w:val="00B17B9C"/>
    <w:rsid w:val="00B17F9A"/>
    <w:rsid w:val="00B20863"/>
    <w:rsid w:val="00B21CDF"/>
    <w:rsid w:val="00B259C0"/>
    <w:rsid w:val="00B25B80"/>
    <w:rsid w:val="00B2735C"/>
    <w:rsid w:val="00B27484"/>
    <w:rsid w:val="00B30240"/>
    <w:rsid w:val="00B32B13"/>
    <w:rsid w:val="00B32E6F"/>
    <w:rsid w:val="00B33F3B"/>
    <w:rsid w:val="00B35E12"/>
    <w:rsid w:val="00B36402"/>
    <w:rsid w:val="00B37404"/>
    <w:rsid w:val="00B40E05"/>
    <w:rsid w:val="00B4158C"/>
    <w:rsid w:val="00B41BCA"/>
    <w:rsid w:val="00B421C7"/>
    <w:rsid w:val="00B42633"/>
    <w:rsid w:val="00B43A09"/>
    <w:rsid w:val="00B44811"/>
    <w:rsid w:val="00B44EDF"/>
    <w:rsid w:val="00B457A8"/>
    <w:rsid w:val="00B46311"/>
    <w:rsid w:val="00B47ADD"/>
    <w:rsid w:val="00B509B3"/>
    <w:rsid w:val="00B52EA6"/>
    <w:rsid w:val="00B54272"/>
    <w:rsid w:val="00B54D4B"/>
    <w:rsid w:val="00B568A3"/>
    <w:rsid w:val="00B56EBF"/>
    <w:rsid w:val="00B60D54"/>
    <w:rsid w:val="00B61751"/>
    <w:rsid w:val="00B62210"/>
    <w:rsid w:val="00B62978"/>
    <w:rsid w:val="00B62D05"/>
    <w:rsid w:val="00B62D0B"/>
    <w:rsid w:val="00B649AA"/>
    <w:rsid w:val="00B65261"/>
    <w:rsid w:val="00B66CC5"/>
    <w:rsid w:val="00B672A8"/>
    <w:rsid w:val="00B67348"/>
    <w:rsid w:val="00B727F9"/>
    <w:rsid w:val="00B72E8D"/>
    <w:rsid w:val="00B80C12"/>
    <w:rsid w:val="00B81634"/>
    <w:rsid w:val="00B84043"/>
    <w:rsid w:val="00B85081"/>
    <w:rsid w:val="00B854F3"/>
    <w:rsid w:val="00B85B6F"/>
    <w:rsid w:val="00B90A00"/>
    <w:rsid w:val="00B90E3D"/>
    <w:rsid w:val="00B9393B"/>
    <w:rsid w:val="00B94E99"/>
    <w:rsid w:val="00B96718"/>
    <w:rsid w:val="00B970A0"/>
    <w:rsid w:val="00B97604"/>
    <w:rsid w:val="00BA00E7"/>
    <w:rsid w:val="00BA026C"/>
    <w:rsid w:val="00BA1A03"/>
    <w:rsid w:val="00BA2147"/>
    <w:rsid w:val="00BA3137"/>
    <w:rsid w:val="00BA4A7E"/>
    <w:rsid w:val="00BA5AD8"/>
    <w:rsid w:val="00BA6748"/>
    <w:rsid w:val="00BA6E20"/>
    <w:rsid w:val="00BB0828"/>
    <w:rsid w:val="00BB0E97"/>
    <w:rsid w:val="00BB13DA"/>
    <w:rsid w:val="00BB1BEF"/>
    <w:rsid w:val="00BB4EDC"/>
    <w:rsid w:val="00BB6AE3"/>
    <w:rsid w:val="00BB75E9"/>
    <w:rsid w:val="00BC13CA"/>
    <w:rsid w:val="00BC1B12"/>
    <w:rsid w:val="00BC4429"/>
    <w:rsid w:val="00BC4879"/>
    <w:rsid w:val="00BC7740"/>
    <w:rsid w:val="00BD000E"/>
    <w:rsid w:val="00BD050F"/>
    <w:rsid w:val="00BD1B6A"/>
    <w:rsid w:val="00BD2942"/>
    <w:rsid w:val="00BD3751"/>
    <w:rsid w:val="00BE4484"/>
    <w:rsid w:val="00BE51C5"/>
    <w:rsid w:val="00BE65B6"/>
    <w:rsid w:val="00BF079E"/>
    <w:rsid w:val="00BF1770"/>
    <w:rsid w:val="00BF1F17"/>
    <w:rsid w:val="00BF2CBA"/>
    <w:rsid w:val="00BF5388"/>
    <w:rsid w:val="00BF5C05"/>
    <w:rsid w:val="00BF672F"/>
    <w:rsid w:val="00BF7954"/>
    <w:rsid w:val="00C010AF"/>
    <w:rsid w:val="00C01959"/>
    <w:rsid w:val="00C01E17"/>
    <w:rsid w:val="00C01F2D"/>
    <w:rsid w:val="00C04405"/>
    <w:rsid w:val="00C0446F"/>
    <w:rsid w:val="00C04A42"/>
    <w:rsid w:val="00C05262"/>
    <w:rsid w:val="00C05D27"/>
    <w:rsid w:val="00C05E3A"/>
    <w:rsid w:val="00C06F9D"/>
    <w:rsid w:val="00C0709A"/>
    <w:rsid w:val="00C07C5E"/>
    <w:rsid w:val="00C11BB1"/>
    <w:rsid w:val="00C1538E"/>
    <w:rsid w:val="00C15E32"/>
    <w:rsid w:val="00C167C0"/>
    <w:rsid w:val="00C2070F"/>
    <w:rsid w:val="00C224E9"/>
    <w:rsid w:val="00C2273C"/>
    <w:rsid w:val="00C228BB"/>
    <w:rsid w:val="00C22CDC"/>
    <w:rsid w:val="00C24800"/>
    <w:rsid w:val="00C24E46"/>
    <w:rsid w:val="00C25DE2"/>
    <w:rsid w:val="00C26BE0"/>
    <w:rsid w:val="00C272AD"/>
    <w:rsid w:val="00C27663"/>
    <w:rsid w:val="00C30999"/>
    <w:rsid w:val="00C31642"/>
    <w:rsid w:val="00C31C83"/>
    <w:rsid w:val="00C34BD9"/>
    <w:rsid w:val="00C3541E"/>
    <w:rsid w:val="00C369E2"/>
    <w:rsid w:val="00C42275"/>
    <w:rsid w:val="00C437FD"/>
    <w:rsid w:val="00C4465E"/>
    <w:rsid w:val="00C45149"/>
    <w:rsid w:val="00C45B6F"/>
    <w:rsid w:val="00C477AC"/>
    <w:rsid w:val="00C47CE4"/>
    <w:rsid w:val="00C52A47"/>
    <w:rsid w:val="00C532EE"/>
    <w:rsid w:val="00C533B2"/>
    <w:rsid w:val="00C541E2"/>
    <w:rsid w:val="00C61D61"/>
    <w:rsid w:val="00C61D9D"/>
    <w:rsid w:val="00C627DB"/>
    <w:rsid w:val="00C63AAF"/>
    <w:rsid w:val="00C63DD3"/>
    <w:rsid w:val="00C649DA"/>
    <w:rsid w:val="00C67985"/>
    <w:rsid w:val="00C703FE"/>
    <w:rsid w:val="00C70641"/>
    <w:rsid w:val="00C733A7"/>
    <w:rsid w:val="00C73F8C"/>
    <w:rsid w:val="00C746E5"/>
    <w:rsid w:val="00C75647"/>
    <w:rsid w:val="00C75843"/>
    <w:rsid w:val="00C77261"/>
    <w:rsid w:val="00C801BE"/>
    <w:rsid w:val="00C8251E"/>
    <w:rsid w:val="00C84DAC"/>
    <w:rsid w:val="00C85626"/>
    <w:rsid w:val="00C85FBB"/>
    <w:rsid w:val="00C867DF"/>
    <w:rsid w:val="00C90907"/>
    <w:rsid w:val="00C9155F"/>
    <w:rsid w:val="00C91EB1"/>
    <w:rsid w:val="00C95C56"/>
    <w:rsid w:val="00C965A8"/>
    <w:rsid w:val="00CA0960"/>
    <w:rsid w:val="00CA13FB"/>
    <w:rsid w:val="00CA6284"/>
    <w:rsid w:val="00CA62E0"/>
    <w:rsid w:val="00CA738E"/>
    <w:rsid w:val="00CB153B"/>
    <w:rsid w:val="00CB2495"/>
    <w:rsid w:val="00CB2639"/>
    <w:rsid w:val="00CB3B87"/>
    <w:rsid w:val="00CB5A6D"/>
    <w:rsid w:val="00CB74FF"/>
    <w:rsid w:val="00CC1911"/>
    <w:rsid w:val="00CC256B"/>
    <w:rsid w:val="00CC2F21"/>
    <w:rsid w:val="00CD053F"/>
    <w:rsid w:val="00CD20E8"/>
    <w:rsid w:val="00CD362B"/>
    <w:rsid w:val="00CD40AF"/>
    <w:rsid w:val="00CD5C0C"/>
    <w:rsid w:val="00CD7B7D"/>
    <w:rsid w:val="00CE0000"/>
    <w:rsid w:val="00CE0685"/>
    <w:rsid w:val="00CE1829"/>
    <w:rsid w:val="00CE27F5"/>
    <w:rsid w:val="00CE5B0A"/>
    <w:rsid w:val="00CE6EDA"/>
    <w:rsid w:val="00CE7D77"/>
    <w:rsid w:val="00CF0458"/>
    <w:rsid w:val="00CF27B0"/>
    <w:rsid w:val="00CF44F6"/>
    <w:rsid w:val="00CF5CBC"/>
    <w:rsid w:val="00CF646D"/>
    <w:rsid w:val="00CF668A"/>
    <w:rsid w:val="00CF6DE1"/>
    <w:rsid w:val="00CF739A"/>
    <w:rsid w:val="00D0032A"/>
    <w:rsid w:val="00D00F2E"/>
    <w:rsid w:val="00D02934"/>
    <w:rsid w:val="00D03660"/>
    <w:rsid w:val="00D03AC7"/>
    <w:rsid w:val="00D06246"/>
    <w:rsid w:val="00D064AF"/>
    <w:rsid w:val="00D067EE"/>
    <w:rsid w:val="00D106EC"/>
    <w:rsid w:val="00D10AA6"/>
    <w:rsid w:val="00D121EE"/>
    <w:rsid w:val="00D12B17"/>
    <w:rsid w:val="00D12D48"/>
    <w:rsid w:val="00D13D81"/>
    <w:rsid w:val="00D14155"/>
    <w:rsid w:val="00D15075"/>
    <w:rsid w:val="00D16920"/>
    <w:rsid w:val="00D172CA"/>
    <w:rsid w:val="00D17985"/>
    <w:rsid w:val="00D22862"/>
    <w:rsid w:val="00D22ED6"/>
    <w:rsid w:val="00D23593"/>
    <w:rsid w:val="00D237DF"/>
    <w:rsid w:val="00D23AB7"/>
    <w:rsid w:val="00D26D1D"/>
    <w:rsid w:val="00D27D1C"/>
    <w:rsid w:val="00D305EA"/>
    <w:rsid w:val="00D3065D"/>
    <w:rsid w:val="00D31162"/>
    <w:rsid w:val="00D33A41"/>
    <w:rsid w:val="00D34C27"/>
    <w:rsid w:val="00D350FF"/>
    <w:rsid w:val="00D37115"/>
    <w:rsid w:val="00D3773A"/>
    <w:rsid w:val="00D40BBC"/>
    <w:rsid w:val="00D41154"/>
    <w:rsid w:val="00D417A2"/>
    <w:rsid w:val="00D423CF"/>
    <w:rsid w:val="00D4280F"/>
    <w:rsid w:val="00D44DC7"/>
    <w:rsid w:val="00D47D99"/>
    <w:rsid w:val="00D501D5"/>
    <w:rsid w:val="00D521DE"/>
    <w:rsid w:val="00D53259"/>
    <w:rsid w:val="00D54C57"/>
    <w:rsid w:val="00D557BD"/>
    <w:rsid w:val="00D5633D"/>
    <w:rsid w:val="00D576EE"/>
    <w:rsid w:val="00D57DAF"/>
    <w:rsid w:val="00D63B4C"/>
    <w:rsid w:val="00D63F11"/>
    <w:rsid w:val="00D6504D"/>
    <w:rsid w:val="00D67038"/>
    <w:rsid w:val="00D67606"/>
    <w:rsid w:val="00D72B5F"/>
    <w:rsid w:val="00D7324B"/>
    <w:rsid w:val="00D77634"/>
    <w:rsid w:val="00D77D90"/>
    <w:rsid w:val="00D8093B"/>
    <w:rsid w:val="00D81619"/>
    <w:rsid w:val="00D8162C"/>
    <w:rsid w:val="00D81965"/>
    <w:rsid w:val="00D8201C"/>
    <w:rsid w:val="00D83041"/>
    <w:rsid w:val="00D8344B"/>
    <w:rsid w:val="00D83B43"/>
    <w:rsid w:val="00D8561E"/>
    <w:rsid w:val="00D86763"/>
    <w:rsid w:val="00D86B10"/>
    <w:rsid w:val="00D870DD"/>
    <w:rsid w:val="00D9144C"/>
    <w:rsid w:val="00D91742"/>
    <w:rsid w:val="00D91ECB"/>
    <w:rsid w:val="00D92A6E"/>
    <w:rsid w:val="00D93835"/>
    <w:rsid w:val="00D938A7"/>
    <w:rsid w:val="00D9496D"/>
    <w:rsid w:val="00D9564B"/>
    <w:rsid w:val="00DA0EFF"/>
    <w:rsid w:val="00DA11A3"/>
    <w:rsid w:val="00DA164A"/>
    <w:rsid w:val="00DA1F56"/>
    <w:rsid w:val="00DB0A1D"/>
    <w:rsid w:val="00DB0F5E"/>
    <w:rsid w:val="00DB105D"/>
    <w:rsid w:val="00DB1375"/>
    <w:rsid w:val="00DB1EED"/>
    <w:rsid w:val="00DB1FA8"/>
    <w:rsid w:val="00DB2944"/>
    <w:rsid w:val="00DB2E4A"/>
    <w:rsid w:val="00DB44AD"/>
    <w:rsid w:val="00DB4A40"/>
    <w:rsid w:val="00DB531D"/>
    <w:rsid w:val="00DB535E"/>
    <w:rsid w:val="00DB6450"/>
    <w:rsid w:val="00DB7A36"/>
    <w:rsid w:val="00DC166E"/>
    <w:rsid w:val="00DC1E3C"/>
    <w:rsid w:val="00DC20DA"/>
    <w:rsid w:val="00DC565D"/>
    <w:rsid w:val="00DC790B"/>
    <w:rsid w:val="00DC7C02"/>
    <w:rsid w:val="00DC7C95"/>
    <w:rsid w:val="00DC7F1F"/>
    <w:rsid w:val="00DD03E1"/>
    <w:rsid w:val="00DD0B5A"/>
    <w:rsid w:val="00DD15EC"/>
    <w:rsid w:val="00DD1C85"/>
    <w:rsid w:val="00DD2AA7"/>
    <w:rsid w:val="00DD4BC6"/>
    <w:rsid w:val="00DD6B23"/>
    <w:rsid w:val="00DD7A76"/>
    <w:rsid w:val="00DD7C78"/>
    <w:rsid w:val="00DD7CD9"/>
    <w:rsid w:val="00DE04E9"/>
    <w:rsid w:val="00DE0B1F"/>
    <w:rsid w:val="00DE1416"/>
    <w:rsid w:val="00DE14FB"/>
    <w:rsid w:val="00DE31DB"/>
    <w:rsid w:val="00DE3A62"/>
    <w:rsid w:val="00DE43D4"/>
    <w:rsid w:val="00DE6E2E"/>
    <w:rsid w:val="00DE75E6"/>
    <w:rsid w:val="00DF0CCA"/>
    <w:rsid w:val="00DF0DCE"/>
    <w:rsid w:val="00DF1E87"/>
    <w:rsid w:val="00DF24D2"/>
    <w:rsid w:val="00DF3607"/>
    <w:rsid w:val="00DF3AF8"/>
    <w:rsid w:val="00DF3B9A"/>
    <w:rsid w:val="00DF451D"/>
    <w:rsid w:val="00DF50D2"/>
    <w:rsid w:val="00DF5145"/>
    <w:rsid w:val="00DF5E8A"/>
    <w:rsid w:val="00DF637D"/>
    <w:rsid w:val="00DF63C1"/>
    <w:rsid w:val="00E012FC"/>
    <w:rsid w:val="00E01F96"/>
    <w:rsid w:val="00E03584"/>
    <w:rsid w:val="00E03CBD"/>
    <w:rsid w:val="00E04B5D"/>
    <w:rsid w:val="00E053DC"/>
    <w:rsid w:val="00E07821"/>
    <w:rsid w:val="00E10353"/>
    <w:rsid w:val="00E11D29"/>
    <w:rsid w:val="00E12DC1"/>
    <w:rsid w:val="00E142D4"/>
    <w:rsid w:val="00E1479B"/>
    <w:rsid w:val="00E14834"/>
    <w:rsid w:val="00E15AFA"/>
    <w:rsid w:val="00E17AE4"/>
    <w:rsid w:val="00E22DE5"/>
    <w:rsid w:val="00E250D4"/>
    <w:rsid w:val="00E26381"/>
    <w:rsid w:val="00E26565"/>
    <w:rsid w:val="00E26689"/>
    <w:rsid w:val="00E27D4F"/>
    <w:rsid w:val="00E27DF6"/>
    <w:rsid w:val="00E33A19"/>
    <w:rsid w:val="00E33AB8"/>
    <w:rsid w:val="00E35AD2"/>
    <w:rsid w:val="00E37641"/>
    <w:rsid w:val="00E41060"/>
    <w:rsid w:val="00E461DF"/>
    <w:rsid w:val="00E4695D"/>
    <w:rsid w:val="00E46C0E"/>
    <w:rsid w:val="00E470DB"/>
    <w:rsid w:val="00E53E00"/>
    <w:rsid w:val="00E53F8B"/>
    <w:rsid w:val="00E54D2F"/>
    <w:rsid w:val="00E54E55"/>
    <w:rsid w:val="00E55409"/>
    <w:rsid w:val="00E569C9"/>
    <w:rsid w:val="00E617B2"/>
    <w:rsid w:val="00E6604B"/>
    <w:rsid w:val="00E67517"/>
    <w:rsid w:val="00E67607"/>
    <w:rsid w:val="00E67778"/>
    <w:rsid w:val="00E708B8"/>
    <w:rsid w:val="00E712F1"/>
    <w:rsid w:val="00E71320"/>
    <w:rsid w:val="00E71E0F"/>
    <w:rsid w:val="00E72372"/>
    <w:rsid w:val="00E72B93"/>
    <w:rsid w:val="00E739DE"/>
    <w:rsid w:val="00E746DF"/>
    <w:rsid w:val="00E74E84"/>
    <w:rsid w:val="00E75EAD"/>
    <w:rsid w:val="00E76286"/>
    <w:rsid w:val="00E766D0"/>
    <w:rsid w:val="00E76E8F"/>
    <w:rsid w:val="00E77651"/>
    <w:rsid w:val="00E77785"/>
    <w:rsid w:val="00E77D07"/>
    <w:rsid w:val="00E800FB"/>
    <w:rsid w:val="00E80237"/>
    <w:rsid w:val="00E81A32"/>
    <w:rsid w:val="00E81AA9"/>
    <w:rsid w:val="00E82457"/>
    <w:rsid w:val="00E856BC"/>
    <w:rsid w:val="00E860FE"/>
    <w:rsid w:val="00E90571"/>
    <w:rsid w:val="00E90D11"/>
    <w:rsid w:val="00E927A1"/>
    <w:rsid w:val="00E932F8"/>
    <w:rsid w:val="00E9376A"/>
    <w:rsid w:val="00E94997"/>
    <w:rsid w:val="00E9499B"/>
    <w:rsid w:val="00E978CF"/>
    <w:rsid w:val="00EA0635"/>
    <w:rsid w:val="00EA25B2"/>
    <w:rsid w:val="00EA2851"/>
    <w:rsid w:val="00EA2EA8"/>
    <w:rsid w:val="00EA2F6C"/>
    <w:rsid w:val="00EA3450"/>
    <w:rsid w:val="00EA3C5E"/>
    <w:rsid w:val="00EA5051"/>
    <w:rsid w:val="00EA5DCB"/>
    <w:rsid w:val="00EA6C0A"/>
    <w:rsid w:val="00EB146F"/>
    <w:rsid w:val="00EB15BD"/>
    <w:rsid w:val="00EB160E"/>
    <w:rsid w:val="00EB3FA5"/>
    <w:rsid w:val="00EB4AB0"/>
    <w:rsid w:val="00EB62BE"/>
    <w:rsid w:val="00EB675E"/>
    <w:rsid w:val="00EB6E05"/>
    <w:rsid w:val="00EC19C3"/>
    <w:rsid w:val="00EC2FF1"/>
    <w:rsid w:val="00EC4FB8"/>
    <w:rsid w:val="00ED0BC4"/>
    <w:rsid w:val="00ED1451"/>
    <w:rsid w:val="00ED2DA8"/>
    <w:rsid w:val="00ED494D"/>
    <w:rsid w:val="00ED580F"/>
    <w:rsid w:val="00EE1AF0"/>
    <w:rsid w:val="00EE35FA"/>
    <w:rsid w:val="00EE67BB"/>
    <w:rsid w:val="00EF03A2"/>
    <w:rsid w:val="00EF0EAB"/>
    <w:rsid w:val="00EF3937"/>
    <w:rsid w:val="00EF4948"/>
    <w:rsid w:val="00EF4A80"/>
    <w:rsid w:val="00EF716B"/>
    <w:rsid w:val="00EF7221"/>
    <w:rsid w:val="00F00769"/>
    <w:rsid w:val="00F013FB"/>
    <w:rsid w:val="00F01B51"/>
    <w:rsid w:val="00F11B76"/>
    <w:rsid w:val="00F12B42"/>
    <w:rsid w:val="00F13743"/>
    <w:rsid w:val="00F15666"/>
    <w:rsid w:val="00F21026"/>
    <w:rsid w:val="00F23152"/>
    <w:rsid w:val="00F23466"/>
    <w:rsid w:val="00F25CD6"/>
    <w:rsid w:val="00F261F4"/>
    <w:rsid w:val="00F26526"/>
    <w:rsid w:val="00F268D7"/>
    <w:rsid w:val="00F278EB"/>
    <w:rsid w:val="00F304E8"/>
    <w:rsid w:val="00F30ADF"/>
    <w:rsid w:val="00F32170"/>
    <w:rsid w:val="00F329BE"/>
    <w:rsid w:val="00F33E77"/>
    <w:rsid w:val="00F348FB"/>
    <w:rsid w:val="00F34F38"/>
    <w:rsid w:val="00F362EB"/>
    <w:rsid w:val="00F3757E"/>
    <w:rsid w:val="00F37D67"/>
    <w:rsid w:val="00F37F22"/>
    <w:rsid w:val="00F43037"/>
    <w:rsid w:val="00F4313B"/>
    <w:rsid w:val="00F46292"/>
    <w:rsid w:val="00F472C0"/>
    <w:rsid w:val="00F47397"/>
    <w:rsid w:val="00F47889"/>
    <w:rsid w:val="00F478A4"/>
    <w:rsid w:val="00F524DF"/>
    <w:rsid w:val="00F53F4F"/>
    <w:rsid w:val="00F558A6"/>
    <w:rsid w:val="00F55BDA"/>
    <w:rsid w:val="00F561FD"/>
    <w:rsid w:val="00F57AEE"/>
    <w:rsid w:val="00F610D5"/>
    <w:rsid w:val="00F61682"/>
    <w:rsid w:val="00F622A3"/>
    <w:rsid w:val="00F625A2"/>
    <w:rsid w:val="00F637BB"/>
    <w:rsid w:val="00F63E2C"/>
    <w:rsid w:val="00F644EA"/>
    <w:rsid w:val="00F64BFF"/>
    <w:rsid w:val="00F65384"/>
    <w:rsid w:val="00F65422"/>
    <w:rsid w:val="00F66CF8"/>
    <w:rsid w:val="00F679DF"/>
    <w:rsid w:val="00F721F9"/>
    <w:rsid w:val="00F723D9"/>
    <w:rsid w:val="00F73FC6"/>
    <w:rsid w:val="00F753D9"/>
    <w:rsid w:val="00F75EC9"/>
    <w:rsid w:val="00F77D21"/>
    <w:rsid w:val="00F81003"/>
    <w:rsid w:val="00F81353"/>
    <w:rsid w:val="00F8170F"/>
    <w:rsid w:val="00F83C66"/>
    <w:rsid w:val="00F84F92"/>
    <w:rsid w:val="00F86785"/>
    <w:rsid w:val="00F869F4"/>
    <w:rsid w:val="00F905B5"/>
    <w:rsid w:val="00F928ED"/>
    <w:rsid w:val="00F93351"/>
    <w:rsid w:val="00F93371"/>
    <w:rsid w:val="00F966AF"/>
    <w:rsid w:val="00F976A7"/>
    <w:rsid w:val="00FA0BB4"/>
    <w:rsid w:val="00FA1D4E"/>
    <w:rsid w:val="00FA302A"/>
    <w:rsid w:val="00FA355F"/>
    <w:rsid w:val="00FA36F4"/>
    <w:rsid w:val="00FA48BD"/>
    <w:rsid w:val="00FA5458"/>
    <w:rsid w:val="00FA5CD5"/>
    <w:rsid w:val="00FA630B"/>
    <w:rsid w:val="00FA68F8"/>
    <w:rsid w:val="00FA6B46"/>
    <w:rsid w:val="00FA6D3F"/>
    <w:rsid w:val="00FB0776"/>
    <w:rsid w:val="00FB0A9E"/>
    <w:rsid w:val="00FB1420"/>
    <w:rsid w:val="00FB2566"/>
    <w:rsid w:val="00FB2BA7"/>
    <w:rsid w:val="00FB3B8F"/>
    <w:rsid w:val="00FB41E0"/>
    <w:rsid w:val="00FB6F01"/>
    <w:rsid w:val="00FB748B"/>
    <w:rsid w:val="00FB753E"/>
    <w:rsid w:val="00FC0FAF"/>
    <w:rsid w:val="00FC3746"/>
    <w:rsid w:val="00FC413C"/>
    <w:rsid w:val="00FC6928"/>
    <w:rsid w:val="00FC76AE"/>
    <w:rsid w:val="00FC798A"/>
    <w:rsid w:val="00FD3055"/>
    <w:rsid w:val="00FD3BAE"/>
    <w:rsid w:val="00FD3CBD"/>
    <w:rsid w:val="00FD50AF"/>
    <w:rsid w:val="00FD558D"/>
    <w:rsid w:val="00FD6C02"/>
    <w:rsid w:val="00FD6DA7"/>
    <w:rsid w:val="00FD72D9"/>
    <w:rsid w:val="00FD77A2"/>
    <w:rsid w:val="00FE03EF"/>
    <w:rsid w:val="00FE0EBD"/>
    <w:rsid w:val="00FE10DA"/>
    <w:rsid w:val="00FE2911"/>
    <w:rsid w:val="00FE4585"/>
    <w:rsid w:val="00FE5DCD"/>
    <w:rsid w:val="00FE6633"/>
    <w:rsid w:val="00FE6FFC"/>
    <w:rsid w:val="00FF0159"/>
    <w:rsid w:val="00FF14F6"/>
    <w:rsid w:val="00FF29B5"/>
    <w:rsid w:val="00FF337C"/>
    <w:rsid w:val="00FF3BEE"/>
    <w:rsid w:val="00FF50F3"/>
    <w:rsid w:val="00FF579D"/>
    <w:rsid w:val="00FF7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53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2753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2753E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92753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2753E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F0C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0C5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3</Pages>
  <Words>381</Words>
  <Characters>2177</Characters>
  <Application>Microsoft Office Outlook</Application>
  <DocSecurity>0</DocSecurity>
  <Lines>0</Lines>
  <Paragraphs>0</Paragraphs>
  <ScaleCrop>false</ScaleCrop>
  <Company>pravitelstvo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subject/>
  <dc:creator>Travnikov</dc:creator>
  <cp:keywords/>
  <dc:description/>
  <cp:lastModifiedBy>chernova</cp:lastModifiedBy>
  <cp:revision>4</cp:revision>
  <dcterms:created xsi:type="dcterms:W3CDTF">2012-12-13T12:12:00Z</dcterms:created>
  <dcterms:modified xsi:type="dcterms:W3CDTF">2012-12-26T05:54:00Z</dcterms:modified>
</cp:coreProperties>
</file>