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1541A" w:rsidTr="00936C8B">
        <w:tc>
          <w:tcPr>
            <w:tcW w:w="709" w:type="dxa"/>
          </w:tcPr>
          <w:p w:rsidR="0081541A" w:rsidRDefault="0081541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541A" w:rsidRDefault="0081541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81541A" w:rsidRDefault="0081541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81541A" w:rsidRDefault="0081541A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1541A" w:rsidRDefault="0081541A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</w:tbl>
    <w:p w:rsidR="0081541A" w:rsidRDefault="0081541A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81541A" w:rsidRDefault="0081541A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81541A" w:rsidRDefault="0081541A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81541A" w:rsidRPr="00C74147" w:rsidRDefault="0081541A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81541A" w:rsidRDefault="0081541A" w:rsidP="003C205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«О внесении изменений в отдельные </w:t>
      </w:r>
    </w:p>
    <w:p w:rsidR="0081541A" w:rsidRDefault="0081541A" w:rsidP="003C205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законодательные акты Ярославской области </w:t>
      </w:r>
    </w:p>
    <w:p w:rsidR="0081541A" w:rsidRDefault="0081541A" w:rsidP="003C205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t>в сфере муниципальной службы</w:t>
      </w:r>
      <w:r>
        <w:rPr>
          <w:bCs/>
        </w:rPr>
        <w:t>»</w:t>
      </w:r>
    </w:p>
    <w:p w:rsidR="0081541A" w:rsidRPr="000903DF" w:rsidRDefault="0081541A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81541A" w:rsidRDefault="0081541A" w:rsidP="009C296A">
      <w:pPr>
        <w:ind w:firstLine="709"/>
        <w:jc w:val="both"/>
        <w:rPr>
          <w:sz w:val="28"/>
          <w:szCs w:val="28"/>
        </w:rPr>
      </w:pPr>
    </w:p>
    <w:p w:rsidR="0081541A" w:rsidRPr="009C296A" w:rsidRDefault="0081541A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81541A" w:rsidRDefault="0081541A" w:rsidP="00F9695C">
      <w:pPr>
        <w:ind w:firstLine="709"/>
        <w:jc w:val="center"/>
        <w:rPr>
          <w:b/>
          <w:sz w:val="28"/>
          <w:szCs w:val="28"/>
        </w:rPr>
      </w:pPr>
    </w:p>
    <w:p w:rsidR="0081541A" w:rsidRPr="000903DF" w:rsidRDefault="0081541A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81541A" w:rsidRPr="009A70BA" w:rsidRDefault="0081541A" w:rsidP="00F9695C">
      <w:pPr>
        <w:ind w:firstLine="709"/>
        <w:jc w:val="center"/>
        <w:rPr>
          <w:b/>
          <w:sz w:val="28"/>
          <w:szCs w:val="28"/>
        </w:rPr>
      </w:pPr>
    </w:p>
    <w:p w:rsidR="0081541A" w:rsidRPr="003C205F" w:rsidRDefault="0081541A" w:rsidP="009C18F5">
      <w:pPr>
        <w:ind w:firstLine="709"/>
        <w:jc w:val="both"/>
        <w:rPr>
          <w:sz w:val="28"/>
          <w:szCs w:val="28"/>
        </w:rPr>
      </w:pPr>
      <w:r w:rsidRPr="003C205F">
        <w:rPr>
          <w:sz w:val="28"/>
          <w:szCs w:val="28"/>
        </w:rPr>
        <w:t>1. Принять в первом чтении проект закона Ярославской области «О внесении изменений в отдельные законодательные акты Ярославской о</w:t>
      </w:r>
      <w:r w:rsidRPr="003C205F">
        <w:rPr>
          <w:sz w:val="28"/>
          <w:szCs w:val="28"/>
        </w:rPr>
        <w:t>б</w:t>
      </w:r>
      <w:r w:rsidRPr="003C205F">
        <w:rPr>
          <w:sz w:val="28"/>
          <w:szCs w:val="28"/>
        </w:rPr>
        <w:t>ласти в сфере муниципальной службы</w:t>
      </w:r>
      <w:r w:rsidRPr="003C205F">
        <w:rPr>
          <w:bCs/>
          <w:sz w:val="28"/>
          <w:szCs w:val="28"/>
        </w:rPr>
        <w:t>»</w:t>
      </w:r>
      <w:r w:rsidRPr="003C205F">
        <w:rPr>
          <w:sz w:val="28"/>
          <w:szCs w:val="28"/>
        </w:rPr>
        <w:t>, внесенный Губернатором Яросла</w:t>
      </w:r>
      <w:r w:rsidRPr="003C205F">
        <w:rPr>
          <w:sz w:val="28"/>
          <w:szCs w:val="28"/>
        </w:rPr>
        <w:t>в</w:t>
      </w:r>
      <w:r w:rsidRPr="003C205F">
        <w:rPr>
          <w:sz w:val="28"/>
          <w:szCs w:val="28"/>
        </w:rPr>
        <w:t>ской области.</w:t>
      </w:r>
    </w:p>
    <w:p w:rsidR="0081541A" w:rsidRPr="000903DF" w:rsidRDefault="0081541A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81541A" w:rsidRPr="000903DF" w:rsidRDefault="0081541A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10 апреля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81541A" w:rsidRPr="000903DF" w:rsidRDefault="0081541A" w:rsidP="00F9695C">
      <w:pPr>
        <w:jc w:val="both"/>
        <w:rPr>
          <w:sz w:val="28"/>
          <w:szCs w:val="28"/>
        </w:rPr>
      </w:pPr>
    </w:p>
    <w:p w:rsidR="0081541A" w:rsidRDefault="0081541A" w:rsidP="00F9695C">
      <w:pPr>
        <w:jc w:val="both"/>
        <w:rPr>
          <w:sz w:val="28"/>
        </w:rPr>
      </w:pPr>
    </w:p>
    <w:p w:rsidR="0081541A" w:rsidRDefault="0081541A" w:rsidP="00F9695C">
      <w:pPr>
        <w:jc w:val="both"/>
        <w:rPr>
          <w:sz w:val="28"/>
        </w:rPr>
      </w:pPr>
    </w:p>
    <w:p w:rsidR="0081541A" w:rsidRDefault="0081541A" w:rsidP="00F9695C">
      <w:pPr>
        <w:pStyle w:val="Heading3"/>
      </w:pPr>
      <w:r>
        <w:t>Председатель</w:t>
      </w:r>
    </w:p>
    <w:p w:rsidR="0081541A" w:rsidRPr="002C1105" w:rsidRDefault="0081541A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81541A" w:rsidRDefault="0081541A" w:rsidP="00F9695C">
      <w:pPr>
        <w:pStyle w:val="Heading3"/>
      </w:pPr>
    </w:p>
    <w:sectPr w:rsidR="0081541A" w:rsidSect="00A93E91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41A" w:rsidRDefault="0081541A">
      <w:r>
        <w:separator/>
      </w:r>
    </w:p>
  </w:endnote>
  <w:endnote w:type="continuationSeparator" w:id="0">
    <w:p w:rsidR="0081541A" w:rsidRDefault="00815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41A" w:rsidRDefault="0081541A">
      <w:r>
        <w:separator/>
      </w:r>
    </w:p>
  </w:footnote>
  <w:footnote w:type="continuationSeparator" w:id="0">
    <w:p w:rsidR="0081541A" w:rsidRDefault="008154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6783"/>
    <w:rsid w:val="001E50E6"/>
    <w:rsid w:val="00202A29"/>
    <w:rsid w:val="00203892"/>
    <w:rsid w:val="00214A41"/>
    <w:rsid w:val="00230264"/>
    <w:rsid w:val="00246829"/>
    <w:rsid w:val="00266F5E"/>
    <w:rsid w:val="00284F62"/>
    <w:rsid w:val="00292EA5"/>
    <w:rsid w:val="002A05F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B68B2"/>
    <w:rsid w:val="003B7A35"/>
    <w:rsid w:val="003C205F"/>
    <w:rsid w:val="003C786E"/>
    <w:rsid w:val="003E552E"/>
    <w:rsid w:val="003F2453"/>
    <w:rsid w:val="00411048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432F9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1541A"/>
    <w:rsid w:val="0082312E"/>
    <w:rsid w:val="0084771E"/>
    <w:rsid w:val="008617EB"/>
    <w:rsid w:val="00876826"/>
    <w:rsid w:val="00881F9D"/>
    <w:rsid w:val="00884C99"/>
    <w:rsid w:val="008907DD"/>
    <w:rsid w:val="00897256"/>
    <w:rsid w:val="008D1296"/>
    <w:rsid w:val="008E6A61"/>
    <w:rsid w:val="008E6CB0"/>
    <w:rsid w:val="008F54E2"/>
    <w:rsid w:val="00936997"/>
    <w:rsid w:val="00936C8B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1D72"/>
    <w:rsid w:val="009D4FB9"/>
    <w:rsid w:val="00A165D9"/>
    <w:rsid w:val="00A23D93"/>
    <w:rsid w:val="00A245AA"/>
    <w:rsid w:val="00A250E8"/>
    <w:rsid w:val="00A269B9"/>
    <w:rsid w:val="00A4428C"/>
    <w:rsid w:val="00A56FC1"/>
    <w:rsid w:val="00A754C3"/>
    <w:rsid w:val="00A7637E"/>
    <w:rsid w:val="00A93E91"/>
    <w:rsid w:val="00AB0954"/>
    <w:rsid w:val="00AE75D6"/>
    <w:rsid w:val="00AF1E34"/>
    <w:rsid w:val="00B0356F"/>
    <w:rsid w:val="00B42317"/>
    <w:rsid w:val="00B51DE7"/>
    <w:rsid w:val="00B77D5B"/>
    <w:rsid w:val="00B97378"/>
    <w:rsid w:val="00BD7F1B"/>
    <w:rsid w:val="00BE3C4B"/>
    <w:rsid w:val="00BF5B74"/>
    <w:rsid w:val="00C14300"/>
    <w:rsid w:val="00C14F0B"/>
    <w:rsid w:val="00C278F0"/>
    <w:rsid w:val="00C40E45"/>
    <w:rsid w:val="00C54C50"/>
    <w:rsid w:val="00C57B7E"/>
    <w:rsid w:val="00C74147"/>
    <w:rsid w:val="00C80E46"/>
    <w:rsid w:val="00C97255"/>
    <w:rsid w:val="00CA6684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20539"/>
    <w:rsid w:val="00E22A65"/>
    <w:rsid w:val="00E25E63"/>
    <w:rsid w:val="00E26DC8"/>
    <w:rsid w:val="00E27492"/>
    <w:rsid w:val="00E663FD"/>
    <w:rsid w:val="00E868BF"/>
    <w:rsid w:val="00EF2A6C"/>
    <w:rsid w:val="00F17842"/>
    <w:rsid w:val="00F2406D"/>
    <w:rsid w:val="00F32960"/>
    <w:rsid w:val="00F53615"/>
    <w:rsid w:val="00F5641B"/>
    <w:rsid w:val="00F7403D"/>
    <w:rsid w:val="00F81F8D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5F5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05F5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A05F5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05F5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A05F5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2A05F5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2A05F5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A05F5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A05F5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2A05F5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2A05F5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2A05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2A05F5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35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130</Words>
  <Characters>745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26</cp:revision>
  <cp:lastPrinted>2011-06-17T07:19:00Z</cp:lastPrinted>
  <dcterms:created xsi:type="dcterms:W3CDTF">2011-05-25T04:39:00Z</dcterms:created>
  <dcterms:modified xsi:type="dcterms:W3CDTF">2012-04-02T07:41:00Z</dcterms:modified>
</cp:coreProperties>
</file>