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AE2B54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DC64DC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6D4382" w:rsidRPr="006D4382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наделении органов местного самоуправления государственными полномочиями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2A15E1" w:rsidRPr="002A15E1" w:rsidRDefault="002A15E1" w:rsidP="002A15E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2A15E1">
        <w:rPr>
          <w:szCs w:val="28"/>
        </w:rPr>
        <w:t xml:space="preserve">Официальным представителем Губернатора </w:t>
      </w:r>
      <w:r>
        <w:rPr>
          <w:szCs w:val="28"/>
        </w:rPr>
        <w:t xml:space="preserve">Ярославской </w:t>
      </w:r>
      <w:r w:rsidRPr="002A15E1">
        <w:rPr>
          <w:szCs w:val="28"/>
        </w:rPr>
        <w:t xml:space="preserve">области </w:t>
      </w:r>
      <w:r>
        <w:rPr>
          <w:szCs w:val="28"/>
        </w:rPr>
        <w:t>по </w:t>
      </w:r>
      <w:r w:rsidRPr="002A15E1">
        <w:rPr>
          <w:szCs w:val="28"/>
        </w:rPr>
        <w:t xml:space="preserve">указанному законопроекту назначен </w:t>
      </w:r>
      <w:r w:rsidR="00EB04BF">
        <w:rPr>
          <w:szCs w:val="28"/>
        </w:rPr>
        <w:t>министр образования Ярославской области Лобода И.В</w:t>
      </w:r>
      <w:r w:rsidRPr="002A15E1">
        <w:rPr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C25840">
        <w:rPr>
          <w:rFonts w:ascii="Times New Roman" w:hAnsi="Times New Roman"/>
          <w:sz w:val="28"/>
        </w:rPr>
        <w:t>9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CD2" w:rsidRPr="001719D0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F3F" w:rsidRDefault="00013F3F">
      <w:r>
        <w:separator/>
      </w:r>
    </w:p>
  </w:endnote>
  <w:endnote w:type="continuationSeparator" w:id="0">
    <w:p w:rsidR="00013F3F" w:rsidRDefault="00013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F3F" w:rsidRDefault="00013F3F">
      <w:r>
        <w:separator/>
      </w:r>
    </w:p>
  </w:footnote>
  <w:footnote w:type="continuationSeparator" w:id="0">
    <w:p w:rsidR="00013F3F" w:rsidRDefault="00013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3F3F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19D0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155A8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514"/>
    <w:rsid w:val="00294E51"/>
    <w:rsid w:val="0029507F"/>
    <w:rsid w:val="00297EE9"/>
    <w:rsid w:val="002A15E1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16CAD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2787C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4382"/>
    <w:rsid w:val="006E2583"/>
    <w:rsid w:val="006F04AE"/>
    <w:rsid w:val="00711302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72B"/>
    <w:rsid w:val="00901F12"/>
    <w:rsid w:val="00906205"/>
    <w:rsid w:val="00910985"/>
    <w:rsid w:val="0091505A"/>
    <w:rsid w:val="009231CF"/>
    <w:rsid w:val="00923B20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E2B54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25840"/>
    <w:rsid w:val="00C3328E"/>
    <w:rsid w:val="00C359E2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C64DC"/>
    <w:rsid w:val="00DE1C2A"/>
    <w:rsid w:val="00E0710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4BF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A5310-C144-4C43-95A8-A4001273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2024-10-16T07:32:00Z</dcterms:created>
  <dcterms:modified xsi:type="dcterms:W3CDTF">2024-10-16T07:32:00Z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