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B38" w:rsidRPr="001C17E8" w:rsidRDefault="007A7B38" w:rsidP="007A7B38">
      <w:pPr>
        <w:pStyle w:val="3"/>
        <w:spacing w:before="0"/>
        <w:jc w:val="right"/>
        <w:rPr>
          <w:rFonts w:ascii="Times New Roman" w:hAnsi="Times New Roman" w:cs="Times New Roman"/>
          <w:color w:val="auto"/>
          <w:sz w:val="20"/>
        </w:rPr>
      </w:pPr>
      <w:bookmarkStart w:id="0" w:name="_GoBack"/>
      <w:bookmarkEnd w:id="0"/>
      <w:r w:rsidRPr="001C17E8">
        <w:rPr>
          <w:rFonts w:ascii="Times New Roman" w:hAnsi="Times New Roman" w:cs="Times New Roman"/>
          <w:color w:val="auto"/>
          <w:sz w:val="20"/>
        </w:rPr>
        <w:t>Проект вносит</w:t>
      </w:r>
    </w:p>
    <w:p w:rsidR="007A7B38" w:rsidRPr="001C17E8" w:rsidRDefault="007A7B38" w:rsidP="007A7B38">
      <w:pPr>
        <w:keepNext/>
        <w:ind w:firstLine="0"/>
        <w:jc w:val="right"/>
        <w:outlineLvl w:val="2"/>
        <w:rPr>
          <w:b/>
          <w:sz w:val="20"/>
        </w:rPr>
      </w:pPr>
      <w:r w:rsidRPr="001C17E8">
        <w:rPr>
          <w:b/>
          <w:sz w:val="20"/>
        </w:rPr>
        <w:t>Губернатор Ярославской области</w:t>
      </w:r>
    </w:p>
    <w:p w:rsidR="007A7B38" w:rsidRPr="001C17E8" w:rsidRDefault="007A7B38" w:rsidP="007A7B38">
      <w:pPr>
        <w:keepNext/>
        <w:ind w:firstLine="0"/>
        <w:jc w:val="right"/>
        <w:outlineLvl w:val="2"/>
        <w:rPr>
          <w:b/>
          <w:bCs/>
          <w:sz w:val="20"/>
          <w:lang w:eastAsia="x-none"/>
        </w:rPr>
      </w:pPr>
    </w:p>
    <w:p w:rsidR="007A7B38" w:rsidRPr="001C17E8" w:rsidRDefault="007A7B38" w:rsidP="007A7B38">
      <w:pPr>
        <w:keepNext/>
        <w:ind w:firstLine="0"/>
        <w:jc w:val="right"/>
        <w:outlineLvl w:val="2"/>
        <w:rPr>
          <w:b/>
          <w:bCs/>
          <w:sz w:val="20"/>
          <w:lang w:eastAsia="x-none"/>
        </w:rPr>
      </w:pPr>
      <w:r w:rsidRPr="001C17E8">
        <w:rPr>
          <w:b/>
          <w:bCs/>
          <w:sz w:val="20"/>
          <w:lang w:eastAsia="x-none"/>
        </w:rPr>
        <w:t>Д</w:t>
      </w:r>
      <w:r w:rsidRPr="001C17E8">
        <w:rPr>
          <w:b/>
          <w:bCs/>
          <w:sz w:val="20"/>
          <w:lang w:val="x-none" w:eastAsia="x-none"/>
        </w:rPr>
        <w:t>.</w:t>
      </w:r>
      <w:r w:rsidRPr="001C17E8">
        <w:rPr>
          <w:b/>
          <w:bCs/>
          <w:sz w:val="20"/>
          <w:lang w:eastAsia="x-none"/>
        </w:rPr>
        <w:t>Ю</w:t>
      </w:r>
      <w:r w:rsidRPr="001C17E8">
        <w:rPr>
          <w:b/>
          <w:bCs/>
          <w:sz w:val="20"/>
          <w:lang w:val="x-none" w:eastAsia="x-none"/>
        </w:rPr>
        <w:t xml:space="preserve">. </w:t>
      </w:r>
      <w:r w:rsidRPr="001C17E8">
        <w:rPr>
          <w:b/>
          <w:bCs/>
          <w:sz w:val="20"/>
          <w:lang w:eastAsia="x-none"/>
        </w:rPr>
        <w:t>Миронов</w:t>
      </w:r>
    </w:p>
    <w:p w:rsidR="007A7B38" w:rsidRPr="001C17E8" w:rsidRDefault="007A7B38" w:rsidP="007A7B38">
      <w:pPr>
        <w:ind w:firstLine="0"/>
        <w:jc w:val="center"/>
        <w:rPr>
          <w:sz w:val="36"/>
          <w:szCs w:val="36"/>
        </w:rPr>
      </w:pPr>
      <w:r w:rsidRPr="001C17E8">
        <w:rPr>
          <w:noProof/>
          <w:sz w:val="24"/>
          <w:szCs w:val="28"/>
          <w:lang w:eastAsia="ru-RU"/>
        </w:rPr>
        <w:drawing>
          <wp:inline distT="0" distB="0" distL="0" distR="0" wp14:anchorId="3495A0DB" wp14:editId="6B48AF5F">
            <wp:extent cx="1371600" cy="1371600"/>
            <wp:effectExtent l="0" t="0" r="0" b="0"/>
            <wp:docPr id="1" name="Рисунок 1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7B38" w:rsidRPr="001C17E8" w:rsidRDefault="007A7B38" w:rsidP="007A7B38">
      <w:pPr>
        <w:ind w:firstLine="0"/>
        <w:jc w:val="center"/>
        <w:rPr>
          <w:b/>
          <w:bCs/>
          <w:sz w:val="36"/>
        </w:rPr>
      </w:pPr>
      <w:proofErr w:type="gramStart"/>
      <w:r w:rsidRPr="001C17E8">
        <w:rPr>
          <w:b/>
          <w:bCs/>
          <w:sz w:val="36"/>
        </w:rPr>
        <w:t>З</w:t>
      </w:r>
      <w:proofErr w:type="gramEnd"/>
      <w:r w:rsidRPr="001C17E8">
        <w:rPr>
          <w:b/>
          <w:bCs/>
          <w:sz w:val="36"/>
        </w:rPr>
        <w:t xml:space="preserve"> А К О Н</w:t>
      </w:r>
    </w:p>
    <w:p w:rsidR="007A7B38" w:rsidRPr="001C17E8" w:rsidRDefault="007A7B38" w:rsidP="007A7B38">
      <w:pPr>
        <w:ind w:firstLine="0"/>
        <w:jc w:val="center"/>
        <w:rPr>
          <w:b/>
          <w:bCs/>
        </w:rPr>
      </w:pPr>
      <w:r w:rsidRPr="001C17E8">
        <w:rPr>
          <w:b/>
          <w:bCs/>
        </w:rPr>
        <w:t>ЯРОСЛАВСКОЙ ОБЛАСТИ</w:t>
      </w:r>
    </w:p>
    <w:p w:rsidR="007A7B38" w:rsidRPr="001C17E8" w:rsidRDefault="007A7B38" w:rsidP="007A7B38">
      <w:pPr>
        <w:ind w:firstLine="0"/>
        <w:jc w:val="center"/>
        <w:rPr>
          <w:bCs/>
          <w:sz w:val="24"/>
          <w:szCs w:val="24"/>
        </w:rPr>
      </w:pPr>
    </w:p>
    <w:p w:rsidR="007A7B38" w:rsidRPr="000A3374" w:rsidRDefault="007A7B38" w:rsidP="007A7B38">
      <w:pPr>
        <w:ind w:firstLine="0"/>
        <w:jc w:val="center"/>
        <w:rPr>
          <w:b/>
          <w:bCs/>
          <w:szCs w:val="28"/>
        </w:rPr>
      </w:pPr>
      <w:r w:rsidRPr="000A3374">
        <w:rPr>
          <w:b/>
          <w:bCs/>
          <w:szCs w:val="28"/>
        </w:rPr>
        <w:t xml:space="preserve">О внесении изменений </w:t>
      </w:r>
      <w:r w:rsidRPr="000A3374">
        <w:rPr>
          <w:b/>
          <w:szCs w:val="28"/>
        </w:rPr>
        <w:t xml:space="preserve">в </w:t>
      </w:r>
      <w:r w:rsidR="00983C46">
        <w:rPr>
          <w:b/>
          <w:szCs w:val="28"/>
        </w:rPr>
        <w:t xml:space="preserve">статьи 3 и 4 </w:t>
      </w:r>
      <w:r w:rsidRPr="000A3374">
        <w:rPr>
          <w:b/>
          <w:szCs w:val="28"/>
        </w:rPr>
        <w:t>Закон</w:t>
      </w:r>
      <w:r w:rsidR="00983C46">
        <w:rPr>
          <w:b/>
          <w:szCs w:val="28"/>
        </w:rPr>
        <w:t>а</w:t>
      </w:r>
      <w:r w:rsidRPr="000A3374">
        <w:rPr>
          <w:b/>
          <w:szCs w:val="28"/>
        </w:rPr>
        <w:t xml:space="preserve"> </w:t>
      </w:r>
      <w:r w:rsidRPr="000A3374">
        <w:rPr>
          <w:b/>
          <w:bCs/>
          <w:szCs w:val="28"/>
        </w:rPr>
        <w:t xml:space="preserve">Ярославской области </w:t>
      </w:r>
    </w:p>
    <w:p w:rsidR="007A7B38" w:rsidRPr="001C17E8" w:rsidRDefault="007A7B38" w:rsidP="00B3111A">
      <w:pPr>
        <w:ind w:firstLine="0"/>
        <w:jc w:val="center"/>
        <w:rPr>
          <w:b/>
        </w:rPr>
      </w:pPr>
      <w:r w:rsidRPr="001C17E8">
        <w:rPr>
          <w:b/>
        </w:rPr>
        <w:t xml:space="preserve">«О </w:t>
      </w:r>
      <w:r w:rsidR="00B3111A">
        <w:rPr>
          <w:b/>
        </w:rPr>
        <w:t>пожарной безопасности в</w:t>
      </w:r>
      <w:r w:rsidRPr="001C17E8">
        <w:rPr>
          <w:b/>
        </w:rPr>
        <w:t xml:space="preserve"> Ярославской области» </w:t>
      </w:r>
    </w:p>
    <w:p w:rsidR="007A7B38" w:rsidRPr="001C17E8" w:rsidRDefault="007A7B38" w:rsidP="007A7B38">
      <w:pPr>
        <w:ind w:firstLine="0"/>
        <w:rPr>
          <w:b/>
          <w:sz w:val="24"/>
          <w:szCs w:val="24"/>
        </w:rPr>
      </w:pPr>
    </w:p>
    <w:p w:rsidR="007A7B38" w:rsidRPr="001C17E8" w:rsidRDefault="007A7B38" w:rsidP="007A7B38">
      <w:pPr>
        <w:ind w:firstLine="0"/>
        <w:rPr>
          <w:sz w:val="24"/>
          <w:szCs w:val="24"/>
        </w:rPr>
      </w:pPr>
    </w:p>
    <w:p w:rsidR="007A7B38" w:rsidRPr="001C17E8" w:rsidRDefault="007A7B38" w:rsidP="007A7B38">
      <w:pPr>
        <w:ind w:firstLine="0"/>
        <w:rPr>
          <w:sz w:val="24"/>
          <w:szCs w:val="24"/>
        </w:rPr>
      </w:pPr>
      <w:proofErr w:type="gramStart"/>
      <w:r w:rsidRPr="001C17E8">
        <w:rPr>
          <w:sz w:val="24"/>
          <w:szCs w:val="24"/>
        </w:rPr>
        <w:t>Принят</w:t>
      </w:r>
      <w:proofErr w:type="gramEnd"/>
      <w:r w:rsidRPr="001C17E8">
        <w:rPr>
          <w:sz w:val="24"/>
          <w:szCs w:val="24"/>
        </w:rPr>
        <w:t xml:space="preserve"> Ярославской областной Думой</w:t>
      </w:r>
    </w:p>
    <w:p w:rsidR="007A7B38" w:rsidRPr="001C17E8" w:rsidRDefault="007A7B38" w:rsidP="007A7B38">
      <w:pPr>
        <w:ind w:firstLine="0"/>
        <w:rPr>
          <w:sz w:val="24"/>
        </w:rPr>
      </w:pPr>
      <w:r w:rsidRPr="001C17E8">
        <w:rPr>
          <w:sz w:val="24"/>
        </w:rPr>
        <w:t>«____»_____________ 2021 года</w:t>
      </w:r>
    </w:p>
    <w:p w:rsidR="00215AC1" w:rsidRDefault="001364FC" w:rsidP="001364FC">
      <w:pPr>
        <w:tabs>
          <w:tab w:val="left" w:pos="2479"/>
        </w:tabs>
        <w:ind w:firstLine="567"/>
        <w:outlineLvl w:val="0"/>
        <w:rPr>
          <w:szCs w:val="28"/>
        </w:rPr>
      </w:pPr>
      <w:r>
        <w:rPr>
          <w:szCs w:val="28"/>
        </w:rPr>
        <w:tab/>
      </w:r>
    </w:p>
    <w:p w:rsidR="001364FC" w:rsidRDefault="001364FC" w:rsidP="001364FC">
      <w:pPr>
        <w:tabs>
          <w:tab w:val="left" w:pos="2479"/>
        </w:tabs>
        <w:ind w:firstLine="567"/>
        <w:outlineLvl w:val="0"/>
        <w:rPr>
          <w:szCs w:val="28"/>
        </w:rPr>
      </w:pPr>
    </w:p>
    <w:p w:rsidR="007A7B38" w:rsidRPr="001364FC" w:rsidRDefault="001364FC" w:rsidP="001364FC">
      <w:pPr>
        <w:tabs>
          <w:tab w:val="left" w:pos="6975"/>
        </w:tabs>
        <w:outlineLvl w:val="0"/>
        <w:rPr>
          <w:b/>
          <w:szCs w:val="28"/>
        </w:rPr>
      </w:pPr>
      <w:r w:rsidRPr="001364FC">
        <w:rPr>
          <w:b/>
          <w:szCs w:val="28"/>
        </w:rPr>
        <w:t>Статья 1</w:t>
      </w:r>
      <w:r w:rsidR="007A7B38" w:rsidRPr="001364FC">
        <w:rPr>
          <w:b/>
          <w:szCs w:val="28"/>
        </w:rPr>
        <w:tab/>
      </w:r>
    </w:p>
    <w:p w:rsidR="001C360D" w:rsidRPr="001C17E8" w:rsidRDefault="001C360D" w:rsidP="001C360D">
      <w:pPr>
        <w:autoSpaceDE w:val="0"/>
        <w:autoSpaceDN w:val="0"/>
        <w:adjustRightInd w:val="0"/>
        <w:rPr>
          <w:szCs w:val="28"/>
        </w:rPr>
      </w:pPr>
      <w:r w:rsidRPr="001C17E8">
        <w:rPr>
          <w:szCs w:val="28"/>
        </w:rPr>
        <w:t xml:space="preserve">Внести в Закон Ярославской области </w:t>
      </w:r>
      <w:r w:rsidR="00C20DFC" w:rsidRPr="00C20DFC">
        <w:rPr>
          <w:szCs w:val="28"/>
        </w:rPr>
        <w:t xml:space="preserve">от 07.12.2004 </w:t>
      </w:r>
      <w:r w:rsidR="00C20DFC">
        <w:rPr>
          <w:szCs w:val="28"/>
        </w:rPr>
        <w:t>№</w:t>
      </w:r>
      <w:r w:rsidR="00C20DFC" w:rsidRPr="00C20DFC">
        <w:rPr>
          <w:szCs w:val="28"/>
        </w:rPr>
        <w:t xml:space="preserve"> 52-з </w:t>
      </w:r>
      <w:r w:rsidR="00C20DFC">
        <w:rPr>
          <w:szCs w:val="28"/>
        </w:rPr>
        <w:t>«О </w:t>
      </w:r>
      <w:r w:rsidR="00C20DFC" w:rsidRPr="00C20DFC">
        <w:rPr>
          <w:szCs w:val="28"/>
        </w:rPr>
        <w:t>пожарной безопасности в Ярославской области</w:t>
      </w:r>
      <w:r w:rsidR="00C20DFC">
        <w:rPr>
          <w:szCs w:val="28"/>
        </w:rPr>
        <w:t>»</w:t>
      </w:r>
      <w:r w:rsidRPr="001C17E8">
        <w:rPr>
          <w:szCs w:val="28"/>
        </w:rPr>
        <w:t xml:space="preserve"> (</w:t>
      </w:r>
      <w:r w:rsidR="00637B95">
        <w:rPr>
          <w:szCs w:val="28"/>
        </w:rPr>
        <w:t>Губернские вести, 2004, 14 декабря, № 67;</w:t>
      </w:r>
      <w:r w:rsidR="00F66A45">
        <w:rPr>
          <w:szCs w:val="28"/>
        </w:rPr>
        <w:t xml:space="preserve"> 2006, 5 июля, № 43; 2008, 4 марта, № 17;</w:t>
      </w:r>
      <w:r w:rsidR="00637B95">
        <w:rPr>
          <w:szCs w:val="28"/>
        </w:rPr>
        <w:t xml:space="preserve"> </w:t>
      </w:r>
      <w:r w:rsidR="00F66A45">
        <w:rPr>
          <w:szCs w:val="28"/>
        </w:rPr>
        <w:t xml:space="preserve">               </w:t>
      </w:r>
      <w:r w:rsidRPr="00F66A45">
        <w:rPr>
          <w:szCs w:val="28"/>
        </w:rPr>
        <w:t>Документ – Регион,</w:t>
      </w:r>
      <w:r w:rsidR="00F66A45" w:rsidRPr="00F66A45">
        <w:rPr>
          <w:szCs w:val="28"/>
        </w:rPr>
        <w:t xml:space="preserve"> 2013, 12 ноября, № 90;</w:t>
      </w:r>
      <w:r w:rsidR="00924600">
        <w:rPr>
          <w:szCs w:val="28"/>
        </w:rPr>
        <w:t xml:space="preserve"> 2016, 14 </w:t>
      </w:r>
      <w:r w:rsidR="00F66A45" w:rsidRPr="00F66A45">
        <w:rPr>
          <w:szCs w:val="28"/>
        </w:rPr>
        <w:t>октября, № 90</w:t>
      </w:r>
      <w:r w:rsidRPr="00F66A45">
        <w:rPr>
          <w:rFonts w:cs="Times New Roman"/>
          <w:szCs w:val="28"/>
        </w:rPr>
        <w:t>)</w:t>
      </w:r>
      <w:r w:rsidRPr="00F66A45">
        <w:rPr>
          <w:szCs w:val="28"/>
        </w:rPr>
        <w:t xml:space="preserve"> </w:t>
      </w:r>
      <w:r w:rsidRPr="001C17E8">
        <w:rPr>
          <w:szCs w:val="28"/>
        </w:rPr>
        <w:t xml:space="preserve">следующие изменения: </w:t>
      </w:r>
    </w:p>
    <w:p w:rsidR="00215AC1" w:rsidRDefault="00F05858" w:rsidP="00C95F8F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</w:t>
      </w:r>
      <w:r w:rsidR="00BD0333">
        <w:rPr>
          <w:rFonts w:eastAsia="Times New Roman" w:cs="Times New Roman"/>
          <w:szCs w:val="28"/>
          <w:lang w:eastAsia="ru-RU"/>
        </w:rPr>
        <w:t xml:space="preserve">) </w:t>
      </w:r>
      <w:r w:rsidR="00215AC1">
        <w:rPr>
          <w:rFonts w:eastAsia="Times New Roman" w:cs="Times New Roman"/>
          <w:szCs w:val="28"/>
          <w:lang w:eastAsia="ru-RU"/>
        </w:rPr>
        <w:t>в статье 3:</w:t>
      </w:r>
    </w:p>
    <w:p w:rsidR="006A111A" w:rsidRPr="009673C2" w:rsidRDefault="00215AC1" w:rsidP="00C95F8F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а) </w:t>
      </w:r>
      <w:r w:rsidR="006A111A">
        <w:rPr>
          <w:rFonts w:eastAsia="Times New Roman" w:cs="Times New Roman"/>
          <w:szCs w:val="28"/>
          <w:lang w:eastAsia="ru-RU"/>
        </w:rPr>
        <w:t>в части 3 слова «</w:t>
      </w:r>
      <w:r w:rsidR="006A111A" w:rsidRPr="009673C2">
        <w:rPr>
          <w:rFonts w:eastAsia="Times New Roman" w:cs="Times New Roman"/>
          <w:szCs w:val="28"/>
          <w:lang w:eastAsia="ru-RU"/>
        </w:rPr>
        <w:t>областные целевые программы</w:t>
      </w:r>
      <w:r w:rsidR="00C71DCB">
        <w:rPr>
          <w:rFonts w:eastAsia="Times New Roman" w:cs="Times New Roman"/>
          <w:szCs w:val="28"/>
          <w:lang w:eastAsia="ru-RU"/>
        </w:rPr>
        <w:t xml:space="preserve"> </w:t>
      </w:r>
      <w:r w:rsidR="00C71DCB" w:rsidRPr="00215AC1">
        <w:rPr>
          <w:rFonts w:eastAsia="Times New Roman" w:cs="Times New Roman"/>
          <w:szCs w:val="28"/>
          <w:lang w:eastAsia="ru-RU"/>
        </w:rPr>
        <w:t>в области пожарной безопасности</w:t>
      </w:r>
      <w:r w:rsidR="006A111A" w:rsidRPr="009673C2">
        <w:rPr>
          <w:rFonts w:eastAsia="Times New Roman" w:cs="Times New Roman"/>
          <w:szCs w:val="28"/>
          <w:lang w:eastAsia="ru-RU"/>
        </w:rPr>
        <w:t>» заменить словами «</w:t>
      </w:r>
      <w:r w:rsidR="00261915">
        <w:rPr>
          <w:rFonts w:eastAsia="Times New Roman" w:cs="Times New Roman"/>
          <w:szCs w:val="28"/>
          <w:lang w:eastAsia="ru-RU"/>
        </w:rPr>
        <w:t xml:space="preserve">государственные программы </w:t>
      </w:r>
      <w:r w:rsidR="006A111A" w:rsidRPr="009673C2">
        <w:rPr>
          <w:rFonts w:eastAsia="Times New Roman" w:cs="Times New Roman"/>
          <w:szCs w:val="28"/>
          <w:lang w:eastAsia="ru-RU"/>
        </w:rPr>
        <w:t xml:space="preserve">Ярославской </w:t>
      </w:r>
      <w:r w:rsidR="006A111A" w:rsidRPr="00C71DCB">
        <w:rPr>
          <w:rFonts w:eastAsia="Times New Roman" w:cs="Times New Roman"/>
          <w:szCs w:val="28"/>
          <w:lang w:eastAsia="ru-RU"/>
        </w:rPr>
        <w:t>области</w:t>
      </w:r>
      <w:r w:rsidR="006A111A" w:rsidRPr="009673C2">
        <w:rPr>
          <w:rFonts w:eastAsia="Times New Roman" w:cs="Times New Roman"/>
          <w:szCs w:val="28"/>
          <w:lang w:eastAsia="ru-RU"/>
        </w:rPr>
        <w:t>»;</w:t>
      </w:r>
    </w:p>
    <w:p w:rsidR="00BD0333" w:rsidRPr="009673C2" w:rsidRDefault="00215AC1" w:rsidP="0052280E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б</w:t>
      </w:r>
      <w:r w:rsidR="006A111A" w:rsidRPr="009673C2">
        <w:rPr>
          <w:rFonts w:eastAsia="Times New Roman" w:cs="Times New Roman"/>
          <w:szCs w:val="28"/>
          <w:lang w:eastAsia="ru-RU"/>
        </w:rPr>
        <w:t xml:space="preserve">) </w:t>
      </w:r>
      <w:r w:rsidR="00BD0333" w:rsidRPr="009673C2">
        <w:rPr>
          <w:rFonts w:eastAsia="Times New Roman" w:cs="Times New Roman"/>
          <w:szCs w:val="28"/>
          <w:lang w:eastAsia="ru-RU"/>
        </w:rPr>
        <w:t>пункт 4 части 4</w:t>
      </w:r>
      <w:r w:rsidR="00BD0333" w:rsidRPr="009673C2">
        <w:rPr>
          <w:rFonts w:eastAsia="Times New Roman" w:cs="Times New Roman"/>
          <w:szCs w:val="28"/>
          <w:vertAlign w:val="superscript"/>
          <w:lang w:eastAsia="ru-RU"/>
        </w:rPr>
        <w:t>1</w:t>
      </w:r>
      <w:r w:rsidR="00BD0333" w:rsidRPr="009673C2">
        <w:rPr>
          <w:rFonts w:eastAsia="Times New Roman" w:cs="Times New Roman"/>
          <w:szCs w:val="28"/>
          <w:lang w:eastAsia="ru-RU"/>
        </w:rPr>
        <w:t xml:space="preserve"> изложить в следующей редакции:</w:t>
      </w:r>
    </w:p>
    <w:p w:rsidR="00BD0333" w:rsidRPr="00184FAB" w:rsidRDefault="00C95F8F" w:rsidP="00503EE7">
      <w:pPr>
        <w:autoSpaceDE w:val="0"/>
        <w:autoSpaceDN w:val="0"/>
        <w:adjustRightInd w:val="0"/>
        <w:rPr>
          <w:rFonts w:cs="Times New Roman"/>
          <w:szCs w:val="28"/>
        </w:rPr>
      </w:pPr>
      <w:proofErr w:type="gramStart"/>
      <w:r w:rsidRPr="009673C2">
        <w:rPr>
          <w:rFonts w:eastAsia="Times New Roman" w:cs="Times New Roman"/>
          <w:szCs w:val="28"/>
          <w:lang w:eastAsia="ru-RU"/>
        </w:rPr>
        <w:t>«4)</w:t>
      </w:r>
      <w:r w:rsidRPr="009673C2">
        <w:rPr>
          <w:rFonts w:cs="Times New Roman"/>
          <w:szCs w:val="28"/>
        </w:rPr>
        <w:t xml:space="preserve"> перечень дополнительных требований пожарной безопасности</w:t>
      </w:r>
      <w:r w:rsidR="00503EE7">
        <w:rPr>
          <w:rFonts w:cs="Times New Roman"/>
          <w:szCs w:val="28"/>
        </w:rPr>
        <w:t xml:space="preserve">, устанавливаемых </w:t>
      </w:r>
      <w:r w:rsidR="0052280E">
        <w:rPr>
          <w:rFonts w:cs="Times New Roman"/>
          <w:szCs w:val="28"/>
        </w:rPr>
        <w:t xml:space="preserve">на соответствующей территории </w:t>
      </w:r>
      <w:r w:rsidR="00503EE7">
        <w:rPr>
          <w:rFonts w:cs="Times New Roman"/>
          <w:szCs w:val="28"/>
        </w:rPr>
        <w:t>на период действия особого противопожарного режима</w:t>
      </w:r>
      <w:r w:rsidR="0052280E">
        <w:rPr>
          <w:rFonts w:cs="Times New Roman"/>
          <w:szCs w:val="28"/>
        </w:rPr>
        <w:t>, в том числе предусматривающих привлечение населения для профилактики и локализации пожаров вне границ населенных пунктов, запрет на посещение гражданами лесов, принятие дополнительных мер, препятствующих распространению лесных пожаров и других ландшафтных (природных) пожаров, а также иных пожаров вне границ населенных пунктов на земли населенных пунктов</w:t>
      </w:r>
      <w:proofErr w:type="gramEnd"/>
      <w:r w:rsidR="0052280E">
        <w:rPr>
          <w:rFonts w:cs="Times New Roman"/>
          <w:szCs w:val="28"/>
        </w:rPr>
        <w:t xml:space="preserve"> (увеличение противопожарных разрывов по границам населенных пунктов, создание </w:t>
      </w:r>
      <w:r w:rsidR="0052280E" w:rsidRPr="00184FAB">
        <w:rPr>
          <w:rFonts w:cs="Times New Roman"/>
          <w:szCs w:val="28"/>
        </w:rPr>
        <w:t>противопожарных минерализованных полос и подобные меры)</w:t>
      </w:r>
      <w:proofErr w:type="gramStart"/>
      <w:r w:rsidRPr="00184FAB">
        <w:rPr>
          <w:rFonts w:cs="Times New Roman"/>
          <w:szCs w:val="28"/>
        </w:rPr>
        <w:t>.»</w:t>
      </w:r>
      <w:proofErr w:type="gramEnd"/>
      <w:r w:rsidRPr="00184FAB">
        <w:rPr>
          <w:rFonts w:cs="Times New Roman"/>
          <w:szCs w:val="28"/>
        </w:rPr>
        <w:t>;</w:t>
      </w:r>
    </w:p>
    <w:p w:rsidR="00C95F8F" w:rsidRPr="00184FAB" w:rsidRDefault="00215AC1" w:rsidP="001364FC">
      <w:pPr>
        <w:rPr>
          <w:rFonts w:cs="Times New Roman"/>
          <w:szCs w:val="28"/>
        </w:rPr>
      </w:pPr>
      <w:r w:rsidRPr="00184FAB">
        <w:rPr>
          <w:rFonts w:eastAsia="Times New Roman" w:cs="Times New Roman"/>
          <w:szCs w:val="28"/>
          <w:lang w:eastAsia="ru-RU"/>
        </w:rPr>
        <w:t>в</w:t>
      </w:r>
      <w:r w:rsidR="00C95F8F" w:rsidRPr="00184FAB">
        <w:rPr>
          <w:rFonts w:eastAsia="Times New Roman" w:cs="Times New Roman"/>
          <w:szCs w:val="28"/>
          <w:lang w:eastAsia="ru-RU"/>
        </w:rPr>
        <w:t xml:space="preserve">) </w:t>
      </w:r>
      <w:r w:rsidR="001364FC" w:rsidRPr="00184FAB">
        <w:rPr>
          <w:rFonts w:eastAsia="Times New Roman" w:cs="Times New Roman"/>
          <w:szCs w:val="28"/>
          <w:lang w:eastAsia="ru-RU"/>
        </w:rPr>
        <w:t>часть 4</w:t>
      </w:r>
      <w:r w:rsidR="001364FC" w:rsidRPr="00184FAB">
        <w:rPr>
          <w:rFonts w:eastAsia="Times New Roman" w:cs="Times New Roman"/>
          <w:szCs w:val="28"/>
          <w:vertAlign w:val="superscript"/>
          <w:lang w:eastAsia="ru-RU"/>
        </w:rPr>
        <w:t>2</w:t>
      </w:r>
      <w:r w:rsidR="001364FC" w:rsidRPr="00184FAB">
        <w:rPr>
          <w:rFonts w:eastAsia="Times New Roman" w:cs="Times New Roman"/>
          <w:szCs w:val="28"/>
          <w:lang w:eastAsia="ru-RU"/>
        </w:rPr>
        <w:t xml:space="preserve"> признать утратившей силу</w:t>
      </w:r>
      <w:r w:rsidR="00C95F8F" w:rsidRPr="00184FAB">
        <w:rPr>
          <w:rFonts w:cs="Times New Roman"/>
          <w:szCs w:val="28"/>
        </w:rPr>
        <w:t>;</w:t>
      </w:r>
    </w:p>
    <w:p w:rsidR="00B61196" w:rsidRPr="009673C2" w:rsidRDefault="00215AC1" w:rsidP="00B61196">
      <w:pPr>
        <w:autoSpaceDE w:val="0"/>
        <w:autoSpaceDN w:val="0"/>
        <w:adjustRightInd w:val="0"/>
        <w:rPr>
          <w:rFonts w:cs="Times New Roman"/>
          <w:szCs w:val="28"/>
        </w:rPr>
      </w:pPr>
      <w:r w:rsidRPr="00184FAB">
        <w:rPr>
          <w:rFonts w:cs="Times New Roman"/>
          <w:szCs w:val="28"/>
        </w:rPr>
        <w:t>г</w:t>
      </w:r>
      <w:r w:rsidR="00B61196" w:rsidRPr="00184FAB">
        <w:rPr>
          <w:rFonts w:cs="Times New Roman"/>
          <w:szCs w:val="28"/>
        </w:rPr>
        <w:t xml:space="preserve">) дополнить </w:t>
      </w:r>
      <w:r w:rsidR="00B61196" w:rsidRPr="009673C2">
        <w:rPr>
          <w:rFonts w:cs="Times New Roman"/>
          <w:szCs w:val="28"/>
        </w:rPr>
        <w:t>частью 4</w:t>
      </w:r>
      <w:r w:rsidR="00B61196" w:rsidRPr="009673C2">
        <w:rPr>
          <w:rFonts w:cs="Times New Roman"/>
          <w:szCs w:val="28"/>
          <w:vertAlign w:val="superscript"/>
        </w:rPr>
        <w:t>3</w:t>
      </w:r>
      <w:r w:rsidR="00B61196" w:rsidRPr="009673C2">
        <w:rPr>
          <w:rFonts w:cs="Times New Roman"/>
          <w:szCs w:val="28"/>
        </w:rPr>
        <w:t xml:space="preserve"> следующего содержания:</w:t>
      </w:r>
    </w:p>
    <w:p w:rsidR="00B61196" w:rsidRPr="009673C2" w:rsidRDefault="00B61196" w:rsidP="00B61196">
      <w:pPr>
        <w:autoSpaceDE w:val="0"/>
        <w:autoSpaceDN w:val="0"/>
        <w:adjustRightInd w:val="0"/>
        <w:rPr>
          <w:rFonts w:cs="Times New Roman"/>
          <w:szCs w:val="28"/>
        </w:rPr>
      </w:pPr>
      <w:r w:rsidRPr="009673C2">
        <w:rPr>
          <w:rFonts w:cs="Times New Roman"/>
          <w:szCs w:val="28"/>
        </w:rPr>
        <w:lastRenderedPageBreak/>
        <w:t>«4</w:t>
      </w:r>
      <w:r w:rsidRPr="009673C2">
        <w:rPr>
          <w:rFonts w:cs="Times New Roman"/>
          <w:szCs w:val="28"/>
          <w:vertAlign w:val="superscript"/>
        </w:rPr>
        <w:t>3</w:t>
      </w:r>
      <w:r w:rsidRPr="009673C2">
        <w:rPr>
          <w:rFonts w:cs="Times New Roman"/>
          <w:szCs w:val="28"/>
        </w:rPr>
        <w:t>.</w:t>
      </w:r>
      <w:r w:rsidR="00203088">
        <w:rPr>
          <w:rFonts w:cs="Times New Roman"/>
          <w:szCs w:val="28"/>
        </w:rPr>
        <w:t xml:space="preserve"> </w:t>
      </w:r>
      <w:r w:rsidRPr="009673C2">
        <w:rPr>
          <w:rFonts w:cs="Times New Roman"/>
          <w:szCs w:val="28"/>
        </w:rPr>
        <w:t>Перечень населенных пунктов, подверженных угрозе лесных пожаров и других ландшафтных (природных) пожаров, утверждается постановлением Правительства Ярославской области</w:t>
      </w:r>
      <w:proofErr w:type="gramStart"/>
      <w:r w:rsidRPr="009673C2">
        <w:rPr>
          <w:rFonts w:cs="Times New Roman"/>
          <w:szCs w:val="28"/>
        </w:rPr>
        <w:t>.»;</w:t>
      </w:r>
      <w:proofErr w:type="gramEnd"/>
    </w:p>
    <w:p w:rsidR="00E12E3C" w:rsidRPr="00E33758" w:rsidRDefault="00E12E3C" w:rsidP="0058041C">
      <w:pPr>
        <w:autoSpaceDE w:val="0"/>
        <w:autoSpaceDN w:val="0"/>
        <w:adjustRightInd w:val="0"/>
        <w:rPr>
          <w:rFonts w:cs="Times New Roman"/>
          <w:szCs w:val="28"/>
        </w:rPr>
      </w:pPr>
      <w:r w:rsidRPr="00E33758">
        <w:rPr>
          <w:rFonts w:cs="Times New Roman"/>
          <w:szCs w:val="28"/>
        </w:rPr>
        <w:t>2) в части 2 статьи 4:</w:t>
      </w:r>
    </w:p>
    <w:p w:rsidR="00E12E3C" w:rsidRPr="00E33758" w:rsidRDefault="00E12E3C" w:rsidP="0058041C">
      <w:pPr>
        <w:autoSpaceDE w:val="0"/>
        <w:autoSpaceDN w:val="0"/>
        <w:adjustRightInd w:val="0"/>
        <w:rPr>
          <w:rFonts w:cs="Times New Roman"/>
          <w:szCs w:val="28"/>
        </w:rPr>
      </w:pPr>
      <w:r w:rsidRPr="00E33758">
        <w:rPr>
          <w:rFonts w:cs="Times New Roman"/>
          <w:szCs w:val="28"/>
        </w:rPr>
        <w:t>а) в абзаце первом слова «Для организации тушения пожаров в составе» заменить словами «В составе»;</w:t>
      </w:r>
    </w:p>
    <w:p w:rsidR="00E12E3C" w:rsidRPr="00E33758" w:rsidRDefault="00E12E3C" w:rsidP="00D55B80">
      <w:pPr>
        <w:autoSpaceDE w:val="0"/>
        <w:autoSpaceDN w:val="0"/>
        <w:adjustRightInd w:val="0"/>
        <w:rPr>
          <w:rFonts w:cs="Times New Roman"/>
          <w:szCs w:val="28"/>
        </w:rPr>
      </w:pPr>
      <w:r w:rsidRPr="00E33758">
        <w:rPr>
          <w:rFonts w:cs="Times New Roman"/>
          <w:szCs w:val="28"/>
        </w:rPr>
        <w:t>б) абзац третий изложить в следующей редакции:</w:t>
      </w:r>
    </w:p>
    <w:p w:rsidR="00927A4C" w:rsidRPr="00E33758" w:rsidRDefault="00243CB7" w:rsidP="00E12E3C">
      <w:pPr>
        <w:autoSpaceDE w:val="0"/>
        <w:autoSpaceDN w:val="0"/>
        <w:adjustRightInd w:val="0"/>
        <w:rPr>
          <w:rFonts w:cs="Times New Roman"/>
          <w:szCs w:val="28"/>
        </w:rPr>
      </w:pPr>
      <w:r w:rsidRPr="00E33758">
        <w:rPr>
          <w:rFonts w:cs="Times New Roman"/>
          <w:szCs w:val="28"/>
        </w:rPr>
        <w:t xml:space="preserve">«территориальные подразделения противопожарной службы Ярославской области, созданные в целях </w:t>
      </w:r>
      <w:r w:rsidR="00E12E3C" w:rsidRPr="00E33758">
        <w:rPr>
          <w:rFonts w:cs="Times New Roman"/>
          <w:szCs w:val="28"/>
        </w:rPr>
        <w:t>организации и осуществления профилактики</w:t>
      </w:r>
      <w:r w:rsidR="001271D5" w:rsidRPr="00E33758">
        <w:rPr>
          <w:rFonts w:cs="Times New Roman"/>
          <w:szCs w:val="28"/>
        </w:rPr>
        <w:t>,</w:t>
      </w:r>
      <w:r w:rsidR="00E12E3C" w:rsidRPr="00E33758">
        <w:rPr>
          <w:rFonts w:cs="Times New Roman"/>
          <w:szCs w:val="28"/>
        </w:rPr>
        <w:t xml:space="preserve"> тушения пожаров</w:t>
      </w:r>
      <w:r w:rsidR="001271D5" w:rsidRPr="00E33758">
        <w:rPr>
          <w:rFonts w:cs="Times New Roman"/>
          <w:szCs w:val="28"/>
        </w:rPr>
        <w:t xml:space="preserve"> и</w:t>
      </w:r>
      <w:r w:rsidR="00E12E3C" w:rsidRPr="00E33758">
        <w:rPr>
          <w:rFonts w:cs="Times New Roman"/>
          <w:szCs w:val="28"/>
        </w:rPr>
        <w:t xml:space="preserve"> </w:t>
      </w:r>
      <w:r w:rsidR="001271D5" w:rsidRPr="00E33758">
        <w:rPr>
          <w:rFonts w:cs="Times New Roman"/>
          <w:szCs w:val="28"/>
        </w:rPr>
        <w:t xml:space="preserve">проведения аварийно-спасательных работ на территории Ярославской области </w:t>
      </w:r>
      <w:r w:rsidRPr="00E33758">
        <w:rPr>
          <w:rFonts w:cs="Times New Roman"/>
          <w:szCs w:val="28"/>
        </w:rPr>
        <w:t>в пределах полномочий, установленных федеральным законодательством</w:t>
      </w:r>
      <w:r w:rsidR="00215AC1" w:rsidRPr="00E33758">
        <w:rPr>
          <w:rFonts w:cs="Times New Roman"/>
          <w:szCs w:val="28"/>
        </w:rPr>
        <w:t xml:space="preserve"> о пожарной безопасности</w:t>
      </w:r>
      <w:proofErr w:type="gramStart"/>
      <w:r w:rsidRPr="00E33758">
        <w:rPr>
          <w:rFonts w:cs="Times New Roman"/>
          <w:szCs w:val="28"/>
        </w:rPr>
        <w:t>;»</w:t>
      </w:r>
      <w:proofErr w:type="gramEnd"/>
      <w:r w:rsidRPr="00E33758">
        <w:rPr>
          <w:rFonts w:cs="Times New Roman"/>
          <w:szCs w:val="28"/>
        </w:rPr>
        <w:t>;</w:t>
      </w:r>
    </w:p>
    <w:p w:rsidR="00E12E3C" w:rsidRPr="00E33758" w:rsidRDefault="00215AC1" w:rsidP="00E12E3C">
      <w:pPr>
        <w:autoSpaceDE w:val="0"/>
        <w:autoSpaceDN w:val="0"/>
        <w:adjustRightInd w:val="0"/>
        <w:rPr>
          <w:rFonts w:cs="Times New Roman"/>
          <w:szCs w:val="28"/>
        </w:rPr>
      </w:pPr>
      <w:r w:rsidRPr="00E33758">
        <w:rPr>
          <w:rFonts w:cs="Times New Roman"/>
          <w:szCs w:val="28"/>
        </w:rPr>
        <w:t xml:space="preserve">в) </w:t>
      </w:r>
      <w:r w:rsidR="00E12E3C" w:rsidRPr="00E33758">
        <w:rPr>
          <w:rFonts w:cs="Times New Roman"/>
          <w:szCs w:val="28"/>
        </w:rPr>
        <w:t>в абзаце четвертом слова «организации предупреждения пожаров и их тушения» заменить словами «</w:t>
      </w:r>
      <w:r w:rsidRPr="00E33758">
        <w:rPr>
          <w:rFonts w:cs="Times New Roman"/>
          <w:szCs w:val="28"/>
        </w:rPr>
        <w:t>организации и осуществления профилактики, тушения пожаров и проведения аварийно-спасательных работ</w:t>
      </w:r>
      <w:r w:rsidR="00E12E3C" w:rsidRPr="00E33758">
        <w:rPr>
          <w:rFonts w:cs="Times New Roman"/>
          <w:szCs w:val="28"/>
        </w:rPr>
        <w:t>»</w:t>
      </w:r>
      <w:r w:rsidR="00803AAC">
        <w:rPr>
          <w:rFonts w:cs="Times New Roman"/>
          <w:szCs w:val="28"/>
        </w:rPr>
        <w:t>.</w:t>
      </w:r>
    </w:p>
    <w:p w:rsidR="004D02C0" w:rsidRDefault="004D02C0" w:rsidP="004D02C0">
      <w:pPr>
        <w:autoSpaceDE w:val="0"/>
        <w:autoSpaceDN w:val="0"/>
        <w:adjustRightInd w:val="0"/>
        <w:outlineLvl w:val="0"/>
        <w:rPr>
          <w:rFonts w:eastAsia="Calibri"/>
          <w:bCs/>
          <w:szCs w:val="28"/>
        </w:rPr>
      </w:pPr>
    </w:p>
    <w:p w:rsidR="001364FC" w:rsidRPr="001364FC" w:rsidRDefault="001364FC" w:rsidP="001364FC">
      <w:pPr>
        <w:rPr>
          <w:rFonts w:eastAsia="Times New Roman" w:cs="Times New Roman"/>
          <w:b/>
          <w:szCs w:val="28"/>
          <w:lang w:eastAsia="ru-RU"/>
        </w:rPr>
      </w:pPr>
      <w:r w:rsidRPr="001364FC">
        <w:rPr>
          <w:rFonts w:eastAsia="Times New Roman" w:cs="Times New Roman"/>
          <w:b/>
          <w:szCs w:val="28"/>
          <w:lang w:eastAsia="ru-RU"/>
        </w:rPr>
        <w:t>Статья 2</w:t>
      </w:r>
    </w:p>
    <w:p w:rsidR="001364FC" w:rsidRDefault="001364FC" w:rsidP="001364FC">
      <w:pPr>
        <w:rPr>
          <w:rFonts w:cs="Times New Roman"/>
          <w:szCs w:val="28"/>
        </w:rPr>
      </w:pPr>
      <w:r>
        <w:rPr>
          <w:rFonts w:eastAsia="Times New Roman" w:cs="Times New Roman"/>
          <w:szCs w:val="28"/>
          <w:lang w:eastAsia="ru-RU"/>
        </w:rPr>
        <w:t>Признать утратившими силу абзацы седьмой – десятый подпункта «</w:t>
      </w:r>
      <w:proofErr w:type="gramStart"/>
      <w:r>
        <w:rPr>
          <w:rFonts w:eastAsia="Times New Roman" w:cs="Times New Roman"/>
          <w:szCs w:val="28"/>
          <w:lang w:eastAsia="ru-RU"/>
        </w:rPr>
        <w:t>в</w:t>
      </w:r>
      <w:proofErr w:type="gramEnd"/>
      <w:r>
        <w:rPr>
          <w:rFonts w:eastAsia="Times New Roman" w:cs="Times New Roman"/>
          <w:szCs w:val="28"/>
          <w:lang w:eastAsia="ru-RU"/>
        </w:rPr>
        <w:t xml:space="preserve">» </w:t>
      </w:r>
      <w:proofErr w:type="gramStart"/>
      <w:r>
        <w:rPr>
          <w:rFonts w:eastAsia="Times New Roman" w:cs="Times New Roman"/>
          <w:szCs w:val="28"/>
          <w:lang w:eastAsia="ru-RU"/>
        </w:rPr>
        <w:t>пункта</w:t>
      </w:r>
      <w:proofErr w:type="gramEnd"/>
      <w:r>
        <w:rPr>
          <w:rFonts w:eastAsia="Times New Roman" w:cs="Times New Roman"/>
          <w:szCs w:val="28"/>
          <w:lang w:eastAsia="ru-RU"/>
        </w:rPr>
        <w:t xml:space="preserve"> 1 </w:t>
      </w:r>
      <w:r w:rsidRPr="001364FC">
        <w:rPr>
          <w:rFonts w:eastAsia="Times New Roman" w:cs="Times New Roman"/>
          <w:szCs w:val="28"/>
          <w:lang w:eastAsia="ru-RU"/>
        </w:rPr>
        <w:t>Закон</w:t>
      </w:r>
      <w:r>
        <w:rPr>
          <w:rFonts w:eastAsia="Times New Roman" w:cs="Times New Roman"/>
          <w:szCs w:val="28"/>
          <w:lang w:eastAsia="ru-RU"/>
        </w:rPr>
        <w:t>а</w:t>
      </w:r>
      <w:r w:rsidRPr="001364FC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 xml:space="preserve">Ярославской области </w:t>
      </w:r>
      <w:r w:rsidRPr="001364FC">
        <w:rPr>
          <w:rFonts w:eastAsia="Times New Roman" w:cs="Times New Roman"/>
          <w:szCs w:val="28"/>
          <w:lang w:eastAsia="ru-RU"/>
        </w:rPr>
        <w:t xml:space="preserve">от 28.02.2008 </w:t>
      </w:r>
      <w:r>
        <w:rPr>
          <w:rFonts w:eastAsia="Times New Roman" w:cs="Times New Roman"/>
          <w:szCs w:val="28"/>
          <w:lang w:eastAsia="ru-RU"/>
        </w:rPr>
        <w:t>№</w:t>
      </w:r>
      <w:r w:rsidRPr="001364FC">
        <w:rPr>
          <w:rFonts w:eastAsia="Times New Roman" w:cs="Times New Roman"/>
          <w:szCs w:val="28"/>
          <w:lang w:eastAsia="ru-RU"/>
        </w:rPr>
        <w:t xml:space="preserve"> 10-з </w:t>
      </w:r>
      <w:r>
        <w:rPr>
          <w:rFonts w:eastAsia="Times New Roman" w:cs="Times New Roman"/>
          <w:szCs w:val="28"/>
          <w:lang w:eastAsia="ru-RU"/>
        </w:rPr>
        <w:t>«</w:t>
      </w:r>
      <w:r w:rsidRPr="001364FC">
        <w:rPr>
          <w:rFonts w:eastAsia="Times New Roman" w:cs="Times New Roman"/>
          <w:szCs w:val="28"/>
          <w:lang w:eastAsia="ru-RU"/>
        </w:rPr>
        <w:t xml:space="preserve">О внесении изменений в Закон Ярославской области </w:t>
      </w:r>
      <w:r>
        <w:rPr>
          <w:rFonts w:eastAsia="Times New Roman" w:cs="Times New Roman"/>
          <w:szCs w:val="28"/>
          <w:lang w:eastAsia="ru-RU"/>
        </w:rPr>
        <w:t>«</w:t>
      </w:r>
      <w:r w:rsidRPr="001364FC">
        <w:rPr>
          <w:rFonts w:eastAsia="Times New Roman" w:cs="Times New Roman"/>
          <w:szCs w:val="28"/>
          <w:lang w:eastAsia="ru-RU"/>
        </w:rPr>
        <w:t>О пожарной безопасности в Ярославской области</w:t>
      </w:r>
      <w:r>
        <w:rPr>
          <w:rFonts w:eastAsia="Times New Roman" w:cs="Times New Roman"/>
          <w:szCs w:val="28"/>
          <w:lang w:eastAsia="ru-RU"/>
        </w:rPr>
        <w:t>»</w:t>
      </w:r>
      <w:r w:rsidRPr="001364FC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(</w:t>
      </w:r>
      <w:r>
        <w:rPr>
          <w:rFonts w:cs="Times New Roman"/>
          <w:szCs w:val="28"/>
        </w:rPr>
        <w:t>Губернские вести, 2008, 4 марта, № 17).</w:t>
      </w:r>
    </w:p>
    <w:p w:rsidR="001364FC" w:rsidRDefault="001364FC" w:rsidP="007A7B38">
      <w:pPr>
        <w:rPr>
          <w:rFonts w:eastAsia="Times New Roman" w:cs="Times New Roman"/>
          <w:szCs w:val="28"/>
          <w:lang w:eastAsia="ru-RU"/>
        </w:rPr>
      </w:pPr>
    </w:p>
    <w:p w:rsidR="001364FC" w:rsidRDefault="001364FC" w:rsidP="007A7B38">
      <w:pPr>
        <w:rPr>
          <w:rFonts w:eastAsia="Times New Roman" w:cs="Times New Roman"/>
          <w:szCs w:val="28"/>
          <w:lang w:eastAsia="ru-RU"/>
        </w:rPr>
      </w:pPr>
    </w:p>
    <w:p w:rsidR="001364FC" w:rsidRPr="001C17E8" w:rsidRDefault="001364FC" w:rsidP="007A7B38">
      <w:pPr>
        <w:rPr>
          <w:rFonts w:eastAsia="Times New Roman" w:cs="Times New Roman"/>
          <w:szCs w:val="28"/>
          <w:lang w:eastAsia="ru-RU"/>
        </w:rPr>
      </w:pPr>
    </w:p>
    <w:p w:rsidR="007A7B38" w:rsidRPr="001C17E8" w:rsidRDefault="007A7B38" w:rsidP="007A7B38">
      <w:pPr>
        <w:keepNext/>
        <w:ind w:firstLine="0"/>
        <w:jc w:val="left"/>
        <w:outlineLvl w:val="3"/>
        <w:rPr>
          <w:rFonts w:eastAsia="Times New Roman" w:cs="Times New Roman"/>
          <w:bCs/>
          <w:szCs w:val="28"/>
          <w:lang w:eastAsia="ru-RU"/>
        </w:rPr>
      </w:pPr>
      <w:r w:rsidRPr="001C17E8">
        <w:rPr>
          <w:rFonts w:eastAsia="Times New Roman" w:cs="Times New Roman"/>
          <w:bCs/>
          <w:szCs w:val="28"/>
          <w:lang w:eastAsia="ru-RU"/>
        </w:rPr>
        <w:t>Губернатор</w:t>
      </w:r>
    </w:p>
    <w:p w:rsidR="007A7B38" w:rsidRPr="001C17E8" w:rsidRDefault="007A7B38" w:rsidP="007A7B38">
      <w:pPr>
        <w:keepNext/>
        <w:ind w:firstLine="0"/>
        <w:jc w:val="left"/>
        <w:outlineLvl w:val="3"/>
        <w:rPr>
          <w:rFonts w:eastAsia="Times New Roman" w:cs="Times New Roman"/>
          <w:szCs w:val="28"/>
          <w:lang w:eastAsia="ru-RU"/>
        </w:rPr>
      </w:pPr>
      <w:r w:rsidRPr="001C17E8">
        <w:rPr>
          <w:rFonts w:eastAsia="Times New Roman" w:cs="Times New Roman"/>
          <w:szCs w:val="28"/>
          <w:lang w:eastAsia="ru-RU"/>
        </w:rPr>
        <w:t>Ярославской области</w:t>
      </w:r>
      <w:r w:rsidRPr="001C17E8">
        <w:rPr>
          <w:rFonts w:eastAsia="Times New Roman" w:cs="Times New Roman"/>
          <w:szCs w:val="28"/>
          <w:lang w:eastAsia="ru-RU"/>
        </w:rPr>
        <w:tab/>
        <w:t xml:space="preserve">                                                                  Д.Ю. Миронов</w:t>
      </w:r>
    </w:p>
    <w:p w:rsidR="007A7B38" w:rsidRPr="001C17E8" w:rsidRDefault="007A7B38" w:rsidP="007A7B38">
      <w:pPr>
        <w:ind w:firstLine="0"/>
        <w:rPr>
          <w:rFonts w:eastAsia="Times New Roman" w:cs="Times New Roman"/>
          <w:sz w:val="24"/>
          <w:szCs w:val="24"/>
          <w:lang w:eastAsia="ru-RU"/>
        </w:rPr>
      </w:pPr>
    </w:p>
    <w:p w:rsidR="007A7B38" w:rsidRPr="001C17E8" w:rsidRDefault="007A7B38" w:rsidP="007A7B38">
      <w:pPr>
        <w:ind w:firstLine="0"/>
        <w:rPr>
          <w:rFonts w:eastAsia="Times New Roman" w:cs="Times New Roman"/>
          <w:sz w:val="24"/>
          <w:szCs w:val="24"/>
          <w:lang w:eastAsia="ru-RU"/>
        </w:rPr>
      </w:pPr>
    </w:p>
    <w:p w:rsidR="007A7B38" w:rsidRPr="001C17E8" w:rsidRDefault="007A7B38" w:rsidP="007A7B38">
      <w:pPr>
        <w:ind w:firstLine="0"/>
        <w:rPr>
          <w:rFonts w:eastAsia="Times New Roman" w:cs="Times New Roman"/>
          <w:szCs w:val="28"/>
          <w:lang w:eastAsia="ru-RU"/>
        </w:rPr>
      </w:pPr>
      <w:r w:rsidRPr="001C17E8">
        <w:rPr>
          <w:rFonts w:eastAsia="Times New Roman" w:cs="Times New Roman"/>
          <w:szCs w:val="28"/>
          <w:lang w:eastAsia="ru-RU"/>
        </w:rPr>
        <w:t>«_____»_____________ 2021 г.</w:t>
      </w:r>
    </w:p>
    <w:p w:rsidR="007A7B38" w:rsidRPr="001C17E8" w:rsidRDefault="007A7B38" w:rsidP="007A7B38">
      <w:pPr>
        <w:ind w:firstLine="0"/>
        <w:rPr>
          <w:rFonts w:eastAsia="Times New Roman" w:cs="Times New Roman"/>
          <w:szCs w:val="28"/>
          <w:lang w:eastAsia="ru-RU"/>
        </w:rPr>
      </w:pPr>
    </w:p>
    <w:p w:rsidR="007A7B38" w:rsidRPr="001C17E8" w:rsidRDefault="007A7B38" w:rsidP="007A7B38">
      <w:pPr>
        <w:ind w:firstLine="0"/>
      </w:pPr>
      <w:r w:rsidRPr="001C17E8">
        <w:rPr>
          <w:rFonts w:eastAsia="Times New Roman" w:cs="Times New Roman"/>
          <w:szCs w:val="28"/>
          <w:lang w:eastAsia="ru-RU"/>
        </w:rPr>
        <w:t>№ _______</w:t>
      </w:r>
    </w:p>
    <w:p w:rsidR="007A7B38" w:rsidRPr="001C17E8" w:rsidRDefault="007A7B38">
      <w:pPr>
        <w:rPr>
          <w:rFonts w:cs="Times New Roman"/>
          <w:szCs w:val="28"/>
        </w:rPr>
      </w:pPr>
    </w:p>
    <w:sectPr w:rsidR="007A7B38" w:rsidRPr="001C17E8" w:rsidSect="00D96DB8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6BC" w:rsidRDefault="00E566BC" w:rsidP="00D96DB8">
      <w:r>
        <w:separator/>
      </w:r>
    </w:p>
  </w:endnote>
  <w:endnote w:type="continuationSeparator" w:id="0">
    <w:p w:rsidR="00E566BC" w:rsidRDefault="00E566BC" w:rsidP="00D96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6BC" w:rsidRDefault="00E566BC" w:rsidP="00D96DB8">
      <w:r>
        <w:separator/>
      </w:r>
    </w:p>
  </w:footnote>
  <w:footnote w:type="continuationSeparator" w:id="0">
    <w:p w:rsidR="00E566BC" w:rsidRDefault="00E566BC" w:rsidP="00D96D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28728400"/>
      <w:docPartObj>
        <w:docPartGallery w:val="Page Numbers (Top of Page)"/>
        <w:docPartUnique/>
      </w:docPartObj>
    </w:sdtPr>
    <w:sdtEndPr/>
    <w:sdtContent>
      <w:p w:rsidR="00D96DB8" w:rsidRDefault="00D96DB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6006">
          <w:rPr>
            <w:noProof/>
          </w:rPr>
          <w:t>2</w:t>
        </w:r>
        <w:r>
          <w:fldChar w:fldCharType="end"/>
        </w:r>
      </w:p>
    </w:sdtContent>
  </w:sdt>
  <w:p w:rsidR="00D96DB8" w:rsidRDefault="00D96DB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60D"/>
    <w:rsid w:val="00001938"/>
    <w:rsid w:val="00002A89"/>
    <w:rsid w:val="00002E5C"/>
    <w:rsid w:val="00005515"/>
    <w:rsid w:val="000079A3"/>
    <w:rsid w:val="00011A27"/>
    <w:rsid w:val="00013213"/>
    <w:rsid w:val="00015885"/>
    <w:rsid w:val="00015A17"/>
    <w:rsid w:val="00015A31"/>
    <w:rsid w:val="00025517"/>
    <w:rsid w:val="000272DE"/>
    <w:rsid w:val="00027368"/>
    <w:rsid w:val="000273FF"/>
    <w:rsid w:val="000330D9"/>
    <w:rsid w:val="0003361F"/>
    <w:rsid w:val="00033B55"/>
    <w:rsid w:val="00035C85"/>
    <w:rsid w:val="0003672D"/>
    <w:rsid w:val="00036A7E"/>
    <w:rsid w:val="00036C56"/>
    <w:rsid w:val="00037684"/>
    <w:rsid w:val="00043FB7"/>
    <w:rsid w:val="00045FF9"/>
    <w:rsid w:val="00047647"/>
    <w:rsid w:val="000506ED"/>
    <w:rsid w:val="0005319C"/>
    <w:rsid w:val="000544EE"/>
    <w:rsid w:val="00054CE0"/>
    <w:rsid w:val="000606F9"/>
    <w:rsid w:val="00063CEA"/>
    <w:rsid w:val="00063F5C"/>
    <w:rsid w:val="000644C8"/>
    <w:rsid w:val="00064B26"/>
    <w:rsid w:val="00066979"/>
    <w:rsid w:val="00067B91"/>
    <w:rsid w:val="00067E0A"/>
    <w:rsid w:val="00074249"/>
    <w:rsid w:val="00075364"/>
    <w:rsid w:val="000757C0"/>
    <w:rsid w:val="000768D5"/>
    <w:rsid w:val="0007705D"/>
    <w:rsid w:val="000772BC"/>
    <w:rsid w:val="00080092"/>
    <w:rsid w:val="000827FC"/>
    <w:rsid w:val="0008307C"/>
    <w:rsid w:val="00085DEC"/>
    <w:rsid w:val="000904C3"/>
    <w:rsid w:val="0009632A"/>
    <w:rsid w:val="0009632E"/>
    <w:rsid w:val="000A0260"/>
    <w:rsid w:val="000A1FC7"/>
    <w:rsid w:val="000A2302"/>
    <w:rsid w:val="000A3374"/>
    <w:rsid w:val="000B0C5F"/>
    <w:rsid w:val="000B1405"/>
    <w:rsid w:val="000B14AA"/>
    <w:rsid w:val="000B2444"/>
    <w:rsid w:val="000B4CC6"/>
    <w:rsid w:val="000B58E8"/>
    <w:rsid w:val="000B5ACE"/>
    <w:rsid w:val="000B5BA6"/>
    <w:rsid w:val="000B6254"/>
    <w:rsid w:val="000B72FD"/>
    <w:rsid w:val="000C00AD"/>
    <w:rsid w:val="000C0F36"/>
    <w:rsid w:val="000C53E4"/>
    <w:rsid w:val="000C543F"/>
    <w:rsid w:val="000C5F29"/>
    <w:rsid w:val="000D1476"/>
    <w:rsid w:val="000D305F"/>
    <w:rsid w:val="000D64D0"/>
    <w:rsid w:val="000D658C"/>
    <w:rsid w:val="000D7203"/>
    <w:rsid w:val="000D7A92"/>
    <w:rsid w:val="000E32B1"/>
    <w:rsid w:val="000E3B53"/>
    <w:rsid w:val="000E4B7A"/>
    <w:rsid w:val="000E5578"/>
    <w:rsid w:val="000E632C"/>
    <w:rsid w:val="000E65D1"/>
    <w:rsid w:val="000F1933"/>
    <w:rsid w:val="000F223B"/>
    <w:rsid w:val="000F249A"/>
    <w:rsid w:val="000F33B0"/>
    <w:rsid w:val="000F4217"/>
    <w:rsid w:val="000F7DE6"/>
    <w:rsid w:val="00101136"/>
    <w:rsid w:val="00101626"/>
    <w:rsid w:val="00101F61"/>
    <w:rsid w:val="00103D44"/>
    <w:rsid w:val="00104288"/>
    <w:rsid w:val="00104F6D"/>
    <w:rsid w:val="00114206"/>
    <w:rsid w:val="0012142D"/>
    <w:rsid w:val="00121C28"/>
    <w:rsid w:val="001220DB"/>
    <w:rsid w:val="001238EF"/>
    <w:rsid w:val="00125494"/>
    <w:rsid w:val="00125874"/>
    <w:rsid w:val="00125B97"/>
    <w:rsid w:val="00126BE6"/>
    <w:rsid w:val="001271D5"/>
    <w:rsid w:val="00127382"/>
    <w:rsid w:val="00130F93"/>
    <w:rsid w:val="001314A4"/>
    <w:rsid w:val="00131503"/>
    <w:rsid w:val="00132DD0"/>
    <w:rsid w:val="001364FC"/>
    <w:rsid w:val="00136781"/>
    <w:rsid w:val="001367CF"/>
    <w:rsid w:val="0013754A"/>
    <w:rsid w:val="001378D6"/>
    <w:rsid w:val="0014065F"/>
    <w:rsid w:val="001418A4"/>
    <w:rsid w:val="00141B4B"/>
    <w:rsid w:val="00142410"/>
    <w:rsid w:val="00143258"/>
    <w:rsid w:val="00144B4A"/>
    <w:rsid w:val="00146246"/>
    <w:rsid w:val="00151C66"/>
    <w:rsid w:val="001521E2"/>
    <w:rsid w:val="0015400B"/>
    <w:rsid w:val="001555BC"/>
    <w:rsid w:val="00155A15"/>
    <w:rsid w:val="00155ABA"/>
    <w:rsid w:val="00161FEB"/>
    <w:rsid w:val="0016268A"/>
    <w:rsid w:val="00163876"/>
    <w:rsid w:val="00163E58"/>
    <w:rsid w:val="00165D72"/>
    <w:rsid w:val="00165DF0"/>
    <w:rsid w:val="001671A6"/>
    <w:rsid w:val="00171901"/>
    <w:rsid w:val="00173143"/>
    <w:rsid w:val="00173567"/>
    <w:rsid w:val="001774B0"/>
    <w:rsid w:val="0017753C"/>
    <w:rsid w:val="001816AE"/>
    <w:rsid w:val="00181881"/>
    <w:rsid w:val="0018211B"/>
    <w:rsid w:val="001833EC"/>
    <w:rsid w:val="00184FAB"/>
    <w:rsid w:val="0018525B"/>
    <w:rsid w:val="00186503"/>
    <w:rsid w:val="00187A54"/>
    <w:rsid w:val="001920CA"/>
    <w:rsid w:val="00192A3A"/>
    <w:rsid w:val="00193557"/>
    <w:rsid w:val="00193580"/>
    <w:rsid w:val="001955C9"/>
    <w:rsid w:val="00195722"/>
    <w:rsid w:val="001A2C8D"/>
    <w:rsid w:val="001A559F"/>
    <w:rsid w:val="001A587F"/>
    <w:rsid w:val="001A7480"/>
    <w:rsid w:val="001B488D"/>
    <w:rsid w:val="001C17E8"/>
    <w:rsid w:val="001C360D"/>
    <w:rsid w:val="001C4086"/>
    <w:rsid w:val="001C465F"/>
    <w:rsid w:val="001C6AD5"/>
    <w:rsid w:val="001C7F27"/>
    <w:rsid w:val="001D1D58"/>
    <w:rsid w:val="001D4844"/>
    <w:rsid w:val="001D4BC7"/>
    <w:rsid w:val="001D4F51"/>
    <w:rsid w:val="001D7963"/>
    <w:rsid w:val="001E20EA"/>
    <w:rsid w:val="001E30BB"/>
    <w:rsid w:val="001E3D0C"/>
    <w:rsid w:val="001E5C9F"/>
    <w:rsid w:val="001E697D"/>
    <w:rsid w:val="001E7253"/>
    <w:rsid w:val="001F0F51"/>
    <w:rsid w:val="001F2BB3"/>
    <w:rsid w:val="001F3F66"/>
    <w:rsid w:val="001F4712"/>
    <w:rsid w:val="001F53D3"/>
    <w:rsid w:val="0020086C"/>
    <w:rsid w:val="002009DE"/>
    <w:rsid w:val="00203088"/>
    <w:rsid w:val="002031D2"/>
    <w:rsid w:val="00203679"/>
    <w:rsid w:val="002071FD"/>
    <w:rsid w:val="00207B95"/>
    <w:rsid w:val="00215AC1"/>
    <w:rsid w:val="00216D90"/>
    <w:rsid w:val="00220575"/>
    <w:rsid w:val="002211AF"/>
    <w:rsid w:val="002230A8"/>
    <w:rsid w:val="00224817"/>
    <w:rsid w:val="00224E4C"/>
    <w:rsid w:val="002253C9"/>
    <w:rsid w:val="00225EBD"/>
    <w:rsid w:val="00227A90"/>
    <w:rsid w:val="00230F0E"/>
    <w:rsid w:val="00234CDD"/>
    <w:rsid w:val="002369F0"/>
    <w:rsid w:val="002414B3"/>
    <w:rsid w:val="00242562"/>
    <w:rsid w:val="0024260D"/>
    <w:rsid w:val="0024389B"/>
    <w:rsid w:val="00243CB7"/>
    <w:rsid w:val="0024451A"/>
    <w:rsid w:val="00244D16"/>
    <w:rsid w:val="0024789E"/>
    <w:rsid w:val="00247B8D"/>
    <w:rsid w:val="00251036"/>
    <w:rsid w:val="00251237"/>
    <w:rsid w:val="002550AB"/>
    <w:rsid w:val="00255D94"/>
    <w:rsid w:val="00257116"/>
    <w:rsid w:val="0026140E"/>
    <w:rsid w:val="00261915"/>
    <w:rsid w:val="00261AFC"/>
    <w:rsid w:val="00261F76"/>
    <w:rsid w:val="00262244"/>
    <w:rsid w:val="0026290B"/>
    <w:rsid w:val="00262A91"/>
    <w:rsid w:val="002636AA"/>
    <w:rsid w:val="00266A55"/>
    <w:rsid w:val="002711E3"/>
    <w:rsid w:val="0027375D"/>
    <w:rsid w:val="00274F53"/>
    <w:rsid w:val="00277842"/>
    <w:rsid w:val="00280773"/>
    <w:rsid w:val="002811BB"/>
    <w:rsid w:val="0028212C"/>
    <w:rsid w:val="002833DB"/>
    <w:rsid w:val="0028459D"/>
    <w:rsid w:val="0028480E"/>
    <w:rsid w:val="00284F09"/>
    <w:rsid w:val="002900D4"/>
    <w:rsid w:val="00291780"/>
    <w:rsid w:val="00296978"/>
    <w:rsid w:val="002A163C"/>
    <w:rsid w:val="002A4C97"/>
    <w:rsid w:val="002A4DE2"/>
    <w:rsid w:val="002A51D3"/>
    <w:rsid w:val="002A5BDA"/>
    <w:rsid w:val="002A78B0"/>
    <w:rsid w:val="002A7BF9"/>
    <w:rsid w:val="002B1D28"/>
    <w:rsid w:val="002B342F"/>
    <w:rsid w:val="002B720B"/>
    <w:rsid w:val="002C1757"/>
    <w:rsid w:val="002C3A9F"/>
    <w:rsid w:val="002C4A91"/>
    <w:rsid w:val="002C4D33"/>
    <w:rsid w:val="002C5D6F"/>
    <w:rsid w:val="002C65CF"/>
    <w:rsid w:val="002D1157"/>
    <w:rsid w:val="002D2AEF"/>
    <w:rsid w:val="002D52D6"/>
    <w:rsid w:val="002D5758"/>
    <w:rsid w:val="002D7EF8"/>
    <w:rsid w:val="002E0A25"/>
    <w:rsid w:val="002E1D5C"/>
    <w:rsid w:val="002E2EA9"/>
    <w:rsid w:val="002E3830"/>
    <w:rsid w:val="002F12ED"/>
    <w:rsid w:val="002F407D"/>
    <w:rsid w:val="002F4E5F"/>
    <w:rsid w:val="002F79E3"/>
    <w:rsid w:val="00303E57"/>
    <w:rsid w:val="00304D7B"/>
    <w:rsid w:val="00307493"/>
    <w:rsid w:val="00310000"/>
    <w:rsid w:val="00312747"/>
    <w:rsid w:val="00313426"/>
    <w:rsid w:val="003145BB"/>
    <w:rsid w:val="00316F9A"/>
    <w:rsid w:val="00317FBC"/>
    <w:rsid w:val="00320F0A"/>
    <w:rsid w:val="00322DAB"/>
    <w:rsid w:val="00324904"/>
    <w:rsid w:val="00330334"/>
    <w:rsid w:val="003307F8"/>
    <w:rsid w:val="00332128"/>
    <w:rsid w:val="003324D6"/>
    <w:rsid w:val="00332681"/>
    <w:rsid w:val="0033318D"/>
    <w:rsid w:val="00334904"/>
    <w:rsid w:val="0033497C"/>
    <w:rsid w:val="00336148"/>
    <w:rsid w:val="003401A1"/>
    <w:rsid w:val="0034235F"/>
    <w:rsid w:val="00342667"/>
    <w:rsid w:val="003436CE"/>
    <w:rsid w:val="00344B31"/>
    <w:rsid w:val="00344EDE"/>
    <w:rsid w:val="00347DF9"/>
    <w:rsid w:val="003525C3"/>
    <w:rsid w:val="003557B0"/>
    <w:rsid w:val="0036035A"/>
    <w:rsid w:val="00360B78"/>
    <w:rsid w:val="0036454C"/>
    <w:rsid w:val="00366A21"/>
    <w:rsid w:val="00366E44"/>
    <w:rsid w:val="00374AF0"/>
    <w:rsid w:val="003766F5"/>
    <w:rsid w:val="003800FF"/>
    <w:rsid w:val="0038039A"/>
    <w:rsid w:val="00383718"/>
    <w:rsid w:val="00386350"/>
    <w:rsid w:val="00387587"/>
    <w:rsid w:val="0039029E"/>
    <w:rsid w:val="00393163"/>
    <w:rsid w:val="00393D1E"/>
    <w:rsid w:val="00394B62"/>
    <w:rsid w:val="00397F69"/>
    <w:rsid w:val="003A1168"/>
    <w:rsid w:val="003A220B"/>
    <w:rsid w:val="003A31C2"/>
    <w:rsid w:val="003A4422"/>
    <w:rsid w:val="003A4F0B"/>
    <w:rsid w:val="003A54C6"/>
    <w:rsid w:val="003A73A5"/>
    <w:rsid w:val="003B22A7"/>
    <w:rsid w:val="003B23E3"/>
    <w:rsid w:val="003B2CDC"/>
    <w:rsid w:val="003B4CB6"/>
    <w:rsid w:val="003B5CD3"/>
    <w:rsid w:val="003C3DDB"/>
    <w:rsid w:val="003C4D67"/>
    <w:rsid w:val="003C6CFE"/>
    <w:rsid w:val="003C6F40"/>
    <w:rsid w:val="003D7429"/>
    <w:rsid w:val="003E24E2"/>
    <w:rsid w:val="003E71A3"/>
    <w:rsid w:val="003E76A1"/>
    <w:rsid w:val="003F0128"/>
    <w:rsid w:val="003F0397"/>
    <w:rsid w:val="003F0CAD"/>
    <w:rsid w:val="003F17BE"/>
    <w:rsid w:val="003F2D27"/>
    <w:rsid w:val="003F2E1B"/>
    <w:rsid w:val="003F3C5C"/>
    <w:rsid w:val="003F7D6F"/>
    <w:rsid w:val="00402995"/>
    <w:rsid w:val="0040551B"/>
    <w:rsid w:val="00406035"/>
    <w:rsid w:val="004077FF"/>
    <w:rsid w:val="00410EF5"/>
    <w:rsid w:val="004120F6"/>
    <w:rsid w:val="0041221E"/>
    <w:rsid w:val="0041321F"/>
    <w:rsid w:val="0041372B"/>
    <w:rsid w:val="004151FE"/>
    <w:rsid w:val="00416C89"/>
    <w:rsid w:val="004171AD"/>
    <w:rsid w:val="00423245"/>
    <w:rsid w:val="00424798"/>
    <w:rsid w:val="0042546A"/>
    <w:rsid w:val="00425C46"/>
    <w:rsid w:val="00425DF3"/>
    <w:rsid w:val="0042621E"/>
    <w:rsid w:val="00426E82"/>
    <w:rsid w:val="00427BC4"/>
    <w:rsid w:val="00437D39"/>
    <w:rsid w:val="00441EF5"/>
    <w:rsid w:val="00447BE7"/>
    <w:rsid w:val="00450A36"/>
    <w:rsid w:val="0045126E"/>
    <w:rsid w:val="00451EB0"/>
    <w:rsid w:val="00456D34"/>
    <w:rsid w:val="00457F8B"/>
    <w:rsid w:val="00460099"/>
    <w:rsid w:val="0046315A"/>
    <w:rsid w:val="00466C49"/>
    <w:rsid w:val="004708EB"/>
    <w:rsid w:val="00471F91"/>
    <w:rsid w:val="00472485"/>
    <w:rsid w:val="00472564"/>
    <w:rsid w:val="004743FF"/>
    <w:rsid w:val="00477EC6"/>
    <w:rsid w:val="00481335"/>
    <w:rsid w:val="0048253A"/>
    <w:rsid w:val="004832D3"/>
    <w:rsid w:val="0048437B"/>
    <w:rsid w:val="00484D09"/>
    <w:rsid w:val="004855B1"/>
    <w:rsid w:val="00490403"/>
    <w:rsid w:val="00491D56"/>
    <w:rsid w:val="00492CBD"/>
    <w:rsid w:val="00494DA5"/>
    <w:rsid w:val="00496DA0"/>
    <w:rsid w:val="00497AAC"/>
    <w:rsid w:val="004A1B33"/>
    <w:rsid w:val="004A2FDF"/>
    <w:rsid w:val="004A5824"/>
    <w:rsid w:val="004A5AB7"/>
    <w:rsid w:val="004A5F1B"/>
    <w:rsid w:val="004A604B"/>
    <w:rsid w:val="004A7EA7"/>
    <w:rsid w:val="004B0102"/>
    <w:rsid w:val="004B3817"/>
    <w:rsid w:val="004B7E1A"/>
    <w:rsid w:val="004C23D5"/>
    <w:rsid w:val="004C3344"/>
    <w:rsid w:val="004C4C26"/>
    <w:rsid w:val="004C4D8D"/>
    <w:rsid w:val="004C6996"/>
    <w:rsid w:val="004C6B50"/>
    <w:rsid w:val="004D02C0"/>
    <w:rsid w:val="004D4A0B"/>
    <w:rsid w:val="004D6BCB"/>
    <w:rsid w:val="004E12AE"/>
    <w:rsid w:val="004E312E"/>
    <w:rsid w:val="004E39C4"/>
    <w:rsid w:val="004E4406"/>
    <w:rsid w:val="004E5981"/>
    <w:rsid w:val="004E614B"/>
    <w:rsid w:val="004E6544"/>
    <w:rsid w:val="004F1289"/>
    <w:rsid w:val="004F191E"/>
    <w:rsid w:val="004F2F97"/>
    <w:rsid w:val="004F4AFC"/>
    <w:rsid w:val="004F5281"/>
    <w:rsid w:val="004F6205"/>
    <w:rsid w:val="004F63FD"/>
    <w:rsid w:val="004F6C65"/>
    <w:rsid w:val="0050111C"/>
    <w:rsid w:val="00501EDA"/>
    <w:rsid w:val="005021A7"/>
    <w:rsid w:val="00502D32"/>
    <w:rsid w:val="005032C9"/>
    <w:rsid w:val="00503885"/>
    <w:rsid w:val="00503EE7"/>
    <w:rsid w:val="00505539"/>
    <w:rsid w:val="005059FD"/>
    <w:rsid w:val="00506FAF"/>
    <w:rsid w:val="0050745C"/>
    <w:rsid w:val="0051073F"/>
    <w:rsid w:val="005113B3"/>
    <w:rsid w:val="0051534F"/>
    <w:rsid w:val="00517140"/>
    <w:rsid w:val="00520286"/>
    <w:rsid w:val="005207A6"/>
    <w:rsid w:val="0052125A"/>
    <w:rsid w:val="0052280E"/>
    <w:rsid w:val="00525233"/>
    <w:rsid w:val="005254D4"/>
    <w:rsid w:val="005258DA"/>
    <w:rsid w:val="00534223"/>
    <w:rsid w:val="005358D2"/>
    <w:rsid w:val="00535B21"/>
    <w:rsid w:val="005365B2"/>
    <w:rsid w:val="00536D0B"/>
    <w:rsid w:val="00540930"/>
    <w:rsid w:val="00542123"/>
    <w:rsid w:val="005452C5"/>
    <w:rsid w:val="00546B2E"/>
    <w:rsid w:val="005471D8"/>
    <w:rsid w:val="0055294B"/>
    <w:rsid w:val="00553B06"/>
    <w:rsid w:val="00554F0E"/>
    <w:rsid w:val="00554F7E"/>
    <w:rsid w:val="0055532A"/>
    <w:rsid w:val="00556A07"/>
    <w:rsid w:val="00560210"/>
    <w:rsid w:val="00560466"/>
    <w:rsid w:val="005610F7"/>
    <w:rsid w:val="00564FD6"/>
    <w:rsid w:val="0056595A"/>
    <w:rsid w:val="005677CC"/>
    <w:rsid w:val="00571CC0"/>
    <w:rsid w:val="00572B01"/>
    <w:rsid w:val="005745EC"/>
    <w:rsid w:val="005750CF"/>
    <w:rsid w:val="00576514"/>
    <w:rsid w:val="00576AE2"/>
    <w:rsid w:val="0058041C"/>
    <w:rsid w:val="00581FF7"/>
    <w:rsid w:val="00583F58"/>
    <w:rsid w:val="0058420F"/>
    <w:rsid w:val="005853DF"/>
    <w:rsid w:val="00585A8F"/>
    <w:rsid w:val="005901D0"/>
    <w:rsid w:val="005904A0"/>
    <w:rsid w:val="005921D7"/>
    <w:rsid w:val="00593AC3"/>
    <w:rsid w:val="005949DF"/>
    <w:rsid w:val="00595E8D"/>
    <w:rsid w:val="00596957"/>
    <w:rsid w:val="00597E27"/>
    <w:rsid w:val="005A1120"/>
    <w:rsid w:val="005A45A4"/>
    <w:rsid w:val="005A4EEC"/>
    <w:rsid w:val="005B095C"/>
    <w:rsid w:val="005B0C2F"/>
    <w:rsid w:val="005B273E"/>
    <w:rsid w:val="005B2D90"/>
    <w:rsid w:val="005C05D8"/>
    <w:rsid w:val="005C0E51"/>
    <w:rsid w:val="005C1285"/>
    <w:rsid w:val="005C3DCD"/>
    <w:rsid w:val="005C4A10"/>
    <w:rsid w:val="005C4E1A"/>
    <w:rsid w:val="005C4EA8"/>
    <w:rsid w:val="005C4FAE"/>
    <w:rsid w:val="005C6B05"/>
    <w:rsid w:val="005D01F0"/>
    <w:rsid w:val="005D542C"/>
    <w:rsid w:val="005D601C"/>
    <w:rsid w:val="005D69B0"/>
    <w:rsid w:val="005E0F31"/>
    <w:rsid w:val="005E3741"/>
    <w:rsid w:val="005E538A"/>
    <w:rsid w:val="005E6A54"/>
    <w:rsid w:val="005E76BA"/>
    <w:rsid w:val="005E7DE5"/>
    <w:rsid w:val="005F3EC6"/>
    <w:rsid w:val="005F5F94"/>
    <w:rsid w:val="00600654"/>
    <w:rsid w:val="006023A9"/>
    <w:rsid w:val="006048FF"/>
    <w:rsid w:val="00605A43"/>
    <w:rsid w:val="00606DFE"/>
    <w:rsid w:val="006071A5"/>
    <w:rsid w:val="00607CEC"/>
    <w:rsid w:val="0061322A"/>
    <w:rsid w:val="00614F1D"/>
    <w:rsid w:val="00615114"/>
    <w:rsid w:val="00621244"/>
    <w:rsid w:val="00622081"/>
    <w:rsid w:val="006237CB"/>
    <w:rsid w:val="00624BD7"/>
    <w:rsid w:val="0062783E"/>
    <w:rsid w:val="00630328"/>
    <w:rsid w:val="0063121A"/>
    <w:rsid w:val="00631851"/>
    <w:rsid w:val="00631DF1"/>
    <w:rsid w:val="006329C7"/>
    <w:rsid w:val="0063445C"/>
    <w:rsid w:val="006361E4"/>
    <w:rsid w:val="00637B95"/>
    <w:rsid w:val="006407F8"/>
    <w:rsid w:val="00640C03"/>
    <w:rsid w:val="00643C95"/>
    <w:rsid w:val="00646600"/>
    <w:rsid w:val="00650F1A"/>
    <w:rsid w:val="00654301"/>
    <w:rsid w:val="00655149"/>
    <w:rsid w:val="00656F00"/>
    <w:rsid w:val="00657483"/>
    <w:rsid w:val="00657E7E"/>
    <w:rsid w:val="00662E88"/>
    <w:rsid w:val="00665122"/>
    <w:rsid w:val="00666B69"/>
    <w:rsid w:val="00666D62"/>
    <w:rsid w:val="00671D3A"/>
    <w:rsid w:val="00672001"/>
    <w:rsid w:val="00672D8A"/>
    <w:rsid w:val="00673975"/>
    <w:rsid w:val="00675493"/>
    <w:rsid w:val="006756CB"/>
    <w:rsid w:val="00676A2C"/>
    <w:rsid w:val="00676B6D"/>
    <w:rsid w:val="00680195"/>
    <w:rsid w:val="00680893"/>
    <w:rsid w:val="00681B41"/>
    <w:rsid w:val="0068299E"/>
    <w:rsid w:val="00683BC8"/>
    <w:rsid w:val="0068495C"/>
    <w:rsid w:val="00685FB5"/>
    <w:rsid w:val="00690F6B"/>
    <w:rsid w:val="006937C3"/>
    <w:rsid w:val="006952F9"/>
    <w:rsid w:val="00695E5D"/>
    <w:rsid w:val="006A0FDB"/>
    <w:rsid w:val="006A102A"/>
    <w:rsid w:val="006A111A"/>
    <w:rsid w:val="006A17C8"/>
    <w:rsid w:val="006A19C3"/>
    <w:rsid w:val="006A1BFC"/>
    <w:rsid w:val="006A2DFC"/>
    <w:rsid w:val="006A3ADD"/>
    <w:rsid w:val="006A544E"/>
    <w:rsid w:val="006C30E2"/>
    <w:rsid w:val="006C3B83"/>
    <w:rsid w:val="006D2825"/>
    <w:rsid w:val="006D57D6"/>
    <w:rsid w:val="006D740C"/>
    <w:rsid w:val="006E0254"/>
    <w:rsid w:val="006E0F92"/>
    <w:rsid w:val="006E2C6B"/>
    <w:rsid w:val="006E381A"/>
    <w:rsid w:val="006E42C6"/>
    <w:rsid w:val="006E7594"/>
    <w:rsid w:val="006F0AED"/>
    <w:rsid w:val="006F1BC7"/>
    <w:rsid w:val="006F3DA3"/>
    <w:rsid w:val="0070159E"/>
    <w:rsid w:val="00701C41"/>
    <w:rsid w:val="00701E51"/>
    <w:rsid w:val="00701FA6"/>
    <w:rsid w:val="007022C4"/>
    <w:rsid w:val="00706FC2"/>
    <w:rsid w:val="00712871"/>
    <w:rsid w:val="0071334F"/>
    <w:rsid w:val="00715F25"/>
    <w:rsid w:val="00715F32"/>
    <w:rsid w:val="00716187"/>
    <w:rsid w:val="00716F6B"/>
    <w:rsid w:val="0071747F"/>
    <w:rsid w:val="0072077B"/>
    <w:rsid w:val="00720F6D"/>
    <w:rsid w:val="00721143"/>
    <w:rsid w:val="00721773"/>
    <w:rsid w:val="0072282F"/>
    <w:rsid w:val="00726E25"/>
    <w:rsid w:val="007300DE"/>
    <w:rsid w:val="007302F6"/>
    <w:rsid w:val="0073070D"/>
    <w:rsid w:val="0073071E"/>
    <w:rsid w:val="00730896"/>
    <w:rsid w:val="007314CA"/>
    <w:rsid w:val="00731B94"/>
    <w:rsid w:val="0073421C"/>
    <w:rsid w:val="00734CF9"/>
    <w:rsid w:val="00734D48"/>
    <w:rsid w:val="00735095"/>
    <w:rsid w:val="00735C89"/>
    <w:rsid w:val="00735ECD"/>
    <w:rsid w:val="007369AD"/>
    <w:rsid w:val="00742388"/>
    <w:rsid w:val="00742812"/>
    <w:rsid w:val="007428C0"/>
    <w:rsid w:val="00742AB4"/>
    <w:rsid w:val="007432B6"/>
    <w:rsid w:val="007465A9"/>
    <w:rsid w:val="00750CA5"/>
    <w:rsid w:val="00750EAE"/>
    <w:rsid w:val="0075210E"/>
    <w:rsid w:val="00752934"/>
    <w:rsid w:val="00753021"/>
    <w:rsid w:val="00755653"/>
    <w:rsid w:val="00756A77"/>
    <w:rsid w:val="00757918"/>
    <w:rsid w:val="007611B4"/>
    <w:rsid w:val="00761F3F"/>
    <w:rsid w:val="00762DA3"/>
    <w:rsid w:val="0076357B"/>
    <w:rsid w:val="00767F92"/>
    <w:rsid w:val="00770285"/>
    <w:rsid w:val="00773699"/>
    <w:rsid w:val="00774E71"/>
    <w:rsid w:val="00775AD1"/>
    <w:rsid w:val="007762AA"/>
    <w:rsid w:val="007822FF"/>
    <w:rsid w:val="0078261C"/>
    <w:rsid w:val="00783025"/>
    <w:rsid w:val="007838D5"/>
    <w:rsid w:val="00785FBD"/>
    <w:rsid w:val="00786F92"/>
    <w:rsid w:val="0079013B"/>
    <w:rsid w:val="00790912"/>
    <w:rsid w:val="00791F3C"/>
    <w:rsid w:val="007978B9"/>
    <w:rsid w:val="007A1253"/>
    <w:rsid w:val="007A1440"/>
    <w:rsid w:val="007A1844"/>
    <w:rsid w:val="007A213A"/>
    <w:rsid w:val="007A32F0"/>
    <w:rsid w:val="007A4F4B"/>
    <w:rsid w:val="007A5440"/>
    <w:rsid w:val="007A66E7"/>
    <w:rsid w:val="007A7B38"/>
    <w:rsid w:val="007B0F3C"/>
    <w:rsid w:val="007B2E0B"/>
    <w:rsid w:val="007B524B"/>
    <w:rsid w:val="007B609D"/>
    <w:rsid w:val="007B65AD"/>
    <w:rsid w:val="007B7514"/>
    <w:rsid w:val="007B76AA"/>
    <w:rsid w:val="007B7F96"/>
    <w:rsid w:val="007C4E0A"/>
    <w:rsid w:val="007C6A53"/>
    <w:rsid w:val="007C6D34"/>
    <w:rsid w:val="007D14C1"/>
    <w:rsid w:val="007D4843"/>
    <w:rsid w:val="007D5079"/>
    <w:rsid w:val="007D5DB4"/>
    <w:rsid w:val="007E077E"/>
    <w:rsid w:val="007E0D35"/>
    <w:rsid w:val="007E2968"/>
    <w:rsid w:val="007E602E"/>
    <w:rsid w:val="007E6C05"/>
    <w:rsid w:val="007E72EA"/>
    <w:rsid w:val="007E79B8"/>
    <w:rsid w:val="007E7BCE"/>
    <w:rsid w:val="007F2082"/>
    <w:rsid w:val="007F2E86"/>
    <w:rsid w:val="007F3441"/>
    <w:rsid w:val="0080050F"/>
    <w:rsid w:val="0080238C"/>
    <w:rsid w:val="00803AAC"/>
    <w:rsid w:val="00805141"/>
    <w:rsid w:val="00805320"/>
    <w:rsid w:val="00810C9D"/>
    <w:rsid w:val="00811C7C"/>
    <w:rsid w:val="00811CF0"/>
    <w:rsid w:val="008144FE"/>
    <w:rsid w:val="00814C56"/>
    <w:rsid w:val="008176A4"/>
    <w:rsid w:val="00820697"/>
    <w:rsid w:val="00823D13"/>
    <w:rsid w:val="00824084"/>
    <w:rsid w:val="00826644"/>
    <w:rsid w:val="00827304"/>
    <w:rsid w:val="0082761E"/>
    <w:rsid w:val="00827A56"/>
    <w:rsid w:val="00830116"/>
    <w:rsid w:val="00831748"/>
    <w:rsid w:val="00832015"/>
    <w:rsid w:val="0083341B"/>
    <w:rsid w:val="00834B8F"/>
    <w:rsid w:val="00841363"/>
    <w:rsid w:val="00846BBC"/>
    <w:rsid w:val="00846EE9"/>
    <w:rsid w:val="008474A2"/>
    <w:rsid w:val="008478F3"/>
    <w:rsid w:val="00850191"/>
    <w:rsid w:val="00850E16"/>
    <w:rsid w:val="00851021"/>
    <w:rsid w:val="00852F1E"/>
    <w:rsid w:val="00853D1D"/>
    <w:rsid w:val="0085444F"/>
    <w:rsid w:val="00854B7C"/>
    <w:rsid w:val="00854F44"/>
    <w:rsid w:val="00855A54"/>
    <w:rsid w:val="00856058"/>
    <w:rsid w:val="008566BC"/>
    <w:rsid w:val="00861686"/>
    <w:rsid w:val="00862E8F"/>
    <w:rsid w:val="008634D7"/>
    <w:rsid w:val="0086379E"/>
    <w:rsid w:val="0086414E"/>
    <w:rsid w:val="00870080"/>
    <w:rsid w:val="00870DE6"/>
    <w:rsid w:val="008718A1"/>
    <w:rsid w:val="00871D84"/>
    <w:rsid w:val="00873AF1"/>
    <w:rsid w:val="00873CA9"/>
    <w:rsid w:val="00875DBE"/>
    <w:rsid w:val="00876D71"/>
    <w:rsid w:val="008771AE"/>
    <w:rsid w:val="00877807"/>
    <w:rsid w:val="00880116"/>
    <w:rsid w:val="00880680"/>
    <w:rsid w:val="00881B8F"/>
    <w:rsid w:val="00882BCC"/>
    <w:rsid w:val="00883A61"/>
    <w:rsid w:val="0088665F"/>
    <w:rsid w:val="008915EE"/>
    <w:rsid w:val="00891C5E"/>
    <w:rsid w:val="00891CDF"/>
    <w:rsid w:val="00892287"/>
    <w:rsid w:val="00895C20"/>
    <w:rsid w:val="008A012A"/>
    <w:rsid w:val="008A051E"/>
    <w:rsid w:val="008A1E42"/>
    <w:rsid w:val="008A1FD2"/>
    <w:rsid w:val="008A2E1E"/>
    <w:rsid w:val="008A2FCA"/>
    <w:rsid w:val="008A33AA"/>
    <w:rsid w:val="008A4042"/>
    <w:rsid w:val="008B0451"/>
    <w:rsid w:val="008B22A5"/>
    <w:rsid w:val="008B3068"/>
    <w:rsid w:val="008B5097"/>
    <w:rsid w:val="008B5D3E"/>
    <w:rsid w:val="008C0B1C"/>
    <w:rsid w:val="008C2409"/>
    <w:rsid w:val="008C48F6"/>
    <w:rsid w:val="008D065F"/>
    <w:rsid w:val="008D2794"/>
    <w:rsid w:val="008D33E7"/>
    <w:rsid w:val="008D4D86"/>
    <w:rsid w:val="008D5DE5"/>
    <w:rsid w:val="008D74AD"/>
    <w:rsid w:val="008D7681"/>
    <w:rsid w:val="008D7B63"/>
    <w:rsid w:val="008E00FF"/>
    <w:rsid w:val="008E04E0"/>
    <w:rsid w:val="008E2370"/>
    <w:rsid w:val="008E3366"/>
    <w:rsid w:val="008E5738"/>
    <w:rsid w:val="008F1686"/>
    <w:rsid w:val="008F1990"/>
    <w:rsid w:val="008F74D6"/>
    <w:rsid w:val="00901169"/>
    <w:rsid w:val="00901FA6"/>
    <w:rsid w:val="00902FFC"/>
    <w:rsid w:val="00904613"/>
    <w:rsid w:val="00905AA4"/>
    <w:rsid w:val="009105A4"/>
    <w:rsid w:val="00910E75"/>
    <w:rsid w:val="00915CAE"/>
    <w:rsid w:val="00915D98"/>
    <w:rsid w:val="0091676F"/>
    <w:rsid w:val="00917504"/>
    <w:rsid w:val="00920EBF"/>
    <w:rsid w:val="0092184F"/>
    <w:rsid w:val="00922F34"/>
    <w:rsid w:val="00924374"/>
    <w:rsid w:val="00924600"/>
    <w:rsid w:val="00924F5C"/>
    <w:rsid w:val="00925EFF"/>
    <w:rsid w:val="00927A4C"/>
    <w:rsid w:val="00930177"/>
    <w:rsid w:val="00930C48"/>
    <w:rsid w:val="009311E5"/>
    <w:rsid w:val="00933C34"/>
    <w:rsid w:val="00936CDB"/>
    <w:rsid w:val="00936CDC"/>
    <w:rsid w:val="00937D96"/>
    <w:rsid w:val="00940F2D"/>
    <w:rsid w:val="009459F1"/>
    <w:rsid w:val="00945B6E"/>
    <w:rsid w:val="0094623D"/>
    <w:rsid w:val="0094738B"/>
    <w:rsid w:val="00950F84"/>
    <w:rsid w:val="00951A87"/>
    <w:rsid w:val="0095221C"/>
    <w:rsid w:val="00952C8D"/>
    <w:rsid w:val="00956705"/>
    <w:rsid w:val="0095674D"/>
    <w:rsid w:val="00956B4D"/>
    <w:rsid w:val="00956FDC"/>
    <w:rsid w:val="0096179F"/>
    <w:rsid w:val="00961971"/>
    <w:rsid w:val="00961DD7"/>
    <w:rsid w:val="00961E70"/>
    <w:rsid w:val="00963078"/>
    <w:rsid w:val="0096308C"/>
    <w:rsid w:val="009638DA"/>
    <w:rsid w:val="00965F22"/>
    <w:rsid w:val="00966BC4"/>
    <w:rsid w:val="009673C2"/>
    <w:rsid w:val="00972787"/>
    <w:rsid w:val="009730B0"/>
    <w:rsid w:val="00973650"/>
    <w:rsid w:val="0097543B"/>
    <w:rsid w:val="0098112E"/>
    <w:rsid w:val="009826B2"/>
    <w:rsid w:val="0098377D"/>
    <w:rsid w:val="00983965"/>
    <w:rsid w:val="00983C46"/>
    <w:rsid w:val="00985DDA"/>
    <w:rsid w:val="009860E7"/>
    <w:rsid w:val="009918DC"/>
    <w:rsid w:val="00991A3B"/>
    <w:rsid w:val="009921FE"/>
    <w:rsid w:val="00992C78"/>
    <w:rsid w:val="009939DA"/>
    <w:rsid w:val="009952CE"/>
    <w:rsid w:val="00995CBF"/>
    <w:rsid w:val="009973FB"/>
    <w:rsid w:val="009A49F7"/>
    <w:rsid w:val="009A56E6"/>
    <w:rsid w:val="009A632E"/>
    <w:rsid w:val="009A646D"/>
    <w:rsid w:val="009A70ED"/>
    <w:rsid w:val="009A71F1"/>
    <w:rsid w:val="009B07BF"/>
    <w:rsid w:val="009B0FEE"/>
    <w:rsid w:val="009B53AB"/>
    <w:rsid w:val="009B6540"/>
    <w:rsid w:val="009B7415"/>
    <w:rsid w:val="009C169F"/>
    <w:rsid w:val="009C21A0"/>
    <w:rsid w:val="009C2E1F"/>
    <w:rsid w:val="009C42D3"/>
    <w:rsid w:val="009C710D"/>
    <w:rsid w:val="009C737C"/>
    <w:rsid w:val="009C7497"/>
    <w:rsid w:val="009C7E6F"/>
    <w:rsid w:val="009D05E1"/>
    <w:rsid w:val="009D26A9"/>
    <w:rsid w:val="009D30F9"/>
    <w:rsid w:val="009D5BA5"/>
    <w:rsid w:val="009D6538"/>
    <w:rsid w:val="009D6702"/>
    <w:rsid w:val="009D72F1"/>
    <w:rsid w:val="009E3F1F"/>
    <w:rsid w:val="009E4376"/>
    <w:rsid w:val="009E622E"/>
    <w:rsid w:val="009E7BDA"/>
    <w:rsid w:val="009F0DF3"/>
    <w:rsid w:val="009F0EEB"/>
    <w:rsid w:val="009F2889"/>
    <w:rsid w:val="009F5DFD"/>
    <w:rsid w:val="00A0068E"/>
    <w:rsid w:val="00A008A8"/>
    <w:rsid w:val="00A01BDE"/>
    <w:rsid w:val="00A0273D"/>
    <w:rsid w:val="00A05291"/>
    <w:rsid w:val="00A057A8"/>
    <w:rsid w:val="00A06F44"/>
    <w:rsid w:val="00A071EC"/>
    <w:rsid w:val="00A076C5"/>
    <w:rsid w:val="00A07F3F"/>
    <w:rsid w:val="00A102DE"/>
    <w:rsid w:val="00A138DC"/>
    <w:rsid w:val="00A148D1"/>
    <w:rsid w:val="00A14D26"/>
    <w:rsid w:val="00A156F2"/>
    <w:rsid w:val="00A16CFC"/>
    <w:rsid w:val="00A17C83"/>
    <w:rsid w:val="00A207D2"/>
    <w:rsid w:val="00A2307C"/>
    <w:rsid w:val="00A23225"/>
    <w:rsid w:val="00A23777"/>
    <w:rsid w:val="00A2403B"/>
    <w:rsid w:val="00A26906"/>
    <w:rsid w:val="00A2786E"/>
    <w:rsid w:val="00A35ED6"/>
    <w:rsid w:val="00A36962"/>
    <w:rsid w:val="00A37C55"/>
    <w:rsid w:val="00A40384"/>
    <w:rsid w:val="00A41119"/>
    <w:rsid w:val="00A417FF"/>
    <w:rsid w:val="00A42856"/>
    <w:rsid w:val="00A470EF"/>
    <w:rsid w:val="00A47979"/>
    <w:rsid w:val="00A5140E"/>
    <w:rsid w:val="00A51D9B"/>
    <w:rsid w:val="00A527AD"/>
    <w:rsid w:val="00A52E74"/>
    <w:rsid w:val="00A53649"/>
    <w:rsid w:val="00A541B1"/>
    <w:rsid w:val="00A558EF"/>
    <w:rsid w:val="00A565E1"/>
    <w:rsid w:val="00A56D40"/>
    <w:rsid w:val="00A6088A"/>
    <w:rsid w:val="00A639CB"/>
    <w:rsid w:val="00A645B3"/>
    <w:rsid w:val="00A65DA4"/>
    <w:rsid w:val="00A66A86"/>
    <w:rsid w:val="00A671EE"/>
    <w:rsid w:val="00A67B1B"/>
    <w:rsid w:val="00A67BCD"/>
    <w:rsid w:val="00A70D34"/>
    <w:rsid w:val="00A757F1"/>
    <w:rsid w:val="00A826E0"/>
    <w:rsid w:val="00A83A0E"/>
    <w:rsid w:val="00A85657"/>
    <w:rsid w:val="00A9073B"/>
    <w:rsid w:val="00A92795"/>
    <w:rsid w:val="00A9379A"/>
    <w:rsid w:val="00A94763"/>
    <w:rsid w:val="00A967B5"/>
    <w:rsid w:val="00A96BBA"/>
    <w:rsid w:val="00AA1DFF"/>
    <w:rsid w:val="00AA56D9"/>
    <w:rsid w:val="00AA58F4"/>
    <w:rsid w:val="00AA5C10"/>
    <w:rsid w:val="00AA6770"/>
    <w:rsid w:val="00AB0174"/>
    <w:rsid w:val="00AB11B3"/>
    <w:rsid w:val="00AB25D5"/>
    <w:rsid w:val="00AB3B7D"/>
    <w:rsid w:val="00AB5E64"/>
    <w:rsid w:val="00AC2707"/>
    <w:rsid w:val="00AC4348"/>
    <w:rsid w:val="00AC4D29"/>
    <w:rsid w:val="00AC5072"/>
    <w:rsid w:val="00AC67BB"/>
    <w:rsid w:val="00AC6E32"/>
    <w:rsid w:val="00AD4278"/>
    <w:rsid w:val="00AE009F"/>
    <w:rsid w:val="00AE06EB"/>
    <w:rsid w:val="00AE1604"/>
    <w:rsid w:val="00AE25A9"/>
    <w:rsid w:val="00AE271E"/>
    <w:rsid w:val="00AE2A11"/>
    <w:rsid w:val="00AE3826"/>
    <w:rsid w:val="00AE466E"/>
    <w:rsid w:val="00AE5AC0"/>
    <w:rsid w:val="00AF0550"/>
    <w:rsid w:val="00AF2799"/>
    <w:rsid w:val="00AF2CAB"/>
    <w:rsid w:val="00AF3FD6"/>
    <w:rsid w:val="00AF5D5C"/>
    <w:rsid w:val="00AF62E8"/>
    <w:rsid w:val="00AF6BEA"/>
    <w:rsid w:val="00AF7D81"/>
    <w:rsid w:val="00B0237B"/>
    <w:rsid w:val="00B02957"/>
    <w:rsid w:val="00B02BDF"/>
    <w:rsid w:val="00B0521B"/>
    <w:rsid w:val="00B05C77"/>
    <w:rsid w:val="00B075EE"/>
    <w:rsid w:val="00B12BC1"/>
    <w:rsid w:val="00B12CC6"/>
    <w:rsid w:val="00B14DF5"/>
    <w:rsid w:val="00B15243"/>
    <w:rsid w:val="00B20125"/>
    <w:rsid w:val="00B21832"/>
    <w:rsid w:val="00B2308A"/>
    <w:rsid w:val="00B23E6B"/>
    <w:rsid w:val="00B2444C"/>
    <w:rsid w:val="00B26CE7"/>
    <w:rsid w:val="00B3111A"/>
    <w:rsid w:val="00B3116B"/>
    <w:rsid w:val="00B3158D"/>
    <w:rsid w:val="00B31754"/>
    <w:rsid w:val="00B32578"/>
    <w:rsid w:val="00B35FA5"/>
    <w:rsid w:val="00B36172"/>
    <w:rsid w:val="00B367FE"/>
    <w:rsid w:val="00B41A16"/>
    <w:rsid w:val="00B42195"/>
    <w:rsid w:val="00B44C71"/>
    <w:rsid w:val="00B44EDA"/>
    <w:rsid w:val="00B45FCD"/>
    <w:rsid w:val="00B47F97"/>
    <w:rsid w:val="00B50446"/>
    <w:rsid w:val="00B5071A"/>
    <w:rsid w:val="00B5074C"/>
    <w:rsid w:val="00B52A2C"/>
    <w:rsid w:val="00B601F9"/>
    <w:rsid w:val="00B607AF"/>
    <w:rsid w:val="00B61196"/>
    <w:rsid w:val="00B623B6"/>
    <w:rsid w:val="00B66CFA"/>
    <w:rsid w:val="00B66DA0"/>
    <w:rsid w:val="00B74EB0"/>
    <w:rsid w:val="00B7620F"/>
    <w:rsid w:val="00B8159E"/>
    <w:rsid w:val="00B81E25"/>
    <w:rsid w:val="00B820CD"/>
    <w:rsid w:val="00B82292"/>
    <w:rsid w:val="00B83A03"/>
    <w:rsid w:val="00B901BE"/>
    <w:rsid w:val="00B91556"/>
    <w:rsid w:val="00B93D39"/>
    <w:rsid w:val="00B95639"/>
    <w:rsid w:val="00B95D23"/>
    <w:rsid w:val="00BA244B"/>
    <w:rsid w:val="00BA3B36"/>
    <w:rsid w:val="00BA6BF5"/>
    <w:rsid w:val="00BB2592"/>
    <w:rsid w:val="00BB35B0"/>
    <w:rsid w:val="00BB51AE"/>
    <w:rsid w:val="00BB5234"/>
    <w:rsid w:val="00BB7F21"/>
    <w:rsid w:val="00BC0772"/>
    <w:rsid w:val="00BC3305"/>
    <w:rsid w:val="00BC68E1"/>
    <w:rsid w:val="00BC6BDA"/>
    <w:rsid w:val="00BC6E67"/>
    <w:rsid w:val="00BC719C"/>
    <w:rsid w:val="00BD0333"/>
    <w:rsid w:val="00BD07DD"/>
    <w:rsid w:val="00BD0B25"/>
    <w:rsid w:val="00BD2FA4"/>
    <w:rsid w:val="00BD31B1"/>
    <w:rsid w:val="00BD47B3"/>
    <w:rsid w:val="00BD7443"/>
    <w:rsid w:val="00BE1574"/>
    <w:rsid w:val="00BE5BC1"/>
    <w:rsid w:val="00BE5FAD"/>
    <w:rsid w:val="00BE6A41"/>
    <w:rsid w:val="00BE6E17"/>
    <w:rsid w:val="00BF055F"/>
    <w:rsid w:val="00BF0C1E"/>
    <w:rsid w:val="00BF13CA"/>
    <w:rsid w:val="00BF392F"/>
    <w:rsid w:val="00BF4251"/>
    <w:rsid w:val="00BF5033"/>
    <w:rsid w:val="00BF7751"/>
    <w:rsid w:val="00C00977"/>
    <w:rsid w:val="00C0193E"/>
    <w:rsid w:val="00C02C53"/>
    <w:rsid w:val="00C044AE"/>
    <w:rsid w:val="00C069B8"/>
    <w:rsid w:val="00C0760C"/>
    <w:rsid w:val="00C07A8D"/>
    <w:rsid w:val="00C07B3F"/>
    <w:rsid w:val="00C113C0"/>
    <w:rsid w:val="00C11886"/>
    <w:rsid w:val="00C11A37"/>
    <w:rsid w:val="00C11F62"/>
    <w:rsid w:val="00C121D4"/>
    <w:rsid w:val="00C12A71"/>
    <w:rsid w:val="00C13752"/>
    <w:rsid w:val="00C148E3"/>
    <w:rsid w:val="00C14C40"/>
    <w:rsid w:val="00C15AA3"/>
    <w:rsid w:val="00C20CF5"/>
    <w:rsid w:val="00C20DFC"/>
    <w:rsid w:val="00C227AA"/>
    <w:rsid w:val="00C232E6"/>
    <w:rsid w:val="00C23847"/>
    <w:rsid w:val="00C2387A"/>
    <w:rsid w:val="00C23A3A"/>
    <w:rsid w:val="00C25DA9"/>
    <w:rsid w:val="00C26ED6"/>
    <w:rsid w:val="00C27FA2"/>
    <w:rsid w:val="00C30613"/>
    <w:rsid w:val="00C31D92"/>
    <w:rsid w:val="00C3255D"/>
    <w:rsid w:val="00C329AF"/>
    <w:rsid w:val="00C341DC"/>
    <w:rsid w:val="00C34495"/>
    <w:rsid w:val="00C3578F"/>
    <w:rsid w:val="00C35C97"/>
    <w:rsid w:val="00C369B1"/>
    <w:rsid w:val="00C37DE4"/>
    <w:rsid w:val="00C40263"/>
    <w:rsid w:val="00C423D5"/>
    <w:rsid w:val="00C42962"/>
    <w:rsid w:val="00C43F47"/>
    <w:rsid w:val="00C4502A"/>
    <w:rsid w:val="00C46FD7"/>
    <w:rsid w:val="00C505F8"/>
    <w:rsid w:val="00C51CCE"/>
    <w:rsid w:val="00C55B2D"/>
    <w:rsid w:val="00C56062"/>
    <w:rsid w:val="00C57046"/>
    <w:rsid w:val="00C638F6"/>
    <w:rsid w:val="00C6420E"/>
    <w:rsid w:val="00C6519B"/>
    <w:rsid w:val="00C66D52"/>
    <w:rsid w:val="00C67FDB"/>
    <w:rsid w:val="00C70264"/>
    <w:rsid w:val="00C70E54"/>
    <w:rsid w:val="00C71018"/>
    <w:rsid w:val="00C71DCB"/>
    <w:rsid w:val="00C7267B"/>
    <w:rsid w:val="00C72BA0"/>
    <w:rsid w:val="00C76AE6"/>
    <w:rsid w:val="00C77B90"/>
    <w:rsid w:val="00C8045B"/>
    <w:rsid w:val="00C80871"/>
    <w:rsid w:val="00C81A46"/>
    <w:rsid w:val="00C82CCC"/>
    <w:rsid w:val="00C86134"/>
    <w:rsid w:val="00C862AD"/>
    <w:rsid w:val="00C86570"/>
    <w:rsid w:val="00C95F8F"/>
    <w:rsid w:val="00C960FF"/>
    <w:rsid w:val="00C96C7A"/>
    <w:rsid w:val="00CA01EE"/>
    <w:rsid w:val="00CA14AB"/>
    <w:rsid w:val="00CA1856"/>
    <w:rsid w:val="00CA18F4"/>
    <w:rsid w:val="00CA4D84"/>
    <w:rsid w:val="00CA6006"/>
    <w:rsid w:val="00CA6532"/>
    <w:rsid w:val="00CA6B07"/>
    <w:rsid w:val="00CA7F82"/>
    <w:rsid w:val="00CB2319"/>
    <w:rsid w:val="00CB4E23"/>
    <w:rsid w:val="00CB742E"/>
    <w:rsid w:val="00CB748B"/>
    <w:rsid w:val="00CB7575"/>
    <w:rsid w:val="00CC1285"/>
    <w:rsid w:val="00CC1D57"/>
    <w:rsid w:val="00CD2237"/>
    <w:rsid w:val="00CD244D"/>
    <w:rsid w:val="00CD4BA7"/>
    <w:rsid w:val="00CD4F6E"/>
    <w:rsid w:val="00CD50D1"/>
    <w:rsid w:val="00CD6392"/>
    <w:rsid w:val="00CD70F0"/>
    <w:rsid w:val="00CD7226"/>
    <w:rsid w:val="00CD755B"/>
    <w:rsid w:val="00CE5ABE"/>
    <w:rsid w:val="00CE5C14"/>
    <w:rsid w:val="00CF1550"/>
    <w:rsid w:val="00CF3253"/>
    <w:rsid w:val="00CF3493"/>
    <w:rsid w:val="00CF3BE5"/>
    <w:rsid w:val="00CF5214"/>
    <w:rsid w:val="00CF66DA"/>
    <w:rsid w:val="00CF686A"/>
    <w:rsid w:val="00D00D47"/>
    <w:rsid w:val="00D0352A"/>
    <w:rsid w:val="00D04C00"/>
    <w:rsid w:val="00D051A9"/>
    <w:rsid w:val="00D05C3D"/>
    <w:rsid w:val="00D0645C"/>
    <w:rsid w:val="00D0746D"/>
    <w:rsid w:val="00D07A7B"/>
    <w:rsid w:val="00D1097F"/>
    <w:rsid w:val="00D14C5E"/>
    <w:rsid w:val="00D16795"/>
    <w:rsid w:val="00D17D4C"/>
    <w:rsid w:val="00D20344"/>
    <w:rsid w:val="00D21730"/>
    <w:rsid w:val="00D23298"/>
    <w:rsid w:val="00D2536D"/>
    <w:rsid w:val="00D2659F"/>
    <w:rsid w:val="00D268D9"/>
    <w:rsid w:val="00D26F42"/>
    <w:rsid w:val="00D273DA"/>
    <w:rsid w:val="00D27698"/>
    <w:rsid w:val="00D32C68"/>
    <w:rsid w:val="00D32E1D"/>
    <w:rsid w:val="00D35022"/>
    <w:rsid w:val="00D35251"/>
    <w:rsid w:val="00D355CF"/>
    <w:rsid w:val="00D358EF"/>
    <w:rsid w:val="00D40056"/>
    <w:rsid w:val="00D4204A"/>
    <w:rsid w:val="00D437FA"/>
    <w:rsid w:val="00D457A6"/>
    <w:rsid w:val="00D47703"/>
    <w:rsid w:val="00D47869"/>
    <w:rsid w:val="00D50195"/>
    <w:rsid w:val="00D504C9"/>
    <w:rsid w:val="00D51E57"/>
    <w:rsid w:val="00D51EFB"/>
    <w:rsid w:val="00D54650"/>
    <w:rsid w:val="00D549F2"/>
    <w:rsid w:val="00D554DE"/>
    <w:rsid w:val="00D55B80"/>
    <w:rsid w:val="00D60D47"/>
    <w:rsid w:val="00D611B8"/>
    <w:rsid w:val="00D61CD5"/>
    <w:rsid w:val="00D6424D"/>
    <w:rsid w:val="00D6586F"/>
    <w:rsid w:val="00D65F01"/>
    <w:rsid w:val="00D70591"/>
    <w:rsid w:val="00D75838"/>
    <w:rsid w:val="00D75CA4"/>
    <w:rsid w:val="00D7773B"/>
    <w:rsid w:val="00D778C4"/>
    <w:rsid w:val="00D81750"/>
    <w:rsid w:val="00D8766A"/>
    <w:rsid w:val="00D91630"/>
    <w:rsid w:val="00D92772"/>
    <w:rsid w:val="00D92BBB"/>
    <w:rsid w:val="00D92BD4"/>
    <w:rsid w:val="00D933C9"/>
    <w:rsid w:val="00D9509D"/>
    <w:rsid w:val="00D965C0"/>
    <w:rsid w:val="00D96DB8"/>
    <w:rsid w:val="00D971D5"/>
    <w:rsid w:val="00D97F53"/>
    <w:rsid w:val="00DA2674"/>
    <w:rsid w:val="00DA3ACB"/>
    <w:rsid w:val="00DA5040"/>
    <w:rsid w:val="00DA5828"/>
    <w:rsid w:val="00DA6822"/>
    <w:rsid w:val="00DA7A19"/>
    <w:rsid w:val="00DB08F2"/>
    <w:rsid w:val="00DB314B"/>
    <w:rsid w:val="00DB4061"/>
    <w:rsid w:val="00DB4902"/>
    <w:rsid w:val="00DB5DF8"/>
    <w:rsid w:val="00DB776F"/>
    <w:rsid w:val="00DC224D"/>
    <w:rsid w:val="00DC3060"/>
    <w:rsid w:val="00DC3EBD"/>
    <w:rsid w:val="00DC3F89"/>
    <w:rsid w:val="00DC4040"/>
    <w:rsid w:val="00DC5E2D"/>
    <w:rsid w:val="00DD07C5"/>
    <w:rsid w:val="00DD0FCC"/>
    <w:rsid w:val="00DD11DD"/>
    <w:rsid w:val="00DD1378"/>
    <w:rsid w:val="00DE1761"/>
    <w:rsid w:val="00DE2C38"/>
    <w:rsid w:val="00DE2D77"/>
    <w:rsid w:val="00DE3926"/>
    <w:rsid w:val="00DE4901"/>
    <w:rsid w:val="00DE6387"/>
    <w:rsid w:val="00DE7AC4"/>
    <w:rsid w:val="00DF06CE"/>
    <w:rsid w:val="00DF22AC"/>
    <w:rsid w:val="00DF3D59"/>
    <w:rsid w:val="00DF410E"/>
    <w:rsid w:val="00DF45B0"/>
    <w:rsid w:val="00DF6584"/>
    <w:rsid w:val="00E020F7"/>
    <w:rsid w:val="00E04016"/>
    <w:rsid w:val="00E045EA"/>
    <w:rsid w:val="00E04E7D"/>
    <w:rsid w:val="00E05C04"/>
    <w:rsid w:val="00E05E24"/>
    <w:rsid w:val="00E060FB"/>
    <w:rsid w:val="00E068A1"/>
    <w:rsid w:val="00E1261C"/>
    <w:rsid w:val="00E12A49"/>
    <w:rsid w:val="00E12E3C"/>
    <w:rsid w:val="00E130D3"/>
    <w:rsid w:val="00E13573"/>
    <w:rsid w:val="00E15B5E"/>
    <w:rsid w:val="00E164AA"/>
    <w:rsid w:val="00E166B7"/>
    <w:rsid w:val="00E175F8"/>
    <w:rsid w:val="00E25805"/>
    <w:rsid w:val="00E26332"/>
    <w:rsid w:val="00E30DB5"/>
    <w:rsid w:val="00E32845"/>
    <w:rsid w:val="00E33187"/>
    <w:rsid w:val="00E33758"/>
    <w:rsid w:val="00E338FF"/>
    <w:rsid w:val="00E345C6"/>
    <w:rsid w:val="00E35C67"/>
    <w:rsid w:val="00E37B7B"/>
    <w:rsid w:val="00E40B77"/>
    <w:rsid w:val="00E47453"/>
    <w:rsid w:val="00E47BF4"/>
    <w:rsid w:val="00E502E1"/>
    <w:rsid w:val="00E55FF8"/>
    <w:rsid w:val="00E566BC"/>
    <w:rsid w:val="00E5696D"/>
    <w:rsid w:val="00E56F87"/>
    <w:rsid w:val="00E604EC"/>
    <w:rsid w:val="00E6057D"/>
    <w:rsid w:val="00E61414"/>
    <w:rsid w:val="00E615F9"/>
    <w:rsid w:val="00E636E3"/>
    <w:rsid w:val="00E65514"/>
    <w:rsid w:val="00E67483"/>
    <w:rsid w:val="00E7081F"/>
    <w:rsid w:val="00E75AA2"/>
    <w:rsid w:val="00E75C69"/>
    <w:rsid w:val="00E767B0"/>
    <w:rsid w:val="00E77B02"/>
    <w:rsid w:val="00E77EC3"/>
    <w:rsid w:val="00E80E12"/>
    <w:rsid w:val="00E859F9"/>
    <w:rsid w:val="00E85ED7"/>
    <w:rsid w:val="00E86494"/>
    <w:rsid w:val="00E864F7"/>
    <w:rsid w:val="00E87F4D"/>
    <w:rsid w:val="00E90548"/>
    <w:rsid w:val="00E9144A"/>
    <w:rsid w:val="00E93F91"/>
    <w:rsid w:val="00EA3C50"/>
    <w:rsid w:val="00EA3D41"/>
    <w:rsid w:val="00EA49DA"/>
    <w:rsid w:val="00EA61AE"/>
    <w:rsid w:val="00EA61C8"/>
    <w:rsid w:val="00EB1100"/>
    <w:rsid w:val="00EB13E3"/>
    <w:rsid w:val="00EB1461"/>
    <w:rsid w:val="00EB21D7"/>
    <w:rsid w:val="00EB2753"/>
    <w:rsid w:val="00EB3430"/>
    <w:rsid w:val="00EB700B"/>
    <w:rsid w:val="00EC06C5"/>
    <w:rsid w:val="00EC130F"/>
    <w:rsid w:val="00EC163E"/>
    <w:rsid w:val="00EC201C"/>
    <w:rsid w:val="00EC391F"/>
    <w:rsid w:val="00EC7B75"/>
    <w:rsid w:val="00EC7D42"/>
    <w:rsid w:val="00ED0537"/>
    <w:rsid w:val="00ED118D"/>
    <w:rsid w:val="00ED58C7"/>
    <w:rsid w:val="00ED62C5"/>
    <w:rsid w:val="00ED6EAF"/>
    <w:rsid w:val="00EE0C5F"/>
    <w:rsid w:val="00EE1366"/>
    <w:rsid w:val="00EE2B4C"/>
    <w:rsid w:val="00EE5126"/>
    <w:rsid w:val="00EE6512"/>
    <w:rsid w:val="00EE67C1"/>
    <w:rsid w:val="00EF220D"/>
    <w:rsid w:val="00EF2251"/>
    <w:rsid w:val="00EF4E53"/>
    <w:rsid w:val="00EF5FFC"/>
    <w:rsid w:val="00EF6D34"/>
    <w:rsid w:val="00EF7BA5"/>
    <w:rsid w:val="00EF7D76"/>
    <w:rsid w:val="00EF7E64"/>
    <w:rsid w:val="00F01BE4"/>
    <w:rsid w:val="00F02C7F"/>
    <w:rsid w:val="00F03EA3"/>
    <w:rsid w:val="00F04D4F"/>
    <w:rsid w:val="00F05858"/>
    <w:rsid w:val="00F060FE"/>
    <w:rsid w:val="00F06B93"/>
    <w:rsid w:val="00F10828"/>
    <w:rsid w:val="00F115E2"/>
    <w:rsid w:val="00F11895"/>
    <w:rsid w:val="00F123A7"/>
    <w:rsid w:val="00F2067E"/>
    <w:rsid w:val="00F20931"/>
    <w:rsid w:val="00F23A87"/>
    <w:rsid w:val="00F2704C"/>
    <w:rsid w:val="00F302C7"/>
    <w:rsid w:val="00F33A6B"/>
    <w:rsid w:val="00F3486B"/>
    <w:rsid w:val="00F34A7A"/>
    <w:rsid w:val="00F370AE"/>
    <w:rsid w:val="00F37C34"/>
    <w:rsid w:val="00F40EBB"/>
    <w:rsid w:val="00F42600"/>
    <w:rsid w:val="00F44960"/>
    <w:rsid w:val="00F47589"/>
    <w:rsid w:val="00F53705"/>
    <w:rsid w:val="00F57685"/>
    <w:rsid w:val="00F60ECA"/>
    <w:rsid w:val="00F628FE"/>
    <w:rsid w:val="00F63C27"/>
    <w:rsid w:val="00F66A45"/>
    <w:rsid w:val="00F670A1"/>
    <w:rsid w:val="00F67D68"/>
    <w:rsid w:val="00F748C1"/>
    <w:rsid w:val="00F754CC"/>
    <w:rsid w:val="00F754D2"/>
    <w:rsid w:val="00F75A2A"/>
    <w:rsid w:val="00F76D7F"/>
    <w:rsid w:val="00F84939"/>
    <w:rsid w:val="00F84DC3"/>
    <w:rsid w:val="00F86BC9"/>
    <w:rsid w:val="00F86F59"/>
    <w:rsid w:val="00F911BB"/>
    <w:rsid w:val="00F92F39"/>
    <w:rsid w:val="00F93F47"/>
    <w:rsid w:val="00F945DA"/>
    <w:rsid w:val="00F9586E"/>
    <w:rsid w:val="00F963CA"/>
    <w:rsid w:val="00FA08E8"/>
    <w:rsid w:val="00FA1D2C"/>
    <w:rsid w:val="00FA4000"/>
    <w:rsid w:val="00FA529A"/>
    <w:rsid w:val="00FA6344"/>
    <w:rsid w:val="00FA79FD"/>
    <w:rsid w:val="00FB0E07"/>
    <w:rsid w:val="00FB3272"/>
    <w:rsid w:val="00FB40C0"/>
    <w:rsid w:val="00FB5652"/>
    <w:rsid w:val="00FC3746"/>
    <w:rsid w:val="00FC566E"/>
    <w:rsid w:val="00FC5D9E"/>
    <w:rsid w:val="00FD1AE4"/>
    <w:rsid w:val="00FD216B"/>
    <w:rsid w:val="00FD2217"/>
    <w:rsid w:val="00FD271D"/>
    <w:rsid w:val="00FE08AC"/>
    <w:rsid w:val="00FE158C"/>
    <w:rsid w:val="00FE5A64"/>
    <w:rsid w:val="00FF0B78"/>
    <w:rsid w:val="00FF2411"/>
    <w:rsid w:val="00FF2B50"/>
    <w:rsid w:val="00FF2E72"/>
    <w:rsid w:val="00FF2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60D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A7B38"/>
    <w:pPr>
      <w:keepNext/>
      <w:keepLines/>
      <w:overflowPunct w:val="0"/>
      <w:autoSpaceDE w:val="0"/>
      <w:autoSpaceDN w:val="0"/>
      <w:adjustRightInd w:val="0"/>
      <w:spacing w:before="200"/>
      <w:ind w:firstLine="0"/>
      <w:jc w:val="left"/>
      <w:textAlignment w:val="baseline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36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C36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360D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7A7B38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D96DB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96DB8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D96DB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96DB8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60D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A7B38"/>
    <w:pPr>
      <w:keepNext/>
      <w:keepLines/>
      <w:overflowPunct w:val="0"/>
      <w:autoSpaceDE w:val="0"/>
      <w:autoSpaceDN w:val="0"/>
      <w:adjustRightInd w:val="0"/>
      <w:spacing w:before="200"/>
      <w:ind w:firstLine="0"/>
      <w:jc w:val="left"/>
      <w:textAlignment w:val="baseline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36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C36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360D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7A7B38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D96DB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96DB8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D96DB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96DB8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Елена Николаевна</dc:creator>
  <cp:lastModifiedBy>Молчанова Ольга Петровна</cp:lastModifiedBy>
  <cp:revision>2</cp:revision>
  <cp:lastPrinted>2021-01-28T07:48:00Z</cp:lastPrinted>
  <dcterms:created xsi:type="dcterms:W3CDTF">2021-02-18T13:55:00Z</dcterms:created>
  <dcterms:modified xsi:type="dcterms:W3CDTF">2021-02-18T13:55:00Z</dcterms:modified>
</cp:coreProperties>
</file>