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843D0" w:rsidTr="008843D0">
        <w:tc>
          <w:tcPr>
            <w:tcW w:w="426" w:type="dxa"/>
            <w:vAlign w:val="bottom"/>
            <w:hideMark/>
          </w:tcPr>
          <w:p w:rsidR="008843D0" w:rsidRDefault="008843D0" w:rsidP="008843D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843D0" w:rsidRDefault="008843D0" w:rsidP="008843D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11.02.2020</w:t>
            </w:r>
          </w:p>
        </w:tc>
        <w:tc>
          <w:tcPr>
            <w:tcW w:w="4111" w:type="dxa"/>
            <w:vAlign w:val="bottom"/>
          </w:tcPr>
          <w:p w:rsidR="008843D0" w:rsidRDefault="008843D0" w:rsidP="008843D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843D0" w:rsidRDefault="008843D0" w:rsidP="008843D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843D0" w:rsidRDefault="008843D0" w:rsidP="008843D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9E7864" w:rsidRPr="009E7864" w:rsidRDefault="009E7864" w:rsidP="009E786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E7864" w:rsidRPr="009E7864" w:rsidRDefault="009E7864" w:rsidP="009E786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C3719" w:rsidRPr="009E7864" w:rsidRDefault="006C3719" w:rsidP="009E786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E7864">
        <w:rPr>
          <w:sz w:val="28"/>
          <w:szCs w:val="28"/>
        </w:rPr>
        <w:t xml:space="preserve">О </w:t>
      </w:r>
      <w:r w:rsidR="00476A6D" w:rsidRPr="009E7864">
        <w:rPr>
          <w:color w:val="000000"/>
          <w:sz w:val="28"/>
          <w:szCs w:val="28"/>
        </w:rPr>
        <w:t>Законе</w:t>
      </w:r>
      <w:r w:rsidRPr="009E7864">
        <w:rPr>
          <w:sz w:val="28"/>
          <w:szCs w:val="28"/>
        </w:rPr>
        <w:t xml:space="preserve"> Ярославской области </w:t>
      </w:r>
    </w:p>
    <w:p w:rsidR="00EA3E0B" w:rsidRPr="009E7864" w:rsidRDefault="00C22877" w:rsidP="009E7864">
      <w:pPr>
        <w:contextualSpacing/>
        <w:jc w:val="both"/>
        <w:rPr>
          <w:sz w:val="28"/>
          <w:szCs w:val="28"/>
        </w:rPr>
      </w:pPr>
      <w:r w:rsidRPr="009E7864">
        <w:rPr>
          <w:sz w:val="28"/>
          <w:szCs w:val="28"/>
        </w:rPr>
        <w:t xml:space="preserve">«О внесении изменений в Закон </w:t>
      </w:r>
    </w:p>
    <w:p w:rsidR="00EA3E0B" w:rsidRPr="009E7864" w:rsidRDefault="00C22877" w:rsidP="009E7864">
      <w:pPr>
        <w:contextualSpacing/>
        <w:jc w:val="both"/>
        <w:rPr>
          <w:sz w:val="28"/>
          <w:szCs w:val="28"/>
        </w:rPr>
      </w:pPr>
      <w:r w:rsidRPr="009E7864">
        <w:rPr>
          <w:sz w:val="28"/>
          <w:szCs w:val="28"/>
        </w:rPr>
        <w:t xml:space="preserve">Ярославской области «О выборах </w:t>
      </w:r>
    </w:p>
    <w:p w:rsidR="00C22877" w:rsidRPr="009E7864" w:rsidRDefault="00C22877" w:rsidP="009E7864">
      <w:pPr>
        <w:contextualSpacing/>
        <w:jc w:val="both"/>
        <w:rPr>
          <w:sz w:val="28"/>
          <w:szCs w:val="28"/>
        </w:rPr>
      </w:pPr>
      <w:r w:rsidRPr="009E7864">
        <w:rPr>
          <w:sz w:val="28"/>
          <w:szCs w:val="28"/>
        </w:rPr>
        <w:t xml:space="preserve">в органы государственной власти </w:t>
      </w:r>
    </w:p>
    <w:p w:rsidR="00EA3E0B" w:rsidRPr="009E7864" w:rsidRDefault="00C22877" w:rsidP="009E7864">
      <w:pPr>
        <w:contextualSpacing/>
        <w:jc w:val="both"/>
        <w:rPr>
          <w:sz w:val="28"/>
          <w:szCs w:val="28"/>
        </w:rPr>
      </w:pPr>
      <w:r w:rsidRPr="009E7864">
        <w:rPr>
          <w:sz w:val="28"/>
          <w:szCs w:val="28"/>
        </w:rPr>
        <w:t xml:space="preserve">Ярославской области и органы </w:t>
      </w:r>
    </w:p>
    <w:p w:rsidR="00EA3E0B" w:rsidRPr="009E7864" w:rsidRDefault="00C22877" w:rsidP="009E7864">
      <w:pPr>
        <w:contextualSpacing/>
        <w:jc w:val="both"/>
        <w:rPr>
          <w:sz w:val="28"/>
          <w:szCs w:val="28"/>
        </w:rPr>
      </w:pPr>
      <w:r w:rsidRPr="009E7864">
        <w:rPr>
          <w:sz w:val="28"/>
          <w:szCs w:val="28"/>
        </w:rPr>
        <w:t xml:space="preserve">местного самоуправления </w:t>
      </w:r>
    </w:p>
    <w:p w:rsidR="00EA3E0B" w:rsidRPr="009E7864" w:rsidRDefault="00C22877" w:rsidP="009E7864">
      <w:pPr>
        <w:contextualSpacing/>
        <w:jc w:val="both"/>
        <w:rPr>
          <w:sz w:val="28"/>
          <w:szCs w:val="28"/>
        </w:rPr>
      </w:pPr>
      <w:r w:rsidRPr="009E7864">
        <w:rPr>
          <w:sz w:val="28"/>
          <w:szCs w:val="28"/>
        </w:rPr>
        <w:t xml:space="preserve">муниципальных образований </w:t>
      </w:r>
    </w:p>
    <w:p w:rsidR="00C22877" w:rsidRPr="009E7864" w:rsidRDefault="00C22877" w:rsidP="009E7864">
      <w:pPr>
        <w:contextualSpacing/>
        <w:jc w:val="both"/>
        <w:rPr>
          <w:sz w:val="28"/>
          <w:szCs w:val="28"/>
        </w:rPr>
      </w:pPr>
      <w:r w:rsidRPr="009E7864">
        <w:rPr>
          <w:sz w:val="28"/>
          <w:szCs w:val="28"/>
        </w:rPr>
        <w:t>Ярославской области</w:t>
      </w:r>
      <w:r w:rsidRPr="009E7864">
        <w:rPr>
          <w:bCs/>
          <w:sz w:val="28"/>
          <w:szCs w:val="28"/>
        </w:rPr>
        <w:t>»</w:t>
      </w:r>
    </w:p>
    <w:p w:rsidR="006C3719" w:rsidRPr="009E7864" w:rsidRDefault="006C3719" w:rsidP="009E7864">
      <w:pPr>
        <w:contextualSpacing/>
        <w:jc w:val="both"/>
        <w:rPr>
          <w:sz w:val="28"/>
          <w:szCs w:val="28"/>
        </w:rPr>
      </w:pPr>
    </w:p>
    <w:p w:rsidR="00AE416E" w:rsidRPr="009E7864" w:rsidRDefault="00AE416E" w:rsidP="009E7864">
      <w:pPr>
        <w:contextualSpacing/>
        <w:jc w:val="both"/>
        <w:rPr>
          <w:sz w:val="28"/>
          <w:szCs w:val="28"/>
        </w:rPr>
      </w:pPr>
    </w:p>
    <w:p w:rsidR="009C296A" w:rsidRPr="009E7864" w:rsidRDefault="009C296A" w:rsidP="009E7864">
      <w:pPr>
        <w:ind w:firstLine="709"/>
        <w:contextualSpacing/>
        <w:jc w:val="both"/>
        <w:rPr>
          <w:sz w:val="28"/>
          <w:szCs w:val="28"/>
        </w:rPr>
      </w:pPr>
      <w:r w:rsidRPr="009E7864">
        <w:rPr>
          <w:sz w:val="28"/>
          <w:szCs w:val="28"/>
        </w:rPr>
        <w:t>Ярославская областная Дума</w:t>
      </w:r>
    </w:p>
    <w:p w:rsidR="009C296A" w:rsidRPr="009E7864" w:rsidRDefault="009C296A" w:rsidP="009E786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E7864" w:rsidRDefault="00E102FF" w:rsidP="009E7864">
      <w:pPr>
        <w:contextualSpacing/>
        <w:jc w:val="center"/>
        <w:rPr>
          <w:b/>
          <w:sz w:val="28"/>
          <w:szCs w:val="28"/>
        </w:rPr>
      </w:pPr>
      <w:proofErr w:type="gramStart"/>
      <w:r w:rsidRPr="009E7864">
        <w:rPr>
          <w:b/>
          <w:sz w:val="28"/>
          <w:szCs w:val="28"/>
        </w:rPr>
        <w:t>П</w:t>
      </w:r>
      <w:proofErr w:type="gramEnd"/>
      <w:r w:rsidRPr="009E7864">
        <w:rPr>
          <w:b/>
          <w:sz w:val="28"/>
          <w:szCs w:val="28"/>
        </w:rPr>
        <w:t xml:space="preserve"> О С Т А Н О В И Л А:</w:t>
      </w:r>
    </w:p>
    <w:p w:rsidR="00E102FF" w:rsidRPr="009E7864" w:rsidRDefault="00E102FF" w:rsidP="009E7864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9E7864" w:rsidRDefault="00D669F1" w:rsidP="009E7864">
      <w:pPr>
        <w:ind w:firstLine="709"/>
        <w:jc w:val="both"/>
        <w:rPr>
          <w:sz w:val="28"/>
          <w:szCs w:val="28"/>
        </w:rPr>
      </w:pPr>
      <w:r w:rsidRPr="009E7864">
        <w:rPr>
          <w:sz w:val="28"/>
          <w:szCs w:val="28"/>
        </w:rPr>
        <w:t>1.</w:t>
      </w:r>
      <w:r w:rsidR="00EC501F" w:rsidRPr="009E7864">
        <w:rPr>
          <w:sz w:val="28"/>
          <w:szCs w:val="28"/>
        </w:rPr>
        <w:t xml:space="preserve"> </w:t>
      </w:r>
      <w:r w:rsidR="00E102FF" w:rsidRPr="009E7864">
        <w:rPr>
          <w:sz w:val="28"/>
          <w:szCs w:val="28"/>
        </w:rPr>
        <w:t xml:space="preserve">Принять </w:t>
      </w:r>
      <w:r w:rsidR="00476A6D" w:rsidRPr="009E7864">
        <w:rPr>
          <w:sz w:val="28"/>
          <w:szCs w:val="28"/>
        </w:rPr>
        <w:t>Закон</w:t>
      </w:r>
      <w:r w:rsidR="00F32960" w:rsidRPr="009E7864">
        <w:rPr>
          <w:sz w:val="28"/>
          <w:szCs w:val="28"/>
        </w:rPr>
        <w:t xml:space="preserve"> Ярославской области</w:t>
      </w:r>
      <w:r w:rsidR="00032537" w:rsidRPr="009E7864">
        <w:rPr>
          <w:sz w:val="28"/>
          <w:szCs w:val="28"/>
        </w:rPr>
        <w:t xml:space="preserve"> </w:t>
      </w:r>
      <w:r w:rsidR="00C22877" w:rsidRPr="009E7864">
        <w:rPr>
          <w:sz w:val="28"/>
          <w:szCs w:val="28"/>
        </w:rPr>
        <w:t>«О внесении изменений в Закон Ярославской области «О выборах в органы государственной власти Яросла</w:t>
      </w:r>
      <w:r w:rsidR="00C22877" w:rsidRPr="009E7864">
        <w:rPr>
          <w:sz w:val="28"/>
          <w:szCs w:val="28"/>
        </w:rPr>
        <w:t>в</w:t>
      </w:r>
      <w:r w:rsidR="00C22877" w:rsidRPr="009E7864">
        <w:rPr>
          <w:sz w:val="28"/>
          <w:szCs w:val="28"/>
        </w:rPr>
        <w:t>ской области и органы местного самоуправления муниципальных образов</w:t>
      </w:r>
      <w:r w:rsidR="00C22877" w:rsidRPr="009E7864">
        <w:rPr>
          <w:sz w:val="28"/>
          <w:szCs w:val="28"/>
        </w:rPr>
        <w:t>а</w:t>
      </w:r>
      <w:r w:rsidR="00C22877" w:rsidRPr="009E7864">
        <w:rPr>
          <w:sz w:val="28"/>
          <w:szCs w:val="28"/>
        </w:rPr>
        <w:t>ний Ярославской области</w:t>
      </w:r>
      <w:r w:rsidR="00C22877" w:rsidRPr="009E7864">
        <w:rPr>
          <w:bCs/>
          <w:sz w:val="28"/>
          <w:szCs w:val="28"/>
        </w:rPr>
        <w:t>»</w:t>
      </w:r>
      <w:r w:rsidR="00094FF4" w:rsidRPr="009E7864">
        <w:rPr>
          <w:sz w:val="28"/>
          <w:szCs w:val="28"/>
        </w:rPr>
        <w:t>.</w:t>
      </w:r>
    </w:p>
    <w:p w:rsidR="00476A6D" w:rsidRPr="009E7864" w:rsidRDefault="00476A6D" w:rsidP="009E786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E7864">
        <w:rPr>
          <w:szCs w:val="28"/>
        </w:rPr>
        <w:t>2. Направить указанный Закон Ярославской области Губернатору Яр</w:t>
      </w:r>
      <w:r w:rsidRPr="009E7864">
        <w:rPr>
          <w:szCs w:val="28"/>
        </w:rPr>
        <w:t>о</w:t>
      </w:r>
      <w:r w:rsidRPr="009E7864">
        <w:rPr>
          <w:szCs w:val="28"/>
        </w:rPr>
        <w:t xml:space="preserve">славской области для подписания и официального опубликования. </w:t>
      </w:r>
    </w:p>
    <w:p w:rsidR="003F2643" w:rsidRPr="009E7864" w:rsidRDefault="003F2643" w:rsidP="009E78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864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853214" w:rsidRPr="009E7864">
        <w:rPr>
          <w:rFonts w:ascii="Times New Roman" w:hAnsi="Times New Roman" w:cs="Times New Roman"/>
          <w:sz w:val="28"/>
          <w:szCs w:val="28"/>
        </w:rPr>
        <w:t xml:space="preserve"> – </w:t>
      </w:r>
      <w:r w:rsidRPr="009E7864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9E7864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E7864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E7864">
        <w:rPr>
          <w:rFonts w:ascii="Times New Roman" w:hAnsi="Times New Roman" w:cs="Times New Roman"/>
          <w:sz w:val="28"/>
          <w:szCs w:val="28"/>
        </w:rPr>
        <w:t>о</w:t>
      </w:r>
      <w:r w:rsidRPr="009E7864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9E786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E786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E7864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9E786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E786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E786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E786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E7864">
        <w:rPr>
          <w:rFonts w:ascii="Times New Roman" w:hAnsi="Times New Roman" w:cs="Times New Roman"/>
          <w:sz w:val="28"/>
          <w:szCs w:val="28"/>
        </w:rPr>
        <w:t>).</w:t>
      </w:r>
    </w:p>
    <w:p w:rsidR="000B11D2" w:rsidRPr="009E7864" w:rsidRDefault="000B11D2" w:rsidP="009E786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9E7864" w:rsidRDefault="00D934D6" w:rsidP="009E786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9E7864" w:rsidRDefault="00D934D6" w:rsidP="009E786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9E7864" w:rsidRDefault="00093AC8" w:rsidP="009E7864">
      <w:pPr>
        <w:pStyle w:val="3"/>
        <w:contextualSpacing/>
        <w:rPr>
          <w:szCs w:val="28"/>
        </w:rPr>
      </w:pPr>
      <w:r w:rsidRPr="009E7864">
        <w:rPr>
          <w:szCs w:val="28"/>
        </w:rPr>
        <w:t>Председатель</w:t>
      </w:r>
    </w:p>
    <w:p w:rsidR="00E102FF" w:rsidRPr="009E7864" w:rsidRDefault="00093AC8" w:rsidP="009E7864">
      <w:pPr>
        <w:jc w:val="both"/>
        <w:rPr>
          <w:sz w:val="28"/>
          <w:szCs w:val="28"/>
        </w:rPr>
      </w:pPr>
      <w:r w:rsidRPr="009E7864">
        <w:rPr>
          <w:sz w:val="28"/>
          <w:szCs w:val="28"/>
        </w:rPr>
        <w:t>Ярославской областной Думы</w:t>
      </w:r>
      <w:r w:rsidRPr="009E7864">
        <w:rPr>
          <w:sz w:val="28"/>
          <w:szCs w:val="28"/>
        </w:rPr>
        <w:tab/>
      </w:r>
      <w:r w:rsidRPr="009E7864">
        <w:rPr>
          <w:sz w:val="28"/>
          <w:szCs w:val="28"/>
        </w:rPr>
        <w:tab/>
      </w:r>
      <w:r w:rsidRPr="009E7864">
        <w:rPr>
          <w:sz w:val="28"/>
          <w:szCs w:val="28"/>
        </w:rPr>
        <w:tab/>
      </w:r>
      <w:r w:rsidRPr="009E7864">
        <w:rPr>
          <w:sz w:val="28"/>
          <w:szCs w:val="28"/>
        </w:rPr>
        <w:tab/>
        <w:t xml:space="preserve">        </w:t>
      </w:r>
      <w:r w:rsidR="008B2C1F" w:rsidRPr="009E7864">
        <w:rPr>
          <w:sz w:val="28"/>
          <w:szCs w:val="28"/>
        </w:rPr>
        <w:t>А.Д. Константинов</w:t>
      </w:r>
    </w:p>
    <w:sectPr w:rsidR="00E102FF" w:rsidRPr="009E7864" w:rsidSect="009E786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62A" w:rsidRDefault="00B3662A">
      <w:r>
        <w:separator/>
      </w:r>
    </w:p>
  </w:endnote>
  <w:endnote w:type="continuationSeparator" w:id="0">
    <w:p w:rsidR="00B3662A" w:rsidRDefault="00B3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62A" w:rsidRDefault="00B3662A">
      <w:r>
        <w:separator/>
      </w:r>
    </w:p>
  </w:footnote>
  <w:footnote w:type="continuationSeparator" w:id="0">
    <w:p w:rsidR="00B3662A" w:rsidRDefault="00B36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24B49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1AB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3F2643"/>
    <w:rsid w:val="0040057D"/>
    <w:rsid w:val="00400871"/>
    <w:rsid w:val="004033B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6A6D"/>
    <w:rsid w:val="00477C09"/>
    <w:rsid w:val="00483DC3"/>
    <w:rsid w:val="0048784A"/>
    <w:rsid w:val="00491B96"/>
    <w:rsid w:val="00493D06"/>
    <w:rsid w:val="00494F81"/>
    <w:rsid w:val="004A3DD3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3719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53214"/>
    <w:rsid w:val="008617EB"/>
    <w:rsid w:val="00861E68"/>
    <w:rsid w:val="00865079"/>
    <w:rsid w:val="00871037"/>
    <w:rsid w:val="00880552"/>
    <w:rsid w:val="00881F9D"/>
    <w:rsid w:val="008843D0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026CA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E7864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9C5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662A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AB6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2877"/>
    <w:rsid w:val="00C25439"/>
    <w:rsid w:val="00C278F0"/>
    <w:rsid w:val="00C40E45"/>
    <w:rsid w:val="00C41EEF"/>
    <w:rsid w:val="00C4308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A3E0B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74B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3F264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3F264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8D87C-201C-48AD-BBC1-1AEC46C9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28</cp:revision>
  <cp:lastPrinted>2019-10-11T12:28:00Z</cp:lastPrinted>
  <dcterms:created xsi:type="dcterms:W3CDTF">2018-05-28T12:22:00Z</dcterms:created>
  <dcterms:modified xsi:type="dcterms:W3CDTF">2020-02-12T06:38:00Z</dcterms:modified>
</cp:coreProperties>
</file>