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831" w:rsidRPr="00592831" w:rsidRDefault="00592831" w:rsidP="00052F8C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592831" w:rsidRPr="00592831" w:rsidRDefault="00592831" w:rsidP="00052F8C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592831" w:rsidRPr="00592831" w:rsidRDefault="00592831" w:rsidP="00052F8C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592831" w:rsidRPr="00592831" w:rsidRDefault="00592831" w:rsidP="00052F8C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592831" w:rsidRPr="00592831" w:rsidRDefault="00592831" w:rsidP="00052F8C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592831" w:rsidRPr="00592831" w:rsidRDefault="00592831" w:rsidP="00052F8C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592831" w:rsidRPr="00592831" w:rsidRDefault="00592831" w:rsidP="00052F8C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592831" w:rsidRPr="00592831" w:rsidRDefault="00592831" w:rsidP="00052F8C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592831" w:rsidRPr="00592831" w:rsidRDefault="00592831" w:rsidP="00052F8C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C93E32" w:rsidRDefault="009A3CAF" w:rsidP="00052F8C">
      <w:pPr>
        <w:pStyle w:val="1"/>
        <w:spacing w:before="0" w:after="0"/>
        <w:jc w:val="center"/>
        <w:rPr>
          <w:rFonts w:ascii="Times New Roman" w:hAnsi="Times New Roman"/>
          <w:bCs w:val="0"/>
          <w:sz w:val="28"/>
          <w:szCs w:val="28"/>
          <w:lang w:val="ru-RU"/>
        </w:rPr>
      </w:pPr>
      <w:r w:rsidRPr="0042550E">
        <w:rPr>
          <w:rFonts w:ascii="Times New Roman" w:hAnsi="Times New Roman"/>
          <w:bCs w:val="0"/>
          <w:sz w:val="28"/>
          <w:szCs w:val="28"/>
          <w:lang w:val="ru-RU"/>
        </w:rPr>
        <w:t xml:space="preserve">О внесении изменений в </w:t>
      </w:r>
      <w:r w:rsidR="00C93E32">
        <w:rPr>
          <w:rFonts w:ascii="Times New Roman" w:hAnsi="Times New Roman"/>
          <w:bCs w:val="0"/>
          <w:sz w:val="28"/>
          <w:szCs w:val="28"/>
          <w:lang w:val="ru-RU"/>
        </w:rPr>
        <w:t xml:space="preserve">статью 7 </w:t>
      </w:r>
      <w:r w:rsidRPr="0042550E">
        <w:rPr>
          <w:rFonts w:ascii="Times New Roman" w:hAnsi="Times New Roman"/>
          <w:bCs w:val="0"/>
          <w:sz w:val="28"/>
          <w:szCs w:val="28"/>
          <w:lang w:val="ru-RU"/>
        </w:rPr>
        <w:t>Закон</w:t>
      </w:r>
      <w:r w:rsidR="00C93E32">
        <w:rPr>
          <w:rFonts w:ascii="Times New Roman" w:hAnsi="Times New Roman"/>
          <w:bCs w:val="0"/>
          <w:sz w:val="28"/>
          <w:szCs w:val="28"/>
          <w:lang w:val="ru-RU"/>
        </w:rPr>
        <w:t>а</w:t>
      </w:r>
      <w:r w:rsidRPr="0042550E">
        <w:rPr>
          <w:rFonts w:ascii="Times New Roman" w:hAnsi="Times New Roman"/>
          <w:bCs w:val="0"/>
          <w:sz w:val="28"/>
          <w:szCs w:val="28"/>
          <w:lang w:val="ru-RU"/>
        </w:rPr>
        <w:t xml:space="preserve"> Ярославской области</w:t>
      </w:r>
      <w:r w:rsidR="00052F8C">
        <w:rPr>
          <w:rFonts w:ascii="Times New Roman" w:hAnsi="Times New Roman"/>
          <w:bCs w:val="0"/>
          <w:sz w:val="28"/>
          <w:szCs w:val="28"/>
          <w:lang w:val="ru-RU"/>
        </w:rPr>
        <w:t xml:space="preserve"> </w:t>
      </w:r>
    </w:p>
    <w:p w:rsidR="00C93E32" w:rsidRDefault="009A3CAF" w:rsidP="00052F8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«О мировых судьях в Ярославской области»</w:t>
      </w:r>
      <w:r w:rsidR="00052F8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и Закон Ярославской </w:t>
      </w:r>
    </w:p>
    <w:p w:rsidR="00052F8C" w:rsidRPr="000A1B20" w:rsidRDefault="009A3CAF" w:rsidP="00052F8C">
      <w:pPr>
        <w:pStyle w:val="1"/>
        <w:spacing w:before="0" w:after="0"/>
        <w:jc w:val="center"/>
        <w:rPr>
          <w:rFonts w:ascii="Times New Roman" w:eastAsia="Calibri" w:hAnsi="Times New Roman"/>
          <w:bCs w:val="0"/>
          <w:sz w:val="28"/>
          <w:szCs w:val="28"/>
          <w:lang w:val="ru-RU" w:bidi="ar-SA"/>
        </w:rPr>
      </w:pPr>
      <w:r>
        <w:rPr>
          <w:rFonts w:ascii="Times New Roman" w:hAnsi="Times New Roman"/>
          <w:sz w:val="28"/>
          <w:szCs w:val="28"/>
          <w:lang w:val="ru-RU"/>
        </w:rPr>
        <w:t>области</w:t>
      </w:r>
      <w:r w:rsidR="00052F8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2550E">
        <w:rPr>
          <w:rFonts w:ascii="Times New Roman" w:hAnsi="Times New Roman"/>
          <w:sz w:val="28"/>
          <w:szCs w:val="28"/>
          <w:lang w:val="ru-RU"/>
        </w:rPr>
        <w:t>«</w:t>
      </w:r>
      <w:r w:rsidRPr="000A1B20">
        <w:rPr>
          <w:rFonts w:ascii="Times New Roman" w:eastAsia="Calibri" w:hAnsi="Times New Roman"/>
          <w:bCs w:val="0"/>
          <w:sz w:val="28"/>
          <w:szCs w:val="28"/>
          <w:lang w:val="ru-RU" w:bidi="ar-SA"/>
        </w:rPr>
        <w:t>Об образовании судебных участков и учреждении должностей</w:t>
      </w:r>
      <w:r w:rsidR="00052F8C" w:rsidRPr="000A1B20">
        <w:rPr>
          <w:rFonts w:ascii="Times New Roman" w:eastAsia="Calibri" w:hAnsi="Times New Roman"/>
          <w:bCs w:val="0"/>
          <w:sz w:val="28"/>
          <w:szCs w:val="28"/>
          <w:lang w:val="ru-RU" w:bidi="ar-SA"/>
        </w:rPr>
        <w:t xml:space="preserve"> </w:t>
      </w:r>
    </w:p>
    <w:p w:rsidR="009A3CAF" w:rsidRDefault="009A3CAF" w:rsidP="00052F8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0A1B20">
        <w:rPr>
          <w:rFonts w:ascii="Times New Roman" w:eastAsia="Calibri" w:hAnsi="Times New Roman"/>
          <w:bCs w:val="0"/>
          <w:sz w:val="28"/>
          <w:szCs w:val="28"/>
          <w:lang w:val="ru-RU" w:bidi="ar-SA"/>
        </w:rPr>
        <w:t>мировых судей в Ярославской области</w:t>
      </w:r>
      <w:r w:rsidRPr="0042550E">
        <w:rPr>
          <w:rFonts w:ascii="Times New Roman" w:hAnsi="Times New Roman"/>
          <w:sz w:val="28"/>
          <w:szCs w:val="28"/>
          <w:lang w:val="ru-RU"/>
        </w:rPr>
        <w:t>»</w:t>
      </w:r>
    </w:p>
    <w:p w:rsidR="009A3CAF" w:rsidRPr="00592831" w:rsidRDefault="009A3CAF" w:rsidP="009A3CAF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9A3CAF" w:rsidRPr="00592831" w:rsidRDefault="009A3CAF" w:rsidP="009A3CAF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9A3CAF" w:rsidRPr="00DB0F44" w:rsidRDefault="009A3CAF" w:rsidP="00E72646">
      <w:pPr>
        <w:pStyle w:val="a5"/>
      </w:pPr>
      <w:r w:rsidRPr="00DB0F44">
        <w:t>Принят Ярославской областной Думой</w:t>
      </w:r>
    </w:p>
    <w:p w:rsidR="009A3CAF" w:rsidRPr="00DB0F44" w:rsidRDefault="00592831" w:rsidP="00E72646">
      <w:pPr>
        <w:pStyle w:val="a5"/>
      </w:pPr>
      <w:r>
        <w:t xml:space="preserve">25 июня </w:t>
      </w:r>
      <w:r w:rsidR="009A3CAF" w:rsidRPr="00DB0F44">
        <w:t>201</w:t>
      </w:r>
      <w:r w:rsidR="009A3CAF">
        <w:t>3</w:t>
      </w:r>
      <w:r w:rsidR="009A3CAF" w:rsidRPr="00DB0F44">
        <w:t xml:space="preserve"> года</w:t>
      </w:r>
    </w:p>
    <w:p w:rsidR="009A3CAF" w:rsidRPr="00592831" w:rsidRDefault="009A3CAF" w:rsidP="009A3CAF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052F8C" w:rsidRPr="00592831" w:rsidRDefault="00052F8C" w:rsidP="009A3CAF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9A3CAF" w:rsidRPr="00AD26A6" w:rsidRDefault="009A3CAF" w:rsidP="009A3CAF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D26A6">
        <w:rPr>
          <w:rFonts w:ascii="Times New Roman" w:hAnsi="Times New Roman"/>
          <w:b/>
          <w:sz w:val="28"/>
          <w:szCs w:val="28"/>
          <w:lang w:val="ru-RU"/>
        </w:rPr>
        <w:t>Статья 1</w:t>
      </w:r>
    </w:p>
    <w:p w:rsidR="009A3CAF" w:rsidRPr="00AD26A6" w:rsidRDefault="009A3CAF" w:rsidP="009A3CA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D26A6">
        <w:rPr>
          <w:rFonts w:ascii="Times New Roman" w:hAnsi="Times New Roman"/>
          <w:sz w:val="28"/>
          <w:szCs w:val="28"/>
          <w:lang w:val="ru-RU"/>
        </w:rPr>
        <w:t>Пункт 1 статьи 7 Закона Ярославской области от 14.02.2001 № 5</w:t>
      </w:r>
      <w:r w:rsidR="00C41A5A">
        <w:rPr>
          <w:rFonts w:ascii="Times New Roman" w:hAnsi="Times New Roman"/>
          <w:sz w:val="28"/>
          <w:szCs w:val="28"/>
          <w:lang w:val="ru-RU"/>
        </w:rPr>
        <w:t>-</w:t>
      </w:r>
      <w:r w:rsidRPr="00AD26A6">
        <w:rPr>
          <w:rFonts w:ascii="Times New Roman" w:hAnsi="Times New Roman"/>
          <w:sz w:val="28"/>
          <w:szCs w:val="28"/>
          <w:lang w:val="ru-RU"/>
        </w:rPr>
        <w:t>з «О</w:t>
      </w:r>
      <w:r w:rsidR="00592831">
        <w:rPr>
          <w:rFonts w:ascii="Times New Roman" w:hAnsi="Times New Roman"/>
          <w:sz w:val="28"/>
          <w:szCs w:val="28"/>
          <w:lang w:val="ru-RU"/>
        </w:rPr>
        <w:t> </w:t>
      </w:r>
      <w:r w:rsidRPr="00AD26A6">
        <w:rPr>
          <w:rFonts w:ascii="Times New Roman" w:hAnsi="Times New Roman"/>
          <w:sz w:val="28"/>
          <w:szCs w:val="28"/>
          <w:lang w:val="ru-RU"/>
        </w:rPr>
        <w:t>мировых судьях в Ярославской области» (</w:t>
      </w:r>
      <w:r w:rsidR="00253B02" w:rsidRPr="00AD26A6">
        <w:rPr>
          <w:rFonts w:ascii="Times New Roman" w:hAnsi="Times New Roman"/>
          <w:sz w:val="28"/>
          <w:szCs w:val="28"/>
          <w:lang w:val="ru-RU"/>
        </w:rPr>
        <w:t>Губернские</w:t>
      </w:r>
      <w:r w:rsidR="00DB55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3B02" w:rsidRPr="00AD26A6">
        <w:rPr>
          <w:rFonts w:ascii="Times New Roman" w:hAnsi="Times New Roman"/>
          <w:sz w:val="28"/>
          <w:szCs w:val="28"/>
          <w:lang w:val="ru-RU"/>
        </w:rPr>
        <w:t>вести, 2001, 17</w:t>
      </w:r>
      <w:r w:rsidR="00592831">
        <w:rPr>
          <w:rFonts w:ascii="Times New Roman" w:hAnsi="Times New Roman"/>
          <w:sz w:val="28"/>
          <w:szCs w:val="28"/>
          <w:lang w:val="ru-RU"/>
        </w:rPr>
        <w:t> </w:t>
      </w:r>
      <w:r w:rsidR="00253B02" w:rsidRPr="00AD26A6">
        <w:rPr>
          <w:rFonts w:ascii="Times New Roman" w:hAnsi="Times New Roman"/>
          <w:sz w:val="28"/>
          <w:szCs w:val="28"/>
          <w:lang w:val="ru-RU"/>
        </w:rPr>
        <w:t>февраля, №</w:t>
      </w:r>
      <w:r w:rsidR="00DB55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3B02" w:rsidRPr="00AD26A6">
        <w:rPr>
          <w:rFonts w:ascii="Times New Roman" w:hAnsi="Times New Roman"/>
          <w:sz w:val="28"/>
          <w:szCs w:val="28"/>
          <w:lang w:val="ru-RU"/>
        </w:rPr>
        <w:t xml:space="preserve">11; </w:t>
      </w:r>
      <w:r w:rsidR="00253B02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Документ – Регион, 2010, </w:t>
      </w:r>
      <w:r w:rsidR="00245562" w:rsidRPr="001B7512">
        <w:rPr>
          <w:rFonts w:ascii="Times New Roman" w:eastAsia="Calibri" w:hAnsi="Times New Roman"/>
          <w:sz w:val="28"/>
          <w:szCs w:val="28"/>
          <w:lang w:val="ru-RU" w:bidi="ar-SA"/>
        </w:rPr>
        <w:t>30</w:t>
      </w:r>
      <w:r w:rsidR="00DB5509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="00253B02" w:rsidRPr="000A1B20">
        <w:rPr>
          <w:rFonts w:ascii="Times New Roman" w:eastAsia="Calibri" w:hAnsi="Times New Roman"/>
          <w:sz w:val="28"/>
          <w:szCs w:val="28"/>
          <w:lang w:val="ru-RU" w:bidi="ar-SA"/>
        </w:rPr>
        <w:t>июня, №</w:t>
      </w:r>
      <w:r w:rsidR="00DB5509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="00253B02" w:rsidRPr="000A1B20">
        <w:rPr>
          <w:rFonts w:ascii="Times New Roman" w:eastAsia="Calibri" w:hAnsi="Times New Roman"/>
          <w:sz w:val="28"/>
          <w:szCs w:val="28"/>
          <w:lang w:val="ru-RU" w:bidi="ar-SA"/>
        </w:rPr>
        <w:t>46; 2013, 5</w:t>
      </w:r>
      <w:r w:rsidR="00DB5509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="00253B02" w:rsidRPr="000A1B20">
        <w:rPr>
          <w:rFonts w:ascii="Times New Roman" w:eastAsia="Calibri" w:hAnsi="Times New Roman"/>
          <w:sz w:val="28"/>
          <w:szCs w:val="28"/>
          <w:lang w:val="ru-RU" w:bidi="ar-SA"/>
        </w:rPr>
        <w:t>апреля, №</w:t>
      </w:r>
      <w:r w:rsidR="00DB5509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="00253B02" w:rsidRPr="000A1B20">
        <w:rPr>
          <w:rFonts w:ascii="Times New Roman" w:eastAsia="Calibri" w:hAnsi="Times New Roman"/>
          <w:sz w:val="28"/>
          <w:szCs w:val="28"/>
          <w:lang w:val="ru-RU" w:bidi="ar-SA"/>
        </w:rPr>
        <w:t>25</w:t>
      </w:r>
      <w:r w:rsidRPr="00AD26A6">
        <w:rPr>
          <w:rFonts w:ascii="Times New Roman" w:hAnsi="Times New Roman"/>
          <w:sz w:val="28"/>
          <w:szCs w:val="28"/>
          <w:lang w:val="ru-RU"/>
        </w:rPr>
        <w:t>)</w:t>
      </w:r>
      <w:r w:rsidR="00253B02" w:rsidRPr="00AD26A6">
        <w:rPr>
          <w:rFonts w:ascii="Times New Roman" w:hAnsi="Times New Roman"/>
          <w:sz w:val="28"/>
          <w:szCs w:val="28"/>
          <w:lang w:val="ru-RU"/>
        </w:rPr>
        <w:t xml:space="preserve"> после слов «назначаются на должность» дополнить словами «в</w:t>
      </w:r>
      <w:r w:rsidR="00DB55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3B02" w:rsidRPr="00AD26A6">
        <w:rPr>
          <w:rFonts w:ascii="Times New Roman" w:hAnsi="Times New Roman"/>
          <w:sz w:val="28"/>
          <w:szCs w:val="28"/>
          <w:lang w:val="ru-RU"/>
        </w:rPr>
        <w:t>суде</w:t>
      </w:r>
      <w:r w:rsidR="00253B02" w:rsidRPr="00AD26A6">
        <w:rPr>
          <w:rFonts w:ascii="Times New Roman" w:hAnsi="Times New Roman"/>
          <w:sz w:val="28"/>
          <w:szCs w:val="28"/>
          <w:lang w:val="ru-RU"/>
        </w:rPr>
        <w:t>б</w:t>
      </w:r>
      <w:r w:rsidR="00253B02" w:rsidRPr="00AD26A6">
        <w:rPr>
          <w:rFonts w:ascii="Times New Roman" w:hAnsi="Times New Roman"/>
          <w:sz w:val="28"/>
          <w:szCs w:val="28"/>
          <w:lang w:val="ru-RU"/>
        </w:rPr>
        <w:t>ный район на судебный участок».</w:t>
      </w:r>
    </w:p>
    <w:p w:rsidR="009A3CAF" w:rsidRPr="00AD26A6" w:rsidRDefault="009A3CAF" w:rsidP="009A3CAF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9A3CAF" w:rsidRPr="00AD26A6" w:rsidRDefault="009A3CAF" w:rsidP="009A3CAF">
      <w:pPr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AD26A6">
        <w:rPr>
          <w:rFonts w:ascii="Times New Roman" w:hAnsi="Times New Roman"/>
          <w:b/>
          <w:sz w:val="28"/>
          <w:szCs w:val="28"/>
          <w:lang w:val="ru-RU"/>
        </w:rPr>
        <w:t>Статья 2</w:t>
      </w:r>
    </w:p>
    <w:p w:rsidR="009A3CAF" w:rsidRPr="000A1B20" w:rsidRDefault="009A3CAF" w:rsidP="009A3CAF">
      <w:pPr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ru-RU" w:bidi="ar-SA"/>
        </w:rPr>
      </w:pPr>
      <w:r w:rsidRPr="00AD26A6">
        <w:rPr>
          <w:rFonts w:ascii="Times New Roman" w:hAnsi="Times New Roman"/>
          <w:sz w:val="28"/>
          <w:szCs w:val="28"/>
          <w:lang w:val="ru-RU"/>
        </w:rPr>
        <w:t>Внести в Закон Ярославской области от</w:t>
      </w:r>
      <w:r w:rsidR="00C41A5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A1B20">
        <w:rPr>
          <w:rFonts w:ascii="Times New Roman" w:eastAsia="Calibri" w:hAnsi="Times New Roman"/>
          <w:bCs/>
          <w:sz w:val="28"/>
          <w:szCs w:val="28"/>
          <w:lang w:val="ru-RU" w:bidi="ar-SA"/>
        </w:rPr>
        <w:t>29.12.2001 №</w:t>
      </w:r>
      <w:r w:rsidR="00DB5509">
        <w:rPr>
          <w:rFonts w:ascii="Times New Roman" w:eastAsia="Calibri" w:hAnsi="Times New Roman"/>
          <w:bCs/>
          <w:sz w:val="28"/>
          <w:szCs w:val="28"/>
          <w:lang w:val="ru-RU" w:bidi="ar-SA"/>
        </w:rPr>
        <w:t xml:space="preserve"> </w:t>
      </w:r>
      <w:r w:rsidRPr="000A1B20">
        <w:rPr>
          <w:rFonts w:ascii="Times New Roman" w:eastAsia="Calibri" w:hAnsi="Times New Roman"/>
          <w:bCs/>
          <w:sz w:val="28"/>
          <w:szCs w:val="28"/>
          <w:lang w:val="ru-RU" w:bidi="ar-SA"/>
        </w:rPr>
        <w:t>68</w:t>
      </w:r>
      <w:r w:rsidR="00C41A5A">
        <w:rPr>
          <w:rFonts w:ascii="Times New Roman" w:eastAsia="Calibri" w:hAnsi="Times New Roman"/>
          <w:bCs/>
          <w:sz w:val="28"/>
          <w:szCs w:val="28"/>
          <w:lang w:val="ru-RU" w:bidi="ar-SA"/>
        </w:rPr>
        <w:t>-</w:t>
      </w:r>
      <w:r w:rsidRPr="000A1B20">
        <w:rPr>
          <w:rFonts w:ascii="Times New Roman" w:eastAsia="Calibri" w:hAnsi="Times New Roman"/>
          <w:bCs/>
          <w:sz w:val="28"/>
          <w:szCs w:val="28"/>
          <w:lang w:val="ru-RU" w:bidi="ar-SA"/>
        </w:rPr>
        <w:t xml:space="preserve">з </w:t>
      </w:r>
      <w:r w:rsidRPr="00AD26A6">
        <w:rPr>
          <w:rFonts w:ascii="Times New Roman" w:hAnsi="Times New Roman"/>
          <w:sz w:val="28"/>
          <w:szCs w:val="28"/>
          <w:lang w:val="ru-RU"/>
        </w:rPr>
        <w:t>«Об</w:t>
      </w:r>
      <w:r w:rsidR="00DB550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D26A6">
        <w:rPr>
          <w:rFonts w:ascii="Times New Roman" w:hAnsi="Times New Roman"/>
          <w:sz w:val="28"/>
          <w:szCs w:val="28"/>
          <w:lang w:val="ru-RU"/>
        </w:rPr>
        <w:t>образ</w:t>
      </w:r>
      <w:r w:rsidRPr="00AD26A6">
        <w:rPr>
          <w:rFonts w:ascii="Times New Roman" w:hAnsi="Times New Roman"/>
          <w:sz w:val="28"/>
          <w:szCs w:val="28"/>
          <w:lang w:val="ru-RU"/>
        </w:rPr>
        <w:t>о</w:t>
      </w:r>
      <w:r w:rsidRPr="00AD26A6">
        <w:rPr>
          <w:rFonts w:ascii="Times New Roman" w:hAnsi="Times New Roman"/>
          <w:sz w:val="28"/>
          <w:szCs w:val="28"/>
          <w:lang w:val="ru-RU"/>
        </w:rPr>
        <w:t xml:space="preserve">вании судебных участков и учреждении должностей мировых судей </w:t>
      </w:r>
      <w:proofErr w:type="gramStart"/>
      <w:r w:rsidRPr="00AD26A6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AD26A6">
        <w:rPr>
          <w:rFonts w:ascii="Times New Roman" w:hAnsi="Times New Roman"/>
          <w:sz w:val="28"/>
          <w:szCs w:val="28"/>
          <w:lang w:val="ru-RU"/>
        </w:rPr>
        <w:t xml:space="preserve"> Яр</w:t>
      </w:r>
      <w:r w:rsidRPr="00AD26A6">
        <w:rPr>
          <w:rFonts w:ascii="Times New Roman" w:hAnsi="Times New Roman"/>
          <w:sz w:val="28"/>
          <w:szCs w:val="28"/>
          <w:lang w:val="ru-RU"/>
        </w:rPr>
        <w:t>о</w:t>
      </w:r>
      <w:r w:rsidRPr="00AD26A6">
        <w:rPr>
          <w:rFonts w:ascii="Times New Roman" w:hAnsi="Times New Roman"/>
          <w:sz w:val="28"/>
          <w:szCs w:val="28"/>
          <w:lang w:val="ru-RU"/>
        </w:rPr>
        <w:t>славской области» (</w:t>
      </w:r>
      <w:r w:rsidRPr="000A1B20">
        <w:rPr>
          <w:rFonts w:ascii="Times New Roman" w:eastAsia="Calibri" w:hAnsi="Times New Roman"/>
          <w:bCs/>
          <w:sz w:val="28"/>
          <w:szCs w:val="28"/>
          <w:lang w:val="ru-RU" w:bidi="ar-SA"/>
        </w:rPr>
        <w:t>Губернские</w:t>
      </w:r>
      <w:r w:rsidR="00DB5509">
        <w:rPr>
          <w:rFonts w:ascii="Times New Roman" w:eastAsia="Calibri" w:hAnsi="Times New Roman"/>
          <w:bCs/>
          <w:sz w:val="28"/>
          <w:szCs w:val="28"/>
          <w:lang w:val="ru-RU" w:bidi="ar-SA"/>
        </w:rPr>
        <w:t xml:space="preserve"> </w:t>
      </w:r>
      <w:r w:rsidRPr="000A1B20">
        <w:rPr>
          <w:rFonts w:ascii="Times New Roman" w:eastAsia="Calibri" w:hAnsi="Times New Roman"/>
          <w:bCs/>
          <w:sz w:val="28"/>
          <w:szCs w:val="28"/>
          <w:lang w:val="ru-RU" w:bidi="ar-SA"/>
        </w:rPr>
        <w:t>вести, 2002, 5</w:t>
      </w:r>
      <w:r w:rsidR="00DB5509">
        <w:rPr>
          <w:rFonts w:ascii="Times New Roman" w:eastAsia="Calibri" w:hAnsi="Times New Roman"/>
          <w:bCs/>
          <w:sz w:val="28"/>
          <w:szCs w:val="28"/>
          <w:lang w:val="ru-RU" w:bidi="ar-SA"/>
        </w:rPr>
        <w:t xml:space="preserve"> </w:t>
      </w:r>
      <w:r w:rsidRPr="000A1B20">
        <w:rPr>
          <w:rFonts w:ascii="Times New Roman" w:eastAsia="Calibri" w:hAnsi="Times New Roman"/>
          <w:bCs/>
          <w:sz w:val="28"/>
          <w:szCs w:val="28"/>
          <w:lang w:val="ru-RU" w:bidi="ar-SA"/>
        </w:rPr>
        <w:t>января, №</w:t>
      </w:r>
      <w:r w:rsidR="00DB5509">
        <w:rPr>
          <w:rFonts w:ascii="Times New Roman" w:eastAsia="Calibri" w:hAnsi="Times New Roman"/>
          <w:bCs/>
          <w:sz w:val="28"/>
          <w:szCs w:val="28"/>
          <w:lang w:val="ru-RU" w:bidi="ar-SA"/>
        </w:rPr>
        <w:t xml:space="preserve"> </w:t>
      </w:r>
      <w:r w:rsidRPr="000A1B20">
        <w:rPr>
          <w:rFonts w:ascii="Times New Roman" w:eastAsia="Calibri" w:hAnsi="Times New Roman"/>
          <w:bCs/>
          <w:sz w:val="28"/>
          <w:szCs w:val="28"/>
          <w:lang w:val="ru-RU" w:bidi="ar-SA"/>
        </w:rPr>
        <w:t>1; 22</w:t>
      </w:r>
      <w:r w:rsidR="00DB5509">
        <w:rPr>
          <w:rFonts w:ascii="Times New Roman" w:eastAsia="Calibri" w:hAnsi="Times New Roman"/>
          <w:bCs/>
          <w:sz w:val="28"/>
          <w:szCs w:val="28"/>
          <w:lang w:val="ru-RU" w:bidi="ar-SA"/>
        </w:rPr>
        <w:t xml:space="preserve"> </w:t>
      </w:r>
      <w:r w:rsidRPr="000A1B20">
        <w:rPr>
          <w:rFonts w:ascii="Times New Roman" w:eastAsia="Calibri" w:hAnsi="Times New Roman"/>
          <w:bCs/>
          <w:sz w:val="28"/>
          <w:szCs w:val="28"/>
          <w:lang w:val="ru-RU" w:bidi="ar-SA"/>
        </w:rPr>
        <w:t>января</w:t>
      </w:r>
      <w:r w:rsidRPr="008639BD">
        <w:rPr>
          <w:rFonts w:ascii="Times New Roman" w:eastAsia="Calibri" w:hAnsi="Times New Roman"/>
          <w:bCs/>
          <w:sz w:val="28"/>
          <w:szCs w:val="28"/>
          <w:lang w:val="ru-RU" w:bidi="ar-SA"/>
        </w:rPr>
        <w:t>, №</w:t>
      </w:r>
      <w:r w:rsidR="008639BD" w:rsidRPr="008639BD">
        <w:rPr>
          <w:rFonts w:ascii="Times New Roman" w:eastAsia="Calibri" w:hAnsi="Times New Roman"/>
          <w:bCs/>
          <w:sz w:val="28"/>
          <w:szCs w:val="28"/>
          <w:lang w:val="ru-RU" w:bidi="ar-SA"/>
        </w:rPr>
        <w:t> </w:t>
      </w:r>
      <w:r w:rsidRPr="008639BD">
        <w:rPr>
          <w:rFonts w:ascii="Times New Roman" w:eastAsia="Calibri" w:hAnsi="Times New Roman"/>
          <w:bCs/>
          <w:sz w:val="28"/>
          <w:szCs w:val="28"/>
          <w:lang w:val="ru-RU" w:bidi="ar-SA"/>
        </w:rPr>
        <w:t>5;</w:t>
      </w:r>
      <w:r w:rsidRPr="000A1B20">
        <w:rPr>
          <w:rFonts w:ascii="Times New Roman" w:eastAsia="Calibri" w:hAnsi="Times New Roman"/>
          <w:bCs/>
          <w:sz w:val="28"/>
          <w:szCs w:val="28"/>
          <w:lang w:val="ru-RU" w:bidi="ar-SA"/>
        </w:rPr>
        <w:t xml:space="preserve"> 2008, 8</w:t>
      </w:r>
      <w:r w:rsidR="00DB5509">
        <w:rPr>
          <w:rFonts w:ascii="Times New Roman" w:eastAsia="Calibri" w:hAnsi="Times New Roman"/>
          <w:bCs/>
          <w:sz w:val="28"/>
          <w:szCs w:val="28"/>
          <w:lang w:val="ru-RU" w:bidi="ar-SA"/>
        </w:rPr>
        <w:t xml:space="preserve"> </w:t>
      </w:r>
      <w:r w:rsidRPr="000A1B20">
        <w:rPr>
          <w:rFonts w:ascii="Times New Roman" w:eastAsia="Calibri" w:hAnsi="Times New Roman"/>
          <w:bCs/>
          <w:sz w:val="28"/>
          <w:szCs w:val="28"/>
          <w:lang w:val="ru-RU" w:bidi="ar-SA"/>
        </w:rPr>
        <w:t>февраля, №</w:t>
      </w:r>
      <w:r w:rsidR="00DB5509">
        <w:rPr>
          <w:rFonts w:ascii="Times New Roman" w:eastAsia="Calibri" w:hAnsi="Times New Roman"/>
          <w:bCs/>
          <w:sz w:val="28"/>
          <w:szCs w:val="28"/>
          <w:lang w:val="ru-RU" w:bidi="ar-SA"/>
        </w:rPr>
        <w:t xml:space="preserve"> </w:t>
      </w:r>
      <w:r w:rsidRPr="000A1B20">
        <w:rPr>
          <w:rFonts w:ascii="Times New Roman" w:eastAsia="Calibri" w:hAnsi="Times New Roman"/>
          <w:bCs/>
          <w:sz w:val="28"/>
          <w:szCs w:val="28"/>
          <w:lang w:val="ru-RU" w:bidi="ar-SA"/>
        </w:rPr>
        <w:t>10; 9</w:t>
      </w:r>
      <w:r w:rsidR="00C41A5A">
        <w:rPr>
          <w:rFonts w:ascii="Times New Roman" w:eastAsia="Calibri" w:hAnsi="Times New Roman"/>
          <w:bCs/>
          <w:sz w:val="28"/>
          <w:szCs w:val="28"/>
          <w:lang w:val="ru-RU" w:bidi="ar-SA"/>
        </w:rPr>
        <w:t xml:space="preserve"> </w:t>
      </w:r>
      <w:r w:rsidRPr="000A1B20">
        <w:rPr>
          <w:rFonts w:ascii="Times New Roman" w:eastAsia="Calibri" w:hAnsi="Times New Roman"/>
          <w:bCs/>
          <w:sz w:val="28"/>
          <w:szCs w:val="28"/>
          <w:lang w:val="ru-RU" w:bidi="ar-SA"/>
        </w:rPr>
        <w:t>июля, №</w:t>
      </w:r>
      <w:r w:rsidR="00C41A5A">
        <w:rPr>
          <w:rFonts w:ascii="Times New Roman" w:eastAsia="Calibri" w:hAnsi="Times New Roman"/>
          <w:bCs/>
          <w:sz w:val="28"/>
          <w:szCs w:val="28"/>
          <w:lang w:val="ru-RU" w:bidi="ar-SA"/>
        </w:rPr>
        <w:t xml:space="preserve"> </w:t>
      </w:r>
      <w:r w:rsidRPr="000A1B20">
        <w:rPr>
          <w:rFonts w:ascii="Times New Roman" w:eastAsia="Calibri" w:hAnsi="Times New Roman"/>
          <w:bCs/>
          <w:sz w:val="28"/>
          <w:szCs w:val="28"/>
          <w:lang w:val="ru-RU" w:bidi="ar-SA"/>
        </w:rPr>
        <w:t xml:space="preserve">55;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Документ – Регион, 2010, 8</w:t>
      </w:r>
      <w:r w:rsidR="00C41A5A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октября, №</w:t>
      </w:r>
      <w:r w:rsidR="00592831">
        <w:rPr>
          <w:rFonts w:ascii="Times New Roman" w:eastAsia="Calibri" w:hAnsi="Times New Roman"/>
          <w:sz w:val="28"/>
          <w:szCs w:val="28"/>
          <w:lang w:val="ru-RU" w:bidi="ar-SA"/>
        </w:rPr>
        <w:t> 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77; 2011, 30</w:t>
      </w:r>
      <w:r w:rsidR="00C41A5A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декабря, № 112; 2012, 22</w:t>
      </w:r>
      <w:r w:rsidR="00C41A5A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февраля, №</w:t>
      </w:r>
      <w:r w:rsidR="00C41A5A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13; 5</w:t>
      </w:r>
      <w:r w:rsidR="00C41A5A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июня, №</w:t>
      </w:r>
      <w:r w:rsidR="00C41A5A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43) сл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е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дующие изменения:</w:t>
      </w:r>
    </w:p>
    <w:p w:rsidR="00253B02" w:rsidRPr="000A1B20" w:rsidRDefault="009A3CAF" w:rsidP="00253B02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1) в статье 1:</w:t>
      </w:r>
    </w:p>
    <w:p w:rsidR="00262008" w:rsidRPr="000A1B20" w:rsidRDefault="00262008" w:rsidP="00253B02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а) в абзаце первом слова «образовать судебные участки мировых судей в Ярославской области в следующем количестве» заменить словами </w:t>
      </w:r>
      <w:r w:rsidR="00F76DEB" w:rsidRPr="000A1B20">
        <w:rPr>
          <w:rFonts w:ascii="Times New Roman" w:eastAsia="Calibri" w:hAnsi="Times New Roman"/>
          <w:sz w:val="28"/>
          <w:szCs w:val="28"/>
          <w:lang w:val="ru-RU" w:bidi="ar-SA"/>
        </w:rPr>
        <w:t>«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образ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вать в пределах судебных районов Ярославской области судебные участки в следующем количестве»;</w:t>
      </w:r>
    </w:p>
    <w:p w:rsidR="00F76DEB" w:rsidRPr="00AD26A6" w:rsidRDefault="00262008" w:rsidP="007128B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D26A6">
        <w:rPr>
          <w:rFonts w:ascii="Times New Roman" w:hAnsi="Times New Roman"/>
          <w:sz w:val="28"/>
          <w:szCs w:val="28"/>
          <w:lang w:val="ru-RU"/>
        </w:rPr>
        <w:t>б</w:t>
      </w:r>
      <w:r w:rsidR="00230AAA" w:rsidRPr="00AD26A6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AD26A6">
        <w:rPr>
          <w:rFonts w:ascii="Times New Roman" w:hAnsi="Times New Roman"/>
          <w:sz w:val="28"/>
          <w:szCs w:val="28"/>
          <w:lang w:val="ru-RU"/>
        </w:rPr>
        <w:t>абзацы три</w:t>
      </w:r>
      <w:r w:rsidR="00230AAA" w:rsidRPr="00AD26A6">
        <w:rPr>
          <w:rFonts w:ascii="Times New Roman" w:hAnsi="Times New Roman"/>
          <w:sz w:val="28"/>
          <w:szCs w:val="28"/>
          <w:lang w:val="ru-RU"/>
        </w:rPr>
        <w:t xml:space="preserve"> –</w:t>
      </w:r>
      <w:r w:rsidRPr="00AD26A6">
        <w:rPr>
          <w:rFonts w:ascii="Times New Roman" w:hAnsi="Times New Roman"/>
          <w:sz w:val="28"/>
          <w:szCs w:val="28"/>
          <w:lang w:val="ru-RU"/>
        </w:rPr>
        <w:t xml:space="preserve"> двадцать шесть</w:t>
      </w:r>
      <w:r w:rsidR="00230AAA" w:rsidRPr="00AD26A6">
        <w:rPr>
          <w:rFonts w:ascii="Times New Roman" w:hAnsi="Times New Roman"/>
          <w:sz w:val="28"/>
          <w:szCs w:val="28"/>
          <w:lang w:val="ru-RU"/>
        </w:rPr>
        <w:t xml:space="preserve"> изложить в следующей редакции:</w:t>
      </w:r>
    </w:p>
    <w:p w:rsidR="00F20BC9" w:rsidRPr="000A1B20" w:rsidRDefault="007128BF" w:rsidP="0026200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«</w:t>
      </w:r>
      <w:r w:rsidR="00F20BC9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Дзержинский </w:t>
      </w:r>
      <w:r w:rsidR="00262008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</w:t>
      </w:r>
      <w:r w:rsidR="00F20BC9" w:rsidRPr="000A1B20">
        <w:rPr>
          <w:rFonts w:ascii="Times New Roman" w:eastAsia="Calibri" w:hAnsi="Times New Roman"/>
          <w:sz w:val="28"/>
          <w:szCs w:val="28"/>
          <w:lang w:val="ru-RU" w:bidi="ar-SA"/>
        </w:rPr>
        <w:t>район</w:t>
      </w:r>
      <w:r w:rsidR="00F76DEB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г. Ярославля</w:t>
      </w:r>
      <w:r w:rsidR="00F20BC9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– 8 судебных участков;</w:t>
      </w:r>
    </w:p>
    <w:p w:rsidR="00F20BC9" w:rsidRPr="000A1B20" w:rsidRDefault="00F20BC9" w:rsidP="0026200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Заволжский </w:t>
      </w:r>
      <w:r w:rsidR="00262008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район</w:t>
      </w:r>
      <w:r w:rsidR="00F76DEB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г. Ярославля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– 5 судебных участков;</w:t>
      </w:r>
    </w:p>
    <w:p w:rsidR="00F20BC9" w:rsidRPr="000A1B20" w:rsidRDefault="00F20BC9" w:rsidP="0026200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Кировский </w:t>
      </w:r>
      <w:r w:rsidR="00262008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район</w:t>
      </w:r>
      <w:r w:rsidR="00F76DEB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г. Ярославля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– 4 судебных участка;</w:t>
      </w:r>
    </w:p>
    <w:p w:rsidR="00F20BC9" w:rsidRPr="000A1B20" w:rsidRDefault="00F20BC9" w:rsidP="0026200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Красноперекопский </w:t>
      </w:r>
      <w:r w:rsidR="00262008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район</w:t>
      </w:r>
      <w:r w:rsidR="00F76DEB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г. Ярославля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– 3 судебных учас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т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ка;</w:t>
      </w:r>
    </w:p>
    <w:p w:rsidR="00F20BC9" w:rsidRPr="000A1B20" w:rsidRDefault="00F20BC9" w:rsidP="0026200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Ленинский </w:t>
      </w:r>
      <w:r w:rsidR="00262008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район</w:t>
      </w:r>
      <w:r w:rsidR="00F76DEB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г. Ярославля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– 4 судебных участка;</w:t>
      </w:r>
    </w:p>
    <w:p w:rsidR="00F20BC9" w:rsidRPr="000A1B20" w:rsidRDefault="00F20BC9" w:rsidP="0026200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lastRenderedPageBreak/>
        <w:t xml:space="preserve">Фрунзенский </w:t>
      </w:r>
      <w:r w:rsidR="00262008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район</w:t>
      </w:r>
      <w:r w:rsidR="00F76DEB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г. Ярославля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– 5 судебных участков;</w:t>
      </w:r>
    </w:p>
    <w:p w:rsidR="006B2D65" w:rsidRPr="000A1B20" w:rsidRDefault="006B2D65" w:rsidP="006B2D6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Переславский судебный район – 3 судебных участка;</w:t>
      </w:r>
    </w:p>
    <w:p w:rsidR="006B2D65" w:rsidRPr="000A1B20" w:rsidRDefault="006B2D65" w:rsidP="006B2D6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Ростовский судебный район – 3 судебных участка;</w:t>
      </w:r>
    </w:p>
    <w:p w:rsidR="006B2D65" w:rsidRPr="000A1B20" w:rsidRDefault="00F76DEB" w:rsidP="006B2D65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Рыбинский судебный район – 13 судебных участков;</w:t>
      </w:r>
    </w:p>
    <w:p w:rsidR="00F20BC9" w:rsidRPr="000A1B20" w:rsidRDefault="00F20BC9" w:rsidP="0026200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Тутаевский </w:t>
      </w:r>
      <w:r w:rsidR="00262008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район – 3 судебных участка;</w:t>
      </w:r>
    </w:p>
    <w:p w:rsidR="00F20BC9" w:rsidRPr="000A1B20" w:rsidRDefault="00F20BC9" w:rsidP="0026200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Угличский </w:t>
      </w:r>
      <w:r w:rsidR="00262008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район – 3 судебных участка;</w:t>
      </w:r>
    </w:p>
    <w:p w:rsidR="00F20BC9" w:rsidRPr="000A1B20" w:rsidRDefault="00F20BC9" w:rsidP="0026200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Ярославский </w:t>
      </w:r>
      <w:r w:rsidR="00262008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район – 3 судебных участка;</w:t>
      </w:r>
    </w:p>
    <w:p w:rsidR="00F20BC9" w:rsidRPr="008639BD" w:rsidRDefault="00F20BC9" w:rsidP="0026200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Большесельский </w:t>
      </w:r>
      <w:r w:rsidR="00262008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район – 1 судебный участок;</w:t>
      </w:r>
    </w:p>
    <w:p w:rsidR="00F20BC9" w:rsidRPr="008639BD" w:rsidRDefault="00F20BC9" w:rsidP="0026200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Борисоглебский </w:t>
      </w:r>
      <w:r w:rsidR="00262008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район – 1 судебный участок;</w:t>
      </w:r>
    </w:p>
    <w:p w:rsidR="00F20BC9" w:rsidRPr="008639BD" w:rsidRDefault="00F20BC9" w:rsidP="0026200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Брейтовский </w:t>
      </w:r>
      <w:r w:rsidR="00262008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район – 1 судебный участок;</w:t>
      </w:r>
    </w:p>
    <w:p w:rsidR="00F20BC9" w:rsidRPr="008639BD" w:rsidRDefault="00F20BC9" w:rsidP="0026200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Гаврилов-Ямский </w:t>
      </w:r>
      <w:r w:rsidR="00262008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район – 2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</w:t>
      </w:r>
      <w:r w:rsidR="005F11DE" w:rsidRPr="008639BD">
        <w:rPr>
          <w:rFonts w:ascii="Times New Roman" w:eastAsia="Calibri" w:hAnsi="Times New Roman"/>
          <w:sz w:val="28"/>
          <w:szCs w:val="28"/>
          <w:lang w:val="ru-RU" w:bidi="ar-SA"/>
        </w:rPr>
        <w:t>ых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участ</w:t>
      </w:r>
      <w:r w:rsidR="005F11DE" w:rsidRPr="008639BD">
        <w:rPr>
          <w:rFonts w:ascii="Times New Roman" w:eastAsia="Calibri" w:hAnsi="Times New Roman"/>
          <w:sz w:val="28"/>
          <w:szCs w:val="28"/>
          <w:lang w:val="ru-RU" w:bidi="ar-SA"/>
        </w:rPr>
        <w:t>ка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;</w:t>
      </w:r>
    </w:p>
    <w:p w:rsidR="00F20BC9" w:rsidRPr="008639BD" w:rsidRDefault="00F20BC9" w:rsidP="0026200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Даниловский </w:t>
      </w:r>
      <w:r w:rsidR="00262008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район – 2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</w:t>
      </w:r>
      <w:r w:rsidR="005F11DE" w:rsidRPr="008639BD">
        <w:rPr>
          <w:rFonts w:ascii="Times New Roman" w:eastAsia="Calibri" w:hAnsi="Times New Roman"/>
          <w:sz w:val="28"/>
          <w:szCs w:val="28"/>
          <w:lang w:val="ru-RU" w:bidi="ar-SA"/>
        </w:rPr>
        <w:t>х</w:t>
      </w:r>
      <w:proofErr w:type="gramEnd"/>
      <w:r w:rsidR="005F11DE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участ</w:t>
      </w:r>
      <w:r w:rsidR="005F11DE" w:rsidRPr="008639BD">
        <w:rPr>
          <w:rFonts w:ascii="Times New Roman" w:eastAsia="Calibri" w:hAnsi="Times New Roman"/>
          <w:sz w:val="28"/>
          <w:szCs w:val="28"/>
          <w:lang w:val="ru-RU" w:bidi="ar-SA"/>
        </w:rPr>
        <w:t>ка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;</w:t>
      </w:r>
    </w:p>
    <w:p w:rsidR="00F20BC9" w:rsidRPr="008639BD" w:rsidRDefault="00F20BC9" w:rsidP="0026200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Любимский </w:t>
      </w:r>
      <w:r w:rsidR="00262008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район – 1 судебный участок;</w:t>
      </w:r>
    </w:p>
    <w:p w:rsidR="00F20BC9" w:rsidRPr="000A1B20" w:rsidRDefault="00F20BC9" w:rsidP="0026200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Мышкинский </w:t>
      </w:r>
      <w:r w:rsidR="00262008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район – 1 судебный участок;</w:t>
      </w:r>
    </w:p>
    <w:p w:rsidR="00F20BC9" w:rsidRPr="000A1B20" w:rsidRDefault="00F20BC9" w:rsidP="0026200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Некрасовский </w:t>
      </w:r>
      <w:r w:rsidR="00262008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район – 1 судебный участок;</w:t>
      </w:r>
    </w:p>
    <w:p w:rsidR="00F20BC9" w:rsidRPr="000A1B20" w:rsidRDefault="00F20BC9" w:rsidP="0026200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Некоузский </w:t>
      </w:r>
      <w:r w:rsidR="00262008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район – 1 судебный участок;</w:t>
      </w:r>
    </w:p>
    <w:p w:rsidR="00F20BC9" w:rsidRPr="000A1B20" w:rsidRDefault="00F20BC9" w:rsidP="0026200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Первомайский </w:t>
      </w:r>
      <w:r w:rsidR="00262008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район – 1 судебный участок;</w:t>
      </w:r>
    </w:p>
    <w:p w:rsidR="00230AAA" w:rsidRPr="000A1B20" w:rsidRDefault="00F20BC9" w:rsidP="0026200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Пошехонский </w:t>
      </w:r>
      <w:r w:rsidR="00262008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район – 1 судебный участок.</w:t>
      </w:r>
      <w:r w:rsidR="00262008" w:rsidRPr="000A1B20">
        <w:rPr>
          <w:rFonts w:ascii="Times New Roman" w:eastAsia="Calibri" w:hAnsi="Times New Roman"/>
          <w:sz w:val="28"/>
          <w:szCs w:val="28"/>
          <w:lang w:val="ru-RU" w:bidi="ar-SA"/>
        </w:rPr>
        <w:t>»;</w:t>
      </w:r>
    </w:p>
    <w:p w:rsidR="00230AAA" w:rsidRPr="00AD26A6" w:rsidRDefault="001B73A3" w:rsidP="0026200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D26A6">
        <w:rPr>
          <w:rFonts w:ascii="Times New Roman" w:hAnsi="Times New Roman"/>
          <w:sz w:val="28"/>
          <w:szCs w:val="28"/>
          <w:lang w:val="ru-RU"/>
        </w:rPr>
        <w:t>в</w:t>
      </w:r>
      <w:r w:rsidR="00230AAA" w:rsidRPr="00AD26A6">
        <w:rPr>
          <w:rFonts w:ascii="Times New Roman" w:hAnsi="Times New Roman"/>
          <w:sz w:val="28"/>
          <w:szCs w:val="28"/>
          <w:lang w:val="ru-RU"/>
        </w:rPr>
        <w:t xml:space="preserve">) дополнить </w:t>
      </w:r>
      <w:r w:rsidR="00414C24" w:rsidRPr="00AD26A6">
        <w:rPr>
          <w:rFonts w:ascii="Times New Roman" w:hAnsi="Times New Roman"/>
          <w:sz w:val="28"/>
          <w:szCs w:val="28"/>
          <w:lang w:val="ru-RU"/>
        </w:rPr>
        <w:t xml:space="preserve">примечанием </w:t>
      </w:r>
      <w:r w:rsidR="00230AAA" w:rsidRPr="00AD26A6">
        <w:rPr>
          <w:rFonts w:ascii="Times New Roman" w:hAnsi="Times New Roman"/>
          <w:sz w:val="28"/>
          <w:szCs w:val="28"/>
          <w:lang w:val="ru-RU"/>
        </w:rPr>
        <w:t>следующего содержания:</w:t>
      </w:r>
    </w:p>
    <w:p w:rsidR="00F20BC9" w:rsidRPr="00AD26A6" w:rsidRDefault="00230AAA" w:rsidP="0026200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D26A6">
        <w:rPr>
          <w:rFonts w:ascii="Times New Roman" w:hAnsi="Times New Roman"/>
          <w:sz w:val="28"/>
          <w:szCs w:val="28"/>
          <w:lang w:val="ru-RU"/>
        </w:rPr>
        <w:t>«</w:t>
      </w:r>
      <w:r w:rsidRPr="00AD26A6">
        <w:rPr>
          <w:rFonts w:ascii="Times New Roman" w:hAnsi="Times New Roman"/>
          <w:b/>
          <w:sz w:val="28"/>
          <w:szCs w:val="28"/>
          <w:lang w:val="ru-RU"/>
        </w:rPr>
        <w:t>Пр</w:t>
      </w:r>
      <w:r w:rsidR="00414C24" w:rsidRPr="00AD26A6">
        <w:rPr>
          <w:rFonts w:ascii="Times New Roman" w:hAnsi="Times New Roman"/>
          <w:b/>
          <w:sz w:val="28"/>
          <w:szCs w:val="28"/>
          <w:lang w:val="ru-RU"/>
        </w:rPr>
        <w:t>имечание</w:t>
      </w:r>
      <w:r w:rsidRPr="00AD26A6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683019" w:rsidRPr="000A1B20" w:rsidRDefault="00230AAA" w:rsidP="0026200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AD26A6">
        <w:rPr>
          <w:rFonts w:ascii="Times New Roman" w:hAnsi="Times New Roman"/>
          <w:sz w:val="28"/>
          <w:szCs w:val="28"/>
          <w:lang w:val="ru-RU"/>
        </w:rPr>
        <w:t xml:space="preserve">1. Под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судебным районом понимается территория, на которую распр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страняется юрисдикция районного</w:t>
      </w:r>
      <w:r w:rsidR="00ED6394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(городского)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суда, охватывающая терр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и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торию одного </w:t>
      </w:r>
      <w:r w:rsidR="00481017" w:rsidRPr="000A1B20">
        <w:rPr>
          <w:rFonts w:ascii="Times New Roman" w:eastAsia="Calibri" w:hAnsi="Times New Roman"/>
          <w:sz w:val="28"/>
          <w:szCs w:val="28"/>
          <w:lang w:val="ru-RU" w:bidi="ar-SA"/>
        </w:rPr>
        <w:t>района, города</w:t>
      </w:r>
      <w:r w:rsidR="00B53C61" w:rsidRPr="000A1B20">
        <w:rPr>
          <w:rFonts w:ascii="Times New Roman" w:eastAsia="Calibri" w:hAnsi="Times New Roman"/>
          <w:sz w:val="28"/>
          <w:szCs w:val="28"/>
          <w:lang w:val="ru-RU" w:bidi="ar-SA"/>
        </w:rPr>
        <w:t>,</w:t>
      </w:r>
      <w:r w:rsidR="00481017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="00683019" w:rsidRPr="000A1B20">
        <w:rPr>
          <w:rFonts w:ascii="Times New Roman" w:eastAsia="Calibri" w:hAnsi="Times New Roman"/>
          <w:sz w:val="28"/>
          <w:szCs w:val="28"/>
          <w:lang w:val="ru-RU" w:bidi="ar-SA"/>
        </w:rPr>
        <w:t>иной соответствующей им административно-территориальной единицы</w:t>
      </w:r>
      <w:r w:rsidR="00481017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Ярославской области</w:t>
      </w:r>
      <w:r w:rsidR="00683019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="00481017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либо </w:t>
      </w:r>
      <w:r w:rsidR="00683019" w:rsidRPr="000A1B20">
        <w:rPr>
          <w:rFonts w:ascii="Times New Roman" w:eastAsia="Calibri" w:hAnsi="Times New Roman"/>
          <w:sz w:val="28"/>
          <w:szCs w:val="28"/>
          <w:lang w:val="ru-RU" w:bidi="ar-SA"/>
        </w:rPr>
        <w:t>т</w:t>
      </w:r>
      <w:r w:rsidR="00481017" w:rsidRPr="000A1B20">
        <w:rPr>
          <w:rFonts w:ascii="Times New Roman" w:eastAsia="Calibri" w:hAnsi="Times New Roman"/>
          <w:sz w:val="28"/>
          <w:szCs w:val="28"/>
          <w:lang w:val="ru-RU" w:bidi="ar-SA"/>
        </w:rPr>
        <w:t>ерриторию</w:t>
      </w:r>
      <w:r w:rsidR="00683019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r w:rsidR="00481017" w:rsidRPr="000A1B20">
        <w:rPr>
          <w:rFonts w:ascii="Times New Roman" w:eastAsia="Calibri" w:hAnsi="Times New Roman"/>
          <w:sz w:val="28"/>
          <w:szCs w:val="28"/>
          <w:lang w:val="ru-RU" w:bidi="ar-SA"/>
        </w:rPr>
        <w:t>которая включает в себя</w:t>
      </w:r>
      <w:r w:rsidR="00683019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имеющие об</w:t>
      </w:r>
      <w:r w:rsidR="00457BE2" w:rsidRPr="000A1B20">
        <w:rPr>
          <w:rFonts w:ascii="Times New Roman" w:eastAsia="Calibri" w:hAnsi="Times New Roman"/>
          <w:sz w:val="28"/>
          <w:szCs w:val="28"/>
          <w:lang w:val="ru-RU" w:bidi="ar-SA"/>
        </w:rPr>
        <w:t>щие (смежные) границы территорий</w:t>
      </w:r>
      <w:r w:rsidR="00683019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нескольких районов или иных соответствующих им административно-территориальных единиц </w:t>
      </w:r>
      <w:r w:rsidR="00481017" w:rsidRPr="000A1B20">
        <w:rPr>
          <w:rFonts w:ascii="Times New Roman" w:eastAsia="Calibri" w:hAnsi="Times New Roman"/>
          <w:sz w:val="28"/>
          <w:szCs w:val="28"/>
          <w:lang w:val="ru-RU" w:bidi="ar-SA"/>
        </w:rPr>
        <w:t>Ярославской области.</w:t>
      </w:r>
    </w:p>
    <w:p w:rsidR="00230AAA" w:rsidRPr="000A1B20" w:rsidRDefault="00230AAA" w:rsidP="00F76DE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2. Под судебным участком понимается территория, являющаяся частью судебного района или совпадающая с территорией судебного района, </w:t>
      </w:r>
      <w:r w:rsidR="002B68F6" w:rsidRPr="000A1B20">
        <w:rPr>
          <w:rFonts w:ascii="Times New Roman" w:eastAsia="Calibri" w:hAnsi="Times New Roman"/>
          <w:sz w:val="28"/>
          <w:szCs w:val="28"/>
          <w:lang w:val="ru-RU" w:bidi="ar-SA"/>
        </w:rPr>
        <w:t>в пр</w:t>
      </w:r>
      <w:r w:rsidR="002B68F6" w:rsidRPr="000A1B20">
        <w:rPr>
          <w:rFonts w:ascii="Times New Roman" w:eastAsia="Calibri" w:hAnsi="Times New Roman"/>
          <w:sz w:val="28"/>
          <w:szCs w:val="28"/>
          <w:lang w:val="ru-RU" w:bidi="ar-SA"/>
        </w:rPr>
        <w:t>е</w:t>
      </w:r>
      <w:r w:rsidR="002B68F6" w:rsidRPr="000A1B20">
        <w:rPr>
          <w:rFonts w:ascii="Times New Roman" w:eastAsia="Calibri" w:hAnsi="Times New Roman"/>
          <w:sz w:val="28"/>
          <w:szCs w:val="28"/>
          <w:lang w:val="ru-RU" w:bidi="ar-SA"/>
        </w:rPr>
        <w:t>делах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которой мировой судья осущ</w:t>
      </w:r>
      <w:r w:rsidR="00683019" w:rsidRPr="000A1B20">
        <w:rPr>
          <w:rFonts w:ascii="Times New Roman" w:eastAsia="Calibri" w:hAnsi="Times New Roman"/>
          <w:sz w:val="28"/>
          <w:szCs w:val="28"/>
          <w:lang w:val="ru-RU" w:bidi="ar-SA"/>
        </w:rPr>
        <w:t>ествляет свою деятельность.</w:t>
      </w:r>
      <w:r w:rsidR="00262008" w:rsidRPr="000A1B20">
        <w:rPr>
          <w:rFonts w:ascii="Times New Roman" w:eastAsia="Calibri" w:hAnsi="Times New Roman"/>
          <w:sz w:val="28"/>
          <w:szCs w:val="28"/>
          <w:lang w:val="ru-RU" w:bidi="ar-SA"/>
        </w:rPr>
        <w:t>»;</w:t>
      </w:r>
    </w:p>
    <w:p w:rsidR="00F76DEB" w:rsidRPr="00AD26A6" w:rsidRDefault="00F76DEB" w:rsidP="0026200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D26A6">
        <w:rPr>
          <w:rFonts w:ascii="Times New Roman" w:hAnsi="Times New Roman"/>
          <w:sz w:val="28"/>
          <w:szCs w:val="28"/>
          <w:lang w:val="ru-RU"/>
        </w:rPr>
        <w:t xml:space="preserve">2) приложение изложить в следующей редакции: </w:t>
      </w:r>
    </w:p>
    <w:p w:rsidR="00411B50" w:rsidRPr="000A1B20" w:rsidRDefault="00411B50" w:rsidP="00411B50">
      <w:pPr>
        <w:autoSpaceDE w:val="0"/>
        <w:autoSpaceDN w:val="0"/>
        <w:adjustRightInd w:val="0"/>
        <w:jc w:val="right"/>
        <w:outlineLvl w:val="0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«Приложение</w:t>
      </w:r>
    </w:p>
    <w:p w:rsidR="00411B50" w:rsidRPr="000A1B20" w:rsidRDefault="00411B50" w:rsidP="00411B50">
      <w:pPr>
        <w:autoSpaceDE w:val="0"/>
        <w:autoSpaceDN w:val="0"/>
        <w:adjustRightInd w:val="0"/>
        <w:jc w:val="right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к Закону</w:t>
      </w:r>
      <w:r w:rsidR="00592831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Ярославской области</w:t>
      </w:r>
    </w:p>
    <w:p w:rsidR="00411B50" w:rsidRPr="000A1B20" w:rsidRDefault="00C41A5A" w:rsidP="00411B50">
      <w:pPr>
        <w:autoSpaceDE w:val="0"/>
        <w:autoSpaceDN w:val="0"/>
        <w:adjustRightInd w:val="0"/>
        <w:jc w:val="right"/>
        <w:rPr>
          <w:rFonts w:ascii="Times New Roman" w:eastAsia="Calibri" w:hAnsi="Times New Roman"/>
          <w:sz w:val="28"/>
          <w:szCs w:val="28"/>
          <w:lang w:val="ru-RU" w:bidi="ar-SA"/>
        </w:rPr>
      </w:pPr>
      <w:r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="00411B50" w:rsidRPr="000A1B20">
        <w:rPr>
          <w:rFonts w:ascii="Times New Roman" w:eastAsia="Calibri" w:hAnsi="Times New Roman"/>
          <w:sz w:val="28"/>
          <w:szCs w:val="28"/>
          <w:lang w:val="ru-RU" w:bidi="ar-SA"/>
        </w:rPr>
        <w:t>т</w:t>
      </w:r>
      <w:r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="00411B50" w:rsidRPr="000A1B20">
        <w:rPr>
          <w:rFonts w:ascii="Times New Roman" w:eastAsia="Calibri" w:hAnsi="Times New Roman"/>
          <w:sz w:val="28"/>
          <w:szCs w:val="28"/>
          <w:lang w:val="ru-RU" w:bidi="ar-SA"/>
        </w:rPr>
        <w:t>29.12.2001 №</w:t>
      </w:r>
      <w:r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="00411B50" w:rsidRPr="000A1B20">
        <w:rPr>
          <w:rFonts w:ascii="Times New Roman" w:eastAsia="Calibri" w:hAnsi="Times New Roman"/>
          <w:sz w:val="28"/>
          <w:szCs w:val="28"/>
          <w:lang w:val="ru-RU" w:bidi="ar-SA"/>
        </w:rPr>
        <w:t>68-з</w:t>
      </w:r>
    </w:p>
    <w:p w:rsidR="00411B50" w:rsidRPr="000A1B20" w:rsidRDefault="00411B50" w:rsidP="00411B50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b/>
          <w:bCs/>
          <w:sz w:val="28"/>
          <w:szCs w:val="28"/>
          <w:lang w:val="ru-RU" w:bidi="ar-SA"/>
        </w:rPr>
        <w:t xml:space="preserve">Описание территорий судебных участков 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b/>
          <w:bCs/>
          <w:sz w:val="28"/>
          <w:szCs w:val="28"/>
          <w:lang w:val="ru-RU" w:bidi="ar-SA"/>
        </w:rPr>
        <w:t>мировых судей в Ярославской области</w:t>
      </w:r>
    </w:p>
    <w:p w:rsidR="00411B50" w:rsidRPr="000A1B20" w:rsidRDefault="00411B50" w:rsidP="00411B50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53DA0" w:rsidRPr="00592831" w:rsidRDefault="00411B50" w:rsidP="00411B50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Дзержинский судебный район г. Ярославля</w:t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411B50" w:rsidRPr="008639BD" w:rsidRDefault="00411B50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 1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Проезды: Архангельский, Мурманский.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Улицы: Громова, Труфанова (нечетная сторона).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EF3CE5" w:rsidRDefault="00EF3CE5">
      <w:pPr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>
        <w:rPr>
          <w:rFonts w:ascii="Times New Roman" w:eastAsia="Calibri" w:hAnsi="Times New Roman"/>
          <w:b/>
          <w:sz w:val="28"/>
          <w:szCs w:val="28"/>
          <w:lang w:val="ru-RU" w:bidi="ar-SA"/>
        </w:rPr>
        <w:br w:type="page"/>
      </w:r>
    </w:p>
    <w:p w:rsidR="00411B50" w:rsidRPr="008639BD" w:rsidRDefault="00411B50" w:rsidP="005676BB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lastRenderedPageBreak/>
        <w:t>Судебный участок № 2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Улицы: Панина, Труфанова (четная сторона), Туманова.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411B50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 3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Проспект Ленинградский (четная сторона – по д. 74; нечетная сторона – по д. 119).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411B50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 4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Деревня Старое Брагино.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Поселок 2-е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Брагино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(16-я, 17-я, 19-я, 21-я, 23-я, 25-я, 27-я, 29-я линии).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Проезд Шавырина.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Улицы: Пионерская, Урицкого.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411B50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 5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Проезд Моторостроителей.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Проспект Октября (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нечетные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– от д. 75).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Улицы: Бабича, Строителей.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411B50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 6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Набережные: 1-я, 2-я Норские.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Переулки: 1-й, 2-й, 4-й, 5-й, 6-й, 7-й, 8-й, 9-й, 10-й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Брейтовские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, 1-й, 2-й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Иваньковские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, Коммунаров,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Красноперевальский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, 1-й, 2-й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Краснохолмские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Куропаткова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, 2-й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Куропаткова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, Михайловск</w:t>
      </w:r>
      <w:r w:rsidR="00253B02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ий, 2-й, 3-й, 4-й </w:t>
      </w:r>
      <w:proofErr w:type="spellStart"/>
      <w:r w:rsidR="00253B02" w:rsidRPr="000A1B20">
        <w:rPr>
          <w:rFonts w:ascii="Times New Roman" w:eastAsia="Calibri" w:hAnsi="Times New Roman"/>
          <w:sz w:val="28"/>
          <w:szCs w:val="28"/>
          <w:lang w:val="ru-RU" w:bidi="ar-SA"/>
        </w:rPr>
        <w:t>Норские</w:t>
      </w:r>
      <w:proofErr w:type="spellEnd"/>
      <w:r w:rsidR="00253B02" w:rsidRPr="000A1B20">
        <w:rPr>
          <w:rFonts w:ascii="Times New Roman" w:eastAsia="Calibri" w:hAnsi="Times New Roman"/>
          <w:sz w:val="28"/>
          <w:szCs w:val="28"/>
          <w:lang w:val="ru-RU" w:bidi="ar-SA"/>
        </w:rPr>
        <w:t>, 1-й,</w:t>
      </w:r>
      <w:r w:rsidR="008639BD">
        <w:rPr>
          <w:rFonts w:ascii="Times New Roman" w:eastAsia="Calibri" w:hAnsi="Times New Roman"/>
          <w:sz w:val="28"/>
          <w:szCs w:val="28"/>
          <w:lang w:val="ru-RU" w:bidi="ar-SA"/>
        </w:rPr>
        <w:br/>
      </w:r>
      <w:r w:rsidR="00253B02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2-й,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3-й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Пятовские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Тутаевский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.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Поселки: Осташинское, Павловский, Парижск</w:t>
      </w:r>
      <w:r w:rsidR="00253B02" w:rsidRPr="000A1B20">
        <w:rPr>
          <w:rFonts w:ascii="Times New Roman" w:eastAsia="Calibri" w:hAnsi="Times New Roman"/>
          <w:sz w:val="28"/>
          <w:szCs w:val="28"/>
          <w:lang w:val="ru-RU" w:bidi="ar-SA"/>
        </w:rPr>
        <w:t>ая Коммуна, Парижская Коммуна № 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2, Пашуково, Пятовское, Скобыкино, Энерголес.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Проезды: 1-й, 2-й Брагинские, Кольцова, 1-й, 2-й Промышленные.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proofErr w:type="gram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1905 года, 1-я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Арефинская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, Базовая, Балашова, Балочная, Бол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ь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шая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Любимская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, Большая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Норская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, Брагинская,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Брейтовская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, Выставочная, Демьяна Бедного, Домбровского, 1-я, 2-я, 3-я, 4-я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Иваньковские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, Керамич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е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ская, 1-я, 2-я Кольцова, Коммунаров, Ко</w:t>
      </w:r>
      <w:r w:rsidR="00B06EEA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товского, Красноармейская, 1-я, 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2-я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Красноперевальские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, 1-я, 2-я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Краснохолмские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Куропаткова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, 18 Марта, М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лая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Любимская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, Малая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Норская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, Механизаторов, Михайловская,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Осташи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н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ская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, Парижская Коммуна, Пархоменко,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Пашуковская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, Пекарская, 1-я, </w:t>
      </w:r>
      <w:r w:rsidR="008639BD">
        <w:rPr>
          <w:rFonts w:ascii="Times New Roman" w:eastAsia="Calibri" w:hAnsi="Times New Roman"/>
          <w:sz w:val="28"/>
          <w:szCs w:val="28"/>
          <w:lang w:val="ru-RU" w:bidi="ar-SA"/>
        </w:rPr>
        <w:t>2-я,</w:t>
      </w:r>
      <w:r w:rsidR="008639BD">
        <w:rPr>
          <w:rFonts w:ascii="Times New Roman" w:eastAsia="Calibri" w:hAnsi="Times New Roman"/>
          <w:sz w:val="28"/>
          <w:szCs w:val="28"/>
          <w:lang w:val="ru-RU" w:bidi="ar-SA"/>
        </w:rPr>
        <w:br/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3-я Приречные, Промышленная, Полушкина роща (четные – от</w:t>
      </w:r>
      <w:proofErr w:type="gram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 д. 16), 1-я,</w:t>
      </w:r>
      <w:r w:rsidR="008639BD">
        <w:rPr>
          <w:rFonts w:ascii="Times New Roman" w:eastAsia="Calibri" w:hAnsi="Times New Roman"/>
          <w:sz w:val="28"/>
          <w:szCs w:val="28"/>
          <w:lang w:val="ru-RU" w:bidi="ar-SA"/>
        </w:rPr>
        <w:br/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2-я, 3-я, 4-я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Пятовские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Редковцинская</w:t>
      </w:r>
      <w:proofErr w:type="spell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, Садовая, 2-я Тутаевская, Хвойная.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Шоссе: Тутаевское, Промышленное.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411B50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 7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Проспект Дзержинского.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Улицы: Александра Невского, Елены Колесовой.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EF3CE5" w:rsidRPr="008639BD" w:rsidRDefault="00EF3CE5">
      <w:pPr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br w:type="page"/>
      </w:r>
    </w:p>
    <w:p w:rsidR="00411B50" w:rsidRPr="008639BD" w:rsidRDefault="00411B50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lastRenderedPageBreak/>
        <w:t>Судебный участок № 8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Ленинградский проспект (четная сторона – от д. 76, нечетная сторона – от д. 121).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Батова, Блюхера, </w:t>
      </w:r>
      <w:proofErr w:type="gram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Волгоградская</w:t>
      </w:r>
      <w:proofErr w:type="gramEnd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.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592831" w:rsidRDefault="00411B50" w:rsidP="00411B50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Заволжский судебный район г. Ярославля</w:t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411B50" w:rsidRPr="008639BD" w:rsidRDefault="00411B50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 1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Переулок Тепловой.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Поселок завода 50.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Проспект Машиностроителей (четная сторона).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Алмазная, 1-я, 2-я, 3-я Больничные,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Залесская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Кавказская, Клубная, 9-я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Красноборская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2-я, 3-я, 4-я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Ляп</w:t>
      </w:r>
      <w:r w:rsidR="008639BD">
        <w:rPr>
          <w:rFonts w:ascii="Times New Roman" w:eastAsia="Calibri" w:hAnsi="Times New Roman"/>
          <w:sz w:val="28"/>
          <w:szCs w:val="28"/>
          <w:lang w:val="ru-RU" w:bidi="ar-SA"/>
        </w:rPr>
        <w:t>инские</w:t>
      </w:r>
      <w:proofErr w:type="spellEnd"/>
      <w:r w:rsidR="008639BD">
        <w:rPr>
          <w:rFonts w:ascii="Times New Roman" w:eastAsia="Calibri" w:hAnsi="Times New Roman"/>
          <w:sz w:val="28"/>
          <w:szCs w:val="28"/>
          <w:lang w:val="ru-RU" w:bidi="ar-SA"/>
        </w:rPr>
        <w:t>, Моховая, 2-я, 3-я, 4-я,</w:t>
      </w:r>
      <w:r w:rsidR="008639BD">
        <w:rPr>
          <w:rFonts w:ascii="Times New Roman" w:eastAsia="Calibri" w:hAnsi="Times New Roman"/>
          <w:sz w:val="28"/>
          <w:szCs w:val="28"/>
          <w:lang w:val="ru-RU" w:bidi="ar-SA"/>
        </w:rPr>
        <w:br/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5-я, 6-я, 7-я, 8-я, 9-я Новые, Односторонка, 1-я, 2-я, 3-я, 4-я, 5-я, 6-я Твери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ц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кие, Урочская, Шандорная, 1-я, 2-я Шоссейные.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72517D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2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Переулок Яковлевский.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Станция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Филино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Тяговая подстанция станции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Филино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Улицы: Космонавтов, Красноборская, Маяковского, Папанина, Саукова, Сахарова.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72517D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3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Набережная Тверицкая.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Переулки: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Вологодский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Дачный, 2-й, 3-й</w:t>
      </w:r>
      <w:r w:rsidR="00162A98" w:rsidRPr="008639BD">
        <w:rPr>
          <w:rFonts w:ascii="Times New Roman" w:eastAsia="Calibri" w:hAnsi="Times New Roman"/>
          <w:sz w:val="28"/>
          <w:szCs w:val="28"/>
          <w:lang w:val="ru-RU" w:bidi="ar-SA"/>
        </w:rPr>
        <w:t>, 4-й, 5-й, 6-й, 7-й, 8-й, 9-й,</w:t>
      </w:r>
      <w:r w:rsidR="00162A98" w:rsidRPr="008639BD">
        <w:rPr>
          <w:rFonts w:ascii="Times New Roman" w:eastAsia="Calibri" w:hAnsi="Times New Roman"/>
          <w:sz w:val="28"/>
          <w:szCs w:val="28"/>
          <w:lang w:val="ru-RU" w:bidi="ar-SA"/>
        </w:rPr>
        <w:br/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10-й, 11-й, 12-й, 13-й, 14-й, 15-й Маяковского, Набережный, Шевелюха.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Проезды: Доброхотова,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Школьный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Проспекты: Авиаторов (нечетная сторона), Машиностроителей (нече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т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ная сторона).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Улицы: Заливная, Камышовая, Ляпидевского, Стопани, Шевелюха, Як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влевская.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72517D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4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293 км станции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Филино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Набережная реки Урочь.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Переулки: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Гагаринский, Глиняный, Докучалова, 1-й, 2-й, 3-й, 4-й Заре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ч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ные, Короткий, 1-й, 2-й Кузьминские, Нижний, Пролетарский, Рыночный,</w:t>
      </w:r>
      <w:r w:rsidR="00162A98" w:rsidRPr="008639BD">
        <w:rPr>
          <w:rFonts w:ascii="Times New Roman" w:eastAsia="Calibri" w:hAnsi="Times New Roman"/>
          <w:sz w:val="28"/>
          <w:szCs w:val="28"/>
          <w:lang w:val="ru-RU" w:bidi="ar-SA"/>
        </w:rPr>
        <w:br/>
      </w:r>
      <w:r w:rsidR="007D299F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1-й, 2-й, 3-й, 4-й, 5-й, 6-й Сабанеевские, Сквозной, Средний, 1-й, 2-й Тв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рицки</w:t>
      </w:r>
      <w:r w:rsidR="007D299F" w:rsidRPr="008639BD">
        <w:rPr>
          <w:rFonts w:ascii="Times New Roman" w:eastAsia="Calibri" w:hAnsi="Times New Roman"/>
          <w:sz w:val="28"/>
          <w:szCs w:val="28"/>
          <w:lang w:val="ru-RU" w:bidi="ar-SA"/>
        </w:rPr>
        <w:t>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Филинский, 1-й, 2-й, 3-й, 4-й, 5-й Хуторские, Центральный.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Поселок Вакарево.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Проезды: 1-й, 2-й, 3-й, 4-й, 5-й, 6-й, 7-й Парковые.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Проспект Авиаторов (четная сторона).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Болотная, Борки, Брикетная, Верхний остров, Дачная,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Заостро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ка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Колхозная,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Кузьминская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пустошь, Линейная, Малая Заречная, Малая М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lastRenderedPageBreak/>
        <w:t xml:space="preserve">яковского, Малая Хуторская,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Мостецкая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Озерная гривка,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Опекушина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Охо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т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ничья, 1-я, 2-я, 3-я, 4-я, 5-я, 6-я, 9-я Парковые, Приозерная, 1-я, 2-я, 4-я Пр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летарские,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Сабанеевская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Северная, 2-я Северная, Седова, Серго Орджон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и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кидзе,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Смолякова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Совхозная, Сосновая, Сосновый бор, Союзная, Средняя, Столярная, Университетская, Хуторская, Це</w:t>
      </w:r>
      <w:r w:rsidR="008639BD">
        <w:rPr>
          <w:rFonts w:ascii="Times New Roman" w:eastAsia="Calibri" w:hAnsi="Times New Roman"/>
          <w:sz w:val="28"/>
          <w:szCs w:val="28"/>
          <w:lang w:val="ru-RU" w:bidi="ar-SA"/>
        </w:rPr>
        <w:t>нтральная, Червонная, 1-я, 2-я,</w:t>
      </w:r>
      <w:r w:rsidR="008639BD">
        <w:rPr>
          <w:rFonts w:ascii="Times New Roman" w:eastAsia="Calibri" w:hAnsi="Times New Roman"/>
          <w:sz w:val="28"/>
          <w:szCs w:val="28"/>
          <w:lang w:val="ru-RU" w:bidi="ar-SA"/>
        </w:rPr>
        <w:br/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3-я, 4-я, 5-я, 6-я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Яковлевские.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72517D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5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Набережные: Волгостроевская, Нововоздвиженская.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Переулки: 1-й, 2-й, 3-й, 4-й Боровые, 1-й, 2-й, 3-й, 4-й, 5-й, 6-й Завол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ж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ские, 1-й, 2-й, 3-й Овражные, 1-й, 2-й Смоленские.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Поселки: Дудкино, Толга.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Проезды: Домостроителей, Связистов.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Станция Урочь.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spellStart"/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Бакуниха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Беговая, Большая Заволжская, Боровая, Братская, 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теранов, Вечерняя, 50 лет ВЛКСМ, Воздвиженская, Высокая, Главная,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Гол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у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бятная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Гражданская,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Гремяченская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Дворовая,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Докучалова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Житейская,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З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ручейная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Здоровья, Земельная, Зимняя,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Колышкина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Комарова, Косая гора, Лебедева, Лесозаводская, Лучезарная, Мастеровая,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Медведевская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Межевая, Надежная, Национальная, Новое Долматово, Новые Куксенки, Овражная, 1-я, 2-я, 3-я, 4-я Островные, Памятная, Панфилова,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Прилужская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Профсоюзная,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Прусовская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Прямая, Районная, Ранняя, Рассветная,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Родничиха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Сергейце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3-я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Сергейцевская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Сибирская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Сиренева</w:t>
      </w:r>
      <w:r w:rsidR="008639BD">
        <w:rPr>
          <w:rFonts w:ascii="Times New Roman" w:eastAsia="Calibri" w:hAnsi="Times New Roman"/>
          <w:sz w:val="28"/>
          <w:szCs w:val="28"/>
          <w:lang w:val="ru-RU" w:bidi="ar-SA"/>
        </w:rPr>
        <w:t>я, Смежная, 1-я, 2-я, 3-я, 4-я,</w:t>
      </w:r>
      <w:r w:rsidR="008639BD">
        <w:rPr>
          <w:rFonts w:ascii="Times New Roman" w:eastAsia="Calibri" w:hAnsi="Times New Roman"/>
          <w:sz w:val="28"/>
          <w:szCs w:val="28"/>
          <w:lang w:val="ru-RU" w:bidi="ar-SA"/>
        </w:rPr>
        <w:br/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5-я, 6-я, 7-я Смоленские, Согласная, Спартаковская, Старое Долматово, Ст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рицкая, Старые Куксенки, Тепличная, Тихая, Трофимково, Утренняя, Хле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ная, Цветочная, Юдовская, Ясная.</w:t>
      </w:r>
      <w:proofErr w:type="gramEnd"/>
    </w:p>
    <w:p w:rsidR="00411B50" w:rsidRPr="00BA3842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D741AD" w:rsidRPr="00BA3842" w:rsidRDefault="00D741AD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592831" w:rsidRDefault="00411B50" w:rsidP="00411B50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Кировский </w:t>
      </w:r>
      <w:r w:rsidR="0072517D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судебный </w:t>
      </w: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район</w:t>
      </w:r>
      <w:r w:rsidR="0072517D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 г.</w:t>
      </w:r>
      <w:r w:rsidR="007D299F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 </w:t>
      </w:r>
      <w:r w:rsidR="0072517D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Ярославля</w:t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411B50" w:rsidRPr="008639BD" w:rsidRDefault="0072517D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Бульвар Мира.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Линия Рыбинская.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Переулки: Кармановский, Пугачевский.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Площади: Мира, Ярославль-Главный.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Проезды: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Деповский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Мышкинский, Ухтомского, 18-й.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Проспекты: Ленина (нечетные </w:t>
      </w:r>
      <w:r w:rsidR="00FF734F" w:rsidRPr="008639BD">
        <w:rPr>
          <w:rFonts w:ascii="Times New Roman" w:eastAsia="Calibri" w:hAnsi="Times New Roman"/>
          <w:sz w:val="28"/>
          <w:szCs w:val="28"/>
          <w:lang w:val="ru-RU" w:bidi="ar-SA"/>
        </w:rPr>
        <w:t>–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от пересечения с улицей Свердлова, четные </w:t>
      </w:r>
      <w:r w:rsidR="00FF734F" w:rsidRPr="008639BD">
        <w:rPr>
          <w:rFonts w:ascii="Times New Roman" w:eastAsia="Calibri" w:hAnsi="Times New Roman"/>
          <w:sz w:val="28"/>
          <w:szCs w:val="28"/>
          <w:lang w:val="ru-RU" w:bidi="ar-SA"/>
        </w:rPr>
        <w:t>–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от пересечения с улицей Угличской), Октября (до пересечения с улицей Победы), Толбухина (все нечетные, четные </w:t>
      </w:r>
      <w:r w:rsidR="00FF734F" w:rsidRPr="008639BD">
        <w:rPr>
          <w:rFonts w:ascii="Times New Roman" w:eastAsia="Calibri" w:hAnsi="Times New Roman"/>
          <w:sz w:val="28"/>
          <w:szCs w:val="28"/>
          <w:lang w:val="ru-RU" w:bidi="ar-SA"/>
        </w:rPr>
        <w:t>–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до пересечения с улицей Свердлова).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Авиаторов, Березовая, Бульварная, Весенняя, Вишневая, Вр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чебная, Вспольинское поле, Дорожная, Дружбы, Звонкая, Земляничная, К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рьерная, Кленовая, Кольцевая, Кузнечная, Лодочная, Локомотивная, Лунная, Магистральная, Малая Октябрьская, Механическая, Молодежная, Ореховая, Осенняя, Павлика Морозова, Парниковая, Полярная, Приветная, Садоводч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lastRenderedPageBreak/>
        <w:t>ская, Свободы, Сельская, Слободская, Снежная, Сторожевая, Тракторная, Узловая, Ухтомского, Фруктовая, Яблоневая.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СМП-821, ПМС-111, ПМС-70, 286 км.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72517D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2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Переулки: Мукомольный, Октябрьский, Южный.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Площади: Богоявленская, Труда, Юности.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Богдановича, Вольная, Комсомольская, Некрасова (до пересеч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ния с улицей Победы), Пушкина, Республиканская (от Октябрьской площ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ди), Салтыкова-Щедрина, Свердлова (нечетные </w:t>
      </w:r>
      <w:r w:rsidR="0072517D" w:rsidRPr="008639BD">
        <w:rPr>
          <w:rFonts w:ascii="Times New Roman" w:eastAsia="Calibri" w:hAnsi="Times New Roman"/>
          <w:sz w:val="28"/>
          <w:szCs w:val="28"/>
          <w:lang w:val="ru-RU" w:bidi="ar-SA"/>
        </w:rPr>
        <w:t>–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до пересечения с проспе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том Ленина, четные </w:t>
      </w:r>
      <w:r w:rsidR="0072517D" w:rsidRPr="008639BD">
        <w:rPr>
          <w:rFonts w:ascii="Times New Roman" w:eastAsia="Calibri" w:hAnsi="Times New Roman"/>
          <w:sz w:val="28"/>
          <w:szCs w:val="28"/>
          <w:lang w:val="ru-RU" w:bidi="ar-SA"/>
        </w:rPr>
        <w:t>–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до пересечения с улицей Победы), Трефолева, Уши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ского, Чайковского.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72517D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3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Бульвар Первомайский.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Набережная Волжская.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Переулки: Критского, Народный, Торговый, Флотский.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Площади: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Красная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Челюскинцев.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Проезд Крестьянский.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Спуски: Волжский, Флотский.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Большая Октябрьская, Волкова, Володарского (до пересечения с улицей Свердлова), Кедрова, Красный съезд, Лисицына, Максимова, Нахи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м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сона, Почтовая, Рыбинская, Суркова, Терешковой, Флотская.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72517D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4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Набережная Которосльная.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Переулки: Депутатский, Первомайский, Советский.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Площади: Волкова, Советская.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Проезд Революционный.</w:t>
      </w:r>
    </w:p>
    <w:p w:rsidR="00411B50" w:rsidRPr="000A1B20" w:rsidRDefault="00411B50" w:rsidP="0072517D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Андропова, Городской вал, Депутатская, Кирова, Кооперати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ная, Первомайская, Победы (все нечетные, четные </w:t>
      </w:r>
      <w:r w:rsidR="00FF734F" w:rsidRPr="008639BD">
        <w:rPr>
          <w:rFonts w:ascii="Times New Roman" w:eastAsia="Calibri" w:hAnsi="Times New Roman"/>
          <w:sz w:val="28"/>
          <w:szCs w:val="28"/>
          <w:lang w:val="ru-RU" w:bidi="ar-SA"/>
        </w:rPr>
        <w:t>–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от пересечения с улицей Свердлова), Подзеленье, Полиграфическая, Революционная, Собинова, С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ветская (до пересечения с улицей Победы), Угличская (все нечетные, четные </w:t>
      </w:r>
      <w:r w:rsidR="00FF734F" w:rsidRPr="008639BD">
        <w:rPr>
          <w:rFonts w:ascii="Times New Roman" w:eastAsia="Calibri" w:hAnsi="Times New Roman"/>
          <w:sz w:val="28"/>
          <w:szCs w:val="28"/>
          <w:lang w:val="ru-RU" w:bidi="ar-SA"/>
        </w:rPr>
        <w:t>–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до пересечения с проспектом Ленина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), Чехова (от пересечения с улицей Угличской).</w:t>
      </w:r>
      <w:proofErr w:type="gramEnd"/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592831" w:rsidRDefault="00411B50" w:rsidP="00411B50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Красноперекопский </w:t>
      </w:r>
      <w:r w:rsidR="0072517D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судебный </w:t>
      </w: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район</w:t>
      </w:r>
      <w:r w:rsidR="0072517D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 г.</w:t>
      </w:r>
      <w:r w:rsidR="007D299F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 </w:t>
      </w:r>
      <w:r w:rsidR="0072517D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Яро</w:t>
      </w:r>
      <w:r w:rsidR="00B55AF8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с</w:t>
      </w:r>
      <w:r w:rsidR="0072517D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лавля</w:t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411B50" w:rsidRPr="008639BD" w:rsidRDefault="00FF734F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Станции: Новоярославская, Полянки.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Большие Полянки, Гагарина, Зелинского, Крестовая гора, Ку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чатова, Майорова, Нефтяников, Павлова, Рыкачева.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287 км.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EF3CE5" w:rsidRPr="008639BD" w:rsidRDefault="00EF3CE5">
      <w:pPr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br w:type="page"/>
      </w:r>
    </w:p>
    <w:p w:rsidR="00411B50" w:rsidRPr="008639BD" w:rsidRDefault="00FF734F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lastRenderedPageBreak/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2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Набережная 2-я Закоторосльная.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Парк Петропавловский.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Переулки: 1-й, 2-й, 3-й Бутырские, 1-й</w:t>
      </w:r>
      <w:r w:rsidR="00FF734F" w:rsidRPr="008639BD">
        <w:rPr>
          <w:rFonts w:ascii="Times New Roman" w:eastAsia="Calibri" w:hAnsi="Times New Roman"/>
          <w:sz w:val="28"/>
          <w:szCs w:val="28"/>
          <w:lang w:val="ru-RU" w:bidi="ar-SA"/>
        </w:rPr>
        <w:t>, 2-й, 3-й, 4-й Вокзальные,</w:t>
      </w:r>
      <w:r w:rsidR="00FF734F" w:rsidRPr="008639BD">
        <w:rPr>
          <w:rFonts w:ascii="Times New Roman" w:eastAsia="Calibri" w:hAnsi="Times New Roman"/>
          <w:sz w:val="28"/>
          <w:szCs w:val="28"/>
          <w:lang w:val="ru-RU" w:bidi="ar-SA"/>
        </w:rPr>
        <w:br/>
        <w:t>1-й</w:t>
      </w:r>
      <w:r w:rsidR="00171F9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Дегтяревский, Задний Продольный, Которосльной, Лесной, Малый, М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лый Московский (от пересечения с Московским проспектом), Подбутырский, Подвойского, 1-й, 2-й Продольные, Проектируемый, Путейский, Речной, 2-й Толчковский.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Площади: Комсомольская, Подвойского.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Поселки: Силикатного завода, Текстилей.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Проезды: Большой Московский, Овинный, Парковый.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Проспект Московский (четная сторона).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Станция Которосль.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Тупики: Большой Московский, 2-й Бутырский, Московский.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Антипина, Большая Павловская, Большая Федоровская (от пер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сечения с Московским проспектом до пересечения с улицей 5-й Вокзальной), Большая Химическая, Будкина, 2-я Бутырская, 1-я, 2-я, 3-я, 4-я, 5-я Вокзал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ь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ные, Дегтяревская, Захарова, Зеленцовская, Институтская, Карабулина, Л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карская, Лесная, Малая Пролетарская (от пересечения с Московским пр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спектом), Малая Химическая, Мамонтова, Мануфактурная, Менделеева, Московская линия, Нагорная, Наумова (от пересечения с Московским пр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спектом), 1-е, 2-е Новостройки,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Носкова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О</w:t>
      </w:r>
      <w:r w:rsidR="00BA3842" w:rsidRPr="008639BD">
        <w:rPr>
          <w:rFonts w:ascii="Times New Roman" w:eastAsia="Calibri" w:hAnsi="Times New Roman"/>
          <w:sz w:val="28"/>
          <w:szCs w:val="28"/>
          <w:lang w:val="ru-RU" w:bidi="ar-SA"/>
        </w:rPr>
        <w:t>винная</w:t>
      </w:r>
      <w:proofErr w:type="gramEnd"/>
      <w:r w:rsidR="00BA3842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proofErr w:type="gramStart"/>
      <w:r w:rsidR="00BA3842" w:rsidRPr="008639BD">
        <w:rPr>
          <w:rFonts w:ascii="Times New Roman" w:eastAsia="Calibri" w:hAnsi="Times New Roman"/>
          <w:sz w:val="28"/>
          <w:szCs w:val="28"/>
          <w:lang w:val="ru-RU" w:bidi="ar-SA"/>
        </w:rPr>
        <w:t>Подбутырская</w:t>
      </w:r>
      <w:proofErr w:type="spellEnd"/>
      <w:r w:rsidR="00BA3842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1-я, </w:t>
      </w:r>
      <w:r w:rsidR="00BA3842" w:rsidRPr="00A964B0">
        <w:rPr>
          <w:rFonts w:ascii="Times New Roman" w:eastAsia="Calibri" w:hAnsi="Times New Roman"/>
          <w:sz w:val="28"/>
          <w:szCs w:val="28"/>
          <w:lang w:val="ru-RU" w:bidi="ar-SA"/>
        </w:rPr>
        <w:t>2-</w:t>
      </w:r>
      <w:r w:rsidR="00A964B0">
        <w:rPr>
          <w:rFonts w:ascii="Times New Roman" w:eastAsia="Calibri" w:hAnsi="Times New Roman"/>
          <w:sz w:val="28"/>
          <w:szCs w:val="28"/>
          <w:lang w:val="ru-RU" w:bidi="ar-SA"/>
        </w:rPr>
        <w:t xml:space="preserve">я, </w:t>
      </w:r>
      <w:r w:rsidR="005676BB">
        <w:rPr>
          <w:rFonts w:ascii="Times New Roman" w:eastAsia="Calibri" w:hAnsi="Times New Roman"/>
          <w:sz w:val="28"/>
          <w:szCs w:val="28"/>
          <w:lang w:val="ru-RU" w:bidi="ar-SA"/>
        </w:rPr>
        <w:t>3</w:t>
      </w:r>
      <w:r w:rsidR="005676BB">
        <w:rPr>
          <w:rFonts w:ascii="Times New Roman" w:eastAsia="Calibri" w:hAnsi="Times New Roman"/>
          <w:sz w:val="28"/>
          <w:szCs w:val="28"/>
          <w:lang w:val="ru-RU" w:bidi="ar-SA"/>
        </w:rPr>
        <w:noBreakHyphen/>
      </w:r>
      <w:r w:rsidRPr="00A964B0">
        <w:rPr>
          <w:rFonts w:ascii="Times New Roman" w:eastAsia="Calibri" w:hAnsi="Times New Roman"/>
          <w:sz w:val="28"/>
          <w:szCs w:val="28"/>
          <w:lang w:val="ru-RU" w:bidi="ar-SA"/>
        </w:rPr>
        <w:t>я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Поперечные,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Посохова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1-я, 2-я, 3-я Продольные, 1-я, 2-я, 3-я Рабочие, Речная, Ростовская, Старая Московская, Стачек, Стрелецкая, Титова, Тка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ц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кая, Трудовая, Тулупова, Фабричная, Щемиловка.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Шоссе Силикатное.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FF734F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3</w:t>
      </w:r>
    </w:p>
    <w:p w:rsidR="00411B50" w:rsidRPr="00E81CA4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Линии: 1-я, 3</w:t>
      </w:r>
      <w:r w:rsidR="00171F90" w:rsidRPr="00E81CA4">
        <w:rPr>
          <w:rFonts w:ascii="Times New Roman" w:eastAsia="Calibri" w:hAnsi="Times New Roman"/>
          <w:sz w:val="28"/>
          <w:szCs w:val="28"/>
          <w:lang w:val="ru-RU" w:bidi="ar-SA"/>
        </w:rPr>
        <w:t xml:space="preserve">-я </w:t>
      </w:r>
      <w:r w:rsidR="00FF734F" w:rsidRPr="00E81CA4">
        <w:rPr>
          <w:rFonts w:ascii="Times New Roman" w:eastAsia="Calibri" w:hAnsi="Times New Roman"/>
          <w:sz w:val="28"/>
          <w:szCs w:val="28"/>
          <w:lang w:val="ru-RU" w:bidi="ar-SA"/>
        </w:rPr>
        <w:t>–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 xml:space="preserve"> 14-я линии поселка Починки, 2-я, 4</w:t>
      </w:r>
      <w:r w:rsidR="00171F90" w:rsidRPr="00E81CA4">
        <w:rPr>
          <w:rFonts w:ascii="Times New Roman" w:eastAsia="Calibri" w:hAnsi="Times New Roman"/>
          <w:sz w:val="28"/>
          <w:szCs w:val="28"/>
          <w:lang w:val="ru-RU" w:bidi="ar-SA"/>
        </w:rPr>
        <w:t>-я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="00FF734F" w:rsidRPr="00E81CA4">
        <w:rPr>
          <w:rFonts w:ascii="Times New Roman" w:eastAsia="Calibri" w:hAnsi="Times New Roman"/>
          <w:sz w:val="28"/>
          <w:szCs w:val="28"/>
          <w:lang w:val="ru-RU" w:bidi="ar-SA"/>
        </w:rPr>
        <w:t>–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 xml:space="preserve"> 29-я линии п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селка Творогово.</w:t>
      </w:r>
    </w:p>
    <w:p w:rsidR="00411B50" w:rsidRPr="00E81CA4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 xml:space="preserve">Переулки: </w:t>
      </w:r>
      <w:proofErr w:type="gramStart"/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Безымянный</w:t>
      </w:r>
      <w:proofErr w:type="gramEnd"/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, Воровского, Закгейма, Крупской, 1-й, 2-й, 3-й, 4-й, 7-й Окружные, Солнечный, Софьи Перовской, 1-й, 2-й, 3-й, 4-й, 5-й Торфяные.</w:t>
      </w:r>
    </w:p>
    <w:p w:rsidR="00411B50" w:rsidRPr="00E81CA4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Проезды: 1</w:t>
      </w:r>
      <w:r w:rsidR="00171F90" w:rsidRPr="00E81CA4">
        <w:rPr>
          <w:rFonts w:ascii="Times New Roman" w:eastAsia="Calibri" w:hAnsi="Times New Roman"/>
          <w:sz w:val="28"/>
          <w:szCs w:val="28"/>
          <w:lang w:val="ru-RU" w:bidi="ar-SA"/>
        </w:rPr>
        <w:t>-й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="00FF734F" w:rsidRPr="00E81CA4">
        <w:rPr>
          <w:rFonts w:ascii="Times New Roman" w:eastAsia="Calibri" w:hAnsi="Times New Roman"/>
          <w:sz w:val="28"/>
          <w:szCs w:val="28"/>
          <w:lang w:val="ru-RU" w:bidi="ar-SA"/>
        </w:rPr>
        <w:t>–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 xml:space="preserve"> 4</w:t>
      </w:r>
      <w:r w:rsidR="00171F90" w:rsidRPr="00E81CA4">
        <w:rPr>
          <w:rFonts w:ascii="Times New Roman" w:eastAsia="Calibri" w:hAnsi="Times New Roman"/>
          <w:sz w:val="28"/>
          <w:szCs w:val="28"/>
          <w:lang w:val="ru-RU" w:bidi="ar-SA"/>
        </w:rPr>
        <w:t>-й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, 9</w:t>
      </w:r>
      <w:r w:rsidR="00171F90" w:rsidRPr="00E81CA4">
        <w:rPr>
          <w:rFonts w:ascii="Times New Roman" w:eastAsia="Calibri" w:hAnsi="Times New Roman"/>
          <w:sz w:val="28"/>
          <w:szCs w:val="28"/>
          <w:lang w:val="ru-RU" w:bidi="ar-SA"/>
        </w:rPr>
        <w:t>-й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="00FF734F" w:rsidRPr="00E81CA4">
        <w:rPr>
          <w:rFonts w:ascii="Times New Roman" w:eastAsia="Calibri" w:hAnsi="Times New Roman"/>
          <w:sz w:val="28"/>
          <w:szCs w:val="28"/>
          <w:lang w:val="ru-RU" w:bidi="ar-SA"/>
        </w:rPr>
        <w:t>–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 xml:space="preserve"> 13</w:t>
      </w:r>
      <w:r w:rsidR="00171F90" w:rsidRPr="00E81CA4">
        <w:rPr>
          <w:rFonts w:ascii="Times New Roman" w:eastAsia="Calibri" w:hAnsi="Times New Roman"/>
          <w:sz w:val="28"/>
          <w:szCs w:val="28"/>
          <w:lang w:val="ru-RU" w:bidi="ar-SA"/>
        </w:rPr>
        <w:t>-й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 xml:space="preserve"> проезды поселка Творогово.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Промзона улицы Декабристов.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Бабушкина, Бахвалова, Большая Федоровская (от пересечения с улицей 5-й Вокзальной), Войкова, Воровс</w:t>
      </w:r>
      <w:r w:rsidR="007772D2" w:rsidRPr="008639BD">
        <w:rPr>
          <w:rFonts w:ascii="Times New Roman" w:eastAsia="Calibri" w:hAnsi="Times New Roman"/>
          <w:sz w:val="28"/>
          <w:szCs w:val="28"/>
          <w:lang w:val="ru-RU" w:bidi="ar-SA"/>
        </w:rPr>
        <w:t>кого, Гудованцева, Декабристов,</w:t>
      </w:r>
      <w:r w:rsidR="007772D2" w:rsidRPr="008639BD">
        <w:rPr>
          <w:rFonts w:ascii="Times New Roman" w:eastAsia="Calibri" w:hAnsi="Times New Roman"/>
          <w:sz w:val="28"/>
          <w:szCs w:val="28"/>
          <w:lang w:val="ru-RU" w:bidi="ar-SA"/>
        </w:rPr>
        <w:br/>
        <w:t>1-я,</w:t>
      </w:r>
      <w:r w:rsidR="007D299F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2-я, 4-я, 5-я, 6-я, 7-я, 8-я Забелицкие, Закгейма, Калмыковых, Короткая, Красноперекопская, Крупской, Левитана, Маланова, 8 Марта, 2-я, 3-я, 4-я, 6-я Новодуховские, Новое Творогово, Огородная, Окружная, Осипенко, Пестеля, Рылеева, Семашко, Сергея Новожилова, Серова, Солнечная, Соловьева, С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фьи Перовской, Старое Творогово, Твороговский ручей, Торфяная, Халтур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и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на, Хальзунова, Чаадаева.</w:t>
      </w:r>
      <w:proofErr w:type="gramEnd"/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EF3CE5" w:rsidRDefault="00EF3CE5">
      <w:pPr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>
        <w:rPr>
          <w:rFonts w:ascii="Times New Roman" w:eastAsia="Calibri" w:hAnsi="Times New Roman"/>
          <w:b/>
          <w:sz w:val="28"/>
          <w:szCs w:val="28"/>
          <w:lang w:val="ru-RU" w:bidi="ar-SA"/>
        </w:rPr>
        <w:br w:type="page"/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lastRenderedPageBreak/>
        <w:t xml:space="preserve">Ленинский </w:t>
      </w:r>
      <w:r w:rsidR="007772D2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судебный </w:t>
      </w: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район</w:t>
      </w:r>
      <w:r w:rsidR="007772D2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 г.</w:t>
      </w:r>
      <w:r w:rsidR="007D299F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 </w:t>
      </w:r>
      <w:r w:rsidR="007772D2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Ярославля</w:t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411B50" w:rsidRPr="008639BD" w:rsidRDefault="007772D2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Площадь Октябрьская.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Улицы: Автозаводская, Белинского, Добролюбова, Карла Либкнехта, Кузнецова, Радищева, Розы Люксембург, Фурманова.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7772D2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2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Площадь Боевой Славы.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Проспект Октября (нечетные </w:t>
      </w:r>
      <w:r w:rsidR="007772D2" w:rsidRPr="008639BD">
        <w:rPr>
          <w:rFonts w:ascii="Times New Roman" w:eastAsia="Calibri" w:hAnsi="Times New Roman"/>
          <w:sz w:val="28"/>
          <w:szCs w:val="28"/>
          <w:lang w:val="ru-RU" w:bidi="ar-SA"/>
        </w:rPr>
        <w:t>–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от пе</w:t>
      </w:r>
      <w:r w:rsidR="007772D2" w:rsidRPr="008639BD">
        <w:rPr>
          <w:rFonts w:ascii="Times New Roman" w:eastAsia="Calibri" w:hAnsi="Times New Roman"/>
          <w:sz w:val="28"/>
          <w:szCs w:val="28"/>
          <w:lang w:val="ru-RU" w:bidi="ar-SA"/>
        </w:rPr>
        <w:t>ресечения с улицей Победы по</w:t>
      </w:r>
      <w:r w:rsidR="00DB15A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="007772D2" w:rsidRPr="008639BD">
        <w:rPr>
          <w:rFonts w:ascii="Times New Roman" w:eastAsia="Calibri" w:hAnsi="Times New Roman"/>
          <w:sz w:val="28"/>
          <w:szCs w:val="28"/>
          <w:lang w:val="ru-RU" w:bidi="ar-SA"/>
        </w:rPr>
        <w:t>д.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73).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Кудрявцева, Лермонтова, Свердлова (нечетные </w:t>
      </w:r>
      <w:r w:rsidR="007772D2" w:rsidRPr="008639BD">
        <w:rPr>
          <w:rFonts w:ascii="Times New Roman" w:eastAsia="Calibri" w:hAnsi="Times New Roman"/>
          <w:sz w:val="28"/>
          <w:szCs w:val="28"/>
          <w:lang w:val="ru-RU" w:bidi="ar-SA"/>
        </w:rPr>
        <w:t>–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от пересечения с проспектом Ленина, четные </w:t>
      </w:r>
      <w:r w:rsidR="007772D2" w:rsidRPr="008639BD">
        <w:rPr>
          <w:rFonts w:ascii="Times New Roman" w:eastAsia="Calibri" w:hAnsi="Times New Roman"/>
          <w:sz w:val="28"/>
          <w:szCs w:val="28"/>
          <w:lang w:val="ru-RU" w:bidi="ar-SA"/>
        </w:rPr>
        <w:t>–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от пересечения с улицей Победы), Тургенева, Угличская (четные </w:t>
      </w:r>
      <w:r w:rsidR="007772D2" w:rsidRPr="008639BD">
        <w:rPr>
          <w:rFonts w:ascii="Times New Roman" w:eastAsia="Calibri" w:hAnsi="Times New Roman"/>
          <w:sz w:val="28"/>
          <w:szCs w:val="28"/>
          <w:lang w:val="ru-RU" w:bidi="ar-SA"/>
        </w:rPr>
        <w:t>–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от пересечения с проспектом Ленина), Чехов</w:t>
      </w:r>
      <w:r w:rsidR="007772D2" w:rsidRPr="008639BD">
        <w:rPr>
          <w:rFonts w:ascii="Times New Roman" w:eastAsia="Calibri" w:hAnsi="Times New Roman"/>
          <w:sz w:val="28"/>
          <w:szCs w:val="28"/>
          <w:lang w:val="ru-RU" w:bidi="ar-SA"/>
        </w:rPr>
        <w:t>а (до</w:t>
      </w:r>
      <w:r w:rsidR="00DB15A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сечения с улицей Угличской).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7772D2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3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Переулки: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Больничный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Кучерской, Леонтьевский.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Площади: Карла Маркса,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Юбилейная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Проезды: Республиканский, Тутаевский.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Проспекты: Ленина (нечетные </w:t>
      </w:r>
      <w:r w:rsidR="007772D2" w:rsidRPr="008639BD">
        <w:rPr>
          <w:rFonts w:ascii="Times New Roman" w:eastAsia="Calibri" w:hAnsi="Times New Roman"/>
          <w:sz w:val="28"/>
          <w:szCs w:val="28"/>
          <w:lang w:val="ru-RU" w:bidi="ar-SA"/>
        </w:rPr>
        <w:t>–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до пересечения с улицей Свердлова, четные </w:t>
      </w:r>
      <w:r w:rsidR="007772D2" w:rsidRPr="008639BD">
        <w:rPr>
          <w:rFonts w:ascii="Times New Roman" w:eastAsia="Calibri" w:hAnsi="Times New Roman"/>
          <w:sz w:val="28"/>
          <w:szCs w:val="28"/>
          <w:lang w:val="ru-RU" w:bidi="ar-SA"/>
        </w:rPr>
        <w:t>–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до пересечения с улицей Угличской), Октября (четные </w:t>
      </w:r>
      <w:r w:rsidR="007772D2" w:rsidRPr="008639BD">
        <w:rPr>
          <w:rFonts w:ascii="Times New Roman" w:eastAsia="Calibri" w:hAnsi="Times New Roman"/>
          <w:sz w:val="28"/>
          <w:szCs w:val="28"/>
          <w:lang w:val="ru-RU" w:bidi="ar-SA"/>
        </w:rPr>
        <w:t>– от</w:t>
      </w:r>
      <w:r w:rsidR="00DB15A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перес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чения с улицей Победы), Толбухина (четные </w:t>
      </w:r>
      <w:r w:rsidR="007772D2" w:rsidRPr="008639BD">
        <w:rPr>
          <w:rFonts w:ascii="Times New Roman" w:eastAsia="Calibri" w:hAnsi="Times New Roman"/>
          <w:sz w:val="28"/>
          <w:szCs w:val="28"/>
          <w:lang w:val="ru-RU" w:bidi="ar-SA"/>
        </w:rPr>
        <w:t>–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от пересечения с улицей Свердлова).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Северная подстанция.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Съезд Пятницкий.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Воинова, Володарского (от п</w:t>
      </w:r>
      <w:r w:rsidR="007772D2" w:rsidRPr="008639BD">
        <w:rPr>
          <w:rFonts w:ascii="Times New Roman" w:eastAsia="Calibri" w:hAnsi="Times New Roman"/>
          <w:sz w:val="28"/>
          <w:szCs w:val="28"/>
          <w:lang w:val="ru-RU" w:bidi="ar-SA"/>
        </w:rPr>
        <w:t>ересечения с улицей Свердлова),</w:t>
      </w:r>
      <w:r w:rsidR="007772D2" w:rsidRPr="008639BD">
        <w:rPr>
          <w:rFonts w:ascii="Times New Roman" w:eastAsia="Calibri" w:hAnsi="Times New Roman"/>
          <w:sz w:val="28"/>
          <w:szCs w:val="28"/>
          <w:lang w:val="ru-RU" w:bidi="ar-SA"/>
        </w:rPr>
        <w:br/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1-я, 3-я Жилые, Загородный сад, Зои Космодемьянской, Лизы Чайкиной, Менжинского, Некрасова (от пересечения с улицей Победы до Юбилейной площади), Победы (четные </w:t>
      </w:r>
      <w:r w:rsidR="007772D2" w:rsidRPr="008639BD">
        <w:rPr>
          <w:rFonts w:ascii="Times New Roman" w:eastAsia="Calibri" w:hAnsi="Times New Roman"/>
          <w:sz w:val="28"/>
          <w:szCs w:val="28"/>
          <w:lang w:val="ru-RU" w:bidi="ar-SA"/>
        </w:rPr>
        <w:t>–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до пересечения с улицей Свердлова), Республ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и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канская (до Октябрьской площади), Советская (от пересечения с улицей П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беды), Таборская, Харитонова, Щапова, Юности.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7772D2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4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Станция Приволжье.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Добрынина, Жукова, Полушкина роща (все нечетные, четные </w:t>
      </w:r>
      <w:r w:rsidR="007772D2" w:rsidRPr="008639BD">
        <w:rPr>
          <w:rFonts w:ascii="Times New Roman" w:eastAsia="Calibri" w:hAnsi="Times New Roman"/>
          <w:sz w:val="28"/>
          <w:szCs w:val="28"/>
          <w:lang w:val="ru-RU" w:bidi="ar-SA"/>
        </w:rPr>
        <w:t>–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по д. 14), Пятницкая, Чкалова.</w:t>
      </w:r>
      <w:proofErr w:type="gramEnd"/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592831" w:rsidRDefault="00411B50" w:rsidP="00411B50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Фрунзенский </w:t>
      </w:r>
      <w:r w:rsidR="007772D2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судебный </w:t>
      </w: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район</w:t>
      </w:r>
      <w:r w:rsidR="007772D2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 г.</w:t>
      </w:r>
      <w:r w:rsidR="007D299F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 </w:t>
      </w:r>
      <w:r w:rsidR="007772D2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Ярославля</w:t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411B50" w:rsidRPr="008639BD" w:rsidRDefault="007772D2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Набережные: 1-я Закоторосльная,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Портовая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Переулки: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Базарный, Горный, 1-й, 2-й Городищенские, Демидовский, Заводской, Колодезный, Коровницкий, Крутой, 1-й, 2-й, 3-й, 4-й, 5-й Луг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вые, Малый Московский (до Московского проспекта), Минина, Песочный, 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lastRenderedPageBreak/>
        <w:t>Складской, 1-й, 2-й Софьи Ковалевской, 1-й, 2-й Суворовские, Татарский, Ямской.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Поселки: Сокол, Шпалозавод.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Проезды: 1-й Большой Московский, 1-й, 2-й Московские, Парашютный, Реактивный, 1-й, 3-й, 16-й, 20-й поселка Сокол, Тропинский, 1-й, 2-й, 3-й, 4-й Ямские.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Проспект Московский (нечетные до пересечения с проспектом Фрунзе).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Территория лесозавода им. Суворова.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Тупик Емельяна Ярославского.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Авиамоторная, Авиационная, Академика Колмогорова, База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ная, Большая Луговая, Большая Федоровская (до пересечения с Московским проспектом), Варакина, Верхняя, Вишняки, Горная, Городищенская, Гуж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вая, Журавлева, Заовинная, Запольская, Запрудная, Зеленая, Златоустинская, Кирпичная, Костромская, Летная, Лобачевского, Малая Луговая, Малая Мо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ковская, Малая Пролетарская (до пересечения с Московским проспектом), Малая Тропинская, Мельничная, 2-я Мельничная, Наумова (до пересечения с Московским проспектом), Песочная, Пилотов, Подгорная, Пожарского (до пересечения с улицей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Кривова), Ползунова, 1-я, 2-я Полянские, 1-я, 2-я, 3-я, 4-я, 5-я Портовые, 1-я Приволжская, Сафронова, Складская, Софьи Ковале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ской, Суворовская, 2-я Суворовская, Суздальская (до пересечения с улицей Кривова), Талалихина, 1-я, 2-я Тарные, Татарская, Тропинская, Туговская, Циолковского, Южная подстанция, Ямская.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Шоссе: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Мельничное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Суздальское (до пересечения с улицей Кривова).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806625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2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Переулки: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Индустриальный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Островского, </w:t>
      </w:r>
      <w:r w:rsidR="00AD276A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Петра Алексеева, Писарева, </w:t>
      </w:r>
      <w:r w:rsidR="00AD276A" w:rsidRPr="008639BD">
        <w:rPr>
          <w:rFonts w:ascii="Times New Roman" w:eastAsia="Calibri" w:hAnsi="Times New Roman"/>
          <w:sz w:val="28"/>
          <w:szCs w:val="28"/>
          <w:lang w:val="ru-RU" w:bidi="ar-SA"/>
        </w:rPr>
        <w:br/>
        <w:t xml:space="preserve">1-й, 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2-й, 3-й, 4-й, 5-й, 6-й Тормозные, 1-й, 2-й Транспортные, 1-й, 2-й, 3-й Ударные, Физкультурный.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Поселки: Великий, Интернациональный, Октябрьский, Прибрежный.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Губкина, Задорожная, Звездная, Индустриальная, Куйбышева, Лютовская, Марголина, Низовая, Новая деревня, Островского, Петра Алекс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ева, Пирогова, Писарева, Попова, 1-я, 2-я, 3-я</w:t>
      </w:r>
      <w:r w:rsidR="00E81CA4">
        <w:rPr>
          <w:rFonts w:ascii="Times New Roman" w:eastAsia="Calibri" w:hAnsi="Times New Roman"/>
          <w:sz w:val="28"/>
          <w:szCs w:val="28"/>
          <w:lang w:val="ru-RU" w:bidi="ar-SA"/>
        </w:rPr>
        <w:t xml:space="preserve">, 4-я, 5-я, 6-я, 7-я Тормозные, 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2</w:t>
      </w:r>
      <w:r w:rsidR="005676BB">
        <w:rPr>
          <w:rFonts w:ascii="Times New Roman" w:eastAsia="Calibri" w:hAnsi="Times New Roman"/>
          <w:sz w:val="28"/>
          <w:szCs w:val="28"/>
          <w:lang w:val="ru-RU" w:bidi="ar-SA"/>
        </w:rPr>
        <w:noBreakHyphen/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я Транспортная, Ударная, Чапаева, Чернышевского, Щепкина.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Хутор Малкова.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Шоссе Тормозное.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806625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3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Переулки: 2-й Бондарный, 1-й, 2-й, 3-й Дунайские, 5-й Железнодоро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ж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ный, Жуковского, Ильинский, Морозовский, Шпальный.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Поселок Нефтебазы.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Проезд Дядьковский.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Проспект Фрунзе.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Станции: 282 км Пристань, Пристань.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Площадь Торговая.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lastRenderedPageBreak/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Балтийская, Большая Техническая, Бондарная, Бурмакинская, Дружная, Дунайская, Дядьковская, 6-я, 8-я, 9-я, 11-я, 12-я Железнодорожные, Жуковского, Ильинская, Корабельная, Краснофлотская, Лебедевская, Леск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ва, Малая Техническая, Морозовская, Преображенская, Проектируемая, Светлая, Спортивная, Судостроителей, Театральная, Чернопрудная, Шпал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ь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ная, Ярославская.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806625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4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Переулки: Багрицкого, Доронина, 1-й, 2-й Достоевского, Леваневского, 1-й, 2-й Пожарского, 1-й, 2-й, 3-й, 4-й, 5-й, 6-й, 7-й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Путевые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Разина, 1-й, 2-й Слепнева, 1-й, 2-й, 3-й Суздальские.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Багрицкого, Доронина, Достоевского, Калинина, Кутузова,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Л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ваневского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Минина, Нестерова,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Новоселковская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Ньютона, Оранжерейная, Пожарского (от пересечения с улицей Кривов</w:t>
      </w:r>
      <w:r w:rsidR="00E81CA4">
        <w:rPr>
          <w:rFonts w:ascii="Times New Roman" w:eastAsia="Calibri" w:hAnsi="Times New Roman"/>
          <w:sz w:val="28"/>
          <w:szCs w:val="28"/>
          <w:lang w:val="ru-RU" w:bidi="ar-SA"/>
        </w:rPr>
        <w:t>а), Пригородная, 1-я, 2-я, 3-я,</w:t>
      </w:r>
      <w:r w:rsidR="00E81CA4">
        <w:rPr>
          <w:rFonts w:ascii="Times New Roman" w:eastAsia="Calibri" w:hAnsi="Times New Roman"/>
          <w:sz w:val="28"/>
          <w:szCs w:val="28"/>
          <w:lang w:val="ru-RU" w:bidi="ar-SA"/>
        </w:rPr>
        <w:br/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4-я, 5-я, 6-я, 7-я, 8-я Путевые, Разина, Расковой, Родниковая, Рябиновая, С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моходная, Слепнева, Суздальская (от пересечения с улицей Кривова), Сус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нина.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Шоссе Суздальское (от пересечения с улицей Кривова).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806625" w:rsidP="00592831">
      <w:pPr>
        <w:autoSpaceDE w:val="0"/>
        <w:autoSpaceDN w:val="0"/>
        <w:adjustRightInd w:val="0"/>
        <w:jc w:val="center"/>
        <w:outlineLvl w:val="3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5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Линия 282 км Костромская.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Переулки: Герцена, Гоголя,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Ключевой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Старый Костромской.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Проспект Московский (нечетные) от пересечения с проспектом Фрунзе.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Проезды: Матросова, Подвойского, Ушакова.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Баумана, Герцена, Гоголя, Гончарова, Карла Маркса, Короленко, Кривова, Крылова, Ломоносова, Льва Толстого, 1-е Мая, Писемского, Старая Костромская,</w:t>
      </w:r>
      <w:r w:rsidR="00573A2C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Технопаркова</w:t>
      </w:r>
      <w:r w:rsidR="0064621B" w:rsidRPr="008639BD">
        <w:rPr>
          <w:rFonts w:ascii="Times New Roman" w:eastAsia="Calibri" w:hAnsi="Times New Roman"/>
          <w:sz w:val="28"/>
          <w:szCs w:val="28"/>
          <w:lang w:val="ru-RU" w:bidi="ar-SA"/>
        </w:rPr>
        <w:t>я</w:t>
      </w:r>
      <w:r w:rsidR="00573A2C" w:rsidRPr="008639BD">
        <w:rPr>
          <w:rFonts w:ascii="Times New Roman" w:eastAsia="Calibri" w:hAnsi="Times New Roman"/>
          <w:sz w:val="28"/>
          <w:szCs w:val="28"/>
          <w:lang w:val="ru-RU" w:bidi="ar-SA"/>
        </w:rPr>
        <w:t>,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Шевченко, Штрауса, Щорса.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Шоссе: Костромское, Старое Костромское.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806625" w:rsidRPr="00592831" w:rsidRDefault="00806625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Рыбинский судебный район</w:t>
      </w:r>
    </w:p>
    <w:p w:rsidR="00411B50" w:rsidRPr="00592831" w:rsidRDefault="00411B50" w:rsidP="005971AA">
      <w:pPr>
        <w:autoSpaceDE w:val="0"/>
        <w:autoSpaceDN w:val="0"/>
        <w:adjustRightInd w:val="0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411B50" w:rsidRPr="008639BD" w:rsidRDefault="00806625" w:rsidP="00411B50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</w:t>
      </w:r>
    </w:p>
    <w:p w:rsidR="00411B50" w:rsidRPr="008639BD" w:rsidRDefault="00FF6581" w:rsidP="00FF6581">
      <w:pPr>
        <w:autoSpaceDE w:val="0"/>
        <w:autoSpaceDN w:val="0"/>
        <w:adjustRightInd w:val="0"/>
        <w:ind w:firstLine="567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Город Рыбинск: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Бульвар 200 лет Рыбинска.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Деревня Еремейцево.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Набережная Космонавтов.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Переулки: Дальний, Фибролитовый.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Площадь Труда.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Поселки: Вахтовый, Шлюз.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Проспект 50 лет Октября.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Соцгородок.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Тракт Каменниковский.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Береговая, Весьегонская, Владимирского, Волжская, Вяземск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го, Гончарова, Демкинская, Желябова, Жуковская, Заветная, Звездная, К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менниковская, Каскадная, Качалова, Львовская, Макаренко, Моисеенко, П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lastRenderedPageBreak/>
        <w:t>лярная, Привольная, Приморская, Прохладная, Рокоссовского, Сеченова, Славского, Степная, Сторожевая, Толбухина, Фестивальная, Харитонова, Ц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линная, Чекистов, Черняховского, Энергетиков.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Шоссе Шекснинское.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5971AA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2</w:t>
      </w:r>
    </w:p>
    <w:p w:rsidR="00FF6581" w:rsidRPr="008639BD" w:rsidRDefault="00FF6581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Город Рыбинск: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Бульвар Победы.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Деревня Переборы.</w:t>
      </w:r>
    </w:p>
    <w:p w:rsidR="00411B50" w:rsidRPr="008639BD" w:rsidRDefault="00573A2C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Промзона Юго-з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>ападная.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Тракт Переборский.</w:t>
      </w:r>
    </w:p>
    <w:p w:rsidR="0068327D" w:rsidRPr="008639BD" w:rsidRDefault="00411B50" w:rsidP="0068327D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Авдеева, Айвазовского,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Алябьева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Архитектурная, Бабушкина,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Балобановская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Баррикадная,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Батова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Бо</w:t>
      </w:r>
      <w:r w:rsidR="00EC7E67" w:rsidRPr="008639BD">
        <w:rPr>
          <w:rFonts w:ascii="Times New Roman" w:eastAsia="Calibri" w:hAnsi="Times New Roman"/>
          <w:sz w:val="28"/>
          <w:szCs w:val="28"/>
          <w:lang w:val="ru-RU" w:bidi="ar-SA"/>
        </w:rPr>
        <w:t>ль</w:t>
      </w:r>
      <w:r w:rsidR="00E81CA4">
        <w:rPr>
          <w:rFonts w:ascii="Times New Roman" w:eastAsia="Calibri" w:hAnsi="Times New Roman"/>
          <w:sz w:val="28"/>
          <w:szCs w:val="28"/>
          <w:lang w:val="ru-RU" w:bidi="ar-SA"/>
        </w:rPr>
        <w:t xml:space="preserve">ничная, Большая </w:t>
      </w:r>
      <w:proofErr w:type="spellStart"/>
      <w:r w:rsidR="00E81CA4">
        <w:rPr>
          <w:rFonts w:ascii="Times New Roman" w:eastAsia="Calibri" w:hAnsi="Times New Roman"/>
          <w:sz w:val="28"/>
          <w:szCs w:val="28"/>
          <w:lang w:val="ru-RU" w:bidi="ar-SA"/>
        </w:rPr>
        <w:t>Тоговщинская</w:t>
      </w:r>
      <w:proofErr w:type="spellEnd"/>
      <w:r w:rsidR="00E81CA4">
        <w:rPr>
          <w:rFonts w:ascii="Times New Roman" w:eastAsia="Calibri" w:hAnsi="Times New Roman"/>
          <w:sz w:val="28"/>
          <w:szCs w:val="28"/>
          <w:lang w:val="ru-RU" w:bidi="ar-SA"/>
        </w:rPr>
        <w:t>,</w:t>
      </w:r>
      <w:r w:rsidR="00E81CA4">
        <w:rPr>
          <w:rFonts w:ascii="Times New Roman" w:eastAsia="Calibri" w:hAnsi="Times New Roman"/>
          <w:sz w:val="28"/>
          <w:szCs w:val="28"/>
          <w:lang w:val="ru-RU" w:bidi="ar-SA"/>
        </w:rPr>
        <w:br/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1-я, 2-я, 3-я Большие Тоговщинские, Бориса Руковицына, Братская, Брига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д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ная, Веденеева, Веретьевская, Верещагина, Волочильная, Гайдара, Гражда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ская, Граничная, Гэсовская, Дорожная, Ермаковская, Журнальная, Змано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ская, Инженерная, Кабельная, Катерская, 1-я, 2-я, 3-я Катерские, Каховская, Книжная, Корнева, Костычева, Кутузова, Левитана, Лобачевского, Льгове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ц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кая, Макаровская, 1-я, 2-я Малые Тоговщинские, Малиновская, Монтажная, 1-я, 2-я, 3-я Мягкие, Набережная, Наволоки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Народная, Нахимова, Новгоро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д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ская, Новоселов, Оборонная, Огарева, Одоевского, Осипенко, Павлика Мор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зова, Панфиловская, Партизанская, Переборская, Победы, Поселковая, Пр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ектная, Прокатная, Пузыревская, Радио, Расторгуева, Ржевская, Связи, Сев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стопольская, Силовая, Смирнова, Спортивная, Станиславского, Строител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ь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ная, Суворова, Танкистов, Тельмана, Тихменевская, 1-я, 2-я Товарищеские, Турбинная, Уральская, Фоминский ручей, Хасановская,</w:t>
      </w:r>
      <w:r w:rsidR="00573A2C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Цветочная,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Цимля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ская,</w:t>
      </w:r>
      <w:r w:rsidR="00573A2C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Циолковского,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Шлюзовая, Шолохова, Эмалевая, Юности, Якорная, Ясельная.</w:t>
      </w:r>
      <w:proofErr w:type="gramEnd"/>
    </w:p>
    <w:p w:rsidR="0068327D" w:rsidRPr="008639BD" w:rsidRDefault="0068327D" w:rsidP="0068327D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Шоссе Селиховское.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5971AA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3</w:t>
      </w:r>
    </w:p>
    <w:p w:rsidR="00FF6581" w:rsidRPr="008639BD" w:rsidRDefault="00FF6581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Город Рыбинск: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Поселок Новый.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Проспект Революции.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Алмазная, Весенняя, Высоковольтная, Дарвина, Календарная, Кулибина, 50 лет ВЛКСМ, Павленко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 xml:space="preserve">, Перекатная </w:t>
      </w:r>
      <w:r w:rsidR="00162A98" w:rsidRPr="00E81CA4">
        <w:rPr>
          <w:rFonts w:ascii="Times New Roman" w:eastAsia="Calibri" w:hAnsi="Times New Roman"/>
          <w:sz w:val="28"/>
          <w:szCs w:val="28"/>
          <w:lang w:val="ru-RU" w:bidi="ar-SA"/>
        </w:rPr>
        <w:t>–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1-й, 2-й, 3-й, 4-й, 5-й, 6-й проезды, Петра Крюкова, Приборостроителей, Светлая, Сибирская, Солида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ности, Суркова, Черепанова.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411B50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</w:t>
      </w:r>
      <w:r w:rsidR="005971AA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№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4</w:t>
      </w:r>
    </w:p>
    <w:p w:rsidR="00FF6581" w:rsidRPr="008639BD" w:rsidRDefault="00FF6581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Город Рыбинск: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Площадь Вокзальная.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Вокзальная, Доронина, Ермоловой, Красных командиров, К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у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стова, 2-я Литейная, Малаховская, Моторостроителей, Пассажирская, Сле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нева, Фурманова, Черкасова.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5971AA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5</w:t>
      </w:r>
    </w:p>
    <w:p w:rsidR="00FF6581" w:rsidRPr="008639BD" w:rsidRDefault="00FF6581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Город Рыбинск: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Проспект Ленина.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Академика Губкина, Баженова, Братьев Орловых, Глеба Успе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ского, Зои Космодемьянской, Кораблестроителей, Лизы Чайкиной, Мол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дежная, Молодогвардейцев, Новая, Олега Кошевого, Пилотская, Рапова.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5971AA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6</w:t>
      </w:r>
    </w:p>
    <w:p w:rsidR="00FF6581" w:rsidRPr="008639BD" w:rsidRDefault="00FF6581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Город Рыбинск: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Набережная Волжская.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Переулки: Вознесенский, Преображенский.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Площади: Красная, Советская.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Большая Казанская, Бородулина, Бульварная, Введенская, Г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ванская, Гоголя, Димитрова, Кирова, Ломоносова, Луначарского, Малая К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занская, Пушкина, Румянцевская, Свободы, Советская, Средняя Казанская, Фроловская, Яна Гуса.</w:t>
      </w:r>
      <w:proofErr w:type="gramEnd"/>
    </w:p>
    <w:p w:rsidR="00EF3CE5" w:rsidRPr="008639BD" w:rsidRDefault="00EF3CE5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5971AA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7</w:t>
      </w:r>
    </w:p>
    <w:p w:rsidR="00FF6581" w:rsidRPr="008639BD" w:rsidRDefault="00FF6581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Город Рыбинск: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Окружная дорога.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Переулки: Локомотивный, Никитинский, Осташевский, Республика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ский, Родниковый, Фанерный, Хвойный, Шоссейный.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Большая Октябрьская, Вагонная, Верная, Возрождения, Волоч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евская, 1-я, 2-я Выборгские, Гагарина, Глазурная, Глубокая, Грекова, Грем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я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чевская, Дачная, Динамовская, Добролюбова, Загородная, Карла Либкнехта, Карла Маркса, Ключевая, Кожевенная, Колхозная, Коммунистов, Комс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мольская, Кооперативная, Котельная, Крестьянская, Кровельная, Кузнецкая, Лермонтова, Лесная, Малая Октябрьская, 8 Марта, Матросова, Муниципал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ь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ная, Нансена, Нестерова, Николая Невского, Огородная, Ошанина, Панф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и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ловцев, Паровозная, Пархинская, Писарева, Полиграфская, Почтовая, Пуг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чева, Рабкоровская, Ремонтная, Сельскохозяйственная, Серафимовича, С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бинова, Софийская, Стасова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Степана Разина, Телеграфная, Телефонная, Труда, Угличская, Фабричная, Февральская, Федоровская, Художественная, Чапаева, Черепичная, Юбилейная, Яблочкина.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5971AA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8</w:t>
      </w:r>
    </w:p>
    <w:p w:rsidR="00FF6581" w:rsidRPr="008639BD" w:rsidRDefault="00FF6581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Город Рыбинск: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Площадь Маршала Жукова.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Проспекты: Мира, Серова.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Улицы: Ворошилова, Глебовская, 9 Мая, Солнечная.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5971AA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9</w:t>
      </w:r>
    </w:p>
    <w:p w:rsidR="00FF6581" w:rsidRPr="008639BD" w:rsidRDefault="00FF6581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Город Рыбинск: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Набережная Черемхи.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lastRenderedPageBreak/>
        <w:t>Переезд Головкинский.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Переулок Обрезной.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Площадь Комсомольская.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Проезд Смердинский.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Проспект Генерала Батова.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Тракт Ярославский.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Бажова, Белинского, Блюхера, Бори Новикова, Буксирная, 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сточная, Гастелло, Гвоздильная, Деревообделочная, Зелинского, Кимовская, Кладовая, Коминтерна, Копаевская, Крамского, Красносельская, Куйбышева, Лесопильная, Линейная, Логиновская, Луговая, Малярная, Мельничная, М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ханизации, Моховая, Нефтяников, Нобелевская, Оленинская, Орджоникидзе, 2-я, 3-я Осиповские, Ошурковская, Пароходная, Пилоставная, Пищевиков, Полевая, Попова, Путейная, Рабочая, Расплетина, Северная Товарная, Сем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новская, Сплавная, Строгальная, Сурикова, Сухой док, Сысоевская, Това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ная, Токарная, Ухтомского, Фасадная, Чебышева, Элеватор, 1-я, 2-я Элев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торные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Энгельса.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10-й Военный городок.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5971AA" w:rsidP="00592831">
      <w:pPr>
        <w:autoSpaceDE w:val="0"/>
        <w:autoSpaceDN w:val="0"/>
        <w:adjustRightInd w:val="0"/>
        <w:ind w:firstLine="709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10</w:t>
      </w:r>
    </w:p>
    <w:p w:rsidR="00FF6581" w:rsidRPr="008639BD" w:rsidRDefault="00FF6581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Город Рыбинск: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Аллея Березовая.</w:t>
      </w:r>
    </w:p>
    <w:p w:rsidR="0068327D" w:rsidRPr="008639BD" w:rsidRDefault="0068327D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Гавань Черемховская.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Переулки: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Безымянный, Березовый, Картонный, Кривоколенный, Ма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й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ский, Нагорный, Песочный, Пришкольный, Рулонный, Северный, Сосновый, Столярный, Школьный.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Площади: Дерунова, Соборная.</w:t>
      </w:r>
    </w:p>
    <w:p w:rsidR="00411B50" w:rsidRPr="008639BD" w:rsidRDefault="00B11806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Поселки: Володарского, Завода П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>ластмассовых изделий, Комбикормов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>го завода.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Проезд Северный.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Тракты: Арефинский, Пошехонский.</w:t>
      </w:r>
    </w:p>
    <w:p w:rsidR="00411B50" w:rsidRPr="008639BD" w:rsidRDefault="00411B50" w:rsidP="00E81CA4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spellStart"/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Аббакумовская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Академика Павлова, Аксакова, Александро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ская,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Бадаева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Баумана,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Башаровская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Бежецкая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Бехтерева, Большая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Вол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ь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Большая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Вонговская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Бородина,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Брейтовская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Бугорок,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Буйская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Бу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лацкая, Васильевская,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Вихарева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Волгостроевская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Волкова, Галичская, Гар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и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бальди, Глаголь, Грибоедова, Декабристов, Депутатская, Докучаева, Жуко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ского, Западная, Заречная, Захарова, Зеленая, Ивановская, Индустриальная, Калининская,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Каляева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Карпунинская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Киевская, Кинешемская,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Кипячевская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Козлова, Козловская, Коллективизации,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Колышкина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Коммунальная, 1-я, 2-я, 3-я Короткие,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Костовецкая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Костромская, Красина,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Кренкеля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Крестовая, Крупской,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Крутецкая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Крылова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Леваневского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Ленинградская,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Лесотарная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40 лет Октября,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Лосевская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Лоцманская, Льва Толстого,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Любимцевская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Л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я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пидевского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Максима Горького, Малая, Малая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Вольская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Малая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Вонговская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Малая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Иверская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Малая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Кипячевская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Маяковского, Мелкая, Менжинского, Мечникова,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Милюшинская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Мологская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Московская, Муравьева,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Мышки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Некоузская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Нерехтская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Никольская,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Новоершовская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Новолосевская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lastRenderedPageBreak/>
        <w:t>Островского, Папанина, Парижской Коммуны, Первомайская, Переселенч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ская, Пестеля, Пирогова, Планировочная,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Полтининская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Поречье, Правды, Пригородная, Профсоюзная, Пятилетки, Ракетная, Ростовская, Рыбинская, Садовских, Сакко и Ванцетти, Свердлова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Сигнальная, Социалистическая,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Староершовская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Стаханова, Стачечников,</w:t>
      </w:r>
      <w:r w:rsidR="00E81CA4">
        <w:rPr>
          <w:rFonts w:ascii="Times New Roman" w:eastAsia="Calibri" w:hAnsi="Times New Roman"/>
          <w:sz w:val="28"/>
          <w:szCs w:val="28"/>
          <w:lang w:val="ru-RU" w:bidi="ar-SA"/>
        </w:rPr>
        <w:t xml:space="preserve"> Стоялая, </w:t>
      </w:r>
      <w:proofErr w:type="spellStart"/>
      <w:r w:rsidR="00E81CA4">
        <w:rPr>
          <w:rFonts w:ascii="Times New Roman" w:eastAsia="Calibri" w:hAnsi="Times New Roman"/>
          <w:sz w:val="28"/>
          <w:szCs w:val="28"/>
          <w:lang w:val="ru-RU" w:bidi="ar-SA"/>
        </w:rPr>
        <w:t>Сырневская</w:t>
      </w:r>
      <w:proofErr w:type="spellEnd"/>
      <w:r w:rsidR="00E81CA4">
        <w:rPr>
          <w:rFonts w:ascii="Times New Roman" w:eastAsia="Calibri" w:hAnsi="Times New Roman"/>
          <w:sz w:val="28"/>
          <w:szCs w:val="28"/>
          <w:lang w:val="ru-RU" w:bidi="ar-SA"/>
        </w:rPr>
        <w:t>, Тарасова,</w:t>
      </w:r>
      <w:r w:rsidR="00E81CA4">
        <w:rPr>
          <w:rFonts w:ascii="Times New Roman" w:eastAsia="Calibri" w:hAnsi="Times New Roman"/>
          <w:sz w:val="28"/>
          <w:szCs w:val="28"/>
          <w:lang w:val="ru-RU" w:bidi="ar-SA"/>
        </w:rPr>
        <w:br/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1-я, 2-я, 3-я, 4-я, 5-я </w:t>
      </w:r>
      <w:r w:rsidR="001069F5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6-я 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Тарнопольские, Тимирязева, Тракторная, Тургенева, Угловая, Федорова, Халтурина, Чаплыгина, Чегская, </w:t>
      </w:r>
      <w:r w:rsidR="001069F5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Череповецкая, 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Черн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ы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шевского, Чехова, Чкалова, Чухломская, Шевченко, Шекснинская, Ширшова, Штепенко, Штурвальная, Шуйская, Южная, 9 Января.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5971AA" w:rsidP="00592831">
      <w:pPr>
        <w:autoSpaceDE w:val="0"/>
        <w:autoSpaceDN w:val="0"/>
        <w:adjustRightInd w:val="0"/>
        <w:ind w:firstLine="709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11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Авиационная, Боткина, Герцена, Железнодорожная, Каряки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ская, Кольцова, Плеханова, Радищева, Софьи Перовской, Щепкина.</w:t>
      </w:r>
      <w:proofErr w:type="gramEnd"/>
    </w:p>
    <w:p w:rsidR="005971AA" w:rsidRPr="008639BD" w:rsidRDefault="005971AA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78641E" w:rsidRPr="008639BD" w:rsidRDefault="005971AA" w:rsidP="0078641E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 12</w:t>
      </w:r>
    </w:p>
    <w:p w:rsidR="005971AA" w:rsidRPr="008639BD" w:rsidRDefault="0078641E" w:rsidP="0078641E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Сельские округа: Арефинский, Волжский,</w:t>
      </w:r>
      <w:r w:rsidR="00954C11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Глебовский,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Ломовский, Назаровский, Огарковский, Октябрьский, Песоченский, </w:t>
      </w:r>
      <w:r w:rsidR="00954C11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Погорельский, 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Шашковский.</w:t>
      </w:r>
    </w:p>
    <w:p w:rsidR="0078641E" w:rsidRPr="008639BD" w:rsidRDefault="0078641E" w:rsidP="0078641E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5971AA" w:rsidRPr="008639BD" w:rsidRDefault="005971AA" w:rsidP="00592831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 13</w:t>
      </w:r>
    </w:p>
    <w:p w:rsidR="0078641E" w:rsidRPr="008639BD" w:rsidRDefault="0078641E" w:rsidP="0078641E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Сельские округа: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Каменниковский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Макаровский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Михайловский, </w:t>
      </w:r>
      <w:proofErr w:type="spellStart"/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Ник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ло</w:t>
      </w:r>
      <w:r w:rsidR="00E81CA4" w:rsidRPr="00E81CA4">
        <w:rPr>
          <w:rFonts w:ascii="Times New Roman" w:eastAsia="Calibri" w:hAnsi="Times New Roman"/>
          <w:sz w:val="28"/>
          <w:szCs w:val="28"/>
          <w:lang w:val="ru-RU" w:bidi="ar-SA"/>
        </w:rPr>
        <w:t>-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Кормский</w:t>
      </w:r>
      <w:proofErr w:type="spellEnd"/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 xml:space="preserve">, Покровский, </w:t>
      </w:r>
      <w:proofErr w:type="spellStart"/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Судоверфский</w:t>
      </w:r>
      <w:proofErr w:type="spellEnd"/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Тихменевский</w:t>
      </w:r>
      <w:proofErr w:type="spellEnd"/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.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592831" w:rsidRDefault="00411B50" w:rsidP="00AD276A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Переславский</w:t>
      </w:r>
      <w:r w:rsidR="005971AA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 судебный</w:t>
      </w: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 район </w:t>
      </w:r>
    </w:p>
    <w:p w:rsidR="00411B50" w:rsidRPr="00592831" w:rsidRDefault="00411B50" w:rsidP="00AD276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411B50" w:rsidRPr="008639BD" w:rsidRDefault="005971AA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Поселок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Ивановское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Перелесского сельского округа.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Сельские округа: Андриановский, Веськовский, Глебовский, Добрило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ский, Копнинский, Кубринский, Купанский.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Город Переславль-Залесский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Микрорайон Чкаловский.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Переулки: 1-й, 2-й Веськовские, Дальний, Майский, Малоозерный, Мо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ковский, Музейный, 1-й, 2-й, 3-й Нагорные, Оптимистов, Подгорный, Со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хозный, Сокольский, 2-й Сокольский, Соловеновский, Ямской.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Площадь Менделеева.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Адмирала Хметевского, Александровская, Белинского, Большая Крестьянка, Большая Протечная, Валовое кольцо, Весенняя, Каретная, Маг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и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стральная, Малая Крестьянка, Малая Протечная, Маловский сад, Московская (четные), Нагорная, Нагорная Крестьянка, Подгорная, Речная, Сокольская, Ямская, 1-я, 2-я, 3-я, 4-я, 5-я Ямские, Ярославская.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5971AA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2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Сельские округа: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Алексинский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Берендеевский, Дубровицкий, Рязанце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ский, Скоблевский, Смоленский, Перелесский (за исключением поселка Ив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новское и деревни Перелески).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lastRenderedPageBreak/>
        <w:t>Город Переславль</w:t>
      </w:r>
      <w:r w:rsidR="00E81CA4" w:rsidRPr="00E81CA4">
        <w:rPr>
          <w:rFonts w:ascii="Times New Roman" w:eastAsia="Calibri" w:hAnsi="Times New Roman"/>
          <w:sz w:val="28"/>
          <w:szCs w:val="28"/>
          <w:lang w:val="ru-RU" w:bidi="ar-SA"/>
        </w:rPr>
        <w:t>-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Залесский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Переулки: Берендеевский, Красноэховский, Менделеева, Фабричный, Школьный.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Площадь Комсомольская.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Поселки: Брембольский, Красный Химик, Молодежный.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Берендеевская, Брембольская, Восточная, Заводская, Кирпичная, Коммунальная, Комсомольская, Кооперативная, 40 лет ВЛКСМ, Менделеева, Молодежная, Октябрьская, Разведчика Петрова, Свободы, Строителей.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5971AA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3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Деревня Перелески Перелесского сельского округа.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Сельские округа: Дмитриевский, Загорьевский, Лыченский, Любимце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ский, Нагорьевский, Пономаревский, Троицкий.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Город 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Переславль</w:t>
      </w:r>
      <w:r w:rsidR="00E81CA4" w:rsidRPr="00E81CA4">
        <w:rPr>
          <w:rFonts w:ascii="Times New Roman" w:eastAsia="Calibri" w:hAnsi="Times New Roman"/>
          <w:sz w:val="28"/>
          <w:szCs w:val="28"/>
          <w:lang w:val="ru-RU" w:bidi="ar-SA"/>
        </w:rPr>
        <w:t>-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Залесский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Переулки: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Ветеринарный, Горицкий, Горсоветовский, Грачковский, Д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рожный, Западный, Казаковский, Красноармейский, Красный, Кривоколе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ный, Лесной, 1-й, 2-й Найдышева, Неглинный, Некрасова, Новомирский, Овражный, Пионерский, 1-й, 2-й, 3-й Пионерские, 2-й, 4-й Плещеевские, Почтовый, Призывной, Пришвина, Родниковский, Ручейный, Рябиновый, Северный, 1-й, 2-й Слободские, Строительный, Тайницкий, Троицкий, Тр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у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довой, Усадебный, Федоровский, Флотский, Харитонова, Чернореченский, Южный.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Площади: Красная, Народная.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Проезды: 1-й, 2-й, 3-й Галеевы, Никитский,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Плановый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.</w:t>
      </w:r>
    </w:p>
    <w:p w:rsidR="00411B50" w:rsidRPr="008639BD" w:rsidRDefault="00411B50" w:rsidP="005971AA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Борисоглебская, Виктора Грошева, Вокзальная, Володарского, Воргушинская, Гагарина, Гоголя, Гражданская, 2-я, 3-я Гражданские, Дан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и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ловская, Депутатская, Дорожная, Железнодорожная, Журавлева, Зеленая, К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заковская, Калининская, Кардовского, Комитетская, Конная, Кошелевская, Кошкина, Красноэховская, Красный текстильщик, Кузнецова, Кузнечная, Лабазная, Левая набережная, Луговая, Маяковского, Мира, Московская (н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четные), Найдышева, Невского, Некрасова, Никитская, Новая, Новоплещее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ская, Новосельская, Новый быт, Овражная, Озерная, Парковая, Первома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й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ская, Пионерская, Плещеевская, Полевая, Правая набережная, Пришвина, Проездная, Пролетарская, Пушкина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Пыряева, 50 лет Комсомола, Республ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и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канская, Ростовская, Садовая, Светлая, Северная, Селитровская, Советская, Тихая, Тихонравова, Трубежная, Трудовая, Урицкого, Фалелеевская, Черн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и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говская, Южная, 2-я Южная.</w:t>
      </w:r>
      <w:proofErr w:type="gramEnd"/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592831" w:rsidRDefault="005971AA" w:rsidP="00411B5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Ростовский судебный район</w:t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411B50" w:rsidRPr="008639BD" w:rsidRDefault="00411B50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участок </w:t>
      </w:r>
      <w:r w:rsidR="005971AA" w:rsidRPr="008639BD">
        <w:rPr>
          <w:rFonts w:ascii="Times New Roman" w:eastAsia="Calibri" w:hAnsi="Times New Roman"/>
          <w:sz w:val="28"/>
          <w:szCs w:val="28"/>
          <w:lang w:val="ru-RU" w:bidi="ar-SA"/>
        </w:rPr>
        <w:t>№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Рабочий поселок Семибратово.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Город Ростов: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Акватория озера Неро.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Бульвар Спасский.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lastRenderedPageBreak/>
        <w:t>Ж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/д будки: </w:t>
      </w:r>
      <w:r w:rsidR="001069F5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222 км, 223 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км.</w:t>
      </w:r>
    </w:p>
    <w:p w:rsidR="001069F5" w:rsidRPr="008639BD" w:rsidRDefault="001069F5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22</w:t>
      </w:r>
      <w:r w:rsidR="00912DEE" w:rsidRPr="00E81CA4">
        <w:rPr>
          <w:rFonts w:ascii="Times New Roman" w:eastAsia="Calibri" w:hAnsi="Times New Roman"/>
          <w:sz w:val="28"/>
          <w:szCs w:val="28"/>
          <w:lang w:val="ru-RU" w:bidi="ar-SA"/>
        </w:rPr>
        <w:t>-й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 xml:space="preserve"> квартал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Микрорайоны</w:t>
      </w:r>
      <w:r w:rsidR="00FE06DA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</w:t>
      </w:r>
      <w:r w:rsidR="00CB50A1" w:rsidRPr="008639BD">
        <w:rPr>
          <w:rFonts w:ascii="Times New Roman" w:eastAsia="Calibri" w:hAnsi="Times New Roman"/>
          <w:sz w:val="28"/>
          <w:szCs w:val="28"/>
          <w:lang w:val="ru-RU" w:bidi="ar-SA"/>
        </w:rPr>
        <w:t>№ 1, №2, №3.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Переезд Февральский.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Переулки: 1-й, 2-й, 3-й Ленинградские, Перовский, Петровский, Севе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ный, Советский, 2-й, 3-й Ярославские.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Площадь Советская.</w:t>
      </w:r>
    </w:p>
    <w:p w:rsidR="00411B50" w:rsidRPr="008639BD" w:rsidRDefault="005971AA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Поселки: Восход, КЦК, фабрики «Рольма»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>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Проезды: Бакунинский, Бебеля, Гоголя, Окружной,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Пионерский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Спарт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ковский, 1-й, 2-й, 3-й, 4-й Толстовской набережной, Радищева.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Тупик Бебеля.</w:t>
      </w:r>
    </w:p>
    <w:p w:rsidR="00411B50" w:rsidRPr="00E81CA4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Бакунинская, Бебеля, Вишневского, Вокзальная, Володарского, Гладышева, Гоголя, Гражданская,</w:t>
      </w:r>
      <w:r w:rsidR="00CB50A1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Давыдова,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Дружбы, Еремина, Желябо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ская, Загородная, Карла Либкнехта, Карла Маркса, Коммунальная, Комс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мольская, Крылова, Ленинградская, Лермонтова, 50 лет Октября, Лунача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ского, Маршала Алексеева, Маяковского, Мира, Мичурина, Моравского, Н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вая, 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Ново</w:t>
      </w:r>
      <w:r w:rsidR="00E81CA4" w:rsidRPr="00E81CA4">
        <w:rPr>
          <w:rFonts w:ascii="Times New Roman" w:eastAsia="Calibri" w:hAnsi="Times New Roman"/>
          <w:sz w:val="28"/>
          <w:szCs w:val="28"/>
          <w:lang w:val="ru-RU" w:bidi="ar-SA"/>
        </w:rPr>
        <w:t>-</w:t>
      </w:r>
      <w:r w:rsidR="00CB50A1" w:rsidRPr="00E81CA4">
        <w:rPr>
          <w:rFonts w:ascii="Times New Roman" w:eastAsia="Calibri" w:hAnsi="Times New Roman"/>
          <w:sz w:val="28"/>
          <w:szCs w:val="28"/>
          <w:lang w:val="ru-RU" w:bidi="ar-SA"/>
        </w:rPr>
        <w:t>Н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екрасовская, Островского, Перв</w:t>
      </w:r>
      <w:r w:rsidR="00585BBE">
        <w:rPr>
          <w:rFonts w:ascii="Times New Roman" w:eastAsia="Calibri" w:hAnsi="Times New Roman"/>
          <w:sz w:val="28"/>
          <w:szCs w:val="28"/>
          <w:lang w:val="ru-RU" w:bidi="ar-SA"/>
        </w:rPr>
        <w:t>омайская, Пионерская, 1-я, 2-я,</w:t>
      </w:r>
      <w:r w:rsidR="00585BBE">
        <w:rPr>
          <w:rFonts w:ascii="Times New Roman" w:eastAsia="Calibri" w:hAnsi="Times New Roman"/>
          <w:sz w:val="28"/>
          <w:szCs w:val="28"/>
          <w:lang w:val="ru-RU" w:bidi="ar-SA"/>
        </w:rPr>
        <w:br/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3-я, 4-я Полевые, Пролетарская, Пушкинская, Рабочая, Революции, Росто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ская, Северная, Сосновая, Текстильщиков, Тимирязева, Труда, Тургенева, Чайковского, Чехова, Чистова.</w:t>
      </w:r>
      <w:proofErr w:type="gramEnd"/>
    </w:p>
    <w:p w:rsidR="00411B50" w:rsidRPr="00E81CA4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Шоссе Ярославское.</w:t>
      </w:r>
    </w:p>
    <w:p w:rsidR="00411B50" w:rsidRPr="00E81CA4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E81CA4" w:rsidRDefault="0078641E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E81CA4">
        <w:rPr>
          <w:rFonts w:ascii="Times New Roman" w:eastAsia="Calibri" w:hAnsi="Times New Roman"/>
          <w:sz w:val="28"/>
          <w:szCs w:val="28"/>
          <w:lang w:val="ru-RU" w:bidi="ar-SA"/>
        </w:rPr>
        <w:t xml:space="preserve"> 2</w:t>
      </w:r>
    </w:p>
    <w:p w:rsidR="00411B50" w:rsidRPr="00E81CA4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Деревни: Бабки, Богослов, Демьяны, Мятежево, Чупрониха, Юрьевская Слобода Шугорского сельского округа.</w:t>
      </w:r>
    </w:p>
    <w:p w:rsidR="00411B50" w:rsidRPr="00E81CA4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Рабочий поселок Ишня.</w:t>
      </w:r>
    </w:p>
    <w:p w:rsidR="00411B50" w:rsidRPr="00E81CA4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Город Ростов: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ПМС-111.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</w:t>
      </w:r>
      <w:r w:rsidR="0078641E"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сударственный музей-заповедник «Ростовский кремль»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.</w:t>
      </w:r>
    </w:p>
    <w:p w:rsidR="00411B50" w:rsidRPr="008639BD" w:rsidRDefault="003850AA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Дом Х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>имиков.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Переулок Озерный.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Площадь Соборная.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Поселок Варницы.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Проезды: Благовещенский, Ильинский, Луначарского, Некрасовский, Октябрьский, Свердлова.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Безрукова, Ватутина, Герцена, Декабристов, Депутатская, До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ролюбова, Достоевского, 1-я, 2-я </w:t>
      </w:r>
      <w:r w:rsidR="00E81CA4" w:rsidRPr="00E81CA4">
        <w:rPr>
          <w:rFonts w:ascii="Times New Roman" w:eastAsia="Calibri" w:hAnsi="Times New Roman"/>
          <w:sz w:val="28"/>
          <w:szCs w:val="28"/>
          <w:lang w:val="ru-RU" w:bidi="ar-SA"/>
        </w:rPr>
        <w:t>ж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елезнодорожная, Каменный мост, Кирова, Коммунаров, Курчатова, Ленинская, Ломоносова, Луговая, Малая Заровская, 8 Марта, Матросова, 9 Мая, Московская, Некрасова, Окружная, Октябрьская, Переславская, Петровичева, Подозерка, Радищева, Садовая, Спартаковская, Спортивная, Урицкого, Февральская, Фрунзе, Энгельса.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Шоссе: Борисоглебское, </w:t>
      </w:r>
      <w:r w:rsidR="00954C11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Варницкое, 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Московское, Савинское.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78641E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3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Рабочие поселки: Петровское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gramStart"/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Поречье</w:t>
      </w:r>
      <w:r w:rsidR="00E81CA4" w:rsidRPr="00E81CA4">
        <w:rPr>
          <w:rFonts w:ascii="Times New Roman" w:eastAsia="Calibri" w:hAnsi="Times New Roman"/>
          <w:sz w:val="28"/>
          <w:szCs w:val="28"/>
          <w:lang w:val="ru-RU" w:bidi="ar-SA"/>
        </w:rPr>
        <w:t>-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Рыбное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lastRenderedPageBreak/>
        <w:t>Сельские округа: Дмитриановский, Итларский, Карашский, Любилко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ский, Мосейцевский, Никольский, Новоникольский, Перовский, Поречский, Савинский, Семибратовский, Сулостский, Татищевский, Угодичский, Фать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я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новский, Шугорский (за исключением деревень Бабки, Богослов, Демьяны, Мятежево, Чупрониха, Юрьевская Слобода), Шурскольский.</w:t>
      </w:r>
    </w:p>
    <w:p w:rsidR="00411B50" w:rsidRPr="000A1B20" w:rsidRDefault="00411B50" w:rsidP="0078641E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592831" w:rsidRDefault="00411B50" w:rsidP="00411B5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Тутаевский </w:t>
      </w:r>
      <w:r w:rsidR="0078641E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судебный </w:t>
      </w:r>
      <w:r w:rsidR="006D49F4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район</w:t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411B50" w:rsidRPr="008639BD" w:rsidRDefault="0078641E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Сельские округа: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Артемьевский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Борисоглебский, Великосельский,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М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тенининский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Николо</w:t>
      </w:r>
      <w:r w:rsidR="00E81CA4" w:rsidRPr="00E81CA4">
        <w:rPr>
          <w:rFonts w:ascii="Times New Roman" w:eastAsia="Calibri" w:hAnsi="Times New Roman"/>
          <w:sz w:val="28"/>
          <w:szCs w:val="28"/>
          <w:lang w:val="ru-RU" w:bidi="ar-SA"/>
        </w:rPr>
        <w:t>-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Эдомский</w:t>
      </w:r>
      <w:proofErr w:type="spellEnd"/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,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Никольский,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Помогаловский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Родионо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ский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Фоминский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Чебаковский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Город Тутаев: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Деревня Кармыши.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Микрорайон Молявинское поле.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Поселок Молявино.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Переулки: Заря, Кирова, Косой.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Площадь Юбилейная.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в левобережной части города Тутаева; в правобережной части города Тутаева: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Благовещенская, Брейтовская, Волжская набережная, Деме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тьева (нечетные), Донская, Железнодорожная, Зеленая, Кирова, Комсомол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ь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ская (до пересечения с улицей Дементьева), Луначарского, Надежды, Новая, Петра Шитова, Привокзальная, Пролетарская, Садовая, Соборная, Средняя, Чапаева, Юности, Ямская, 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Ямская</w:t>
      </w:r>
      <w:r w:rsidR="00E81CA4" w:rsidRPr="00E81CA4">
        <w:rPr>
          <w:rFonts w:ascii="Times New Roman" w:eastAsia="Calibri" w:hAnsi="Times New Roman"/>
          <w:sz w:val="28"/>
          <w:szCs w:val="28"/>
          <w:lang w:val="ru-RU" w:bidi="ar-SA"/>
        </w:rPr>
        <w:t>-</w:t>
      </w:r>
      <w:proofErr w:type="spellStart"/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Овражья</w:t>
      </w:r>
      <w:proofErr w:type="spell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Ярославская.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78641E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2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Рабочий поселок Константиновский.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Город Тутаев: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Проспект 50-летия Победы (нечетные дома).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Улицы: Дементьева (четные дома), Комсомольская (от пересечения с улицей Дементьева до пересечения с проспектом 50-летия Победы), Мотор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строителей (от д. 41 до пересечения с проспектом 50-летия Победы).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78641E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3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Город Тутаев: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Дом оператора.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Подсобное хозяйство ТМЗ.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Проспект 50-летия Победы (четные дома).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Улицы: имени В.В. Терешковой, Комсомольская (от пересечения с пр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спектом 50-летия Победы), Моторостроителей (от пересечения с проспектом 50-летия Победы), Парковый проезд, Промышленная, Розы Люксембург, С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ветская, Строителей.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Хутор Клоково.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EF3CE5" w:rsidRDefault="00EF3CE5">
      <w:pPr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>
        <w:rPr>
          <w:rFonts w:ascii="Times New Roman" w:eastAsia="Calibri" w:hAnsi="Times New Roman"/>
          <w:b/>
          <w:sz w:val="28"/>
          <w:szCs w:val="28"/>
          <w:lang w:val="ru-RU" w:bidi="ar-SA"/>
        </w:rPr>
        <w:br w:type="page"/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lastRenderedPageBreak/>
        <w:t xml:space="preserve">Угличский </w:t>
      </w:r>
      <w:r w:rsidR="0078641E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судебный </w:t>
      </w: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район </w:t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592831" w:rsidRPr="008639BD" w:rsidRDefault="0078641E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</w:t>
      </w:r>
    </w:p>
    <w:p w:rsidR="00411B50" w:rsidRPr="008639BD" w:rsidRDefault="00411B50" w:rsidP="00E81CA4">
      <w:pPr>
        <w:autoSpaceDE w:val="0"/>
        <w:autoSpaceDN w:val="0"/>
        <w:adjustRightInd w:val="0"/>
        <w:ind w:firstLine="567"/>
        <w:jc w:val="both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Сельские округа: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Клементьевский, Маймерский, Никольский, Покро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ский, Слободской, Улейминский.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Город Углич: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Городок Студенческий.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Микрорайон Солнечный.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Переулки: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Вокзальный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1-й, 2-й Пролетарские, 1-й, 2-й Ростовские, Св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боды, Селивановский, Ярославский.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Поселки: 4-й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Вокзальный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Мебельщиков, Мира, Сельхозтехники.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Проезды: Новый, Промкомбинатовский, Речной, Ростовский.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Территория шлюза.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Гоголя, 12 Декабря, Делегатская, Железнодорожная, Загородная, Земляной вал, Зины Золотовой, Камневая, Козлова, Кольцевая, Комсомол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ь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ская, Крупской, Кузнечная, Ленинградская, Лермонтова, 1-я, 2-я Лесные, Малая набережная, Маяковского, Механизаторов, Молодежная, Набережная, набережная реки Волга, Озерная, Островского, Павлова, Парковая, Песочная, Полевая, Пролетарская, Пушкина, Речная, Романенко, Садово-Кольцевая, Селивановский ручей, 1-я, 2-я Сенные, Совхозная, Сосновая, Социализма, Сурикова, Трудовая, Февральская, Шевченко, Южная.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Шоссе: Кашинское, Ростовское.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411B50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</w:t>
      </w:r>
      <w:r w:rsidR="0078641E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участок №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2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Сельские округа: Василевский, Заозерский, Ильинский, Ниноровский, Путчинский.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Город Углич: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Линии: 1-я, 2-я линии Камышевского шоссе.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Переулок Пионерский.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Площади: Пушкина, Советская, Успенская.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Территории: Кремля, ГЭС.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Академика Опарина, Бахарева, Береговая, 1-я, 2-я Боровые, Волжская, Восточная, Гражданская, Заводская, Интернациональная, Кала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ш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никова, Каменская, Ленина, Луначарского, Малая Рыбацкая, Никонова, 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тябрьская, Ольги Берггольц, Портовая, Спасская, Спортивная, Старостина, Чернышевского, 9 Января, Ярославская.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Шоссе: Ленинское, Ярославское.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78641E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3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Сельские округа: Воздвиженский, Головинский, Климатинский, Орди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ский, Отрадновский, Плоскинский.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Город Углич: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Бульвар Красноармейский.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Микрорайоны: Мирный,</w:t>
      </w:r>
      <w:r w:rsidR="00954C11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Мирный-2,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Цветочный.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Переулок Каменский.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lastRenderedPageBreak/>
        <w:t>Проезды: Базарный, Заводской.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Территории: ФГУ ИК-3, ФГУ ЛИУ-9, роты охраны.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Вокзальная, 1-я, 2-я Высоковольтные, Голубева, Жолудева, К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и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рова, </w:t>
      </w:r>
      <w:r w:rsidR="00954C11" w:rsidRPr="008639BD">
        <w:rPr>
          <w:rFonts w:ascii="Times New Roman" w:eastAsia="Calibri" w:hAnsi="Times New Roman"/>
          <w:sz w:val="28"/>
          <w:szCs w:val="28"/>
          <w:lang w:val="ru-RU" w:bidi="ar-SA"/>
        </w:rPr>
        <w:t>Нариманова,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Неглинная, Некрасова, Первомайская,</w:t>
      </w:r>
      <w:r w:rsidR="00954C11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Победы,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Росто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ская, 2-я линия Рыбинского шоссе, Свободы, Северная, Урицкого, Часовая, Чкалова, Шаркова.</w:t>
      </w:r>
      <w:proofErr w:type="gramEnd"/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Шоссе</w:t>
      </w:r>
      <w:r w:rsidR="00954C11" w:rsidRPr="008639BD">
        <w:rPr>
          <w:rFonts w:ascii="Times New Roman" w:eastAsia="Calibri" w:hAnsi="Times New Roman"/>
          <w:sz w:val="28"/>
          <w:szCs w:val="28"/>
          <w:lang w:val="ru-RU" w:bidi="ar-SA"/>
        </w:rPr>
        <w:t>: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Камышевское</w:t>
      </w:r>
      <w:r w:rsidR="00954C11" w:rsidRPr="008639BD">
        <w:rPr>
          <w:rFonts w:ascii="Times New Roman" w:eastAsia="Calibri" w:hAnsi="Times New Roman"/>
          <w:sz w:val="28"/>
          <w:szCs w:val="28"/>
          <w:lang w:val="ru-RU" w:bidi="ar-SA"/>
        </w:rPr>
        <w:t>, Рыбинское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.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592831" w:rsidRDefault="00411B50" w:rsidP="00411B5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Ярославский </w:t>
      </w:r>
      <w:r w:rsidR="0078641E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судебный </w:t>
      </w: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район</w:t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411B50" w:rsidRPr="008639BD" w:rsidRDefault="0078641E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Сельские округа: Бекреневский, Ивняковский, Лютовский, Некрасо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ский, Туношенский.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78641E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2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Рабочий поселок Красные Ткачи.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Сельские округа: Карабихский, Курбский, Меленковский, Мордвино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ский, Телегинский, Ширинский.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78641E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3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Рабочий поселок Лесная Поляна.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Сельские округа: Гавриловский, Глебовский, Кузнечихинский, Левцо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ский, Пестрецовский, Рютневский, Толбухинский, Точищенский.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592831" w:rsidRDefault="00411B50" w:rsidP="00411B5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Большесельский</w:t>
      </w:r>
      <w:r w:rsidR="0078641E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 судебный</w:t>
      </w: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 район</w:t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411B50" w:rsidRPr="008639BD" w:rsidRDefault="0078641E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Большесельский район.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592831" w:rsidRDefault="00411B50" w:rsidP="00411B5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Борисоглебский</w:t>
      </w:r>
      <w:r w:rsidR="0078641E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 судебный</w:t>
      </w: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 район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78641E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Борисоглебский район.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592831" w:rsidRDefault="00411B50" w:rsidP="00411B5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Брейтовский </w:t>
      </w:r>
      <w:r w:rsidR="0078641E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судебный </w:t>
      </w: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район</w:t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411B50" w:rsidRPr="008639BD" w:rsidRDefault="0078641E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Брейтовский район.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592831" w:rsidRDefault="00411B50" w:rsidP="00411B5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Гаврилов-Ямский</w:t>
      </w:r>
      <w:r w:rsidR="0078641E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 судебный</w:t>
      </w: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 район</w:t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411B50" w:rsidRPr="000A1B20" w:rsidRDefault="00411B50" w:rsidP="005676BB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участок </w:t>
      </w:r>
      <w:r w:rsidR="0078641E" w:rsidRPr="008639BD">
        <w:rPr>
          <w:rFonts w:ascii="Times New Roman" w:eastAsia="Calibri" w:hAnsi="Times New Roman"/>
          <w:sz w:val="28"/>
          <w:szCs w:val="28"/>
          <w:lang w:val="ru-RU" w:bidi="ar-SA"/>
        </w:rPr>
        <w:t>№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</w:t>
      </w:r>
    </w:p>
    <w:p w:rsidR="00411B50" w:rsidRPr="000A1B20" w:rsidRDefault="00BA278B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>
        <w:rPr>
          <w:rFonts w:ascii="Times New Roman" w:eastAsia="Calibri" w:hAnsi="Times New Roman"/>
          <w:sz w:val="28"/>
          <w:szCs w:val="28"/>
          <w:lang w:val="ru-RU" w:bidi="ar-SA"/>
        </w:rPr>
        <w:t>Сельские округа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 xml:space="preserve">: </w:t>
      </w:r>
      <w:proofErr w:type="gramStart"/>
      <w:r w:rsidR="00E81CA4" w:rsidRPr="00E81CA4">
        <w:rPr>
          <w:rFonts w:ascii="Times New Roman" w:eastAsia="Calibri" w:hAnsi="Times New Roman"/>
          <w:sz w:val="28"/>
          <w:szCs w:val="28"/>
          <w:lang w:val="ru-RU" w:bidi="ar-SA"/>
        </w:rPr>
        <w:t>Заячье-</w:t>
      </w:r>
      <w:r w:rsidR="00411B50" w:rsidRPr="00E81CA4">
        <w:rPr>
          <w:rFonts w:ascii="Times New Roman" w:eastAsia="Calibri" w:hAnsi="Times New Roman"/>
          <w:sz w:val="28"/>
          <w:szCs w:val="28"/>
          <w:lang w:val="ru-RU" w:bidi="ar-SA"/>
        </w:rPr>
        <w:t>Холмский</w:t>
      </w:r>
      <w:proofErr w:type="gramEnd"/>
      <w:r w:rsidR="00411B50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="00411B50" w:rsidRPr="000A1B20">
        <w:rPr>
          <w:rFonts w:ascii="Times New Roman" w:eastAsia="Calibri" w:hAnsi="Times New Roman"/>
          <w:sz w:val="28"/>
          <w:szCs w:val="28"/>
          <w:lang w:val="ru-RU" w:bidi="ar-SA"/>
        </w:rPr>
        <w:t>Митинский</w:t>
      </w:r>
      <w:proofErr w:type="spellEnd"/>
      <w:r w:rsidR="00411B50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="00411B50" w:rsidRPr="000A1B20">
        <w:rPr>
          <w:rFonts w:ascii="Times New Roman" w:eastAsia="Calibri" w:hAnsi="Times New Roman"/>
          <w:sz w:val="28"/>
          <w:szCs w:val="28"/>
          <w:lang w:val="ru-RU" w:bidi="ar-SA"/>
        </w:rPr>
        <w:t>Ставотинский</w:t>
      </w:r>
      <w:proofErr w:type="spellEnd"/>
      <w:r w:rsidR="00411B50" w:rsidRPr="000A1B20">
        <w:rPr>
          <w:rFonts w:ascii="Times New Roman" w:eastAsia="Calibri" w:hAnsi="Times New Roman"/>
          <w:sz w:val="28"/>
          <w:szCs w:val="28"/>
          <w:lang w:val="ru-RU" w:bidi="ar-SA"/>
        </w:rPr>
        <w:t xml:space="preserve">, </w:t>
      </w:r>
      <w:proofErr w:type="spellStart"/>
      <w:r w:rsidR="00411B50" w:rsidRPr="000A1B20">
        <w:rPr>
          <w:rFonts w:ascii="Times New Roman" w:eastAsia="Calibri" w:hAnsi="Times New Roman"/>
          <w:sz w:val="28"/>
          <w:szCs w:val="28"/>
          <w:lang w:val="ru-RU" w:bidi="ar-SA"/>
        </w:rPr>
        <w:t>Стоги</w:t>
      </w:r>
      <w:r w:rsidR="00411B50" w:rsidRPr="000A1B20">
        <w:rPr>
          <w:rFonts w:ascii="Times New Roman" w:eastAsia="Calibri" w:hAnsi="Times New Roman"/>
          <w:sz w:val="28"/>
          <w:szCs w:val="28"/>
          <w:lang w:val="ru-RU" w:bidi="ar-SA"/>
        </w:rPr>
        <w:t>н</w:t>
      </w:r>
      <w:r w:rsidR="00411B50" w:rsidRPr="000A1B20">
        <w:rPr>
          <w:rFonts w:ascii="Times New Roman" w:eastAsia="Calibri" w:hAnsi="Times New Roman"/>
          <w:sz w:val="28"/>
          <w:szCs w:val="28"/>
          <w:lang w:val="ru-RU" w:bidi="ar-SA"/>
        </w:rPr>
        <w:t>ский</w:t>
      </w:r>
      <w:proofErr w:type="spellEnd"/>
      <w:r w:rsidR="00411B50" w:rsidRPr="000A1B20">
        <w:rPr>
          <w:rFonts w:ascii="Times New Roman" w:eastAsia="Calibri" w:hAnsi="Times New Roman"/>
          <w:sz w:val="28"/>
          <w:szCs w:val="28"/>
          <w:lang w:val="ru-RU" w:bidi="ar-SA"/>
        </w:rPr>
        <w:t>.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Город Гаврилов</w:t>
      </w:r>
      <w:r w:rsidR="00E81CA4" w:rsidRPr="00E81CA4">
        <w:rPr>
          <w:rFonts w:ascii="Times New Roman" w:eastAsia="Calibri" w:hAnsi="Times New Roman"/>
          <w:sz w:val="28"/>
          <w:szCs w:val="28"/>
          <w:lang w:val="ru-RU" w:bidi="ar-SA"/>
        </w:rPr>
        <w:t>-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Ям: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lastRenderedPageBreak/>
        <w:t>Проезд Юбилейный.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Улицы: Белинского, Восточная, Гайдара, Герцена, Гоголя, Декабристов, Демьяна Бедного, Дзержинского, Добролюбова, Достоевского, Калинина, Карбышева, Кирова, Коммунистическая, Красная, Крылова, Лесная, Льва Толстого, Максима Горького, Матросова, Маяковского, Менжинского, Мира, Мичурина, Молодежная, Некрасова, Октябрьская, Павлова, Панфилова, П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това, Пескова, Пирогова, Плеханова, Почтовая, Пролетарская, Пушкина, Ре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с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публиканская, Свободы, Седова, Семашко, Сидорова, Сосновая, Степана Р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зина, Степана Халтурина, Строителей, Суворова, Тимирязева, Толбухина, Тургенева, Чернышевского, Чехова, Шишкина, Школьная, Шлыкова, Южная.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78641E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2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Сельские округа: Великосельский, Ильинский, Кузовковский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, Плоти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н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ский, Шопшинский.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Город Гаврилов</w:t>
      </w:r>
      <w:r w:rsidR="00E81CA4" w:rsidRPr="00E81CA4">
        <w:rPr>
          <w:rFonts w:ascii="Times New Roman" w:eastAsia="Calibri" w:hAnsi="Times New Roman"/>
          <w:sz w:val="28"/>
          <w:szCs w:val="28"/>
          <w:lang w:val="ru-RU" w:bidi="ar-SA"/>
        </w:rPr>
        <w:t>-</w:t>
      </w:r>
      <w:r w:rsidRPr="00E81CA4">
        <w:rPr>
          <w:rFonts w:ascii="Times New Roman" w:eastAsia="Calibri" w:hAnsi="Times New Roman"/>
          <w:sz w:val="28"/>
          <w:szCs w:val="28"/>
          <w:lang w:val="ru-RU" w:bidi="ar-SA"/>
        </w:rPr>
        <w:t>Ям: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Проспект Машиностроителей.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Улицы: Администрация, Бебеля, Блюхера, Булгакова, Войкова, Вокзал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ь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ная, Володарского, Гагарина, Гражданская, Депутатская, Есенина, Железн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дорожная, Западная, Заречная, Зеленая, Зои Зубрицкой, 12 Июня, Карла Либкнехта, Карла Маркса, Кольцова, Комарова, Коминтерна, Комсомол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ь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ская, Конституции, Космонавтов, Которосльная, Красина, Красноармейская, Клубная, Ленина, Лермонтова, Ломоносова, Луначарского, Лунная, Мал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и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новского, 8 Марта, Машиностроителей, Механизаторов, Набережная, Новая, Ногина, Овражная, 1-я Овражная, Островского, Паншина, Первомайская, Пионерская, Победы, Попова, Профсоюзная, Пугачева, Радищева, Рабочая, Речная, Розы Люксембург, Рыбинская, Садовая, Свердлова, Северная, Сове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т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ская, Сосновый бор, Социалистическая, Союзная, Спортивная, Текстильная, Трудовая, Труфанова, Трясунова, Урицкого, Фабричная, Февральская, Фру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н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зе, Фурманова, Царевского, Цветаевой, Чайковского, Чапаева, Челюскина, Чкалова, Энгельса, Ярославская.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592831" w:rsidRDefault="00411B50" w:rsidP="00411B5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Даниловский </w:t>
      </w:r>
      <w:r w:rsidR="0078641E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судебный </w:t>
      </w: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район</w:t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411B50" w:rsidRPr="008639BD" w:rsidRDefault="0078641E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Сельские округа: Бабаевский, Дмитриевский, Зименковский, Никол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ь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ский, Рыжиковский, Семивраговский, Семловский, Середской, Трофимо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ский, Федуринский.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Город Данилов: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Переулки: Ветеринарный, Вологодский, Володарского, Дорожный, З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водской, Ивана Купича, Садовый.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Площади: Преображенская, Юбилейная.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Улицы: Вологодская, Володарского, Дорожная, Заводская, Загородная, Молодежная, Набережная, Новая, Петербургская, Северная, Спортивная, Урицкого, Шарохина, Щелокова.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78641E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lastRenderedPageBreak/>
        <w:t>Судебный участок №</w:t>
      </w:r>
      <w:r w:rsidR="00411B50"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2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Сельские округа: Вахтинский, Горинский, Даниловский, Ермаковский, Марьинский, Покровский, Слободской, Тороповский, Шаготский.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Город Данилов: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Переулки: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Восточный</w:t>
      </w:r>
      <w:proofErr w:type="gramEnd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, Деповской, Депутатский, Любимский, Мелиор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а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торов, Некрасовский, Полевой, Тутаевский, Сенной.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Переезд Раменский.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Площади: Привокзальная, Соборная, Советская.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Тяговая подстанция.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Улицы: </w:t>
      </w:r>
      <w:proofErr w:type="gramStart"/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Вишневая, Восточная, Вятская, Гражданская, Деповская, Деп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у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татская, Дубравная, Железнодорожная, Запрудная, Заречная, Зеленая, Земл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я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ной вал, Ивановская, Калинина, Карла Маркса, Кирова, Коммунальная, Ко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м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сомольская, Ленина, Лесная, Ломоносова, Луговая, Любимская, Мелиорат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ров, Менделеева, Мира, Некрасова, Новокузнечная, Новорыбинская, Остро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в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ского, Парковая, Первомайская, Петровская, Пионерская, Полевая, Приво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к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зальная, Путейская, Рабочая, Раменская, Садовая, Свердлова, Свободы, Се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ная, Сосновая, Тутаевская, Циммервальда, Южная, Ярославская.</w:t>
      </w:r>
      <w:proofErr w:type="gramEnd"/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592831" w:rsidRDefault="00411B50" w:rsidP="00411B5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Любимский </w:t>
      </w:r>
      <w:r w:rsidR="0078641E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судебный </w:t>
      </w: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район</w:t>
      </w:r>
    </w:p>
    <w:p w:rsidR="00411B50" w:rsidRPr="008639BD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8639BD" w:rsidRDefault="00411B50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участок </w:t>
      </w:r>
      <w:r w:rsidR="0078641E" w:rsidRPr="008639BD">
        <w:rPr>
          <w:rFonts w:ascii="Times New Roman" w:eastAsia="Calibri" w:hAnsi="Times New Roman"/>
          <w:sz w:val="28"/>
          <w:szCs w:val="28"/>
          <w:lang w:val="ru-RU" w:bidi="ar-SA"/>
        </w:rPr>
        <w:t>№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Любимский район.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592831" w:rsidRDefault="00411B50" w:rsidP="00411B5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Мышкинский </w:t>
      </w:r>
      <w:r w:rsidR="0078641E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судебный </w:t>
      </w: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район</w:t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411B50" w:rsidRPr="008639BD" w:rsidRDefault="00411B50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участок </w:t>
      </w:r>
      <w:r w:rsidR="0078641E" w:rsidRPr="008639BD">
        <w:rPr>
          <w:rFonts w:ascii="Times New Roman" w:eastAsia="Calibri" w:hAnsi="Times New Roman"/>
          <w:sz w:val="28"/>
          <w:szCs w:val="28"/>
          <w:lang w:val="ru-RU" w:bidi="ar-SA"/>
        </w:rPr>
        <w:t>№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</w:t>
      </w:r>
    </w:p>
    <w:p w:rsidR="00411B50" w:rsidRPr="008639BD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>Мышкинский район.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592831" w:rsidRDefault="00411B50" w:rsidP="00411B5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Некрасовский </w:t>
      </w:r>
      <w:r w:rsidR="0078641E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судебный </w:t>
      </w: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район</w:t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411B50" w:rsidRPr="008639BD" w:rsidRDefault="00411B50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участок </w:t>
      </w:r>
      <w:r w:rsidR="0078641E" w:rsidRPr="008639BD">
        <w:rPr>
          <w:rFonts w:ascii="Times New Roman" w:eastAsia="Calibri" w:hAnsi="Times New Roman"/>
          <w:sz w:val="28"/>
          <w:szCs w:val="28"/>
          <w:lang w:val="ru-RU" w:bidi="ar-SA"/>
        </w:rPr>
        <w:t>№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Некрасовский район.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592831" w:rsidRDefault="00411B50" w:rsidP="00411B5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Некоузский </w:t>
      </w:r>
      <w:r w:rsidR="0078641E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судебный </w:t>
      </w: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район</w:t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411B50" w:rsidRPr="008639BD" w:rsidRDefault="00411B50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участок </w:t>
      </w:r>
      <w:r w:rsidR="0078641E" w:rsidRPr="008639BD">
        <w:rPr>
          <w:rFonts w:ascii="Times New Roman" w:eastAsia="Calibri" w:hAnsi="Times New Roman"/>
          <w:sz w:val="28"/>
          <w:szCs w:val="28"/>
          <w:lang w:val="ru-RU" w:bidi="ar-SA"/>
        </w:rPr>
        <w:t>№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Некоузский район.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411B50" w:rsidRPr="00592831" w:rsidRDefault="00411B50" w:rsidP="00411B5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Первомайский </w:t>
      </w:r>
      <w:r w:rsidR="0078641E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судебный </w:t>
      </w: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район</w:t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411B50" w:rsidRPr="008639BD" w:rsidRDefault="00411B50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участок </w:t>
      </w:r>
      <w:r w:rsidR="0078641E" w:rsidRPr="008639BD">
        <w:rPr>
          <w:rFonts w:ascii="Times New Roman" w:eastAsia="Calibri" w:hAnsi="Times New Roman"/>
          <w:sz w:val="28"/>
          <w:szCs w:val="28"/>
          <w:lang w:val="ru-RU" w:bidi="ar-SA"/>
        </w:rPr>
        <w:t>№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Первомайский район.</w:t>
      </w:r>
    </w:p>
    <w:p w:rsidR="00411B50" w:rsidRPr="000A1B20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  <w:lang w:val="ru-RU" w:bidi="ar-SA"/>
        </w:rPr>
      </w:pPr>
    </w:p>
    <w:p w:rsidR="00EF3CE5" w:rsidRDefault="00EF3CE5">
      <w:pPr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>
        <w:rPr>
          <w:rFonts w:ascii="Times New Roman" w:eastAsia="Calibri" w:hAnsi="Times New Roman"/>
          <w:b/>
          <w:sz w:val="28"/>
          <w:szCs w:val="28"/>
          <w:lang w:val="ru-RU" w:bidi="ar-SA"/>
        </w:rPr>
        <w:br w:type="page"/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lastRenderedPageBreak/>
        <w:t xml:space="preserve">Пошехонский </w:t>
      </w:r>
      <w:r w:rsidR="0078641E"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судебный </w:t>
      </w:r>
      <w:r w:rsidRPr="00592831">
        <w:rPr>
          <w:rFonts w:ascii="Times New Roman" w:eastAsia="Calibri" w:hAnsi="Times New Roman"/>
          <w:b/>
          <w:sz w:val="28"/>
          <w:szCs w:val="28"/>
          <w:lang w:val="ru-RU" w:bidi="ar-SA"/>
        </w:rPr>
        <w:t>район</w:t>
      </w:r>
    </w:p>
    <w:p w:rsidR="00411B50" w:rsidRPr="00592831" w:rsidRDefault="00411B50" w:rsidP="00411B50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411B50" w:rsidRPr="008639BD" w:rsidRDefault="00411B50" w:rsidP="00592831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Судебный участок </w:t>
      </w:r>
      <w:r w:rsidR="0078641E" w:rsidRPr="008639BD">
        <w:rPr>
          <w:rFonts w:ascii="Times New Roman" w:eastAsia="Calibri" w:hAnsi="Times New Roman"/>
          <w:sz w:val="28"/>
          <w:szCs w:val="28"/>
          <w:lang w:val="ru-RU" w:bidi="ar-SA"/>
        </w:rPr>
        <w:t>№</w:t>
      </w:r>
      <w:r w:rsidRPr="008639BD">
        <w:rPr>
          <w:rFonts w:ascii="Times New Roman" w:eastAsia="Calibri" w:hAnsi="Times New Roman"/>
          <w:sz w:val="28"/>
          <w:szCs w:val="28"/>
          <w:lang w:val="ru-RU" w:bidi="ar-SA"/>
        </w:rPr>
        <w:t xml:space="preserve"> 1</w:t>
      </w:r>
    </w:p>
    <w:p w:rsidR="00411B50" w:rsidRPr="000A1B20" w:rsidRDefault="00411B50" w:rsidP="00411B5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Пошехонский район</w:t>
      </w:r>
      <w:proofErr w:type="gramStart"/>
      <w:r w:rsidRPr="000A1B20">
        <w:rPr>
          <w:rFonts w:ascii="Times New Roman" w:eastAsia="Calibri" w:hAnsi="Times New Roman"/>
          <w:sz w:val="28"/>
          <w:szCs w:val="28"/>
          <w:lang w:val="ru-RU" w:bidi="ar-SA"/>
        </w:rPr>
        <w:t>.</w:t>
      </w:r>
      <w:r w:rsidR="0078641E" w:rsidRPr="000A1B20">
        <w:rPr>
          <w:rFonts w:ascii="Times New Roman" w:eastAsia="Calibri" w:hAnsi="Times New Roman"/>
          <w:sz w:val="28"/>
          <w:szCs w:val="28"/>
          <w:lang w:val="ru-RU" w:bidi="ar-SA"/>
        </w:rPr>
        <w:t>»</w:t>
      </w:r>
      <w:r w:rsidR="00295032" w:rsidRPr="000A1B20">
        <w:rPr>
          <w:rFonts w:ascii="Times New Roman" w:eastAsia="Calibri" w:hAnsi="Times New Roman"/>
          <w:sz w:val="28"/>
          <w:szCs w:val="28"/>
          <w:lang w:val="ru-RU" w:bidi="ar-SA"/>
        </w:rPr>
        <w:t>.</w:t>
      </w:r>
      <w:proofErr w:type="gramEnd"/>
    </w:p>
    <w:p w:rsidR="00295032" w:rsidRPr="000A1B20" w:rsidRDefault="00295032" w:rsidP="0029503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:rsidR="0003344A" w:rsidRPr="00AD26A6" w:rsidRDefault="0003344A" w:rsidP="0003344A">
      <w:pPr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AD26A6">
        <w:rPr>
          <w:rFonts w:ascii="Times New Roman" w:hAnsi="Times New Roman"/>
          <w:b/>
          <w:sz w:val="28"/>
          <w:szCs w:val="28"/>
          <w:lang w:val="ru-RU"/>
        </w:rPr>
        <w:t xml:space="preserve">Статья </w:t>
      </w:r>
      <w:r w:rsidR="00C41A5A">
        <w:rPr>
          <w:rFonts w:ascii="Times New Roman" w:hAnsi="Times New Roman"/>
          <w:b/>
          <w:sz w:val="28"/>
          <w:szCs w:val="28"/>
          <w:lang w:val="ru-RU"/>
        </w:rPr>
        <w:t>3</w:t>
      </w:r>
    </w:p>
    <w:p w:rsidR="00BA278B" w:rsidRPr="00BA278B" w:rsidRDefault="00BA278B" w:rsidP="00BA2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BA278B">
        <w:rPr>
          <w:rFonts w:ascii="Times New Roman" w:hAnsi="Times New Roman"/>
          <w:sz w:val="28"/>
          <w:szCs w:val="28"/>
          <w:lang w:val="ru-RU"/>
        </w:rPr>
        <w:t>1. Мировые судьи, назначенные на должность до вступления в силу настоящего Закона, осуществляют свою деятельность в пределах соотве</w:t>
      </w:r>
      <w:r w:rsidRPr="00BA278B">
        <w:rPr>
          <w:rFonts w:ascii="Times New Roman" w:hAnsi="Times New Roman"/>
          <w:sz w:val="28"/>
          <w:szCs w:val="28"/>
          <w:lang w:val="ru-RU"/>
        </w:rPr>
        <w:t>т</w:t>
      </w:r>
      <w:r w:rsidRPr="00BA278B">
        <w:rPr>
          <w:rFonts w:ascii="Times New Roman" w:hAnsi="Times New Roman"/>
          <w:sz w:val="28"/>
          <w:szCs w:val="28"/>
          <w:lang w:val="ru-RU"/>
        </w:rPr>
        <w:t>ствующих судебных районов на соответствующих судебных участках в гр</w:t>
      </w:r>
      <w:r w:rsidRPr="00BA278B">
        <w:rPr>
          <w:rFonts w:ascii="Times New Roman" w:hAnsi="Times New Roman"/>
          <w:sz w:val="28"/>
          <w:szCs w:val="28"/>
          <w:lang w:val="ru-RU"/>
        </w:rPr>
        <w:t>а</w:t>
      </w:r>
      <w:r w:rsidRPr="00BA278B">
        <w:rPr>
          <w:rFonts w:ascii="Times New Roman" w:hAnsi="Times New Roman"/>
          <w:sz w:val="28"/>
          <w:szCs w:val="28"/>
          <w:lang w:val="ru-RU"/>
        </w:rPr>
        <w:t>ницах, установленных настоящим Законом, за исключением мировых судей, должности которых упраздняются в со</w:t>
      </w:r>
      <w:r w:rsidR="00E81CA4">
        <w:rPr>
          <w:rFonts w:ascii="Times New Roman" w:hAnsi="Times New Roman"/>
          <w:sz w:val="28"/>
          <w:szCs w:val="28"/>
          <w:lang w:val="ru-RU"/>
        </w:rPr>
        <w:t>ответствии с положениями пункта 1 части </w:t>
      </w:r>
      <w:r w:rsidRPr="00BA278B">
        <w:rPr>
          <w:rFonts w:ascii="Times New Roman" w:hAnsi="Times New Roman"/>
          <w:sz w:val="28"/>
          <w:szCs w:val="28"/>
          <w:lang w:val="ru-RU"/>
        </w:rPr>
        <w:t>2 настоящей статьи.</w:t>
      </w:r>
    </w:p>
    <w:p w:rsidR="00BA278B" w:rsidRPr="00BA278B" w:rsidRDefault="00BA278B" w:rsidP="00BA2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BA278B">
        <w:rPr>
          <w:rFonts w:ascii="Times New Roman" w:hAnsi="Times New Roman"/>
          <w:sz w:val="28"/>
          <w:szCs w:val="28"/>
          <w:lang w:val="ru-RU"/>
        </w:rPr>
        <w:t>2. В связи с принятием Федеральног</w:t>
      </w:r>
      <w:r w:rsidR="00E81CA4">
        <w:rPr>
          <w:rFonts w:ascii="Times New Roman" w:hAnsi="Times New Roman"/>
          <w:sz w:val="28"/>
          <w:szCs w:val="28"/>
          <w:lang w:val="ru-RU"/>
        </w:rPr>
        <w:t>о закона от 14 июня 2012 года</w:t>
      </w:r>
      <w:r w:rsidR="00E81CA4">
        <w:rPr>
          <w:rFonts w:ascii="Times New Roman" w:hAnsi="Times New Roman"/>
          <w:sz w:val="28"/>
          <w:szCs w:val="28"/>
          <w:lang w:val="ru-RU"/>
        </w:rPr>
        <w:br/>
        <w:t>№ </w:t>
      </w:r>
      <w:r w:rsidRPr="00BA278B">
        <w:rPr>
          <w:rFonts w:ascii="Times New Roman" w:hAnsi="Times New Roman"/>
          <w:sz w:val="28"/>
          <w:szCs w:val="28"/>
          <w:lang w:val="ru-RU"/>
        </w:rPr>
        <w:t>73-ФЗ «Об упразднении Рыбинского районного суда Ярославской обл</w:t>
      </w:r>
      <w:r w:rsidRPr="00BA278B">
        <w:rPr>
          <w:rFonts w:ascii="Times New Roman" w:hAnsi="Times New Roman"/>
          <w:sz w:val="28"/>
          <w:szCs w:val="28"/>
          <w:lang w:val="ru-RU"/>
        </w:rPr>
        <w:t>а</w:t>
      </w:r>
      <w:r w:rsidRPr="00BA278B">
        <w:rPr>
          <w:rFonts w:ascii="Times New Roman" w:hAnsi="Times New Roman"/>
          <w:sz w:val="28"/>
          <w:szCs w:val="28"/>
          <w:lang w:val="ru-RU"/>
        </w:rPr>
        <w:t>сти» и настоящего Закона:</w:t>
      </w:r>
    </w:p>
    <w:p w:rsidR="00BA278B" w:rsidRPr="00BA278B" w:rsidRDefault="00BA278B" w:rsidP="00BA2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BA278B">
        <w:rPr>
          <w:rFonts w:ascii="Times New Roman" w:hAnsi="Times New Roman"/>
          <w:sz w:val="28"/>
          <w:szCs w:val="28"/>
          <w:lang w:val="ru-RU"/>
        </w:rPr>
        <w:t>1) упразднить должности мир</w:t>
      </w:r>
      <w:r w:rsidR="00E81CA4">
        <w:rPr>
          <w:rFonts w:ascii="Times New Roman" w:hAnsi="Times New Roman"/>
          <w:sz w:val="28"/>
          <w:szCs w:val="28"/>
          <w:lang w:val="ru-RU"/>
        </w:rPr>
        <w:t>овых судей и судебные участки № 1 и № </w:t>
      </w:r>
      <w:r w:rsidRPr="00BA278B">
        <w:rPr>
          <w:rFonts w:ascii="Times New Roman" w:hAnsi="Times New Roman"/>
          <w:sz w:val="28"/>
          <w:szCs w:val="28"/>
          <w:lang w:val="ru-RU"/>
        </w:rPr>
        <w:t>2 Рыбинского района Ярославской области;</w:t>
      </w:r>
    </w:p>
    <w:p w:rsidR="00BA278B" w:rsidRDefault="00BA278B" w:rsidP="00BA2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BA278B">
        <w:rPr>
          <w:rFonts w:ascii="Times New Roman" w:hAnsi="Times New Roman"/>
          <w:sz w:val="28"/>
          <w:szCs w:val="28"/>
          <w:lang w:val="ru-RU"/>
        </w:rPr>
        <w:t xml:space="preserve">2) </w:t>
      </w:r>
      <w:r w:rsidRPr="00E81CA4">
        <w:rPr>
          <w:rFonts w:ascii="Times New Roman" w:hAnsi="Times New Roman"/>
          <w:sz w:val="28"/>
          <w:szCs w:val="28"/>
          <w:lang w:val="ru-RU"/>
        </w:rPr>
        <w:t>создать должности мир</w:t>
      </w:r>
      <w:r w:rsidR="00E81CA4">
        <w:rPr>
          <w:rFonts w:ascii="Times New Roman" w:hAnsi="Times New Roman"/>
          <w:sz w:val="28"/>
          <w:szCs w:val="28"/>
          <w:lang w:val="ru-RU"/>
        </w:rPr>
        <w:t>овых судей и судебные участки № 12 и № </w:t>
      </w:r>
      <w:r w:rsidRPr="00E81CA4">
        <w:rPr>
          <w:rFonts w:ascii="Times New Roman" w:hAnsi="Times New Roman"/>
          <w:sz w:val="28"/>
          <w:szCs w:val="28"/>
          <w:lang w:val="ru-RU"/>
        </w:rPr>
        <w:t>13 Рыбинского судебного района Ярославской области в границах</w:t>
      </w:r>
      <w:r w:rsidR="00F446B6" w:rsidRPr="00E81CA4">
        <w:rPr>
          <w:rFonts w:ascii="Times New Roman" w:hAnsi="Times New Roman"/>
          <w:sz w:val="28"/>
          <w:szCs w:val="28"/>
          <w:lang w:val="ru-RU"/>
        </w:rPr>
        <w:t>,</w:t>
      </w:r>
      <w:r w:rsidRPr="00E81CA4">
        <w:rPr>
          <w:rFonts w:ascii="Times New Roman" w:hAnsi="Times New Roman"/>
          <w:sz w:val="28"/>
          <w:szCs w:val="28"/>
          <w:lang w:val="ru-RU"/>
        </w:rPr>
        <w:t xml:space="preserve"> соотве</w:t>
      </w:r>
      <w:r w:rsidRPr="00E81CA4">
        <w:rPr>
          <w:rFonts w:ascii="Times New Roman" w:hAnsi="Times New Roman"/>
          <w:sz w:val="28"/>
          <w:szCs w:val="28"/>
          <w:lang w:val="ru-RU"/>
        </w:rPr>
        <w:t>т</w:t>
      </w:r>
      <w:r w:rsidRPr="00E81CA4">
        <w:rPr>
          <w:rFonts w:ascii="Times New Roman" w:hAnsi="Times New Roman"/>
          <w:sz w:val="28"/>
          <w:szCs w:val="28"/>
          <w:lang w:val="ru-RU"/>
        </w:rPr>
        <w:t>ствующих</w:t>
      </w:r>
      <w:r w:rsidR="00F446B6" w:rsidRPr="00E81CA4">
        <w:rPr>
          <w:rFonts w:ascii="Times New Roman" w:hAnsi="Times New Roman"/>
          <w:sz w:val="28"/>
          <w:szCs w:val="28"/>
          <w:lang w:val="ru-RU"/>
        </w:rPr>
        <w:t xml:space="preserve"> границам</w:t>
      </w:r>
      <w:r w:rsidRPr="00E81C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446B6" w:rsidRPr="00E81CA4">
        <w:rPr>
          <w:rFonts w:ascii="Times New Roman" w:hAnsi="Times New Roman"/>
          <w:sz w:val="28"/>
          <w:szCs w:val="28"/>
          <w:lang w:val="ru-RU"/>
        </w:rPr>
        <w:t>судебных участков</w:t>
      </w:r>
      <w:r w:rsidR="00E81CA4">
        <w:rPr>
          <w:rFonts w:ascii="Times New Roman" w:hAnsi="Times New Roman"/>
          <w:sz w:val="28"/>
          <w:szCs w:val="28"/>
          <w:lang w:val="ru-RU"/>
        </w:rPr>
        <w:t xml:space="preserve"> № 1 и № </w:t>
      </w:r>
      <w:r w:rsidRPr="00E81CA4">
        <w:rPr>
          <w:rFonts w:ascii="Times New Roman" w:hAnsi="Times New Roman"/>
          <w:sz w:val="28"/>
          <w:szCs w:val="28"/>
          <w:lang w:val="ru-RU"/>
        </w:rPr>
        <w:t>2 Рыбинского района Яр</w:t>
      </w:r>
      <w:r w:rsidRPr="00E81CA4">
        <w:rPr>
          <w:rFonts w:ascii="Times New Roman" w:hAnsi="Times New Roman"/>
          <w:sz w:val="28"/>
          <w:szCs w:val="28"/>
          <w:lang w:val="ru-RU"/>
        </w:rPr>
        <w:t>о</w:t>
      </w:r>
      <w:r w:rsidRPr="00E81CA4">
        <w:rPr>
          <w:rFonts w:ascii="Times New Roman" w:hAnsi="Times New Roman"/>
          <w:sz w:val="28"/>
          <w:szCs w:val="28"/>
          <w:lang w:val="ru-RU"/>
        </w:rPr>
        <w:t>славской области соответственно;</w:t>
      </w:r>
    </w:p>
    <w:p w:rsidR="0003344A" w:rsidRPr="0003344A" w:rsidRDefault="00BA278B" w:rsidP="00BA278B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BA278B">
        <w:rPr>
          <w:rFonts w:ascii="Times New Roman" w:hAnsi="Times New Roman"/>
          <w:sz w:val="28"/>
          <w:szCs w:val="28"/>
          <w:lang w:val="ru-RU"/>
        </w:rPr>
        <w:t>3) мировые судьи, назначенные до вступления в силу настояще</w:t>
      </w:r>
      <w:r w:rsidR="00E81CA4">
        <w:rPr>
          <w:rFonts w:ascii="Times New Roman" w:hAnsi="Times New Roman"/>
          <w:sz w:val="28"/>
          <w:szCs w:val="28"/>
          <w:lang w:val="ru-RU"/>
        </w:rPr>
        <w:t>го Закона на судебные участки № 1 и № </w:t>
      </w:r>
      <w:r w:rsidRPr="00BA278B">
        <w:rPr>
          <w:rFonts w:ascii="Times New Roman" w:hAnsi="Times New Roman"/>
          <w:sz w:val="28"/>
          <w:szCs w:val="28"/>
          <w:lang w:val="ru-RU"/>
        </w:rPr>
        <w:t>2 Рыбинского района Ярославской области, осуществляют правосудие на территории судебных</w:t>
      </w:r>
      <w:r w:rsidR="00E81CA4">
        <w:rPr>
          <w:rFonts w:ascii="Times New Roman" w:hAnsi="Times New Roman"/>
          <w:sz w:val="28"/>
          <w:szCs w:val="28"/>
          <w:lang w:val="ru-RU"/>
        </w:rPr>
        <w:t xml:space="preserve"> участков № 12 и № </w:t>
      </w:r>
      <w:r w:rsidRPr="00BA278B">
        <w:rPr>
          <w:rFonts w:ascii="Times New Roman" w:hAnsi="Times New Roman"/>
          <w:sz w:val="28"/>
          <w:szCs w:val="28"/>
          <w:lang w:val="ru-RU"/>
        </w:rPr>
        <w:t>13 Рыбинского судебного района Ярославской области соответственно до назначения мировых судей на указанные судебные участки Рыбинского с</w:t>
      </w:r>
      <w:r w:rsidRPr="00BA278B">
        <w:rPr>
          <w:rFonts w:ascii="Times New Roman" w:hAnsi="Times New Roman"/>
          <w:sz w:val="28"/>
          <w:szCs w:val="28"/>
          <w:lang w:val="ru-RU"/>
        </w:rPr>
        <w:t>у</w:t>
      </w:r>
      <w:r w:rsidRPr="00BA278B">
        <w:rPr>
          <w:rFonts w:ascii="Times New Roman" w:hAnsi="Times New Roman"/>
          <w:sz w:val="28"/>
          <w:szCs w:val="28"/>
          <w:lang w:val="ru-RU"/>
        </w:rPr>
        <w:t>дебного района Ярославской области.</w:t>
      </w:r>
    </w:p>
    <w:p w:rsidR="00295032" w:rsidRDefault="00295032" w:rsidP="0029503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:rsidR="00592831" w:rsidRPr="00BA278B" w:rsidRDefault="00592831" w:rsidP="0029503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:rsidR="00B952F3" w:rsidRPr="00BA278B" w:rsidRDefault="00B952F3" w:rsidP="0029503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:rsidR="00295032" w:rsidRPr="00AD26A6" w:rsidRDefault="00295032" w:rsidP="002950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D26A6">
        <w:rPr>
          <w:rFonts w:ascii="Times New Roman" w:hAnsi="Times New Roman" w:cs="Times New Roman"/>
          <w:sz w:val="28"/>
          <w:szCs w:val="28"/>
        </w:rPr>
        <w:t>Губернатор</w:t>
      </w:r>
    </w:p>
    <w:p w:rsidR="00295032" w:rsidRPr="003D199D" w:rsidRDefault="00295032" w:rsidP="00295032">
      <w:pPr>
        <w:pStyle w:val="ConsPlusNormal"/>
        <w:tabs>
          <w:tab w:val="left" w:pos="737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D199D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Pr="003D199D">
        <w:rPr>
          <w:rFonts w:ascii="Times New Roman" w:hAnsi="Times New Roman" w:cs="Times New Roman"/>
          <w:sz w:val="28"/>
          <w:szCs w:val="28"/>
        </w:rPr>
        <w:tab/>
      </w:r>
      <w:r w:rsidR="00592831" w:rsidRPr="003D199D">
        <w:rPr>
          <w:rFonts w:ascii="Times New Roman" w:hAnsi="Times New Roman" w:cs="Times New Roman"/>
          <w:sz w:val="28"/>
          <w:szCs w:val="28"/>
        </w:rPr>
        <w:t xml:space="preserve">   </w:t>
      </w:r>
      <w:r w:rsidRPr="003D199D">
        <w:rPr>
          <w:rFonts w:ascii="Times New Roman" w:hAnsi="Times New Roman" w:cs="Times New Roman"/>
          <w:sz w:val="28"/>
          <w:szCs w:val="28"/>
        </w:rPr>
        <w:t>С.Н. Ястребов</w:t>
      </w:r>
    </w:p>
    <w:p w:rsidR="00295032" w:rsidRPr="003D199D" w:rsidRDefault="00295032" w:rsidP="002950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5032" w:rsidRPr="003D199D" w:rsidRDefault="00295032" w:rsidP="002950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199D" w:rsidRPr="003D199D" w:rsidRDefault="003D199D" w:rsidP="003D199D">
      <w:pPr>
        <w:rPr>
          <w:rFonts w:ascii="Times New Roman" w:hAnsi="Times New Roman"/>
          <w:sz w:val="28"/>
          <w:szCs w:val="28"/>
        </w:rPr>
      </w:pPr>
      <w:proofErr w:type="gramStart"/>
      <w:r w:rsidRPr="003D199D">
        <w:rPr>
          <w:rFonts w:ascii="Times New Roman" w:hAnsi="Times New Roman"/>
          <w:sz w:val="28"/>
          <w:szCs w:val="28"/>
        </w:rPr>
        <w:t xml:space="preserve">5 </w:t>
      </w:r>
      <w:proofErr w:type="spellStart"/>
      <w:r w:rsidRPr="003D199D">
        <w:rPr>
          <w:rFonts w:ascii="Times New Roman" w:hAnsi="Times New Roman"/>
          <w:sz w:val="28"/>
          <w:szCs w:val="28"/>
        </w:rPr>
        <w:t>июля</w:t>
      </w:r>
      <w:proofErr w:type="spellEnd"/>
      <w:r w:rsidRPr="003D199D">
        <w:rPr>
          <w:rFonts w:ascii="Times New Roman" w:hAnsi="Times New Roman"/>
          <w:sz w:val="28"/>
          <w:szCs w:val="28"/>
        </w:rPr>
        <w:t xml:space="preserve"> 20</w:t>
      </w:r>
      <w:r w:rsidRPr="003D199D">
        <w:rPr>
          <w:rFonts w:ascii="Times New Roman" w:hAnsi="Times New Roman"/>
          <w:color w:val="000000"/>
          <w:sz w:val="28"/>
          <w:szCs w:val="28"/>
        </w:rPr>
        <w:t xml:space="preserve">13 </w:t>
      </w:r>
      <w:r w:rsidRPr="003D199D">
        <w:rPr>
          <w:rFonts w:ascii="Times New Roman" w:hAnsi="Times New Roman"/>
          <w:sz w:val="28"/>
          <w:szCs w:val="28"/>
        </w:rPr>
        <w:t>г.</w:t>
      </w:r>
      <w:proofErr w:type="gramEnd"/>
    </w:p>
    <w:p w:rsidR="003D199D" w:rsidRPr="003D199D" w:rsidRDefault="003D199D" w:rsidP="003D199D">
      <w:pPr>
        <w:rPr>
          <w:rFonts w:ascii="Times New Roman" w:hAnsi="Times New Roman"/>
          <w:sz w:val="28"/>
          <w:szCs w:val="28"/>
        </w:rPr>
      </w:pPr>
    </w:p>
    <w:p w:rsidR="003D199D" w:rsidRPr="003D199D" w:rsidRDefault="003D199D" w:rsidP="003D199D">
      <w:pPr>
        <w:rPr>
          <w:rFonts w:ascii="Times New Roman" w:hAnsi="Times New Roman"/>
        </w:rPr>
      </w:pPr>
      <w:r w:rsidRPr="003D199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ru-RU"/>
        </w:rPr>
        <w:t>43</w:t>
      </w:r>
      <w:bookmarkStart w:id="0" w:name="_GoBack"/>
      <w:bookmarkEnd w:id="0"/>
      <w:r w:rsidRPr="003D199D">
        <w:rPr>
          <w:rFonts w:ascii="Times New Roman" w:hAnsi="Times New Roman"/>
          <w:sz w:val="28"/>
          <w:szCs w:val="28"/>
        </w:rPr>
        <w:t>-з</w:t>
      </w:r>
    </w:p>
    <w:p w:rsidR="00295032" w:rsidRPr="003D199D" w:rsidRDefault="00295032" w:rsidP="003D19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95032" w:rsidRPr="003D199D" w:rsidSect="00592831">
      <w:headerReference w:type="default" r:id="rId8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95F" w:rsidRDefault="00D9395F" w:rsidP="00AD26A6">
      <w:r>
        <w:separator/>
      </w:r>
    </w:p>
  </w:endnote>
  <w:endnote w:type="continuationSeparator" w:id="0">
    <w:p w:rsidR="00D9395F" w:rsidRDefault="00D9395F" w:rsidP="00AD2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95F" w:rsidRDefault="00D9395F" w:rsidP="00AD26A6">
      <w:r>
        <w:separator/>
      </w:r>
    </w:p>
  </w:footnote>
  <w:footnote w:type="continuationSeparator" w:id="0">
    <w:p w:rsidR="00D9395F" w:rsidRDefault="00D9395F" w:rsidP="00AD2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9BD" w:rsidRDefault="008639BD">
    <w:pPr>
      <w:pStyle w:val="a9"/>
      <w:jc w:val="center"/>
    </w:pPr>
    <w:r w:rsidRPr="00AD26A6">
      <w:rPr>
        <w:rFonts w:ascii="Times New Roman" w:hAnsi="Times New Roman"/>
        <w:sz w:val="28"/>
        <w:szCs w:val="28"/>
      </w:rPr>
      <w:fldChar w:fldCharType="begin"/>
    </w:r>
    <w:r w:rsidRPr="00AD26A6">
      <w:rPr>
        <w:rFonts w:ascii="Times New Roman" w:hAnsi="Times New Roman"/>
        <w:sz w:val="28"/>
        <w:szCs w:val="28"/>
      </w:rPr>
      <w:instrText xml:space="preserve"> PAGE   \* MERGEFORMAT </w:instrText>
    </w:r>
    <w:r w:rsidRPr="00AD26A6">
      <w:rPr>
        <w:rFonts w:ascii="Times New Roman" w:hAnsi="Times New Roman"/>
        <w:sz w:val="28"/>
        <w:szCs w:val="28"/>
      </w:rPr>
      <w:fldChar w:fldCharType="separate"/>
    </w:r>
    <w:r w:rsidR="003D199D">
      <w:rPr>
        <w:rFonts w:ascii="Times New Roman" w:hAnsi="Times New Roman"/>
        <w:noProof/>
        <w:sz w:val="28"/>
        <w:szCs w:val="28"/>
      </w:rPr>
      <w:t>22</w:t>
    </w:r>
    <w:r w:rsidRPr="00AD26A6">
      <w:rPr>
        <w:rFonts w:ascii="Times New Roman" w:hAnsi="Times New Roman"/>
        <w:sz w:val="28"/>
        <w:szCs w:val="28"/>
      </w:rPr>
      <w:fldChar w:fldCharType="end"/>
    </w:r>
  </w:p>
  <w:p w:rsidR="008639BD" w:rsidRDefault="008639B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50E"/>
    <w:rsid w:val="0003344A"/>
    <w:rsid w:val="00052F8C"/>
    <w:rsid w:val="000812DF"/>
    <w:rsid w:val="000A1B20"/>
    <w:rsid w:val="001069F5"/>
    <w:rsid w:val="00134BEC"/>
    <w:rsid w:val="00135F6F"/>
    <w:rsid w:val="00162A98"/>
    <w:rsid w:val="00171F90"/>
    <w:rsid w:val="001B73A3"/>
    <w:rsid w:val="001B7512"/>
    <w:rsid w:val="001D247F"/>
    <w:rsid w:val="00230AAA"/>
    <w:rsid w:val="00245562"/>
    <w:rsid w:val="00253B02"/>
    <w:rsid w:val="00255CA4"/>
    <w:rsid w:val="00262008"/>
    <w:rsid w:val="00295032"/>
    <w:rsid w:val="002A0C1B"/>
    <w:rsid w:val="002B68F6"/>
    <w:rsid w:val="00362697"/>
    <w:rsid w:val="003850AA"/>
    <w:rsid w:val="003D199D"/>
    <w:rsid w:val="00411B50"/>
    <w:rsid w:val="00414C24"/>
    <w:rsid w:val="0042550E"/>
    <w:rsid w:val="0043253D"/>
    <w:rsid w:val="00453DA0"/>
    <w:rsid w:val="00457BE2"/>
    <w:rsid w:val="00481017"/>
    <w:rsid w:val="0052385B"/>
    <w:rsid w:val="0054770B"/>
    <w:rsid w:val="005676BB"/>
    <w:rsid w:val="00573A2C"/>
    <w:rsid w:val="00585BBE"/>
    <w:rsid w:val="00592831"/>
    <w:rsid w:val="005971AA"/>
    <w:rsid w:val="005F11DE"/>
    <w:rsid w:val="0064621B"/>
    <w:rsid w:val="006506B6"/>
    <w:rsid w:val="00683019"/>
    <w:rsid w:val="0068327D"/>
    <w:rsid w:val="006B2D65"/>
    <w:rsid w:val="006B7BA5"/>
    <w:rsid w:val="006D49F4"/>
    <w:rsid w:val="006F3F76"/>
    <w:rsid w:val="007128BF"/>
    <w:rsid w:val="0072517D"/>
    <w:rsid w:val="007410D3"/>
    <w:rsid w:val="007602AD"/>
    <w:rsid w:val="00764AFD"/>
    <w:rsid w:val="007674C8"/>
    <w:rsid w:val="007772D2"/>
    <w:rsid w:val="0078641E"/>
    <w:rsid w:val="007A5268"/>
    <w:rsid w:val="007D299F"/>
    <w:rsid w:val="007E5496"/>
    <w:rsid w:val="00801B42"/>
    <w:rsid w:val="00806625"/>
    <w:rsid w:val="00827892"/>
    <w:rsid w:val="008639BD"/>
    <w:rsid w:val="008838D6"/>
    <w:rsid w:val="00895290"/>
    <w:rsid w:val="008D1D38"/>
    <w:rsid w:val="008F5132"/>
    <w:rsid w:val="00903871"/>
    <w:rsid w:val="00912DEE"/>
    <w:rsid w:val="00954C11"/>
    <w:rsid w:val="00976D50"/>
    <w:rsid w:val="00993B7D"/>
    <w:rsid w:val="009A3CAF"/>
    <w:rsid w:val="00A964B0"/>
    <w:rsid w:val="00AA248B"/>
    <w:rsid w:val="00AD26A6"/>
    <w:rsid w:val="00AD276A"/>
    <w:rsid w:val="00B06EEA"/>
    <w:rsid w:val="00B11806"/>
    <w:rsid w:val="00B53C61"/>
    <w:rsid w:val="00B55AF8"/>
    <w:rsid w:val="00B608C3"/>
    <w:rsid w:val="00B65000"/>
    <w:rsid w:val="00B952F3"/>
    <w:rsid w:val="00BA278B"/>
    <w:rsid w:val="00BA3842"/>
    <w:rsid w:val="00C41A5A"/>
    <w:rsid w:val="00C4755F"/>
    <w:rsid w:val="00C93E32"/>
    <w:rsid w:val="00CB4203"/>
    <w:rsid w:val="00CB50A1"/>
    <w:rsid w:val="00D05D74"/>
    <w:rsid w:val="00D45867"/>
    <w:rsid w:val="00D551FE"/>
    <w:rsid w:val="00D741AD"/>
    <w:rsid w:val="00D9395F"/>
    <w:rsid w:val="00DA2E3A"/>
    <w:rsid w:val="00DB15A0"/>
    <w:rsid w:val="00DB5509"/>
    <w:rsid w:val="00E4748D"/>
    <w:rsid w:val="00E72646"/>
    <w:rsid w:val="00E81CA4"/>
    <w:rsid w:val="00EA4A4D"/>
    <w:rsid w:val="00EB14C5"/>
    <w:rsid w:val="00EB2817"/>
    <w:rsid w:val="00EC0CE5"/>
    <w:rsid w:val="00EC714D"/>
    <w:rsid w:val="00EC7E67"/>
    <w:rsid w:val="00ED6394"/>
    <w:rsid w:val="00EF3CE5"/>
    <w:rsid w:val="00F20BC9"/>
    <w:rsid w:val="00F446B6"/>
    <w:rsid w:val="00F6311D"/>
    <w:rsid w:val="00F76DEB"/>
    <w:rsid w:val="00F903E7"/>
    <w:rsid w:val="00F91CEC"/>
    <w:rsid w:val="00FA1F1F"/>
    <w:rsid w:val="00FE06DA"/>
    <w:rsid w:val="00FF6581"/>
    <w:rsid w:val="00FF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0E"/>
    <w:rPr>
      <w:rFonts w:eastAsia="Times New Roman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4255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550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2550E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30">
    <w:name w:val="Заголовок 3 Знак"/>
    <w:link w:val="3"/>
    <w:uiPriority w:val="9"/>
    <w:semiHidden/>
    <w:rsid w:val="0042550E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paragraph" w:customStyle="1" w:styleId="a3">
    <w:name w:val="Стиль полужирный По центру"/>
    <w:basedOn w:val="a"/>
    <w:rsid w:val="0042550E"/>
    <w:pPr>
      <w:jc w:val="center"/>
    </w:pPr>
    <w:rPr>
      <w:rFonts w:ascii="Times New Roman" w:hAnsi="Times New Roman"/>
      <w:b/>
      <w:bCs/>
      <w:sz w:val="28"/>
      <w:szCs w:val="20"/>
      <w:lang w:val="ru-RU" w:eastAsia="ru-RU" w:bidi="ar-SA"/>
    </w:rPr>
  </w:style>
  <w:style w:type="paragraph" w:customStyle="1" w:styleId="a4">
    <w:name w:val="Название главы"/>
    <w:basedOn w:val="a"/>
    <w:rsid w:val="0042550E"/>
    <w:pPr>
      <w:jc w:val="center"/>
    </w:pPr>
    <w:rPr>
      <w:rFonts w:ascii="Times New Roman" w:hAnsi="Times New Roman"/>
      <w:sz w:val="28"/>
      <w:szCs w:val="20"/>
      <w:lang w:val="ru-RU" w:eastAsia="ru-RU" w:bidi="ar-SA"/>
    </w:rPr>
  </w:style>
  <w:style w:type="paragraph" w:customStyle="1" w:styleId="18">
    <w:name w:val="Стиль 18 пт полужирный По центру"/>
    <w:basedOn w:val="a"/>
    <w:rsid w:val="0042550E"/>
    <w:pPr>
      <w:jc w:val="center"/>
    </w:pPr>
    <w:rPr>
      <w:rFonts w:ascii="Times New Roman" w:hAnsi="Times New Roman"/>
      <w:b/>
      <w:bCs/>
      <w:sz w:val="36"/>
      <w:szCs w:val="20"/>
      <w:lang w:val="ru-RU" w:eastAsia="ru-RU" w:bidi="ar-SA"/>
    </w:rPr>
  </w:style>
  <w:style w:type="paragraph" w:customStyle="1" w:styleId="a5">
    <w:name w:val="Принят ГД"/>
    <w:basedOn w:val="a"/>
    <w:rsid w:val="0042550E"/>
    <w:pPr>
      <w:jc w:val="both"/>
    </w:pPr>
    <w:rPr>
      <w:rFonts w:ascii="Times New Roman" w:hAnsi="Times New Roman"/>
      <w:szCs w:val="20"/>
      <w:lang w:val="ru-RU" w:eastAsia="ru-RU" w:bidi="ar-SA"/>
    </w:rPr>
  </w:style>
  <w:style w:type="paragraph" w:styleId="a6">
    <w:name w:val="Balloon Text"/>
    <w:basedOn w:val="a"/>
    <w:link w:val="a7"/>
    <w:uiPriority w:val="99"/>
    <w:semiHidden/>
    <w:unhideWhenUsed/>
    <w:rsid w:val="004255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2550E"/>
    <w:rPr>
      <w:rFonts w:ascii="Tahoma" w:eastAsia="Times New Roman" w:hAnsi="Tahoma" w:cs="Tahoma"/>
      <w:sz w:val="16"/>
      <w:szCs w:val="16"/>
      <w:lang w:val="en-US" w:bidi="en-US"/>
    </w:rPr>
  </w:style>
  <w:style w:type="paragraph" w:styleId="a8">
    <w:name w:val="List Paragraph"/>
    <w:basedOn w:val="a"/>
    <w:uiPriority w:val="34"/>
    <w:qFormat/>
    <w:rsid w:val="00230AAA"/>
    <w:pPr>
      <w:ind w:left="720"/>
      <w:contextualSpacing/>
    </w:pPr>
  </w:style>
  <w:style w:type="paragraph" w:customStyle="1" w:styleId="ConsPlusNormal">
    <w:name w:val="ConsPlusNormal"/>
    <w:rsid w:val="0029503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header"/>
    <w:basedOn w:val="a"/>
    <w:link w:val="aa"/>
    <w:uiPriority w:val="99"/>
    <w:unhideWhenUsed/>
    <w:rsid w:val="00AD26A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D26A6"/>
    <w:rPr>
      <w:rFonts w:eastAsia="Times New Roman" w:cs="Times New Roman"/>
      <w:sz w:val="24"/>
      <w:szCs w:val="24"/>
      <w:lang w:val="en-US" w:bidi="en-US"/>
    </w:rPr>
  </w:style>
  <w:style w:type="paragraph" w:styleId="ab">
    <w:name w:val="footer"/>
    <w:basedOn w:val="a"/>
    <w:link w:val="ac"/>
    <w:uiPriority w:val="99"/>
    <w:unhideWhenUsed/>
    <w:rsid w:val="00AD26A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AD26A6"/>
    <w:rPr>
      <w:rFonts w:eastAsia="Times New Roman" w:cs="Times New Roman"/>
      <w:sz w:val="24"/>
      <w:szCs w:val="24"/>
      <w:lang w:val="en-US" w:bidi="en-US"/>
    </w:rPr>
  </w:style>
  <w:style w:type="character" w:styleId="ad">
    <w:name w:val="Hyperlink"/>
    <w:uiPriority w:val="99"/>
    <w:unhideWhenUsed/>
    <w:rsid w:val="0003344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0E"/>
    <w:rPr>
      <w:rFonts w:eastAsia="Times New Roman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4255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550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2550E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30">
    <w:name w:val="Заголовок 3 Знак"/>
    <w:link w:val="3"/>
    <w:uiPriority w:val="9"/>
    <w:semiHidden/>
    <w:rsid w:val="0042550E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paragraph" w:customStyle="1" w:styleId="a3">
    <w:name w:val="Стиль полужирный По центру"/>
    <w:basedOn w:val="a"/>
    <w:rsid w:val="0042550E"/>
    <w:pPr>
      <w:jc w:val="center"/>
    </w:pPr>
    <w:rPr>
      <w:rFonts w:ascii="Times New Roman" w:hAnsi="Times New Roman"/>
      <w:b/>
      <w:bCs/>
      <w:sz w:val="28"/>
      <w:szCs w:val="20"/>
      <w:lang w:val="ru-RU" w:eastAsia="ru-RU" w:bidi="ar-SA"/>
    </w:rPr>
  </w:style>
  <w:style w:type="paragraph" w:customStyle="1" w:styleId="a4">
    <w:name w:val="Название главы"/>
    <w:basedOn w:val="a"/>
    <w:rsid w:val="0042550E"/>
    <w:pPr>
      <w:jc w:val="center"/>
    </w:pPr>
    <w:rPr>
      <w:rFonts w:ascii="Times New Roman" w:hAnsi="Times New Roman"/>
      <w:sz w:val="28"/>
      <w:szCs w:val="20"/>
      <w:lang w:val="ru-RU" w:eastAsia="ru-RU" w:bidi="ar-SA"/>
    </w:rPr>
  </w:style>
  <w:style w:type="paragraph" w:customStyle="1" w:styleId="18">
    <w:name w:val="Стиль 18 пт полужирный По центру"/>
    <w:basedOn w:val="a"/>
    <w:rsid w:val="0042550E"/>
    <w:pPr>
      <w:jc w:val="center"/>
    </w:pPr>
    <w:rPr>
      <w:rFonts w:ascii="Times New Roman" w:hAnsi="Times New Roman"/>
      <w:b/>
      <w:bCs/>
      <w:sz w:val="36"/>
      <w:szCs w:val="20"/>
      <w:lang w:val="ru-RU" w:eastAsia="ru-RU" w:bidi="ar-SA"/>
    </w:rPr>
  </w:style>
  <w:style w:type="paragraph" w:customStyle="1" w:styleId="a5">
    <w:name w:val="Принят ГД"/>
    <w:basedOn w:val="a"/>
    <w:rsid w:val="0042550E"/>
    <w:pPr>
      <w:jc w:val="both"/>
    </w:pPr>
    <w:rPr>
      <w:rFonts w:ascii="Times New Roman" w:hAnsi="Times New Roman"/>
      <w:szCs w:val="20"/>
      <w:lang w:val="ru-RU" w:eastAsia="ru-RU" w:bidi="ar-SA"/>
    </w:rPr>
  </w:style>
  <w:style w:type="paragraph" w:styleId="a6">
    <w:name w:val="Balloon Text"/>
    <w:basedOn w:val="a"/>
    <w:link w:val="a7"/>
    <w:uiPriority w:val="99"/>
    <w:semiHidden/>
    <w:unhideWhenUsed/>
    <w:rsid w:val="004255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2550E"/>
    <w:rPr>
      <w:rFonts w:ascii="Tahoma" w:eastAsia="Times New Roman" w:hAnsi="Tahoma" w:cs="Tahoma"/>
      <w:sz w:val="16"/>
      <w:szCs w:val="16"/>
      <w:lang w:val="en-US" w:bidi="en-US"/>
    </w:rPr>
  </w:style>
  <w:style w:type="paragraph" w:styleId="a8">
    <w:name w:val="List Paragraph"/>
    <w:basedOn w:val="a"/>
    <w:uiPriority w:val="34"/>
    <w:qFormat/>
    <w:rsid w:val="00230AAA"/>
    <w:pPr>
      <w:ind w:left="720"/>
      <w:contextualSpacing/>
    </w:pPr>
  </w:style>
  <w:style w:type="paragraph" w:customStyle="1" w:styleId="ConsPlusNormal">
    <w:name w:val="ConsPlusNormal"/>
    <w:rsid w:val="0029503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header"/>
    <w:basedOn w:val="a"/>
    <w:link w:val="aa"/>
    <w:uiPriority w:val="99"/>
    <w:unhideWhenUsed/>
    <w:rsid w:val="00AD26A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D26A6"/>
    <w:rPr>
      <w:rFonts w:eastAsia="Times New Roman" w:cs="Times New Roman"/>
      <w:sz w:val="24"/>
      <w:szCs w:val="24"/>
      <w:lang w:val="en-US" w:bidi="en-US"/>
    </w:rPr>
  </w:style>
  <w:style w:type="paragraph" w:styleId="ab">
    <w:name w:val="footer"/>
    <w:basedOn w:val="a"/>
    <w:link w:val="ac"/>
    <w:uiPriority w:val="99"/>
    <w:unhideWhenUsed/>
    <w:rsid w:val="00AD26A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AD26A6"/>
    <w:rPr>
      <w:rFonts w:eastAsia="Times New Roman" w:cs="Times New Roman"/>
      <w:sz w:val="24"/>
      <w:szCs w:val="24"/>
      <w:lang w:val="en-US" w:bidi="en-US"/>
    </w:rPr>
  </w:style>
  <w:style w:type="character" w:styleId="ad">
    <w:name w:val="Hyperlink"/>
    <w:uiPriority w:val="99"/>
    <w:unhideWhenUsed/>
    <w:rsid w:val="0003344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2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5854F-546D-48CE-9286-53B6D6108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6072</Words>
  <Characters>34612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40603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user</cp:lastModifiedBy>
  <cp:revision>3</cp:revision>
  <cp:lastPrinted>2013-06-27T05:07:00Z</cp:lastPrinted>
  <dcterms:created xsi:type="dcterms:W3CDTF">2013-06-27T05:07:00Z</dcterms:created>
  <dcterms:modified xsi:type="dcterms:W3CDTF">2013-07-08T05:15:00Z</dcterms:modified>
</cp:coreProperties>
</file>