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81" w:rsidRPr="002A5FAE" w:rsidRDefault="000644DF" w:rsidP="00976CF9">
      <w:pPr>
        <w:ind w:left="5670"/>
        <w:jc w:val="right"/>
        <w:rPr>
          <w:sz w:val="28"/>
          <w:szCs w:val="28"/>
        </w:rPr>
      </w:pPr>
      <w:r w:rsidRPr="002A5FAE">
        <w:rPr>
          <w:sz w:val="28"/>
          <w:szCs w:val="28"/>
        </w:rPr>
        <w:t xml:space="preserve">Приложение </w:t>
      </w:r>
      <w:r w:rsidR="005E0A81">
        <w:rPr>
          <w:sz w:val="28"/>
          <w:szCs w:val="28"/>
        </w:rPr>
        <w:t>1</w:t>
      </w:r>
    </w:p>
    <w:p w:rsidR="000644DF" w:rsidRPr="002A5FAE" w:rsidRDefault="000644DF" w:rsidP="00976CF9">
      <w:pPr>
        <w:ind w:left="5670"/>
        <w:jc w:val="right"/>
        <w:rPr>
          <w:sz w:val="28"/>
          <w:szCs w:val="28"/>
        </w:rPr>
      </w:pPr>
      <w:r w:rsidRPr="002A5FAE">
        <w:rPr>
          <w:sz w:val="28"/>
          <w:szCs w:val="28"/>
        </w:rPr>
        <w:t>к Закону Ярославской области</w:t>
      </w:r>
    </w:p>
    <w:p w:rsidR="000644DF" w:rsidRPr="002A5FAE" w:rsidRDefault="000644DF" w:rsidP="00976CF9">
      <w:pPr>
        <w:spacing w:before="120"/>
        <w:ind w:left="5670"/>
        <w:jc w:val="right"/>
        <w:rPr>
          <w:sz w:val="28"/>
          <w:szCs w:val="28"/>
        </w:rPr>
      </w:pPr>
      <w:r w:rsidRPr="002A5FAE">
        <w:rPr>
          <w:sz w:val="28"/>
          <w:szCs w:val="28"/>
        </w:rPr>
        <w:t xml:space="preserve">от </w:t>
      </w:r>
      <w:r w:rsidR="00211C45">
        <w:rPr>
          <w:sz w:val="28"/>
          <w:szCs w:val="28"/>
        </w:rPr>
        <w:t>01.07.2022</w:t>
      </w:r>
      <w:r w:rsidRPr="002A5FAE">
        <w:rPr>
          <w:sz w:val="28"/>
          <w:szCs w:val="28"/>
        </w:rPr>
        <w:t xml:space="preserve"> №</w:t>
      </w:r>
      <w:r w:rsidR="00211C45">
        <w:rPr>
          <w:sz w:val="28"/>
          <w:szCs w:val="28"/>
        </w:rPr>
        <w:t xml:space="preserve"> 31-з</w:t>
      </w:r>
      <w:bookmarkStart w:id="0" w:name="_GoBack"/>
      <w:bookmarkEnd w:id="0"/>
    </w:p>
    <w:p w:rsidR="007223CF" w:rsidRPr="002A5FAE" w:rsidRDefault="007223CF" w:rsidP="00EB662D">
      <w:pPr>
        <w:jc w:val="right"/>
        <w:rPr>
          <w:sz w:val="28"/>
          <w:szCs w:val="28"/>
        </w:rPr>
      </w:pPr>
    </w:p>
    <w:p w:rsidR="00EF332B" w:rsidRDefault="0009718C" w:rsidP="00097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</w:t>
      </w:r>
    </w:p>
    <w:p w:rsidR="0009718C" w:rsidRPr="00847DF3" w:rsidRDefault="0009718C" w:rsidP="000971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847DF3">
        <w:rPr>
          <w:b/>
          <w:sz w:val="28"/>
          <w:szCs w:val="28"/>
        </w:rPr>
        <w:t>оход</w:t>
      </w:r>
      <w:r>
        <w:rPr>
          <w:b/>
          <w:sz w:val="28"/>
          <w:szCs w:val="28"/>
        </w:rPr>
        <w:t>ов</w:t>
      </w:r>
      <w:r w:rsidRPr="00847DF3">
        <w:rPr>
          <w:b/>
          <w:sz w:val="28"/>
          <w:szCs w:val="28"/>
        </w:rPr>
        <w:t xml:space="preserve"> бюджета Территориального фонда обязательного</w:t>
      </w:r>
    </w:p>
    <w:p w:rsidR="00EF332B" w:rsidRDefault="0009718C" w:rsidP="0009718C">
      <w:pPr>
        <w:jc w:val="center"/>
        <w:rPr>
          <w:b/>
          <w:sz w:val="28"/>
          <w:szCs w:val="28"/>
        </w:rPr>
      </w:pPr>
      <w:r w:rsidRPr="00847DF3">
        <w:rPr>
          <w:b/>
          <w:sz w:val="28"/>
          <w:szCs w:val="28"/>
        </w:rPr>
        <w:t xml:space="preserve">медицинского страхования Ярославской </w:t>
      </w:r>
      <w:r w:rsidRPr="00F04B00">
        <w:rPr>
          <w:b/>
          <w:sz w:val="28"/>
          <w:szCs w:val="28"/>
        </w:rPr>
        <w:t xml:space="preserve">области в соответствии </w:t>
      </w:r>
    </w:p>
    <w:p w:rsidR="0009718C" w:rsidRDefault="0009718C" w:rsidP="0009718C">
      <w:pPr>
        <w:jc w:val="center"/>
        <w:rPr>
          <w:b/>
          <w:sz w:val="28"/>
          <w:szCs w:val="28"/>
        </w:rPr>
      </w:pPr>
      <w:r w:rsidRPr="00F04B00">
        <w:rPr>
          <w:b/>
          <w:sz w:val="28"/>
          <w:szCs w:val="28"/>
        </w:rPr>
        <w:t>с классификацией доходов бюджетов за 20</w:t>
      </w:r>
      <w:r w:rsidR="00653B5B">
        <w:rPr>
          <w:b/>
          <w:sz w:val="28"/>
          <w:szCs w:val="28"/>
        </w:rPr>
        <w:t>2</w:t>
      </w:r>
      <w:r w:rsidR="00C85426">
        <w:rPr>
          <w:b/>
          <w:sz w:val="28"/>
          <w:szCs w:val="28"/>
        </w:rPr>
        <w:t>1</w:t>
      </w:r>
      <w:r w:rsidRPr="00F04B00">
        <w:rPr>
          <w:b/>
          <w:sz w:val="28"/>
          <w:szCs w:val="28"/>
        </w:rPr>
        <w:t xml:space="preserve"> год</w:t>
      </w:r>
    </w:p>
    <w:p w:rsidR="005C48FE" w:rsidRPr="00F04B00" w:rsidRDefault="005C48FE" w:rsidP="0009718C">
      <w:pPr>
        <w:jc w:val="center"/>
        <w:rPr>
          <w:b/>
          <w:sz w:val="28"/>
          <w:szCs w:val="28"/>
        </w:rPr>
      </w:pPr>
    </w:p>
    <w:p w:rsidR="006226AC" w:rsidRPr="006226AC" w:rsidRDefault="006226AC" w:rsidP="006226AC">
      <w:pPr>
        <w:spacing w:line="14" w:lineRule="auto"/>
        <w:jc w:val="center"/>
        <w:rPr>
          <w:sz w:val="16"/>
          <w:szCs w:val="16"/>
        </w:rPr>
      </w:pPr>
    </w:p>
    <w:tbl>
      <w:tblPr>
        <w:tblW w:w="49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3691"/>
        <w:gridCol w:w="2269"/>
      </w:tblGrid>
      <w:tr w:rsidR="006407B8" w:rsidRPr="00724515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724515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724515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724515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724515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724515">
              <w:rPr>
                <w:b/>
                <w:sz w:val="28"/>
                <w:szCs w:val="28"/>
              </w:rPr>
              <w:t>классификации</w:t>
            </w:r>
          </w:p>
          <w:p w:rsidR="00D3496B" w:rsidRPr="00724515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724515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724515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724515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  <w:vAlign w:val="center"/>
          </w:tcPr>
          <w:p w:rsidR="00E85BD9" w:rsidRPr="00724515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724515">
              <w:rPr>
                <w:b/>
                <w:sz w:val="28"/>
                <w:szCs w:val="28"/>
              </w:rPr>
              <w:t>Сумма</w:t>
            </w:r>
          </w:p>
          <w:p w:rsidR="00E85BD9" w:rsidRPr="00724515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724515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724515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724515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724515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724515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724515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D3496B" w:rsidRPr="00724515" w:rsidRDefault="00C85426" w:rsidP="000433A7">
            <w:pPr>
              <w:jc w:val="right"/>
              <w:rPr>
                <w:b/>
                <w:bCs/>
                <w:sz w:val="28"/>
                <w:szCs w:val="28"/>
              </w:rPr>
            </w:pPr>
            <w:r w:rsidRPr="00724515">
              <w:rPr>
                <w:b/>
                <w:bCs/>
                <w:sz w:val="28"/>
                <w:szCs w:val="28"/>
              </w:rPr>
              <w:t>115 600 417,18</w:t>
            </w:r>
          </w:p>
          <w:p w:rsidR="00C85426" w:rsidRPr="00724515" w:rsidRDefault="00C85426" w:rsidP="00C8542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042A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724515" w:rsidRDefault="00F4042A" w:rsidP="002E785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724515" w:rsidRDefault="00F4042A" w:rsidP="002E785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724515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724515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724515" w:rsidRDefault="00C85426" w:rsidP="000433A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bCs/>
                <w:i/>
                <w:iCs/>
                <w:sz w:val="28"/>
                <w:szCs w:val="28"/>
              </w:rPr>
              <w:t>103 503 401,19</w:t>
            </w:r>
          </w:p>
        </w:tc>
      </w:tr>
      <w:tr w:rsidR="00CA113F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326EF9" w:rsidRDefault="00CA113F" w:rsidP="002E785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326EF9" w:rsidRDefault="00CA113F" w:rsidP="002E7858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Pr="00326EF9" w:rsidRDefault="00C85426" w:rsidP="00CA113F">
            <w:pPr>
              <w:jc w:val="right"/>
            </w:pPr>
            <w:r w:rsidRPr="00326EF9">
              <w:rPr>
                <w:bCs/>
                <w:iCs/>
                <w:sz w:val="28"/>
                <w:szCs w:val="28"/>
              </w:rPr>
              <w:t>103 503 401,19</w:t>
            </w:r>
          </w:p>
        </w:tc>
      </w:tr>
      <w:tr w:rsidR="00CA113F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326EF9" w:rsidRDefault="00CA113F" w:rsidP="002E7858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326EF9" w:rsidRDefault="00CA113F" w:rsidP="002E7858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Pr="00326EF9" w:rsidRDefault="00C85426" w:rsidP="00CA113F">
            <w:pPr>
              <w:jc w:val="right"/>
            </w:pPr>
            <w:r w:rsidRPr="00326EF9">
              <w:rPr>
                <w:bCs/>
                <w:iCs/>
                <w:sz w:val="28"/>
                <w:szCs w:val="28"/>
              </w:rPr>
              <w:t>103 503 401,19</w:t>
            </w:r>
          </w:p>
        </w:tc>
      </w:tr>
      <w:tr w:rsidR="00CA113F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A113F" w:rsidRPr="00724515" w:rsidRDefault="00CA113F" w:rsidP="002E7858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A113F" w:rsidRPr="00724515" w:rsidRDefault="00CA113F" w:rsidP="002E7858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724515">
              <w:rPr>
                <w:bCs/>
                <w:i/>
                <w:iCs/>
                <w:sz w:val="28"/>
                <w:szCs w:val="28"/>
              </w:rPr>
              <w:t>а</w:t>
            </w:r>
            <w:r w:rsidRPr="00724515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724515">
              <w:rPr>
                <w:bCs/>
                <w:i/>
                <w:iCs/>
                <w:sz w:val="28"/>
                <w:szCs w:val="28"/>
              </w:rPr>
              <w:t>р</w:t>
            </w:r>
            <w:r w:rsidRPr="00724515">
              <w:rPr>
                <w:bCs/>
                <w:i/>
                <w:iCs/>
                <w:sz w:val="28"/>
                <w:szCs w:val="28"/>
              </w:rPr>
              <w:t>риториальных фондов об</w:t>
            </w:r>
            <w:r w:rsidRPr="00724515">
              <w:rPr>
                <w:bCs/>
                <w:i/>
                <w:iCs/>
                <w:sz w:val="28"/>
                <w:szCs w:val="28"/>
              </w:rPr>
              <w:t>я</w:t>
            </w:r>
            <w:r w:rsidRPr="00724515">
              <w:rPr>
                <w:bCs/>
                <w:i/>
                <w:iCs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A113F" w:rsidRPr="00724515" w:rsidRDefault="00C85426" w:rsidP="00CA113F">
            <w:pPr>
              <w:jc w:val="right"/>
              <w:rPr>
                <w:i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103 503 401,19</w:t>
            </w:r>
          </w:p>
        </w:tc>
      </w:tr>
      <w:tr w:rsidR="006407B8" w:rsidRPr="009554C3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9554C3" w:rsidRDefault="00D3496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554C3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9554C3" w:rsidRDefault="00421CE5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9554C3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9554C3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9554C3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D3496B" w:rsidRPr="009554C3" w:rsidRDefault="00C85426" w:rsidP="00653B5B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9554C3">
              <w:rPr>
                <w:b/>
                <w:bCs/>
                <w:i/>
                <w:iCs/>
                <w:sz w:val="28"/>
                <w:szCs w:val="28"/>
              </w:rPr>
              <w:t>12 097 015,99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надлежащего исполнения обязательств перед госуда</w:t>
            </w:r>
            <w:r w:rsidRPr="00326EF9">
              <w:rPr>
                <w:bCs/>
                <w:iCs/>
                <w:sz w:val="28"/>
                <w:szCs w:val="28"/>
              </w:rPr>
              <w:t>р</w:t>
            </w:r>
            <w:r w:rsidRPr="00326EF9">
              <w:rPr>
                <w:bCs/>
                <w:iCs/>
                <w:sz w:val="28"/>
                <w:szCs w:val="28"/>
              </w:rPr>
              <w:t>ственным (муниципальным) органом, органом управления государственным внебю</w:t>
            </w:r>
            <w:r w:rsidRPr="00326EF9">
              <w:rPr>
                <w:bCs/>
                <w:iCs/>
                <w:sz w:val="28"/>
                <w:szCs w:val="28"/>
              </w:rPr>
              <w:t>д</w:t>
            </w:r>
            <w:r w:rsidRPr="00326EF9">
              <w:rPr>
                <w:bCs/>
                <w:iCs/>
                <w:sz w:val="28"/>
                <w:szCs w:val="28"/>
              </w:rPr>
              <w:t>жетным фондом, казенным учреждением, Центральным банком Российской Федер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ции, иной организацией, де</w:t>
            </w:r>
            <w:r w:rsidRPr="00326EF9">
              <w:rPr>
                <w:bCs/>
                <w:iCs/>
                <w:sz w:val="28"/>
                <w:szCs w:val="28"/>
              </w:rPr>
              <w:t>й</w:t>
            </w:r>
            <w:r w:rsidRPr="00326EF9">
              <w:rPr>
                <w:bCs/>
                <w:iCs/>
                <w:sz w:val="28"/>
                <w:szCs w:val="28"/>
              </w:rPr>
              <w:t>ствующей от имени Росси</w:t>
            </w:r>
            <w:r w:rsidRPr="00326EF9">
              <w:rPr>
                <w:bCs/>
                <w:iCs/>
                <w:sz w:val="28"/>
                <w:szCs w:val="28"/>
              </w:rPr>
              <w:t>й</w:t>
            </w:r>
            <w:r w:rsidRPr="00326EF9">
              <w:rPr>
                <w:bCs/>
                <w:iCs/>
                <w:sz w:val="28"/>
                <w:szCs w:val="28"/>
              </w:rPr>
              <w:t>ской Федерации</w:t>
            </w:r>
          </w:p>
          <w:p w:rsidR="00717FC2" w:rsidRPr="00326EF9" w:rsidRDefault="00717FC2" w:rsidP="00DA5CE4">
            <w:pPr>
              <w:jc w:val="both"/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C85426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3 602 310,01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EB662D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326EF9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срочки</w:t>
            </w:r>
            <w:r w:rsidR="00EB662D" w:rsidRPr="00326EF9">
              <w:rPr>
                <w:bCs/>
                <w:iCs/>
                <w:sz w:val="28"/>
                <w:szCs w:val="28"/>
              </w:rPr>
              <w:t xml:space="preserve"> исполнения поста</w:t>
            </w:r>
            <w:r w:rsidR="00EB662D" w:rsidRPr="00326EF9">
              <w:rPr>
                <w:bCs/>
                <w:iCs/>
                <w:sz w:val="28"/>
                <w:szCs w:val="28"/>
              </w:rPr>
              <w:t>в</w:t>
            </w:r>
            <w:r w:rsidR="00EB662D" w:rsidRPr="00326EF9">
              <w:rPr>
                <w:bCs/>
                <w:iCs/>
                <w:sz w:val="28"/>
                <w:szCs w:val="28"/>
              </w:rPr>
              <w:t>щиком (подрядчиком, испо</w:t>
            </w:r>
            <w:r w:rsidR="00EB662D" w:rsidRPr="00326EF9">
              <w:rPr>
                <w:bCs/>
                <w:iCs/>
                <w:sz w:val="28"/>
                <w:szCs w:val="28"/>
              </w:rPr>
              <w:t>л</w:t>
            </w:r>
            <w:r w:rsidR="00EB662D" w:rsidRPr="00326EF9">
              <w:rPr>
                <w:bCs/>
                <w:iCs/>
                <w:sz w:val="28"/>
                <w:szCs w:val="28"/>
              </w:rPr>
              <w:t>нителем) обязательств, предусмотренных госуда</w:t>
            </w:r>
            <w:r w:rsidR="00EB662D" w:rsidRPr="00326EF9">
              <w:rPr>
                <w:bCs/>
                <w:iCs/>
                <w:sz w:val="28"/>
                <w:szCs w:val="28"/>
              </w:rPr>
              <w:t>р</w:t>
            </w:r>
            <w:r w:rsidR="00EB662D" w:rsidRPr="00326EF9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14 254,42</w:t>
            </w:r>
          </w:p>
        </w:tc>
      </w:tr>
      <w:tr w:rsidR="00653B5B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</w:t>
            </w:r>
            <w:r w:rsidRPr="00724515">
              <w:rPr>
                <w:bCs/>
                <w:i/>
                <w:iCs/>
                <w:sz w:val="28"/>
                <w:szCs w:val="28"/>
              </w:rPr>
              <w:t>ч</w:t>
            </w:r>
            <w:r w:rsidRPr="00724515">
              <w:rPr>
                <w:bCs/>
                <w:i/>
                <w:iCs/>
                <w:sz w:val="28"/>
                <w:szCs w:val="28"/>
              </w:rPr>
              <w:t>ки исполнения поставщиком (подрядчиком, исполнит</w:t>
            </w:r>
            <w:r w:rsidRPr="00724515">
              <w:rPr>
                <w:bCs/>
                <w:i/>
                <w:iCs/>
                <w:sz w:val="28"/>
                <w:szCs w:val="28"/>
              </w:rPr>
              <w:t>е</w:t>
            </w:r>
            <w:r w:rsidRPr="00724515">
              <w:rPr>
                <w:bCs/>
                <w:i/>
                <w:iCs/>
                <w:sz w:val="28"/>
                <w:szCs w:val="28"/>
              </w:rPr>
              <w:t>лем) обязательств, пред</w:t>
            </w:r>
            <w:r w:rsidRPr="00724515">
              <w:rPr>
                <w:bCs/>
                <w:i/>
                <w:iCs/>
                <w:sz w:val="28"/>
                <w:szCs w:val="28"/>
              </w:rPr>
              <w:t>у</w:t>
            </w:r>
            <w:r w:rsidRPr="00724515">
              <w:rPr>
                <w:bCs/>
                <w:i/>
                <w:iCs/>
                <w:sz w:val="28"/>
                <w:szCs w:val="28"/>
              </w:rPr>
              <w:t>смотренных государстве</w:t>
            </w:r>
            <w:r w:rsidRPr="00724515">
              <w:rPr>
                <w:bCs/>
                <w:i/>
                <w:iCs/>
                <w:sz w:val="28"/>
                <w:szCs w:val="28"/>
              </w:rPr>
              <w:t>н</w:t>
            </w:r>
            <w:r w:rsidRPr="00724515">
              <w:rPr>
                <w:bCs/>
                <w:i/>
                <w:iCs/>
                <w:sz w:val="28"/>
                <w:szCs w:val="28"/>
              </w:rPr>
              <w:t>ным контрактом, заключе</w:t>
            </w:r>
            <w:r w:rsidRPr="00724515">
              <w:rPr>
                <w:bCs/>
                <w:i/>
                <w:iCs/>
                <w:sz w:val="28"/>
                <w:szCs w:val="28"/>
              </w:rPr>
              <w:t>н</w:t>
            </w:r>
            <w:r w:rsidRPr="00724515">
              <w:rPr>
                <w:bCs/>
                <w:i/>
                <w:iCs/>
                <w:sz w:val="28"/>
                <w:szCs w:val="28"/>
              </w:rPr>
              <w:t>ным территориальным фо</w:t>
            </w:r>
            <w:r w:rsidRPr="00724515">
              <w:rPr>
                <w:bCs/>
                <w:i/>
                <w:iCs/>
                <w:sz w:val="28"/>
                <w:szCs w:val="28"/>
              </w:rPr>
              <w:t>н</w:t>
            </w:r>
            <w:r w:rsidRPr="00724515">
              <w:rPr>
                <w:bCs/>
                <w:i/>
                <w:iCs/>
                <w:sz w:val="28"/>
                <w:szCs w:val="28"/>
              </w:rPr>
              <w:t>дом обязательного медици</w:t>
            </w:r>
            <w:r w:rsidRPr="00724515">
              <w:rPr>
                <w:bCs/>
                <w:i/>
                <w:iCs/>
                <w:sz w:val="28"/>
                <w:szCs w:val="28"/>
              </w:rPr>
              <w:t>н</w:t>
            </w:r>
            <w:r w:rsidRPr="00724515">
              <w:rPr>
                <w:bCs/>
                <w:i/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24515" w:rsidRDefault="00C85426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14 254,42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Иные штрафы, неустойки, пени, уплаченные в соотве</w:t>
            </w:r>
            <w:r w:rsidRPr="00326EF9">
              <w:rPr>
                <w:bCs/>
                <w:iCs/>
                <w:sz w:val="28"/>
                <w:szCs w:val="28"/>
              </w:rPr>
              <w:t>т</w:t>
            </w:r>
            <w:r w:rsidRPr="00326EF9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ния обязательств перед гос</w:t>
            </w:r>
            <w:r w:rsidRPr="00326EF9">
              <w:rPr>
                <w:bCs/>
                <w:iCs/>
                <w:sz w:val="28"/>
                <w:szCs w:val="28"/>
              </w:rPr>
              <w:t>у</w:t>
            </w:r>
            <w:r w:rsidRPr="00326EF9">
              <w:rPr>
                <w:bCs/>
                <w:iCs/>
                <w:sz w:val="28"/>
                <w:szCs w:val="28"/>
              </w:rPr>
              <w:t>дарственным (муниципал</w:t>
            </w:r>
            <w:r w:rsidRPr="00326EF9">
              <w:rPr>
                <w:bCs/>
                <w:iCs/>
                <w:sz w:val="28"/>
                <w:szCs w:val="28"/>
              </w:rPr>
              <w:t>ь</w:t>
            </w:r>
            <w:r w:rsidRPr="00326EF9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Федер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3 588 055,59</w:t>
            </w:r>
          </w:p>
        </w:tc>
      </w:tr>
      <w:tr w:rsidR="00653B5B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center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both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724515">
              <w:rPr>
                <w:bCs/>
                <w:i/>
                <w:sz w:val="28"/>
                <w:szCs w:val="28"/>
              </w:rPr>
              <w:t>т</w:t>
            </w:r>
            <w:r w:rsidRPr="00724515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>ния обязательств перед территориальным фондом обязательного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24515" w:rsidRDefault="00C85426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3 588 055,59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326EF9">
              <w:rPr>
                <w:bCs/>
                <w:iCs/>
                <w:sz w:val="28"/>
                <w:szCs w:val="28"/>
              </w:rPr>
              <w:t>т</w:t>
            </w:r>
            <w:r w:rsidRPr="00326EF9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8 494 705,98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000 1 16 10100 00 0000 140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Денежные взыскания, нал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гаемые в возмещение уще</w:t>
            </w:r>
            <w:r w:rsidRPr="00326EF9">
              <w:rPr>
                <w:bCs/>
                <w:iCs/>
                <w:sz w:val="28"/>
                <w:szCs w:val="28"/>
              </w:rPr>
              <w:t>р</w:t>
            </w:r>
            <w:r w:rsidRPr="00326EF9">
              <w:rPr>
                <w:bCs/>
                <w:iCs/>
                <w:sz w:val="28"/>
                <w:szCs w:val="28"/>
              </w:rPr>
              <w:t>ба, причиненного в результ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lastRenderedPageBreak/>
              <w:t>те незаконного или нецелев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го использования бюджетных средств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lastRenderedPageBreak/>
              <w:t>5 238 989,27</w:t>
            </w:r>
          </w:p>
        </w:tc>
      </w:tr>
      <w:tr w:rsidR="00653B5B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395 1 16 10100 09 0000 140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Денежные взыскания, нал</w:t>
            </w:r>
            <w:r w:rsidRPr="00724515">
              <w:rPr>
                <w:bCs/>
                <w:i/>
                <w:iCs/>
                <w:sz w:val="28"/>
                <w:szCs w:val="28"/>
              </w:rPr>
              <w:t>а</w:t>
            </w:r>
            <w:r w:rsidRPr="00724515">
              <w:rPr>
                <w:bCs/>
                <w:i/>
                <w:iCs/>
                <w:sz w:val="28"/>
                <w:szCs w:val="28"/>
              </w:rPr>
              <w:t>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24515" w:rsidRDefault="00C85426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5 238 989,27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8E48BA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326EF9">
              <w:rPr>
                <w:bCs/>
                <w:iCs/>
                <w:sz w:val="28"/>
                <w:szCs w:val="28"/>
              </w:rPr>
              <w:t>з</w:t>
            </w:r>
            <w:r w:rsidRPr="00326EF9">
              <w:rPr>
                <w:bCs/>
                <w:iCs/>
                <w:sz w:val="28"/>
                <w:szCs w:val="28"/>
              </w:rPr>
              <w:t>никновении страховых сл</w:t>
            </w:r>
            <w:r w:rsidRPr="00326EF9">
              <w:rPr>
                <w:bCs/>
                <w:iCs/>
                <w:sz w:val="28"/>
                <w:szCs w:val="28"/>
              </w:rPr>
              <w:t>у</w:t>
            </w:r>
            <w:r w:rsidRPr="00326EF9">
              <w:rPr>
                <w:bCs/>
                <w:iCs/>
                <w:sz w:val="28"/>
                <w:szCs w:val="28"/>
              </w:rPr>
              <w:t>чаев, когда выгодоприобр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тателями выступают получ</w:t>
            </w:r>
            <w:r w:rsidRPr="00326EF9">
              <w:rPr>
                <w:bCs/>
                <w:iCs/>
                <w:sz w:val="28"/>
                <w:szCs w:val="28"/>
              </w:rPr>
              <w:t>а</w:t>
            </w:r>
            <w:r w:rsidRPr="00326EF9">
              <w:rPr>
                <w:bCs/>
                <w:iCs/>
                <w:sz w:val="28"/>
                <w:szCs w:val="28"/>
              </w:rPr>
              <w:t>тели средств бюджетов гос</w:t>
            </w:r>
            <w:r w:rsidRPr="00326EF9">
              <w:rPr>
                <w:bCs/>
                <w:iCs/>
                <w:sz w:val="28"/>
                <w:szCs w:val="28"/>
              </w:rPr>
              <w:t>у</w:t>
            </w:r>
            <w:r w:rsidRPr="00326EF9">
              <w:rPr>
                <w:bCs/>
                <w:iCs/>
                <w:sz w:val="28"/>
                <w:szCs w:val="28"/>
              </w:rPr>
              <w:t>дарственных внебюджетных фондов и прочее возмещение ущерба, причиненного фед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ральному имуществу, нах</w:t>
            </w:r>
            <w:r w:rsidRPr="00326EF9">
              <w:rPr>
                <w:bCs/>
                <w:iCs/>
                <w:sz w:val="28"/>
                <w:szCs w:val="28"/>
              </w:rPr>
              <w:t>о</w:t>
            </w:r>
            <w:r w:rsidRPr="00326EF9">
              <w:rPr>
                <w:bCs/>
                <w:iCs/>
                <w:sz w:val="28"/>
                <w:szCs w:val="28"/>
              </w:rPr>
              <w:t>дящемуся в их владении и пользовании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1 808 920,53</w:t>
            </w:r>
          </w:p>
        </w:tc>
      </w:tr>
      <w:tr w:rsidR="00653B5B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724515">
              <w:rPr>
                <w:bCs/>
                <w:i/>
                <w:iCs/>
                <w:sz w:val="28"/>
                <w:szCs w:val="28"/>
              </w:rPr>
              <w:t>в</w:t>
            </w:r>
            <w:r w:rsidRPr="00724515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724515">
              <w:rPr>
                <w:bCs/>
                <w:i/>
                <w:iCs/>
                <w:sz w:val="28"/>
                <w:szCs w:val="28"/>
              </w:rPr>
              <w:t>и</w:t>
            </w:r>
            <w:r w:rsidRPr="00724515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724515">
              <w:rPr>
                <w:bCs/>
                <w:i/>
                <w:iCs/>
                <w:sz w:val="28"/>
                <w:szCs w:val="28"/>
              </w:rPr>
              <w:t>и</w:t>
            </w:r>
            <w:r w:rsidRPr="00724515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724515">
              <w:rPr>
                <w:bCs/>
                <w:i/>
                <w:iCs/>
                <w:sz w:val="28"/>
                <w:szCs w:val="28"/>
              </w:rPr>
              <w:t>и</w:t>
            </w:r>
            <w:r w:rsidRPr="00724515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724515">
              <w:rPr>
                <w:bCs/>
                <w:i/>
                <w:iCs/>
                <w:sz w:val="28"/>
                <w:szCs w:val="28"/>
              </w:rPr>
              <w:t>а</w:t>
            </w:r>
            <w:r w:rsidRPr="00724515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724515">
              <w:rPr>
                <w:bCs/>
                <w:i/>
                <w:iCs/>
                <w:sz w:val="28"/>
                <w:szCs w:val="28"/>
              </w:rPr>
              <w:t>а</w:t>
            </w:r>
            <w:r w:rsidRPr="00724515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24515" w:rsidRDefault="00C85426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1 808 920,53</w:t>
            </w:r>
          </w:p>
        </w:tc>
      </w:tr>
      <w:tr w:rsidR="00653B5B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326EF9" w:rsidRDefault="00653B5B" w:rsidP="00DA5CE4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326EF9" w:rsidRDefault="00653B5B" w:rsidP="00CE14D9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Доходы от денежных взы</w:t>
            </w:r>
            <w:r w:rsidRPr="00326EF9">
              <w:rPr>
                <w:bCs/>
                <w:iCs/>
                <w:sz w:val="28"/>
                <w:szCs w:val="28"/>
              </w:rPr>
              <w:t>с</w:t>
            </w:r>
            <w:r w:rsidRPr="00326EF9">
              <w:rPr>
                <w:bCs/>
                <w:iCs/>
                <w:sz w:val="28"/>
                <w:szCs w:val="28"/>
              </w:rPr>
              <w:t>каний (штрафов), поступа</w:t>
            </w:r>
            <w:r w:rsidRPr="00326EF9">
              <w:rPr>
                <w:bCs/>
                <w:iCs/>
                <w:sz w:val="28"/>
                <w:szCs w:val="28"/>
              </w:rPr>
              <w:t>ю</w:t>
            </w:r>
            <w:r w:rsidRPr="00326EF9">
              <w:rPr>
                <w:bCs/>
                <w:iCs/>
                <w:sz w:val="28"/>
                <w:szCs w:val="28"/>
              </w:rPr>
              <w:t>щие в счет погашения задо</w:t>
            </w:r>
            <w:r w:rsidRPr="00326EF9">
              <w:rPr>
                <w:bCs/>
                <w:iCs/>
                <w:sz w:val="28"/>
                <w:szCs w:val="28"/>
              </w:rPr>
              <w:t>л</w:t>
            </w:r>
            <w:r w:rsidRPr="00326EF9">
              <w:rPr>
                <w:bCs/>
                <w:iCs/>
                <w:sz w:val="28"/>
                <w:szCs w:val="28"/>
              </w:rPr>
              <w:t>женности, образовавшейся до 1 января 2020 года, подл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жащие зачислению в бюдж</w:t>
            </w:r>
            <w:r w:rsidRPr="00326EF9">
              <w:rPr>
                <w:bCs/>
                <w:iCs/>
                <w:sz w:val="28"/>
                <w:szCs w:val="28"/>
              </w:rPr>
              <w:t>е</w:t>
            </w:r>
            <w:r w:rsidRPr="00326EF9">
              <w:rPr>
                <w:bCs/>
                <w:iCs/>
                <w:sz w:val="28"/>
                <w:szCs w:val="28"/>
              </w:rPr>
              <w:t>ты бюджетной системы Ро</w:t>
            </w:r>
            <w:r w:rsidRPr="00326EF9">
              <w:rPr>
                <w:bCs/>
                <w:iCs/>
                <w:sz w:val="28"/>
                <w:szCs w:val="28"/>
              </w:rPr>
              <w:t>с</w:t>
            </w:r>
            <w:r w:rsidRPr="00326EF9">
              <w:rPr>
                <w:bCs/>
                <w:iCs/>
                <w:sz w:val="28"/>
                <w:szCs w:val="28"/>
              </w:rPr>
              <w:t>сийской Федерации по но</w:t>
            </w:r>
            <w:r w:rsidRPr="00326EF9">
              <w:rPr>
                <w:bCs/>
                <w:iCs/>
                <w:sz w:val="28"/>
                <w:szCs w:val="28"/>
              </w:rPr>
              <w:t>р</w:t>
            </w:r>
            <w:r w:rsidRPr="00326EF9">
              <w:rPr>
                <w:bCs/>
                <w:iCs/>
                <w:sz w:val="28"/>
                <w:szCs w:val="28"/>
              </w:rPr>
              <w:t>мативам, действовавшим в 2019 году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326EF9" w:rsidRDefault="00C85426" w:rsidP="002E7858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1 446 796,18</w:t>
            </w:r>
          </w:p>
        </w:tc>
      </w:tr>
      <w:tr w:rsidR="00653B5B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53B5B" w:rsidRPr="00724515" w:rsidRDefault="00653B5B" w:rsidP="00DA5CE4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395 1 16 10127 01 0000 140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3B5B" w:rsidRPr="00724515" w:rsidRDefault="00653B5B" w:rsidP="00866A2B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t>Доходы от денежных взы</w:t>
            </w: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t>с</w:t>
            </w: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t>каний (штрафов), поступ</w:t>
            </w: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t>а</w:t>
            </w: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t>ющие в счет погашения з</w:t>
            </w: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t>а</w:t>
            </w: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lastRenderedPageBreak/>
              <w:t>долженности, образовавше</w:t>
            </w: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t>й</w:t>
            </w: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t>ся до 1 января 2020 года, по</w:t>
            </w: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t>д</w:t>
            </w:r>
            <w:r w:rsidRPr="00976CF9">
              <w:rPr>
                <w:bCs/>
                <w:i/>
                <w:iCs/>
                <w:spacing w:val="-2"/>
                <w:sz w:val="28"/>
                <w:szCs w:val="28"/>
              </w:rPr>
              <w:t>лежащие зачислению</w:t>
            </w:r>
            <w:r w:rsidRPr="00724515">
              <w:rPr>
                <w:bCs/>
                <w:i/>
                <w:iCs/>
                <w:sz w:val="28"/>
                <w:szCs w:val="28"/>
              </w:rPr>
              <w:t xml:space="preserve"> в бю</w:t>
            </w:r>
            <w:r w:rsidRPr="00724515">
              <w:rPr>
                <w:bCs/>
                <w:i/>
                <w:iCs/>
                <w:sz w:val="28"/>
                <w:szCs w:val="28"/>
              </w:rPr>
              <w:t>д</w:t>
            </w:r>
            <w:r w:rsidRPr="00724515">
              <w:rPr>
                <w:bCs/>
                <w:i/>
                <w:iCs/>
                <w:sz w:val="28"/>
                <w:szCs w:val="28"/>
              </w:rPr>
              <w:t>жет территориального фонда обязательного мед</w:t>
            </w:r>
            <w:r w:rsidRPr="00724515">
              <w:rPr>
                <w:bCs/>
                <w:i/>
                <w:iCs/>
                <w:sz w:val="28"/>
                <w:szCs w:val="28"/>
              </w:rPr>
              <w:t>и</w:t>
            </w:r>
            <w:r w:rsidRPr="00724515">
              <w:rPr>
                <w:bCs/>
                <w:i/>
                <w:iCs/>
                <w:sz w:val="28"/>
                <w:szCs w:val="28"/>
              </w:rPr>
              <w:t>цинского страхования по нормативам, действовавшим в 2019 году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3B5B" w:rsidRPr="00724515" w:rsidRDefault="00C85426" w:rsidP="002E785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1 446 796,18</w:t>
            </w:r>
          </w:p>
        </w:tc>
      </w:tr>
      <w:tr w:rsidR="006407B8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724515" w:rsidRDefault="006407B8" w:rsidP="002E7858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724515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976CF9" w:rsidRDefault="006407B8" w:rsidP="002E7858">
            <w:pPr>
              <w:jc w:val="both"/>
              <w:rPr>
                <w:b/>
                <w:bCs/>
                <w:spacing w:val="-4"/>
                <w:sz w:val="28"/>
                <w:szCs w:val="28"/>
              </w:rPr>
            </w:pPr>
            <w:r w:rsidRPr="00976CF9">
              <w:rPr>
                <w:b/>
                <w:bCs/>
                <w:spacing w:val="-4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724515" w:rsidRDefault="00C85426" w:rsidP="0066654C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 w:rsidRPr="00724515">
              <w:rPr>
                <w:b/>
                <w:bCs/>
                <w:iCs/>
                <w:sz w:val="28"/>
                <w:szCs w:val="28"/>
              </w:rPr>
              <w:t>20 033 930 761,05</w:t>
            </w:r>
          </w:p>
        </w:tc>
      </w:tr>
      <w:tr w:rsidR="006407B8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407B8" w:rsidRPr="00724515" w:rsidRDefault="006407B8" w:rsidP="002E785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407B8" w:rsidRPr="00724515" w:rsidRDefault="006407B8" w:rsidP="002E7858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724515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724515">
              <w:rPr>
                <w:b/>
                <w:bCs/>
                <w:i/>
                <w:sz w:val="28"/>
                <w:szCs w:val="28"/>
              </w:rPr>
              <w:t>д</w:t>
            </w:r>
            <w:r w:rsidRPr="00724515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724515">
              <w:rPr>
                <w:b/>
                <w:bCs/>
                <w:i/>
                <w:sz w:val="28"/>
                <w:szCs w:val="28"/>
              </w:rPr>
              <w:t>й</w:t>
            </w:r>
            <w:r w:rsidRPr="00724515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407B8" w:rsidRPr="00724515" w:rsidRDefault="00C85426" w:rsidP="0066654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bCs/>
                <w:i/>
                <w:iCs/>
                <w:sz w:val="28"/>
                <w:szCs w:val="28"/>
              </w:rPr>
              <w:t>20 096 678 004,79</w:t>
            </w:r>
          </w:p>
        </w:tc>
      </w:tr>
      <w:tr w:rsidR="0066654C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326EF9" w:rsidRDefault="0066654C" w:rsidP="00597B32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000 2 02 50000 00 0000 150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326EF9" w:rsidRDefault="0066654C" w:rsidP="00976CF9">
            <w:pPr>
              <w:jc w:val="both"/>
              <w:rPr>
                <w:bCs/>
                <w:sz w:val="28"/>
                <w:szCs w:val="28"/>
              </w:rPr>
            </w:pPr>
            <w:r w:rsidRPr="00976CF9">
              <w:rPr>
                <w:bCs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976CF9">
              <w:rPr>
                <w:bCs/>
                <w:sz w:val="28"/>
                <w:szCs w:val="28"/>
              </w:rPr>
              <w:br/>
            </w:r>
            <w:r w:rsidRPr="00976CF9">
              <w:rPr>
                <w:bCs/>
                <w:sz w:val="28"/>
                <w:szCs w:val="28"/>
              </w:rPr>
              <w:t>государственных</w:t>
            </w:r>
            <w:r w:rsidRPr="00326EF9">
              <w:rPr>
                <w:bCs/>
                <w:sz w:val="28"/>
                <w:szCs w:val="28"/>
              </w:rPr>
              <w:t xml:space="preserve"> внебю</w:t>
            </w:r>
            <w:r w:rsidRPr="00326EF9">
              <w:rPr>
                <w:bCs/>
                <w:sz w:val="28"/>
                <w:szCs w:val="28"/>
              </w:rPr>
              <w:t>д</w:t>
            </w:r>
            <w:r w:rsidRPr="00326EF9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326EF9" w:rsidRDefault="00C85426" w:rsidP="00FA23D2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20 096 678 004,79</w:t>
            </w:r>
          </w:p>
        </w:tc>
      </w:tr>
      <w:tr w:rsidR="0066654C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6654C" w:rsidRPr="00724515" w:rsidRDefault="0066654C" w:rsidP="00597B3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976CF9">
              <w:rPr>
                <w:bCs/>
                <w:i/>
                <w:iCs/>
                <w:sz w:val="28"/>
                <w:szCs w:val="28"/>
              </w:rPr>
              <w:t xml:space="preserve">395 </w:t>
            </w:r>
            <w:r w:rsidRPr="00724515">
              <w:rPr>
                <w:bCs/>
                <w:i/>
                <w:iCs/>
                <w:sz w:val="28"/>
                <w:szCs w:val="28"/>
              </w:rPr>
              <w:t>2 02 55093 09 0000 150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6654C" w:rsidRPr="00724515" w:rsidRDefault="0066654C" w:rsidP="002E7858">
            <w:pPr>
              <w:jc w:val="both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724515">
              <w:rPr>
                <w:bCs/>
                <w:i/>
                <w:sz w:val="28"/>
                <w:szCs w:val="28"/>
              </w:rPr>
              <w:t>р</w:t>
            </w:r>
            <w:r w:rsidRPr="00724515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724515">
              <w:rPr>
                <w:bCs/>
                <w:i/>
                <w:sz w:val="28"/>
                <w:szCs w:val="28"/>
              </w:rPr>
              <w:t>я</w:t>
            </w:r>
            <w:r w:rsidRPr="00724515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медицинского страхования на территор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ях субъектов Российской Федерации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6654C" w:rsidRPr="00724515" w:rsidRDefault="00C85426" w:rsidP="0066654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17 021 536 300,00</w:t>
            </w:r>
          </w:p>
        </w:tc>
      </w:tr>
      <w:tr w:rsidR="00B74015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4015" w:rsidRPr="00724515" w:rsidRDefault="00B74015" w:rsidP="008F09F6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395 2 02 55231 09 0000 150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4015" w:rsidRPr="00724515" w:rsidRDefault="00B74015" w:rsidP="008F09F6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24515">
              <w:rPr>
                <w:i/>
                <w:sz w:val="28"/>
                <w:szCs w:val="28"/>
              </w:rPr>
              <w:t>Межбюджетные тран</w:t>
            </w:r>
            <w:r w:rsidRPr="00724515">
              <w:rPr>
                <w:i/>
                <w:sz w:val="28"/>
                <w:szCs w:val="28"/>
              </w:rPr>
              <w:t>с</w:t>
            </w:r>
            <w:r w:rsidRPr="00724515">
              <w:rPr>
                <w:i/>
                <w:sz w:val="28"/>
                <w:szCs w:val="28"/>
              </w:rPr>
              <w:t>ферты, передаваемые бю</w:t>
            </w:r>
            <w:r w:rsidRPr="00724515">
              <w:rPr>
                <w:i/>
                <w:sz w:val="28"/>
                <w:szCs w:val="28"/>
              </w:rPr>
              <w:t>д</w:t>
            </w:r>
            <w:r w:rsidRPr="00724515">
              <w:rPr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i/>
                <w:sz w:val="28"/>
                <w:szCs w:val="28"/>
              </w:rPr>
              <w:t>и</w:t>
            </w:r>
            <w:r w:rsidRPr="00724515">
              <w:rPr>
                <w:i/>
                <w:sz w:val="28"/>
                <w:szCs w:val="28"/>
              </w:rPr>
              <w:t>цинского страхования суб</w:t>
            </w:r>
            <w:r w:rsidRPr="00724515">
              <w:rPr>
                <w:i/>
                <w:sz w:val="28"/>
                <w:szCs w:val="28"/>
              </w:rPr>
              <w:t>ъ</w:t>
            </w:r>
            <w:r w:rsidRPr="00724515">
              <w:rPr>
                <w:i/>
                <w:sz w:val="28"/>
                <w:szCs w:val="28"/>
              </w:rPr>
              <w:t>ектов Российской Федерации и г. Байконура на дополн</w:t>
            </w:r>
            <w:r w:rsidRPr="00724515">
              <w:rPr>
                <w:i/>
                <w:sz w:val="28"/>
                <w:szCs w:val="28"/>
              </w:rPr>
              <w:t>и</w:t>
            </w:r>
            <w:r w:rsidRPr="00724515">
              <w:rPr>
                <w:i/>
                <w:sz w:val="28"/>
                <w:szCs w:val="28"/>
              </w:rPr>
              <w:t>тельное финансовое обесп</w:t>
            </w:r>
            <w:r w:rsidRPr="00724515">
              <w:rPr>
                <w:i/>
                <w:sz w:val="28"/>
                <w:szCs w:val="28"/>
              </w:rPr>
              <w:t>е</w:t>
            </w:r>
            <w:r w:rsidRPr="00724515">
              <w:rPr>
                <w:i/>
                <w:sz w:val="28"/>
                <w:szCs w:val="28"/>
              </w:rPr>
              <w:t>чение оказания медицинской помощи лицам, застрахова</w:t>
            </w:r>
            <w:r w:rsidRPr="00724515">
              <w:rPr>
                <w:i/>
                <w:sz w:val="28"/>
                <w:szCs w:val="28"/>
              </w:rPr>
              <w:t>н</w:t>
            </w:r>
            <w:r w:rsidRPr="00724515">
              <w:rPr>
                <w:i/>
                <w:sz w:val="28"/>
                <w:szCs w:val="28"/>
              </w:rPr>
              <w:t>ным по обязательному мед</w:t>
            </w:r>
            <w:r w:rsidRPr="00724515">
              <w:rPr>
                <w:i/>
                <w:sz w:val="28"/>
                <w:szCs w:val="28"/>
              </w:rPr>
              <w:t>и</w:t>
            </w:r>
            <w:r w:rsidRPr="00724515">
              <w:rPr>
                <w:i/>
                <w:sz w:val="28"/>
                <w:szCs w:val="28"/>
              </w:rPr>
              <w:t>цинскому страхованию, с з</w:t>
            </w:r>
            <w:r w:rsidRPr="00724515">
              <w:rPr>
                <w:i/>
                <w:sz w:val="28"/>
                <w:szCs w:val="28"/>
              </w:rPr>
              <w:t>а</w:t>
            </w:r>
            <w:r w:rsidRPr="00724515">
              <w:rPr>
                <w:i/>
                <w:sz w:val="28"/>
                <w:szCs w:val="28"/>
              </w:rPr>
              <w:t>болеванием и (или) подозр</w:t>
            </w:r>
            <w:r w:rsidRPr="00724515">
              <w:rPr>
                <w:i/>
                <w:sz w:val="28"/>
                <w:szCs w:val="28"/>
              </w:rPr>
              <w:t>е</w:t>
            </w:r>
            <w:r w:rsidRPr="00724515">
              <w:rPr>
                <w:i/>
                <w:sz w:val="28"/>
                <w:szCs w:val="28"/>
              </w:rPr>
              <w:t xml:space="preserve">нием на заболевание новой </w:t>
            </w:r>
            <w:proofErr w:type="spellStart"/>
            <w:r w:rsidRPr="00724515">
              <w:rPr>
                <w:i/>
                <w:sz w:val="28"/>
                <w:szCs w:val="28"/>
              </w:rPr>
              <w:t>коронавирусной</w:t>
            </w:r>
            <w:proofErr w:type="spellEnd"/>
            <w:r w:rsidRPr="00724515">
              <w:rPr>
                <w:i/>
                <w:sz w:val="28"/>
                <w:szCs w:val="28"/>
              </w:rPr>
              <w:t xml:space="preserve"> инфекцией в рамках реализации террит</w:t>
            </w:r>
            <w:r w:rsidRPr="00724515">
              <w:rPr>
                <w:i/>
                <w:sz w:val="28"/>
                <w:szCs w:val="28"/>
              </w:rPr>
              <w:t>о</w:t>
            </w:r>
            <w:r w:rsidRPr="00724515">
              <w:rPr>
                <w:i/>
                <w:sz w:val="28"/>
                <w:szCs w:val="28"/>
              </w:rPr>
              <w:t>риальной программы обяз</w:t>
            </w:r>
            <w:r w:rsidRPr="00724515">
              <w:rPr>
                <w:i/>
                <w:sz w:val="28"/>
                <w:szCs w:val="28"/>
              </w:rPr>
              <w:t>а</w:t>
            </w:r>
            <w:r w:rsidRPr="00724515">
              <w:rPr>
                <w:i/>
                <w:sz w:val="28"/>
                <w:szCs w:val="28"/>
              </w:rPr>
              <w:t>тельного медицинского страхования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4015" w:rsidRPr="00724515" w:rsidRDefault="00B74015" w:rsidP="008F0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221 226 600,00</w:t>
            </w:r>
          </w:p>
        </w:tc>
      </w:tr>
      <w:tr w:rsidR="00B74015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4015" w:rsidRPr="00724515" w:rsidRDefault="00B74015" w:rsidP="00FA23D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395 2 02 55257 09 0000 150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4015" w:rsidRPr="00724515" w:rsidRDefault="00B74015" w:rsidP="00FA23D2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24515">
              <w:rPr>
                <w:bCs/>
                <w:i/>
                <w:sz w:val="28"/>
                <w:szCs w:val="28"/>
              </w:rPr>
              <w:t>Межбюджетные тран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724515">
              <w:rPr>
                <w:bCs/>
                <w:i/>
                <w:sz w:val="28"/>
                <w:szCs w:val="28"/>
              </w:rPr>
              <w:t>д</w:t>
            </w:r>
            <w:r w:rsidRPr="00724515">
              <w:rPr>
                <w:bCs/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 на ф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нансовое обеспечение фо</w:t>
            </w:r>
            <w:r w:rsidRPr="00724515">
              <w:rPr>
                <w:bCs/>
                <w:i/>
                <w:sz w:val="28"/>
                <w:szCs w:val="28"/>
              </w:rPr>
              <w:t>р</w:t>
            </w:r>
            <w:r w:rsidRPr="00724515">
              <w:rPr>
                <w:bCs/>
                <w:i/>
                <w:sz w:val="28"/>
                <w:szCs w:val="28"/>
              </w:rPr>
              <w:t>мирования нормированного страхового запаса террит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риального фонда обязател</w:t>
            </w:r>
            <w:r w:rsidRPr="00724515">
              <w:rPr>
                <w:bCs/>
                <w:i/>
                <w:sz w:val="28"/>
                <w:szCs w:val="28"/>
              </w:rPr>
              <w:t>ь</w:t>
            </w:r>
            <w:r w:rsidRPr="00724515">
              <w:rPr>
                <w:bCs/>
                <w:i/>
                <w:sz w:val="28"/>
                <w:szCs w:val="28"/>
              </w:rPr>
              <w:t>ного медицинского страх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вания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4015" w:rsidRPr="00724515" w:rsidRDefault="00B74015" w:rsidP="00E377D0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200 217 700,00</w:t>
            </w:r>
          </w:p>
        </w:tc>
      </w:tr>
      <w:tr w:rsidR="00B74015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4015" w:rsidRPr="00724515" w:rsidRDefault="00B74015" w:rsidP="00FA23D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4015" w:rsidRPr="00724515" w:rsidRDefault="00B74015" w:rsidP="00FA23D2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24515">
              <w:rPr>
                <w:bCs/>
                <w:i/>
                <w:sz w:val="28"/>
                <w:szCs w:val="28"/>
              </w:rPr>
              <w:t>Межбюджетные тран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724515">
              <w:rPr>
                <w:bCs/>
                <w:i/>
                <w:sz w:val="28"/>
                <w:szCs w:val="28"/>
              </w:rPr>
              <w:t>д</w:t>
            </w:r>
            <w:r w:rsidRPr="00724515">
              <w:rPr>
                <w:bCs/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 на ф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нансовое обеспечение ос</w:t>
            </w:r>
            <w:r w:rsidRPr="00724515">
              <w:rPr>
                <w:bCs/>
                <w:i/>
                <w:sz w:val="28"/>
                <w:szCs w:val="28"/>
              </w:rPr>
              <w:t>у</w:t>
            </w:r>
            <w:r w:rsidRPr="00724515">
              <w:rPr>
                <w:bCs/>
                <w:i/>
                <w:sz w:val="28"/>
                <w:szCs w:val="28"/>
              </w:rPr>
              <w:t>ществления денежных в</w:t>
            </w:r>
            <w:r w:rsidRPr="00724515">
              <w:rPr>
                <w:bCs/>
                <w:i/>
                <w:sz w:val="28"/>
                <w:szCs w:val="28"/>
              </w:rPr>
              <w:t>ы</w:t>
            </w:r>
            <w:r w:rsidRPr="00724515">
              <w:rPr>
                <w:bCs/>
                <w:i/>
                <w:sz w:val="28"/>
                <w:szCs w:val="28"/>
              </w:rPr>
              <w:t>плат стимулирующего х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рактера медицинским р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ботникам за выявление онк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логических заболеваний в х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де проведения диспансериз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ции и профилактических м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>дицинских осмотров насел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4015" w:rsidRPr="00724515" w:rsidRDefault="00B74015" w:rsidP="00E377D0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4 794 000,00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395 2 02 55622 09 0000 150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both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Межбюджетные тран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724515">
              <w:rPr>
                <w:bCs/>
                <w:i/>
                <w:sz w:val="28"/>
                <w:szCs w:val="28"/>
              </w:rPr>
              <w:t>д</w:t>
            </w:r>
            <w:r w:rsidRPr="00724515">
              <w:rPr>
                <w:bCs/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 на ф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нансовое обеспечение пров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>дения углубленной диспанс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>ризации застрахованных по обязательному медицинск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му страхованию лиц, пер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 xml:space="preserve">несших новую </w:t>
            </w:r>
            <w:proofErr w:type="spellStart"/>
            <w:r w:rsidRPr="00724515">
              <w:rPr>
                <w:bCs/>
                <w:i/>
                <w:sz w:val="28"/>
                <w:szCs w:val="28"/>
              </w:rPr>
              <w:t>коронавиру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ную</w:t>
            </w:r>
            <w:proofErr w:type="spellEnd"/>
            <w:r w:rsidRPr="00724515">
              <w:rPr>
                <w:bCs/>
                <w:i/>
                <w:sz w:val="28"/>
                <w:szCs w:val="28"/>
              </w:rPr>
              <w:t xml:space="preserve"> инфекцию (COVID-19)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32 150 400,00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FA23D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395 2 02 55841 09 0000 150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6C7696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24515">
              <w:rPr>
                <w:bCs/>
                <w:i/>
                <w:sz w:val="28"/>
                <w:szCs w:val="28"/>
              </w:rPr>
              <w:t>Межбюджетные тран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ферты</w:t>
            </w:r>
            <w:r w:rsidR="006C7696" w:rsidRPr="00724515">
              <w:rPr>
                <w:bCs/>
                <w:i/>
                <w:sz w:val="28"/>
                <w:szCs w:val="28"/>
              </w:rPr>
              <w:t>, передаваемые</w:t>
            </w:r>
            <w:r w:rsidRPr="00724515">
              <w:rPr>
                <w:bCs/>
                <w:i/>
                <w:sz w:val="28"/>
                <w:szCs w:val="28"/>
              </w:rPr>
              <w:t xml:space="preserve"> бю</w:t>
            </w:r>
            <w:r w:rsidRPr="00724515">
              <w:rPr>
                <w:bCs/>
                <w:i/>
                <w:sz w:val="28"/>
                <w:szCs w:val="28"/>
              </w:rPr>
              <w:t>д</w:t>
            </w:r>
            <w:r w:rsidRPr="00724515">
              <w:rPr>
                <w:bCs/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 на д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полнительное финансовое обеспечение медицинских о</w:t>
            </w:r>
            <w:r w:rsidRPr="00724515">
              <w:rPr>
                <w:bCs/>
                <w:i/>
                <w:sz w:val="28"/>
                <w:szCs w:val="28"/>
              </w:rPr>
              <w:t>р</w:t>
            </w:r>
            <w:r w:rsidRPr="00724515">
              <w:rPr>
                <w:bCs/>
                <w:i/>
                <w:sz w:val="28"/>
                <w:szCs w:val="28"/>
              </w:rPr>
              <w:lastRenderedPageBreak/>
              <w:t>ганизаций в условиях чрезв</w:t>
            </w:r>
            <w:r w:rsidRPr="00724515">
              <w:rPr>
                <w:bCs/>
                <w:i/>
                <w:sz w:val="28"/>
                <w:szCs w:val="28"/>
              </w:rPr>
              <w:t>ы</w:t>
            </w:r>
            <w:r w:rsidRPr="00724515">
              <w:rPr>
                <w:bCs/>
                <w:i/>
                <w:sz w:val="28"/>
                <w:szCs w:val="28"/>
              </w:rPr>
              <w:t>чайной ситуации и (или) при возникновении угрозы ра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пространения заболеваний, представляющих опасность для окружающих, в рамках реализации территориал</w:t>
            </w:r>
            <w:r w:rsidRPr="00724515">
              <w:rPr>
                <w:bCs/>
                <w:i/>
                <w:sz w:val="28"/>
                <w:szCs w:val="28"/>
              </w:rPr>
              <w:t>ь</w:t>
            </w:r>
            <w:r w:rsidRPr="00724515">
              <w:rPr>
                <w:bCs/>
                <w:i/>
                <w:sz w:val="28"/>
                <w:szCs w:val="28"/>
              </w:rPr>
              <w:t>н</w:t>
            </w:r>
            <w:r w:rsidR="006C7696" w:rsidRPr="00724515">
              <w:rPr>
                <w:bCs/>
                <w:i/>
                <w:sz w:val="28"/>
                <w:szCs w:val="28"/>
              </w:rPr>
              <w:t>ой</w:t>
            </w:r>
            <w:r w:rsidRPr="00724515">
              <w:rPr>
                <w:bCs/>
                <w:i/>
                <w:sz w:val="28"/>
                <w:szCs w:val="28"/>
              </w:rPr>
              <w:t xml:space="preserve"> программ</w:t>
            </w:r>
            <w:r w:rsidR="006C7696" w:rsidRPr="00724515">
              <w:rPr>
                <w:bCs/>
                <w:i/>
                <w:sz w:val="28"/>
                <w:szCs w:val="28"/>
              </w:rPr>
              <w:t>ы</w:t>
            </w:r>
            <w:r w:rsidRPr="00724515">
              <w:rPr>
                <w:bCs/>
                <w:i/>
                <w:sz w:val="28"/>
                <w:szCs w:val="28"/>
              </w:rPr>
              <w:t xml:space="preserve"> обязательн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го медицинского страхов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ния</w:t>
            </w:r>
            <w:proofErr w:type="gramEnd"/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66654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426 012 000,00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lastRenderedPageBreak/>
              <w:t>395 2 02 55849 09 0000 150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both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Межбюджетные тран</w:t>
            </w:r>
            <w:r w:rsidRPr="00724515">
              <w:rPr>
                <w:bCs/>
                <w:i/>
                <w:sz w:val="28"/>
                <w:szCs w:val="28"/>
              </w:rPr>
              <w:t>с</w:t>
            </w:r>
            <w:r w:rsidRPr="00724515">
              <w:rPr>
                <w:bCs/>
                <w:i/>
                <w:sz w:val="28"/>
                <w:szCs w:val="28"/>
              </w:rPr>
              <w:t>ферты, передаваемые бю</w:t>
            </w:r>
            <w:r w:rsidRPr="00724515">
              <w:rPr>
                <w:bCs/>
                <w:i/>
                <w:sz w:val="28"/>
                <w:szCs w:val="28"/>
              </w:rPr>
              <w:t>д</w:t>
            </w:r>
            <w:r w:rsidRPr="00724515">
              <w:rPr>
                <w:bCs/>
                <w:i/>
                <w:sz w:val="28"/>
                <w:szCs w:val="28"/>
              </w:rPr>
              <w:t>жетам территориальных фондов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 на д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полнительное финансовое обеспечение оказания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цинской помощи лицам, з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страхованным по обязател</w:t>
            </w:r>
            <w:r w:rsidRPr="00724515">
              <w:rPr>
                <w:bCs/>
                <w:i/>
                <w:sz w:val="28"/>
                <w:szCs w:val="28"/>
              </w:rPr>
              <w:t>ь</w:t>
            </w:r>
            <w:r w:rsidRPr="00724515">
              <w:rPr>
                <w:bCs/>
                <w:i/>
                <w:sz w:val="28"/>
                <w:szCs w:val="28"/>
              </w:rPr>
              <w:t>ному медицинскому страх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ванию, в том числе с забол</w:t>
            </w:r>
            <w:r w:rsidRPr="00724515">
              <w:rPr>
                <w:bCs/>
                <w:i/>
                <w:sz w:val="28"/>
                <w:szCs w:val="28"/>
              </w:rPr>
              <w:t>е</w:t>
            </w:r>
            <w:r w:rsidRPr="00724515">
              <w:rPr>
                <w:bCs/>
                <w:i/>
                <w:sz w:val="28"/>
                <w:szCs w:val="28"/>
              </w:rPr>
              <w:t xml:space="preserve">ванием и (или) подозрением на заболевание новой </w:t>
            </w:r>
            <w:proofErr w:type="spellStart"/>
            <w:r w:rsidRPr="00724515">
              <w:rPr>
                <w:bCs/>
                <w:i/>
                <w:sz w:val="28"/>
                <w:szCs w:val="28"/>
              </w:rPr>
              <w:t>корон</w:t>
            </w:r>
            <w:r w:rsidRPr="00724515">
              <w:rPr>
                <w:bCs/>
                <w:i/>
                <w:sz w:val="28"/>
                <w:szCs w:val="28"/>
              </w:rPr>
              <w:t>а</w:t>
            </w:r>
            <w:r w:rsidRPr="00724515">
              <w:rPr>
                <w:bCs/>
                <w:i/>
                <w:sz w:val="28"/>
                <w:szCs w:val="28"/>
              </w:rPr>
              <w:t>вирусной</w:t>
            </w:r>
            <w:proofErr w:type="spellEnd"/>
            <w:r w:rsidRPr="00724515">
              <w:rPr>
                <w:bCs/>
                <w:i/>
                <w:sz w:val="28"/>
                <w:szCs w:val="28"/>
              </w:rPr>
              <w:t xml:space="preserve"> инфекцией </w:t>
            </w:r>
            <w:r w:rsidR="006C6432">
              <w:rPr>
                <w:bCs/>
                <w:i/>
                <w:sz w:val="28"/>
                <w:szCs w:val="28"/>
              </w:rPr>
              <w:br/>
            </w:r>
            <w:r w:rsidRPr="00724515">
              <w:rPr>
                <w:bCs/>
                <w:i/>
                <w:sz w:val="28"/>
                <w:szCs w:val="28"/>
              </w:rPr>
              <w:t>(COVID-19), в рамках реал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зации территориальных пр</w:t>
            </w:r>
            <w:r w:rsidRPr="00724515">
              <w:rPr>
                <w:bCs/>
                <w:i/>
                <w:sz w:val="28"/>
                <w:szCs w:val="28"/>
              </w:rPr>
              <w:t>о</w:t>
            </w:r>
            <w:r w:rsidRPr="00724515">
              <w:rPr>
                <w:bCs/>
                <w:i/>
                <w:sz w:val="28"/>
                <w:szCs w:val="28"/>
              </w:rPr>
              <w:t>грамм обязательного мед</w:t>
            </w:r>
            <w:r w:rsidRPr="00724515">
              <w:rPr>
                <w:bCs/>
                <w:i/>
                <w:sz w:val="28"/>
                <w:szCs w:val="28"/>
              </w:rPr>
              <w:t>и</w:t>
            </w:r>
            <w:r w:rsidRPr="00724515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8F0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1 709 559 400,00</w:t>
            </w:r>
          </w:p>
        </w:tc>
      </w:tr>
      <w:tr w:rsidR="008F09F6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326EF9" w:rsidRDefault="008F09F6" w:rsidP="00FA23D2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326EF9" w:rsidRDefault="008F09F6" w:rsidP="00FA23D2">
            <w:pPr>
              <w:jc w:val="both"/>
              <w:rPr>
                <w:bCs/>
                <w:sz w:val="28"/>
                <w:szCs w:val="28"/>
              </w:rPr>
            </w:pPr>
            <w:r w:rsidRPr="00326EF9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326EF9" w:rsidRDefault="008F09F6" w:rsidP="0066654C">
            <w:pPr>
              <w:jc w:val="right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481 181 604,79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597B3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2E7858">
            <w:pPr>
              <w:jc w:val="both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724515">
              <w:rPr>
                <w:bCs/>
                <w:i/>
                <w:sz w:val="28"/>
                <w:szCs w:val="28"/>
              </w:rPr>
              <w:t>ь</w:t>
            </w:r>
            <w:r w:rsidRPr="00724515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E377D0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24515">
              <w:rPr>
                <w:bCs/>
                <w:i/>
                <w:iCs/>
                <w:sz w:val="28"/>
                <w:szCs w:val="28"/>
              </w:rPr>
              <w:t>481 181 604,79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>
            <w:pPr>
              <w:rPr>
                <w:b/>
                <w:i/>
                <w:lang w:val="en-US"/>
              </w:rPr>
            </w:pPr>
            <w:r w:rsidRPr="00724515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724515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E377D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724515">
              <w:rPr>
                <w:b/>
                <w:i/>
                <w:sz w:val="28"/>
                <w:szCs w:val="28"/>
              </w:rPr>
              <w:t>Доходы бюджетов бю</w:t>
            </w:r>
            <w:r w:rsidRPr="00724515">
              <w:rPr>
                <w:b/>
                <w:i/>
                <w:sz w:val="28"/>
                <w:szCs w:val="28"/>
              </w:rPr>
              <w:t>д</w:t>
            </w:r>
            <w:r w:rsidRPr="00724515">
              <w:rPr>
                <w:b/>
                <w:i/>
                <w:sz w:val="28"/>
                <w:szCs w:val="28"/>
              </w:rPr>
              <w:t>жетной системы Росси</w:t>
            </w:r>
            <w:r w:rsidRPr="00724515">
              <w:rPr>
                <w:b/>
                <w:i/>
                <w:sz w:val="28"/>
                <w:szCs w:val="28"/>
              </w:rPr>
              <w:t>й</w:t>
            </w:r>
            <w:r w:rsidRPr="00724515">
              <w:rPr>
                <w:b/>
                <w:i/>
                <w:sz w:val="28"/>
                <w:szCs w:val="28"/>
              </w:rPr>
              <w:t>ской Федерации от возвр</w:t>
            </w:r>
            <w:r w:rsidRPr="00724515">
              <w:rPr>
                <w:b/>
                <w:i/>
                <w:sz w:val="28"/>
                <w:szCs w:val="28"/>
              </w:rPr>
              <w:t>а</w:t>
            </w:r>
            <w:r w:rsidRPr="00724515">
              <w:rPr>
                <w:b/>
                <w:i/>
                <w:sz w:val="28"/>
                <w:szCs w:val="28"/>
              </w:rPr>
              <w:t>та остатков субсидий, су</w:t>
            </w:r>
            <w:r w:rsidRPr="00724515">
              <w:rPr>
                <w:b/>
                <w:i/>
                <w:sz w:val="28"/>
                <w:szCs w:val="28"/>
              </w:rPr>
              <w:t>б</w:t>
            </w:r>
            <w:r w:rsidRPr="00724515">
              <w:rPr>
                <w:b/>
                <w:i/>
                <w:sz w:val="28"/>
                <w:szCs w:val="28"/>
              </w:rPr>
              <w:t>венций и иных межбю</w:t>
            </w:r>
            <w:r w:rsidRPr="00724515">
              <w:rPr>
                <w:b/>
                <w:i/>
                <w:sz w:val="28"/>
                <w:szCs w:val="28"/>
              </w:rPr>
              <w:t>д</w:t>
            </w:r>
            <w:r w:rsidRPr="00724515">
              <w:rPr>
                <w:b/>
                <w:i/>
                <w:sz w:val="28"/>
                <w:szCs w:val="28"/>
              </w:rPr>
              <w:t>жетных трансфертов, имеющих целевое назнач</w:t>
            </w:r>
            <w:r w:rsidRPr="00724515">
              <w:rPr>
                <w:b/>
                <w:i/>
                <w:sz w:val="28"/>
                <w:szCs w:val="28"/>
              </w:rPr>
              <w:t>е</w:t>
            </w:r>
            <w:r w:rsidRPr="00724515">
              <w:rPr>
                <w:b/>
                <w:i/>
                <w:sz w:val="28"/>
                <w:szCs w:val="28"/>
              </w:rPr>
              <w:t>ние, прошлых лет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724515" w:rsidRDefault="008F09F6" w:rsidP="0066654C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 w:rsidRPr="00724515">
              <w:rPr>
                <w:b/>
                <w:bCs/>
                <w:i/>
                <w:sz w:val="28"/>
                <w:szCs w:val="28"/>
              </w:rPr>
              <w:t>676 693,47</w:t>
            </w:r>
          </w:p>
        </w:tc>
      </w:tr>
      <w:tr w:rsidR="008F09F6" w:rsidRPr="00326EF9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326EF9" w:rsidRDefault="008F09F6" w:rsidP="00597B32">
            <w:pPr>
              <w:rPr>
                <w:bCs/>
                <w:color w:val="000000"/>
                <w:sz w:val="28"/>
                <w:szCs w:val="28"/>
              </w:rPr>
            </w:pPr>
            <w:r w:rsidRPr="00326EF9">
              <w:rPr>
                <w:bCs/>
                <w:color w:val="000000"/>
                <w:sz w:val="28"/>
                <w:szCs w:val="28"/>
              </w:rPr>
              <w:lastRenderedPageBreak/>
              <w:t>000 2 18 00000 0</w:t>
            </w:r>
            <w:r w:rsidRPr="00326EF9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326EF9">
              <w:rPr>
                <w:bCs/>
                <w:color w:val="000000"/>
                <w:sz w:val="28"/>
                <w:szCs w:val="28"/>
              </w:rPr>
              <w:t xml:space="preserve"> 0000 150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Pr="00326EF9" w:rsidRDefault="008F09F6" w:rsidP="00EF332B">
            <w:pPr>
              <w:pStyle w:val="ConsPlusNormal"/>
              <w:jc w:val="both"/>
            </w:pPr>
            <w:r w:rsidRPr="00326EF9">
              <w:rPr>
                <w:bCs/>
                <w:iCs/>
              </w:rPr>
              <w:t>Доходы бюджетов бюдже</w:t>
            </w:r>
            <w:r w:rsidRPr="00326EF9">
              <w:rPr>
                <w:bCs/>
                <w:iCs/>
              </w:rPr>
              <w:t>т</w:t>
            </w:r>
            <w:r w:rsidRPr="00326EF9">
              <w:rPr>
                <w:bCs/>
                <w:iCs/>
              </w:rPr>
              <w:t>ной системы Российской Ф</w:t>
            </w:r>
            <w:r w:rsidRPr="00326EF9">
              <w:rPr>
                <w:bCs/>
                <w:iCs/>
              </w:rPr>
              <w:t>е</w:t>
            </w:r>
            <w:r w:rsidRPr="00326EF9">
              <w:rPr>
                <w:bCs/>
                <w:iCs/>
              </w:rPr>
              <w:t>дерации от возврата бюдж</w:t>
            </w:r>
            <w:r w:rsidRPr="00326EF9">
              <w:rPr>
                <w:bCs/>
                <w:iCs/>
              </w:rPr>
              <w:t>е</w:t>
            </w:r>
            <w:r w:rsidRPr="00326EF9">
              <w:rPr>
                <w:bCs/>
                <w:iCs/>
              </w:rPr>
              <w:t>тами бюджетной системы Российской Федерации остатков субсидий, субве</w:t>
            </w:r>
            <w:r w:rsidRPr="00326EF9">
              <w:rPr>
                <w:bCs/>
                <w:iCs/>
              </w:rPr>
              <w:t>н</w:t>
            </w:r>
            <w:r w:rsidRPr="00326EF9">
              <w:rPr>
                <w:bCs/>
                <w:iCs/>
              </w:rPr>
              <w:t>ций и иных межбюджетных трансфертов, имеющих цел</w:t>
            </w:r>
            <w:r w:rsidRPr="00326EF9">
              <w:rPr>
                <w:bCs/>
                <w:iCs/>
              </w:rPr>
              <w:t>е</w:t>
            </w:r>
            <w:r w:rsidRPr="00326EF9">
              <w:rPr>
                <w:bCs/>
                <w:iCs/>
              </w:rPr>
              <w:t>вое назначение, прошлых лет, а также от возврата о</w:t>
            </w:r>
            <w:r w:rsidRPr="00326EF9">
              <w:rPr>
                <w:bCs/>
                <w:iCs/>
              </w:rPr>
              <w:t>р</w:t>
            </w:r>
            <w:r w:rsidRPr="00326EF9">
              <w:rPr>
                <w:bCs/>
                <w:iCs/>
              </w:rPr>
              <w:t>ганизациями остатков субс</w:t>
            </w:r>
            <w:r w:rsidRPr="00326EF9">
              <w:rPr>
                <w:bCs/>
                <w:iCs/>
              </w:rPr>
              <w:t>и</w:t>
            </w:r>
            <w:r w:rsidRPr="00326EF9">
              <w:rPr>
                <w:bCs/>
                <w:iCs/>
              </w:rPr>
              <w:t>дий прошлых лет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326EF9" w:rsidRDefault="008F09F6" w:rsidP="00EE7832">
            <w:pPr>
              <w:jc w:val="right"/>
              <w:rPr>
                <w:bCs/>
                <w:sz w:val="28"/>
                <w:szCs w:val="28"/>
              </w:rPr>
            </w:pPr>
            <w:r w:rsidRPr="00326EF9">
              <w:rPr>
                <w:bCs/>
                <w:sz w:val="28"/>
                <w:szCs w:val="28"/>
              </w:rPr>
              <w:t>676 693,47</w:t>
            </w:r>
          </w:p>
        </w:tc>
      </w:tr>
      <w:tr w:rsidR="008F09F6" w:rsidRPr="00326EF9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326EF9" w:rsidRDefault="008F09F6" w:rsidP="00597B32">
            <w:pPr>
              <w:rPr>
                <w:bCs/>
                <w:color w:val="000000"/>
                <w:sz w:val="28"/>
                <w:szCs w:val="28"/>
              </w:rPr>
            </w:pPr>
            <w:r w:rsidRPr="00326EF9">
              <w:rPr>
                <w:bCs/>
                <w:color w:val="000000"/>
                <w:sz w:val="28"/>
                <w:szCs w:val="28"/>
              </w:rPr>
              <w:t>000 2 18 00000 09 0000 150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Pr="00326EF9" w:rsidRDefault="008F09F6" w:rsidP="00AD5513">
            <w:pPr>
              <w:pStyle w:val="ConsPlusNormal"/>
              <w:jc w:val="both"/>
              <w:rPr>
                <w:bCs/>
                <w:iCs/>
              </w:rPr>
            </w:pPr>
            <w:r w:rsidRPr="00326EF9">
              <w:t>Доходы бюджетов террит</w:t>
            </w:r>
            <w:r w:rsidRPr="00326EF9">
              <w:t>о</w:t>
            </w:r>
            <w:r w:rsidRPr="00326EF9">
              <w:t>риальных фондов обязател</w:t>
            </w:r>
            <w:r w:rsidRPr="00326EF9">
              <w:t>ь</w:t>
            </w:r>
            <w:r w:rsidRPr="00326EF9">
              <w:t>ного медицинского страх</w:t>
            </w:r>
            <w:r w:rsidRPr="00326EF9">
              <w:t>о</w:t>
            </w:r>
            <w:r w:rsidRPr="00326EF9">
              <w:t>вания от возврата остатков субсидий, субвенций и иных межбюджетных трансфертов, имеющих целевое назнач</w:t>
            </w:r>
            <w:r w:rsidRPr="00326EF9">
              <w:t>е</w:t>
            </w:r>
            <w:r w:rsidRPr="00326EF9">
              <w:t>ние, прошлых лет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326EF9" w:rsidRDefault="008F09F6" w:rsidP="00EE7832">
            <w:pPr>
              <w:jc w:val="right"/>
              <w:rPr>
                <w:bCs/>
                <w:sz w:val="28"/>
                <w:szCs w:val="28"/>
              </w:rPr>
            </w:pPr>
            <w:r w:rsidRPr="00326EF9">
              <w:rPr>
                <w:bCs/>
                <w:sz w:val="28"/>
                <w:szCs w:val="28"/>
              </w:rPr>
              <w:t>676 693,47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597B3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24515">
              <w:rPr>
                <w:bCs/>
                <w:i/>
                <w:color w:val="000000"/>
                <w:sz w:val="28"/>
                <w:szCs w:val="28"/>
                <w:lang w:val="en-US"/>
              </w:rPr>
              <w:t>395</w:t>
            </w:r>
            <w:r w:rsidRPr="00724515">
              <w:rPr>
                <w:bCs/>
                <w:i/>
                <w:color w:val="000000"/>
                <w:sz w:val="28"/>
                <w:szCs w:val="28"/>
              </w:rPr>
              <w:t xml:space="preserve"> 2 18 </w:t>
            </w:r>
            <w:r w:rsidRPr="00724515">
              <w:rPr>
                <w:bCs/>
                <w:i/>
                <w:color w:val="000000"/>
                <w:sz w:val="28"/>
                <w:szCs w:val="28"/>
                <w:lang w:val="en-US"/>
              </w:rPr>
              <w:t>51360</w:t>
            </w:r>
            <w:r w:rsidRPr="00724515">
              <w:rPr>
                <w:bCs/>
                <w:i/>
                <w:color w:val="000000"/>
                <w:sz w:val="28"/>
                <w:szCs w:val="28"/>
              </w:rPr>
              <w:t xml:space="preserve"> 09 0000 150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5962F5">
            <w:pPr>
              <w:pStyle w:val="ConsPlusNormal"/>
              <w:jc w:val="both"/>
              <w:rPr>
                <w:i/>
              </w:rPr>
            </w:pPr>
            <w:r w:rsidRPr="00724515">
              <w:rPr>
                <w:i/>
              </w:rPr>
              <w:t>Доходы бюджета террит</w:t>
            </w:r>
            <w:r w:rsidRPr="00724515">
              <w:rPr>
                <w:i/>
              </w:rPr>
              <w:t>о</w:t>
            </w:r>
            <w:r w:rsidRPr="00724515">
              <w:rPr>
                <w:i/>
              </w:rPr>
              <w:t>риального фонда обязател</w:t>
            </w:r>
            <w:r w:rsidRPr="00724515">
              <w:rPr>
                <w:i/>
              </w:rPr>
              <w:t>ь</w:t>
            </w:r>
            <w:r w:rsidRPr="00724515">
              <w:rPr>
                <w:i/>
              </w:rPr>
              <w:t>ного медицинского страх</w:t>
            </w:r>
            <w:r w:rsidRPr="00724515">
              <w:rPr>
                <w:i/>
              </w:rPr>
              <w:t>о</w:t>
            </w:r>
            <w:r w:rsidRPr="00724515">
              <w:rPr>
                <w:i/>
              </w:rPr>
              <w:t>вания от возврата остатков межбюджетных трансфе</w:t>
            </w:r>
            <w:r w:rsidRPr="00724515">
              <w:rPr>
                <w:i/>
              </w:rPr>
              <w:t>р</w:t>
            </w:r>
            <w:r w:rsidRPr="00724515">
              <w:rPr>
                <w:i/>
              </w:rPr>
              <w:t>тов прошлых лет на ос</w:t>
            </w:r>
            <w:r w:rsidRPr="00724515">
              <w:rPr>
                <w:i/>
              </w:rPr>
              <w:t>у</w:t>
            </w:r>
            <w:r w:rsidRPr="00724515">
              <w:rPr>
                <w:i/>
              </w:rPr>
              <w:t>ществление единовременных выплат медицинским рабо</w:t>
            </w:r>
            <w:r w:rsidRPr="00724515">
              <w:rPr>
                <w:i/>
              </w:rPr>
              <w:t>т</w:t>
            </w:r>
            <w:r w:rsidRPr="00724515">
              <w:rPr>
                <w:i/>
              </w:rPr>
              <w:t>никам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724515" w:rsidRDefault="008F09F6" w:rsidP="00C61E92">
            <w:pPr>
              <w:jc w:val="right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508 800,67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597B32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724515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>
            <w:pPr>
              <w:pStyle w:val="ConsPlusNormal"/>
              <w:jc w:val="both"/>
              <w:rPr>
                <w:bCs/>
                <w:i/>
                <w:iCs/>
              </w:rPr>
            </w:pPr>
            <w:r w:rsidRPr="00724515">
              <w:rPr>
                <w:i/>
              </w:rPr>
              <w:t>Доходы бюджетов терр</w:t>
            </w:r>
            <w:r w:rsidRPr="00724515">
              <w:rPr>
                <w:i/>
              </w:rPr>
              <w:t>и</w:t>
            </w:r>
            <w:r w:rsidRPr="00724515">
              <w:rPr>
                <w:i/>
              </w:rPr>
              <w:t>ториальных фондов обяз</w:t>
            </w:r>
            <w:r w:rsidRPr="00724515">
              <w:rPr>
                <w:i/>
              </w:rPr>
              <w:t>а</w:t>
            </w:r>
            <w:r w:rsidRPr="00724515">
              <w:rPr>
                <w:i/>
              </w:rPr>
              <w:t>тельного медицинского страхования от возврата остатков субсидий, субве</w:t>
            </w:r>
            <w:r w:rsidRPr="00724515">
              <w:rPr>
                <w:i/>
              </w:rPr>
              <w:t>н</w:t>
            </w:r>
            <w:r w:rsidRPr="00724515">
              <w:rPr>
                <w:i/>
              </w:rPr>
              <w:t>ций и иных межбюджетных трансфертов, имеющих ц</w:t>
            </w:r>
            <w:r w:rsidRPr="00724515">
              <w:rPr>
                <w:i/>
              </w:rPr>
              <w:t>е</w:t>
            </w:r>
            <w:r w:rsidRPr="00724515">
              <w:rPr>
                <w:i/>
              </w:rPr>
              <w:t>левое назначение, прошлых лет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724515" w:rsidRDefault="008F09F6" w:rsidP="00C61E92">
            <w:pPr>
              <w:jc w:val="right"/>
              <w:rPr>
                <w:bCs/>
                <w:i/>
                <w:sz w:val="28"/>
                <w:szCs w:val="28"/>
              </w:rPr>
            </w:pPr>
            <w:r w:rsidRPr="00724515">
              <w:rPr>
                <w:bCs/>
                <w:i/>
                <w:sz w:val="28"/>
                <w:szCs w:val="28"/>
              </w:rPr>
              <w:t>167 892,8</w:t>
            </w:r>
            <w:r w:rsidR="002F25B0" w:rsidRPr="00724515">
              <w:rPr>
                <w:bCs/>
                <w:i/>
                <w:sz w:val="28"/>
                <w:szCs w:val="28"/>
              </w:rPr>
              <w:t>0</w:t>
            </w:r>
          </w:p>
        </w:tc>
      </w:tr>
      <w:tr w:rsidR="008F09F6" w:rsidRPr="0083335F" w:rsidTr="00C85426">
        <w:trPr>
          <w:trHeight w:val="283"/>
        </w:trPr>
        <w:tc>
          <w:tcPr>
            <w:tcW w:w="1798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83335F" w:rsidRDefault="008F09F6" w:rsidP="002E7858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3335F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83335F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1983" w:type="pct"/>
            <w:shd w:val="clear" w:color="auto" w:fill="auto"/>
            <w:tcMar>
              <w:left w:w="57" w:type="dxa"/>
              <w:right w:w="57" w:type="dxa"/>
            </w:tcMar>
          </w:tcPr>
          <w:p w:rsidR="00717FC2" w:rsidRPr="0083335F" w:rsidRDefault="008F09F6" w:rsidP="002E7858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83335F">
              <w:rPr>
                <w:b/>
                <w:bCs/>
                <w:i/>
                <w:iCs/>
                <w:sz w:val="28"/>
                <w:szCs w:val="28"/>
              </w:rPr>
              <w:t>Возврат остатков субс</w:t>
            </w:r>
            <w:r w:rsidRPr="0083335F">
              <w:rPr>
                <w:b/>
                <w:bCs/>
                <w:i/>
                <w:iCs/>
                <w:sz w:val="28"/>
                <w:szCs w:val="28"/>
              </w:rPr>
              <w:t>и</w:t>
            </w:r>
            <w:r w:rsidRPr="0083335F">
              <w:rPr>
                <w:b/>
                <w:bCs/>
                <w:i/>
                <w:iCs/>
                <w:sz w:val="28"/>
                <w:szCs w:val="28"/>
              </w:rPr>
              <w:t>дий, субвенций и иных межбюджетных тран</w:t>
            </w:r>
            <w:r w:rsidRPr="0083335F">
              <w:rPr>
                <w:b/>
                <w:bCs/>
                <w:i/>
                <w:iCs/>
                <w:sz w:val="28"/>
                <w:szCs w:val="28"/>
              </w:rPr>
              <w:t>с</w:t>
            </w:r>
            <w:r w:rsidRPr="0083335F">
              <w:rPr>
                <w:b/>
                <w:bCs/>
                <w:i/>
                <w:iCs/>
                <w:sz w:val="28"/>
                <w:szCs w:val="28"/>
              </w:rPr>
              <w:t>фертов, имеющих целевое назначение, прошлых лет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F09F6" w:rsidRPr="0083335F" w:rsidRDefault="008F09F6" w:rsidP="008F09F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83335F">
              <w:rPr>
                <w:b/>
                <w:bCs/>
                <w:i/>
                <w:iCs/>
                <w:sz w:val="28"/>
                <w:szCs w:val="28"/>
              </w:rPr>
              <w:t>-63 423 937,21</w:t>
            </w:r>
          </w:p>
        </w:tc>
      </w:tr>
      <w:tr w:rsidR="008F09F6" w:rsidRPr="00326EF9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326EF9" w:rsidRDefault="008F09F6" w:rsidP="00597B32">
            <w:pPr>
              <w:jc w:val="center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sz w:val="28"/>
                <w:szCs w:val="28"/>
              </w:rPr>
              <w:t xml:space="preserve">000 </w:t>
            </w:r>
            <w:r w:rsidRPr="00326EF9">
              <w:rPr>
                <w:bCs/>
                <w:iCs/>
                <w:sz w:val="28"/>
                <w:szCs w:val="28"/>
              </w:rPr>
              <w:t>2 19 00000 09 0000 150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326EF9" w:rsidRDefault="008F09F6" w:rsidP="002E7858">
            <w:pPr>
              <w:jc w:val="both"/>
              <w:rPr>
                <w:bCs/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326EF9">
              <w:rPr>
                <w:bCs/>
                <w:iCs/>
                <w:sz w:val="28"/>
                <w:szCs w:val="28"/>
              </w:rPr>
              <w:t>д</w:t>
            </w:r>
            <w:r w:rsidRPr="00326EF9">
              <w:rPr>
                <w:bCs/>
                <w:iCs/>
                <w:sz w:val="28"/>
                <w:szCs w:val="28"/>
              </w:rPr>
              <w:lastRenderedPageBreak/>
              <w:t>жетных трансфертов, име</w:t>
            </w:r>
            <w:r w:rsidRPr="00326EF9">
              <w:rPr>
                <w:bCs/>
                <w:iCs/>
                <w:sz w:val="28"/>
                <w:szCs w:val="28"/>
              </w:rPr>
              <w:t>ю</w:t>
            </w:r>
            <w:r w:rsidRPr="00326EF9">
              <w:rPr>
                <w:bCs/>
                <w:iCs/>
                <w:sz w:val="28"/>
                <w:szCs w:val="28"/>
              </w:rPr>
              <w:t xml:space="preserve">щих целевое назначение, прошлых лет из </w:t>
            </w:r>
            <w:r w:rsidRPr="00326EF9">
              <w:rPr>
                <w:iCs/>
                <w:sz w:val="28"/>
                <w:szCs w:val="28"/>
              </w:rPr>
              <w:t>бюджетов территориальных фондов обязательного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326EF9" w:rsidRDefault="008F09F6" w:rsidP="008F09F6">
            <w:pPr>
              <w:jc w:val="right"/>
              <w:rPr>
                <w:iCs/>
                <w:sz w:val="28"/>
                <w:szCs w:val="28"/>
              </w:rPr>
            </w:pPr>
            <w:r w:rsidRPr="00326EF9">
              <w:rPr>
                <w:bCs/>
                <w:iCs/>
                <w:sz w:val="28"/>
                <w:szCs w:val="28"/>
              </w:rPr>
              <w:lastRenderedPageBreak/>
              <w:t>-63 423 937,21</w:t>
            </w:r>
          </w:p>
        </w:tc>
      </w:tr>
      <w:tr w:rsidR="008F09F6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597B32">
            <w:pPr>
              <w:jc w:val="center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lastRenderedPageBreak/>
              <w:t>395 2 19 50930 09 0000 150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FE1BDC">
            <w:pPr>
              <w:jc w:val="both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ях субъектов Российской Федерации в бюджет Фед</w:t>
            </w:r>
            <w:r w:rsidRPr="00724515">
              <w:rPr>
                <w:i/>
                <w:iCs/>
                <w:sz w:val="28"/>
                <w:szCs w:val="28"/>
              </w:rPr>
              <w:t>е</w:t>
            </w:r>
            <w:r w:rsidRPr="00724515">
              <w:rPr>
                <w:i/>
                <w:iCs/>
                <w:sz w:val="28"/>
                <w:szCs w:val="28"/>
              </w:rPr>
              <w:t>рального фонда обязател</w:t>
            </w:r>
            <w:r w:rsidRPr="00724515">
              <w:rPr>
                <w:i/>
                <w:iCs/>
                <w:sz w:val="28"/>
                <w:szCs w:val="28"/>
              </w:rPr>
              <w:t>ь</w:t>
            </w:r>
            <w:r w:rsidRPr="00724515">
              <w:rPr>
                <w:i/>
                <w:iCs/>
                <w:sz w:val="28"/>
                <w:szCs w:val="28"/>
              </w:rPr>
              <w:t>ного медицинского страх</w:t>
            </w:r>
            <w:r w:rsidRPr="00724515">
              <w:rPr>
                <w:i/>
                <w:iCs/>
                <w:sz w:val="28"/>
                <w:szCs w:val="28"/>
              </w:rPr>
              <w:t>о</w:t>
            </w:r>
            <w:r w:rsidRPr="00724515">
              <w:rPr>
                <w:i/>
                <w:iCs/>
                <w:sz w:val="28"/>
                <w:szCs w:val="28"/>
              </w:rPr>
              <w:t>вания из бюджетов терр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ториальных фондов обяз</w:t>
            </w:r>
            <w:r w:rsidRPr="00724515">
              <w:rPr>
                <w:i/>
                <w:iCs/>
                <w:sz w:val="28"/>
                <w:szCs w:val="28"/>
              </w:rPr>
              <w:t>а</w:t>
            </w:r>
            <w:r w:rsidRPr="00724515">
              <w:rPr>
                <w:i/>
                <w:iCs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326EF9">
            <w:pPr>
              <w:jc w:val="right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-</w:t>
            </w:r>
            <w:r w:rsidR="00326EF9" w:rsidRPr="00724515">
              <w:rPr>
                <w:i/>
                <w:iCs/>
                <w:sz w:val="28"/>
                <w:szCs w:val="28"/>
              </w:rPr>
              <w:t>9 272 176,44</w:t>
            </w:r>
          </w:p>
        </w:tc>
      </w:tr>
      <w:tr w:rsidR="008F09F6" w:rsidRPr="00724515" w:rsidTr="00976CF9">
        <w:trPr>
          <w:trHeight w:val="359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F09F6" w:rsidRPr="00724515" w:rsidRDefault="008F09F6" w:rsidP="00597B32">
            <w:pPr>
              <w:jc w:val="center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395 2 19 5</w:t>
            </w:r>
            <w:r w:rsidRPr="00724515">
              <w:rPr>
                <w:i/>
                <w:iCs/>
                <w:sz w:val="28"/>
                <w:szCs w:val="28"/>
                <w:lang w:val="en-US"/>
              </w:rPr>
              <w:t>1360</w:t>
            </w:r>
            <w:r w:rsidRPr="00724515">
              <w:rPr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F09F6" w:rsidRPr="00724515" w:rsidRDefault="008F09F6" w:rsidP="00647352">
            <w:pPr>
              <w:jc w:val="both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Возврат остатков ме</w:t>
            </w:r>
            <w:r w:rsidRPr="00724515">
              <w:rPr>
                <w:i/>
                <w:iCs/>
                <w:sz w:val="28"/>
                <w:szCs w:val="28"/>
              </w:rPr>
              <w:t>ж</w:t>
            </w:r>
            <w:r w:rsidRPr="00724515">
              <w:rPr>
                <w:i/>
                <w:iCs/>
                <w:sz w:val="28"/>
                <w:szCs w:val="28"/>
              </w:rPr>
              <w:t>бюджетных трансфертов прошлых лет на осуществл</w:t>
            </w:r>
            <w:r w:rsidRPr="00724515">
              <w:rPr>
                <w:i/>
                <w:iCs/>
                <w:sz w:val="28"/>
                <w:szCs w:val="28"/>
              </w:rPr>
              <w:t>е</w:t>
            </w:r>
            <w:r w:rsidRPr="00724515">
              <w:rPr>
                <w:i/>
                <w:iCs/>
                <w:sz w:val="28"/>
                <w:szCs w:val="28"/>
              </w:rPr>
              <w:t>ние единовременных выплат медицинским работникам в бюджет Федерального фо</w:t>
            </w:r>
            <w:r w:rsidRPr="00724515">
              <w:rPr>
                <w:i/>
                <w:iCs/>
                <w:sz w:val="28"/>
                <w:szCs w:val="28"/>
              </w:rPr>
              <w:t>н</w:t>
            </w:r>
            <w:r w:rsidRPr="00724515">
              <w:rPr>
                <w:i/>
                <w:iCs/>
                <w:sz w:val="28"/>
                <w:szCs w:val="28"/>
              </w:rPr>
              <w:t>да обязательного медици</w:t>
            </w:r>
            <w:r w:rsidRPr="00724515">
              <w:rPr>
                <w:i/>
                <w:iCs/>
                <w:sz w:val="28"/>
                <w:szCs w:val="28"/>
              </w:rPr>
              <w:t>н</w:t>
            </w:r>
            <w:r w:rsidRPr="00724515">
              <w:rPr>
                <w:i/>
                <w:iCs/>
                <w:sz w:val="28"/>
                <w:szCs w:val="28"/>
              </w:rPr>
              <w:t>ского страхования из бю</w:t>
            </w:r>
            <w:r w:rsidRPr="00724515">
              <w:rPr>
                <w:i/>
                <w:iCs/>
                <w:sz w:val="28"/>
                <w:szCs w:val="28"/>
              </w:rPr>
              <w:t>д</w:t>
            </w:r>
            <w:r w:rsidRPr="00724515">
              <w:rPr>
                <w:i/>
                <w:iCs/>
                <w:sz w:val="28"/>
                <w:szCs w:val="28"/>
              </w:rPr>
              <w:t>жетов территориальных фондов обязательного мед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F09F6" w:rsidRPr="00724515" w:rsidRDefault="008F09F6" w:rsidP="00326EF9">
            <w:pPr>
              <w:jc w:val="right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-</w:t>
            </w:r>
            <w:r w:rsidR="00326EF9" w:rsidRPr="00724515">
              <w:rPr>
                <w:i/>
                <w:iCs/>
                <w:sz w:val="28"/>
                <w:szCs w:val="28"/>
              </w:rPr>
              <w:t>261 132,76</w:t>
            </w:r>
          </w:p>
        </w:tc>
      </w:tr>
      <w:tr w:rsidR="00326EF9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jc w:val="center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395 2 19 55257 09 0000 150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Возврат остатков ме</w:t>
            </w:r>
            <w:r w:rsidRPr="00724515">
              <w:rPr>
                <w:i/>
                <w:iCs/>
                <w:sz w:val="28"/>
                <w:szCs w:val="28"/>
              </w:rPr>
              <w:t>ж</w:t>
            </w:r>
            <w:r w:rsidRPr="00724515"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формирования нормированного страхового запаса территориального фонда обязательного мед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цинского страхования в бюджет Федерального фо</w:t>
            </w:r>
            <w:r w:rsidRPr="00724515">
              <w:rPr>
                <w:i/>
                <w:iCs/>
                <w:sz w:val="28"/>
                <w:szCs w:val="28"/>
              </w:rPr>
              <w:t>н</w:t>
            </w:r>
            <w:r w:rsidRPr="00724515">
              <w:rPr>
                <w:i/>
                <w:iCs/>
                <w:sz w:val="28"/>
                <w:szCs w:val="28"/>
              </w:rPr>
              <w:t>да обязательного медици</w:t>
            </w:r>
            <w:r w:rsidRPr="00724515">
              <w:rPr>
                <w:i/>
                <w:iCs/>
                <w:sz w:val="28"/>
                <w:szCs w:val="28"/>
              </w:rPr>
              <w:t>н</w:t>
            </w:r>
            <w:r w:rsidRPr="00724515">
              <w:rPr>
                <w:i/>
                <w:iCs/>
                <w:sz w:val="28"/>
                <w:szCs w:val="28"/>
              </w:rPr>
              <w:t>ского страхования из бю</w:t>
            </w:r>
            <w:r w:rsidRPr="00724515">
              <w:rPr>
                <w:i/>
                <w:iCs/>
                <w:sz w:val="28"/>
                <w:szCs w:val="28"/>
              </w:rPr>
              <w:t>д</w:t>
            </w:r>
            <w:r w:rsidRPr="00724515">
              <w:rPr>
                <w:i/>
                <w:iCs/>
                <w:sz w:val="28"/>
                <w:szCs w:val="28"/>
              </w:rPr>
              <w:t>жетов территориальных фондов обязательного мед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jc w:val="right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-49 190 228,01</w:t>
            </w:r>
          </w:p>
        </w:tc>
      </w:tr>
      <w:tr w:rsidR="00326EF9" w:rsidRPr="00724515" w:rsidTr="00C85426">
        <w:trPr>
          <w:trHeight w:val="283"/>
        </w:trPr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jc w:val="center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lastRenderedPageBreak/>
              <w:t>395 2 19 55258 09 0000 150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Возврат остатков ме</w:t>
            </w:r>
            <w:r w:rsidRPr="00724515">
              <w:rPr>
                <w:i/>
                <w:iCs/>
                <w:sz w:val="28"/>
                <w:szCs w:val="28"/>
              </w:rPr>
              <w:t>ж</w:t>
            </w:r>
            <w:r w:rsidRPr="00724515">
              <w:rPr>
                <w:i/>
                <w:iCs/>
                <w:sz w:val="28"/>
                <w:szCs w:val="28"/>
              </w:rPr>
              <w:t>бюджетных трансфертов прошлых лет на финансовое обеспечение осуществления денежных выплат стимул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рующего характера мед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цинским работникам за в</w:t>
            </w:r>
            <w:r w:rsidRPr="00724515">
              <w:rPr>
                <w:i/>
                <w:iCs/>
                <w:sz w:val="28"/>
                <w:szCs w:val="28"/>
              </w:rPr>
              <w:t>ы</w:t>
            </w:r>
            <w:r w:rsidRPr="00724515">
              <w:rPr>
                <w:i/>
                <w:iCs/>
                <w:sz w:val="28"/>
                <w:szCs w:val="28"/>
              </w:rPr>
              <w:t>явление онкологических заб</w:t>
            </w:r>
            <w:r w:rsidRPr="00724515">
              <w:rPr>
                <w:i/>
                <w:iCs/>
                <w:sz w:val="28"/>
                <w:szCs w:val="28"/>
              </w:rPr>
              <w:t>о</w:t>
            </w:r>
            <w:r w:rsidRPr="00724515">
              <w:rPr>
                <w:i/>
                <w:iCs/>
                <w:sz w:val="28"/>
                <w:szCs w:val="28"/>
              </w:rPr>
              <w:t>леваний в ходе проведения диспансеризации и проф</w:t>
            </w:r>
            <w:r w:rsidRPr="00724515">
              <w:rPr>
                <w:i/>
                <w:iCs/>
                <w:sz w:val="28"/>
                <w:szCs w:val="28"/>
              </w:rPr>
              <w:t>и</w:t>
            </w:r>
            <w:r w:rsidRPr="00724515">
              <w:rPr>
                <w:i/>
                <w:iCs/>
                <w:sz w:val="28"/>
                <w:szCs w:val="28"/>
              </w:rPr>
              <w:t>лактических медицинских осмотров населения в бю</w:t>
            </w:r>
            <w:r w:rsidRPr="00724515">
              <w:rPr>
                <w:i/>
                <w:iCs/>
                <w:sz w:val="28"/>
                <w:szCs w:val="28"/>
              </w:rPr>
              <w:t>д</w:t>
            </w:r>
            <w:r w:rsidRPr="00724515"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26EF9" w:rsidRPr="00724515" w:rsidRDefault="00326EF9" w:rsidP="005E25CE">
            <w:pPr>
              <w:jc w:val="right"/>
              <w:rPr>
                <w:i/>
                <w:iCs/>
                <w:sz w:val="28"/>
                <w:szCs w:val="28"/>
              </w:rPr>
            </w:pPr>
            <w:r w:rsidRPr="00724515">
              <w:rPr>
                <w:i/>
                <w:iCs/>
                <w:sz w:val="28"/>
                <w:szCs w:val="28"/>
              </w:rPr>
              <w:t>-4 700 400,00</w:t>
            </w:r>
          </w:p>
        </w:tc>
      </w:tr>
      <w:tr w:rsidR="00326EF9" w:rsidRPr="00CE6679" w:rsidTr="00C85426">
        <w:trPr>
          <w:trHeight w:val="283"/>
        </w:trPr>
        <w:tc>
          <w:tcPr>
            <w:tcW w:w="3781" w:type="pct"/>
            <w:gridSpan w:val="2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326EF9" w:rsidRPr="00CE6679" w:rsidRDefault="00326EF9" w:rsidP="002E7858">
            <w:pPr>
              <w:widowControl w:val="0"/>
              <w:jc w:val="both"/>
              <w:rPr>
                <w:b/>
                <w:bCs/>
                <w:sz w:val="28"/>
                <w:szCs w:val="28"/>
              </w:rPr>
            </w:pPr>
            <w:r w:rsidRPr="00CE6679"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326EF9" w:rsidRPr="00CE6679" w:rsidRDefault="00326EF9" w:rsidP="0066654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E6679">
              <w:rPr>
                <w:b/>
                <w:bCs/>
                <w:color w:val="000000"/>
                <w:sz w:val="28"/>
                <w:szCs w:val="28"/>
              </w:rPr>
              <w:t>20 149 531 178,23</w:t>
            </w:r>
          </w:p>
        </w:tc>
      </w:tr>
    </w:tbl>
    <w:p w:rsidR="00032207" w:rsidRPr="00326EF9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326EF9" w:rsidSect="00976CF9">
      <w:headerReference w:type="even" r:id="rId9"/>
      <w:headerReference w:type="default" r:id="rId10"/>
      <w:pgSz w:w="11906" w:h="16838"/>
      <w:pgMar w:top="1134" w:right="850" w:bottom="1134" w:left="1701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1A2" w:rsidRDefault="00D811A2">
      <w:r>
        <w:separator/>
      </w:r>
    </w:p>
  </w:endnote>
  <w:endnote w:type="continuationSeparator" w:id="0">
    <w:p w:rsidR="00D811A2" w:rsidRDefault="00D8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1A2" w:rsidRDefault="00D811A2">
      <w:r>
        <w:separator/>
      </w:r>
    </w:p>
  </w:footnote>
  <w:footnote w:type="continuationSeparator" w:id="0">
    <w:p w:rsidR="00D811A2" w:rsidRDefault="00D81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9F6" w:rsidRDefault="008F09F6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09F6" w:rsidRDefault="008F09F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9F6" w:rsidRPr="00976CF9" w:rsidRDefault="008F09F6" w:rsidP="00D40BF8">
    <w:pPr>
      <w:pStyle w:val="a5"/>
      <w:framePr w:wrap="around" w:vAnchor="text" w:hAnchor="margin" w:xAlign="center" w:y="1"/>
      <w:rPr>
        <w:rStyle w:val="a6"/>
        <w:sz w:val="28"/>
        <w:szCs w:val="28"/>
      </w:rPr>
    </w:pPr>
    <w:r w:rsidRPr="00976CF9">
      <w:rPr>
        <w:rStyle w:val="a6"/>
        <w:sz w:val="28"/>
        <w:szCs w:val="28"/>
      </w:rPr>
      <w:fldChar w:fldCharType="begin"/>
    </w:r>
    <w:r w:rsidRPr="00976CF9">
      <w:rPr>
        <w:rStyle w:val="a6"/>
        <w:sz w:val="28"/>
        <w:szCs w:val="28"/>
      </w:rPr>
      <w:instrText xml:space="preserve">PAGE  </w:instrText>
    </w:r>
    <w:r w:rsidRPr="00976CF9">
      <w:rPr>
        <w:rStyle w:val="a6"/>
        <w:sz w:val="28"/>
        <w:szCs w:val="28"/>
      </w:rPr>
      <w:fldChar w:fldCharType="separate"/>
    </w:r>
    <w:r w:rsidR="00211C45">
      <w:rPr>
        <w:rStyle w:val="a6"/>
        <w:noProof/>
        <w:sz w:val="28"/>
        <w:szCs w:val="28"/>
      </w:rPr>
      <w:t>9</w:t>
    </w:r>
    <w:r w:rsidRPr="00976CF9">
      <w:rPr>
        <w:rStyle w:val="a6"/>
        <w:sz w:val="28"/>
        <w:szCs w:val="28"/>
      </w:rPr>
      <w:fldChar w:fldCharType="end"/>
    </w:r>
  </w:p>
  <w:p w:rsidR="008F09F6" w:rsidRDefault="008F09F6" w:rsidP="00976C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03E38"/>
    <w:multiLevelType w:val="hybridMultilevel"/>
    <w:tmpl w:val="46A8FC08"/>
    <w:lvl w:ilvl="0" w:tplc="96188EF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4430D5"/>
    <w:multiLevelType w:val="hybridMultilevel"/>
    <w:tmpl w:val="5E7AFAA4"/>
    <w:lvl w:ilvl="0" w:tplc="E0E67E44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94F33"/>
    <w:multiLevelType w:val="hybridMultilevel"/>
    <w:tmpl w:val="E2A0B6C6"/>
    <w:lvl w:ilvl="0" w:tplc="28B65366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2463A"/>
    <w:multiLevelType w:val="hybridMultilevel"/>
    <w:tmpl w:val="40DC9DA4"/>
    <w:lvl w:ilvl="0" w:tplc="08B2D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842A09"/>
    <w:multiLevelType w:val="hybridMultilevel"/>
    <w:tmpl w:val="CB8A281E"/>
    <w:lvl w:ilvl="0" w:tplc="5A7A4C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B474FC"/>
    <w:multiLevelType w:val="hybridMultilevel"/>
    <w:tmpl w:val="61E05BF0"/>
    <w:lvl w:ilvl="0" w:tplc="276224A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7"/>
  </w:num>
  <w:num w:numId="5">
    <w:abstractNumId w:val="20"/>
  </w:num>
  <w:num w:numId="6">
    <w:abstractNumId w:val="14"/>
  </w:num>
  <w:num w:numId="7">
    <w:abstractNumId w:val="19"/>
  </w:num>
  <w:num w:numId="8">
    <w:abstractNumId w:val="2"/>
  </w:num>
  <w:num w:numId="9">
    <w:abstractNumId w:val="9"/>
  </w:num>
  <w:num w:numId="10">
    <w:abstractNumId w:val="3"/>
  </w:num>
  <w:num w:numId="11">
    <w:abstractNumId w:val="5"/>
  </w:num>
  <w:num w:numId="12">
    <w:abstractNumId w:val="13"/>
  </w:num>
  <w:num w:numId="13">
    <w:abstractNumId w:val="11"/>
  </w:num>
  <w:num w:numId="14">
    <w:abstractNumId w:val="0"/>
  </w:num>
  <w:num w:numId="15">
    <w:abstractNumId w:val="10"/>
  </w:num>
  <w:num w:numId="16">
    <w:abstractNumId w:val="12"/>
  </w:num>
  <w:num w:numId="17">
    <w:abstractNumId w:val="21"/>
  </w:num>
  <w:num w:numId="18">
    <w:abstractNumId w:val="6"/>
  </w:num>
  <w:num w:numId="19">
    <w:abstractNumId w:val="15"/>
  </w:num>
  <w:num w:numId="20">
    <w:abstractNumId w:val="18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776"/>
    <w:rsid w:val="00032207"/>
    <w:rsid w:val="00033B07"/>
    <w:rsid w:val="000433A7"/>
    <w:rsid w:val="00055F17"/>
    <w:rsid w:val="000644DF"/>
    <w:rsid w:val="00094CFB"/>
    <w:rsid w:val="0009718C"/>
    <w:rsid w:val="000A35A6"/>
    <w:rsid w:val="000B1F23"/>
    <w:rsid w:val="000B27EF"/>
    <w:rsid w:val="000D33F1"/>
    <w:rsid w:val="000D4199"/>
    <w:rsid w:val="000D4363"/>
    <w:rsid w:val="00134B68"/>
    <w:rsid w:val="001423E4"/>
    <w:rsid w:val="00165A27"/>
    <w:rsid w:val="001766E3"/>
    <w:rsid w:val="00187D19"/>
    <w:rsid w:val="001976FF"/>
    <w:rsid w:val="001B151E"/>
    <w:rsid w:val="001C4CB3"/>
    <w:rsid w:val="001D2C8E"/>
    <w:rsid w:val="00205D9C"/>
    <w:rsid w:val="00211C45"/>
    <w:rsid w:val="00216749"/>
    <w:rsid w:val="00234BB0"/>
    <w:rsid w:val="00254CE8"/>
    <w:rsid w:val="002631F0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5FAE"/>
    <w:rsid w:val="002C5F0E"/>
    <w:rsid w:val="002C622D"/>
    <w:rsid w:val="002D4A3B"/>
    <w:rsid w:val="002D4ECD"/>
    <w:rsid w:val="002E4198"/>
    <w:rsid w:val="002E7858"/>
    <w:rsid w:val="002F081A"/>
    <w:rsid w:val="002F25B0"/>
    <w:rsid w:val="002F35C7"/>
    <w:rsid w:val="002F6185"/>
    <w:rsid w:val="00300B0C"/>
    <w:rsid w:val="00311888"/>
    <w:rsid w:val="00321875"/>
    <w:rsid w:val="00323F31"/>
    <w:rsid w:val="00326EF9"/>
    <w:rsid w:val="00345EF1"/>
    <w:rsid w:val="003504D2"/>
    <w:rsid w:val="00353BFE"/>
    <w:rsid w:val="003541A3"/>
    <w:rsid w:val="00365C4D"/>
    <w:rsid w:val="003678D6"/>
    <w:rsid w:val="00370765"/>
    <w:rsid w:val="00370C60"/>
    <w:rsid w:val="00380D12"/>
    <w:rsid w:val="00381FDC"/>
    <w:rsid w:val="00383297"/>
    <w:rsid w:val="00385CB5"/>
    <w:rsid w:val="00392488"/>
    <w:rsid w:val="00394736"/>
    <w:rsid w:val="003A6B8E"/>
    <w:rsid w:val="003B32E5"/>
    <w:rsid w:val="003E189E"/>
    <w:rsid w:val="003E1AD0"/>
    <w:rsid w:val="003F3EA1"/>
    <w:rsid w:val="00407730"/>
    <w:rsid w:val="00417F04"/>
    <w:rsid w:val="00421CE5"/>
    <w:rsid w:val="00422E95"/>
    <w:rsid w:val="00423F73"/>
    <w:rsid w:val="004242A6"/>
    <w:rsid w:val="0042495F"/>
    <w:rsid w:val="0044612E"/>
    <w:rsid w:val="004616C0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7C6E"/>
    <w:rsid w:val="00526EC5"/>
    <w:rsid w:val="00540E64"/>
    <w:rsid w:val="00542A69"/>
    <w:rsid w:val="00546986"/>
    <w:rsid w:val="00561B34"/>
    <w:rsid w:val="00565B37"/>
    <w:rsid w:val="00575311"/>
    <w:rsid w:val="005765C8"/>
    <w:rsid w:val="00576C34"/>
    <w:rsid w:val="00577B0A"/>
    <w:rsid w:val="00577DCC"/>
    <w:rsid w:val="0059096F"/>
    <w:rsid w:val="005962F5"/>
    <w:rsid w:val="00597783"/>
    <w:rsid w:val="00597B32"/>
    <w:rsid w:val="005A10CC"/>
    <w:rsid w:val="005A2D7B"/>
    <w:rsid w:val="005C0708"/>
    <w:rsid w:val="005C48FE"/>
    <w:rsid w:val="005C6A58"/>
    <w:rsid w:val="005D187D"/>
    <w:rsid w:val="005D2076"/>
    <w:rsid w:val="005D2D11"/>
    <w:rsid w:val="005E0A81"/>
    <w:rsid w:val="005F1C91"/>
    <w:rsid w:val="00603750"/>
    <w:rsid w:val="006226AC"/>
    <w:rsid w:val="006378C9"/>
    <w:rsid w:val="006407B8"/>
    <w:rsid w:val="006427DE"/>
    <w:rsid w:val="00646474"/>
    <w:rsid w:val="00646FE3"/>
    <w:rsid w:val="00647352"/>
    <w:rsid w:val="0065270E"/>
    <w:rsid w:val="00653B5B"/>
    <w:rsid w:val="00657D31"/>
    <w:rsid w:val="00665927"/>
    <w:rsid w:val="0066654C"/>
    <w:rsid w:val="0066775E"/>
    <w:rsid w:val="006730AC"/>
    <w:rsid w:val="00681415"/>
    <w:rsid w:val="006972B0"/>
    <w:rsid w:val="006A6111"/>
    <w:rsid w:val="006B7819"/>
    <w:rsid w:val="006C1725"/>
    <w:rsid w:val="006C6432"/>
    <w:rsid w:val="006C7696"/>
    <w:rsid w:val="006E4C37"/>
    <w:rsid w:val="00711DB7"/>
    <w:rsid w:val="0071257D"/>
    <w:rsid w:val="007140A6"/>
    <w:rsid w:val="00717FC2"/>
    <w:rsid w:val="007223CF"/>
    <w:rsid w:val="00724515"/>
    <w:rsid w:val="00730ABE"/>
    <w:rsid w:val="007361E7"/>
    <w:rsid w:val="0075403B"/>
    <w:rsid w:val="007814AE"/>
    <w:rsid w:val="007869C5"/>
    <w:rsid w:val="007972C6"/>
    <w:rsid w:val="007C0471"/>
    <w:rsid w:val="007C58F2"/>
    <w:rsid w:val="007D307B"/>
    <w:rsid w:val="007D369C"/>
    <w:rsid w:val="007E4849"/>
    <w:rsid w:val="007E593D"/>
    <w:rsid w:val="007E74F6"/>
    <w:rsid w:val="007E7861"/>
    <w:rsid w:val="007F58A8"/>
    <w:rsid w:val="00812753"/>
    <w:rsid w:val="00813FEC"/>
    <w:rsid w:val="00816D8B"/>
    <w:rsid w:val="008310D1"/>
    <w:rsid w:val="0083335F"/>
    <w:rsid w:val="00840EE8"/>
    <w:rsid w:val="00840F16"/>
    <w:rsid w:val="0084109D"/>
    <w:rsid w:val="00850E1A"/>
    <w:rsid w:val="00853A23"/>
    <w:rsid w:val="00862F55"/>
    <w:rsid w:val="00863DE4"/>
    <w:rsid w:val="00866A2B"/>
    <w:rsid w:val="008708FF"/>
    <w:rsid w:val="00871BC9"/>
    <w:rsid w:val="00873A8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8E48BA"/>
    <w:rsid w:val="008F09F6"/>
    <w:rsid w:val="009017FE"/>
    <w:rsid w:val="0091005E"/>
    <w:rsid w:val="00912E8E"/>
    <w:rsid w:val="00913B2E"/>
    <w:rsid w:val="00926D9C"/>
    <w:rsid w:val="00931DF7"/>
    <w:rsid w:val="009341ED"/>
    <w:rsid w:val="00935482"/>
    <w:rsid w:val="00936E52"/>
    <w:rsid w:val="00942E72"/>
    <w:rsid w:val="00954F4F"/>
    <w:rsid w:val="009554C3"/>
    <w:rsid w:val="00956DE0"/>
    <w:rsid w:val="00962690"/>
    <w:rsid w:val="0096597F"/>
    <w:rsid w:val="00966C42"/>
    <w:rsid w:val="00970A25"/>
    <w:rsid w:val="00972C69"/>
    <w:rsid w:val="00976CF9"/>
    <w:rsid w:val="00987358"/>
    <w:rsid w:val="00993C09"/>
    <w:rsid w:val="009A2737"/>
    <w:rsid w:val="009A2E6C"/>
    <w:rsid w:val="009B0757"/>
    <w:rsid w:val="009E541B"/>
    <w:rsid w:val="009F33C0"/>
    <w:rsid w:val="009F3FAD"/>
    <w:rsid w:val="00A00B41"/>
    <w:rsid w:val="00A02054"/>
    <w:rsid w:val="00A02356"/>
    <w:rsid w:val="00A05A1B"/>
    <w:rsid w:val="00A1212D"/>
    <w:rsid w:val="00A27EBB"/>
    <w:rsid w:val="00A3066E"/>
    <w:rsid w:val="00A30F0F"/>
    <w:rsid w:val="00A31970"/>
    <w:rsid w:val="00A319D5"/>
    <w:rsid w:val="00A46D84"/>
    <w:rsid w:val="00A4742B"/>
    <w:rsid w:val="00A5534F"/>
    <w:rsid w:val="00A5757F"/>
    <w:rsid w:val="00A6098B"/>
    <w:rsid w:val="00A73F8D"/>
    <w:rsid w:val="00A90BE5"/>
    <w:rsid w:val="00A90D0E"/>
    <w:rsid w:val="00A90DC5"/>
    <w:rsid w:val="00A93C8D"/>
    <w:rsid w:val="00AB186D"/>
    <w:rsid w:val="00AB37A4"/>
    <w:rsid w:val="00AC5C97"/>
    <w:rsid w:val="00AD0F04"/>
    <w:rsid w:val="00AD5513"/>
    <w:rsid w:val="00AE4F65"/>
    <w:rsid w:val="00AF51B0"/>
    <w:rsid w:val="00AF7265"/>
    <w:rsid w:val="00B01A75"/>
    <w:rsid w:val="00B15A1C"/>
    <w:rsid w:val="00B23E50"/>
    <w:rsid w:val="00B2400B"/>
    <w:rsid w:val="00B24213"/>
    <w:rsid w:val="00B31C15"/>
    <w:rsid w:val="00B332EE"/>
    <w:rsid w:val="00B5366A"/>
    <w:rsid w:val="00B563B7"/>
    <w:rsid w:val="00B64EE2"/>
    <w:rsid w:val="00B74015"/>
    <w:rsid w:val="00B93181"/>
    <w:rsid w:val="00BA59DD"/>
    <w:rsid w:val="00BA6E7E"/>
    <w:rsid w:val="00BB7884"/>
    <w:rsid w:val="00BC7A58"/>
    <w:rsid w:val="00BD4B9B"/>
    <w:rsid w:val="00BD551F"/>
    <w:rsid w:val="00BE2F0B"/>
    <w:rsid w:val="00BE3E13"/>
    <w:rsid w:val="00BF282B"/>
    <w:rsid w:val="00BF715C"/>
    <w:rsid w:val="00C0173B"/>
    <w:rsid w:val="00C06324"/>
    <w:rsid w:val="00C06AC7"/>
    <w:rsid w:val="00C26D61"/>
    <w:rsid w:val="00C27599"/>
    <w:rsid w:val="00C30D9F"/>
    <w:rsid w:val="00C479CF"/>
    <w:rsid w:val="00C50174"/>
    <w:rsid w:val="00C51F53"/>
    <w:rsid w:val="00C60758"/>
    <w:rsid w:val="00C61E92"/>
    <w:rsid w:val="00C64937"/>
    <w:rsid w:val="00C76CA1"/>
    <w:rsid w:val="00C85426"/>
    <w:rsid w:val="00C87B04"/>
    <w:rsid w:val="00C91FF0"/>
    <w:rsid w:val="00C92FF9"/>
    <w:rsid w:val="00CA113F"/>
    <w:rsid w:val="00CA19F1"/>
    <w:rsid w:val="00CA6B7D"/>
    <w:rsid w:val="00CB3514"/>
    <w:rsid w:val="00CB3F51"/>
    <w:rsid w:val="00CB4538"/>
    <w:rsid w:val="00CB7661"/>
    <w:rsid w:val="00CD11B5"/>
    <w:rsid w:val="00CD1501"/>
    <w:rsid w:val="00CE14D9"/>
    <w:rsid w:val="00CE1D0F"/>
    <w:rsid w:val="00CE3A2E"/>
    <w:rsid w:val="00CE6679"/>
    <w:rsid w:val="00CF1CE2"/>
    <w:rsid w:val="00CF271D"/>
    <w:rsid w:val="00CF792C"/>
    <w:rsid w:val="00D15533"/>
    <w:rsid w:val="00D1570B"/>
    <w:rsid w:val="00D22644"/>
    <w:rsid w:val="00D3496B"/>
    <w:rsid w:val="00D40988"/>
    <w:rsid w:val="00D40BF8"/>
    <w:rsid w:val="00D410B7"/>
    <w:rsid w:val="00D452D1"/>
    <w:rsid w:val="00D55447"/>
    <w:rsid w:val="00D605EB"/>
    <w:rsid w:val="00D721CB"/>
    <w:rsid w:val="00D75B0C"/>
    <w:rsid w:val="00D76862"/>
    <w:rsid w:val="00D811A2"/>
    <w:rsid w:val="00D82E4B"/>
    <w:rsid w:val="00D866AA"/>
    <w:rsid w:val="00D9221F"/>
    <w:rsid w:val="00D97552"/>
    <w:rsid w:val="00DA5CE4"/>
    <w:rsid w:val="00DC382E"/>
    <w:rsid w:val="00DC41C4"/>
    <w:rsid w:val="00DC624E"/>
    <w:rsid w:val="00DD3A39"/>
    <w:rsid w:val="00DE1DB7"/>
    <w:rsid w:val="00DE322B"/>
    <w:rsid w:val="00DF62D0"/>
    <w:rsid w:val="00E07E2E"/>
    <w:rsid w:val="00E16FA5"/>
    <w:rsid w:val="00E24E7F"/>
    <w:rsid w:val="00E27A37"/>
    <w:rsid w:val="00E377D0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958E2"/>
    <w:rsid w:val="00EB662D"/>
    <w:rsid w:val="00EC7A33"/>
    <w:rsid w:val="00ED2A38"/>
    <w:rsid w:val="00ED328A"/>
    <w:rsid w:val="00ED7623"/>
    <w:rsid w:val="00EE591D"/>
    <w:rsid w:val="00EE6AF8"/>
    <w:rsid w:val="00EE7832"/>
    <w:rsid w:val="00EF332B"/>
    <w:rsid w:val="00EF359F"/>
    <w:rsid w:val="00EF6C94"/>
    <w:rsid w:val="00F06667"/>
    <w:rsid w:val="00F06ABE"/>
    <w:rsid w:val="00F227F5"/>
    <w:rsid w:val="00F36E3B"/>
    <w:rsid w:val="00F401DE"/>
    <w:rsid w:val="00F4042A"/>
    <w:rsid w:val="00F44454"/>
    <w:rsid w:val="00F44CFD"/>
    <w:rsid w:val="00F47299"/>
    <w:rsid w:val="00F50412"/>
    <w:rsid w:val="00F62306"/>
    <w:rsid w:val="00F73703"/>
    <w:rsid w:val="00F80C30"/>
    <w:rsid w:val="00F94AD7"/>
    <w:rsid w:val="00FA0A78"/>
    <w:rsid w:val="00FA23D2"/>
    <w:rsid w:val="00FA34DB"/>
    <w:rsid w:val="00FA4AD1"/>
    <w:rsid w:val="00FB3860"/>
    <w:rsid w:val="00FB7995"/>
    <w:rsid w:val="00FD0CB8"/>
    <w:rsid w:val="00FD4F49"/>
    <w:rsid w:val="00FD67EC"/>
    <w:rsid w:val="00FE1BD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976C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76C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976C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76C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1B02A-759F-42C4-8775-C5C9DC0B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9</Pages>
  <Words>1562</Words>
  <Characters>8905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74</cp:revision>
  <cp:lastPrinted>2021-05-07T06:12:00Z</cp:lastPrinted>
  <dcterms:created xsi:type="dcterms:W3CDTF">2017-03-07T08:23:00Z</dcterms:created>
  <dcterms:modified xsi:type="dcterms:W3CDTF">2022-07-04T08:07:00Z</dcterms:modified>
</cp:coreProperties>
</file>