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50F8B" w:rsidRPr="00150F8B" w:rsidTr="00150F8B">
        <w:tc>
          <w:tcPr>
            <w:tcW w:w="426" w:type="dxa"/>
            <w:hideMark/>
          </w:tcPr>
          <w:p w:rsidR="00150F8B" w:rsidRPr="00150F8B" w:rsidRDefault="00150F8B" w:rsidP="00150F8B">
            <w:pPr>
              <w:widowControl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150F8B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50F8B" w:rsidRPr="00150F8B" w:rsidRDefault="00150F8B" w:rsidP="00150F8B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0F8B">
              <w:rPr>
                <w:rFonts w:ascii="Times New Roman" w:hAnsi="Times New Roman" w:cs="Times New Roman"/>
                <w:sz w:val="28"/>
                <w:szCs w:val="28"/>
              </w:rPr>
              <w:t xml:space="preserve">  29.09.2015</w:t>
            </w:r>
          </w:p>
        </w:tc>
        <w:tc>
          <w:tcPr>
            <w:tcW w:w="4111" w:type="dxa"/>
          </w:tcPr>
          <w:p w:rsidR="00150F8B" w:rsidRPr="00150F8B" w:rsidRDefault="00150F8B" w:rsidP="00150F8B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150F8B" w:rsidRPr="00150F8B" w:rsidRDefault="00150F8B" w:rsidP="00150F8B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0F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50F8B" w:rsidRPr="00150F8B" w:rsidRDefault="00150F8B" w:rsidP="00150F8B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50F8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C90E7C" w:rsidRPr="00150F8B" w:rsidRDefault="00C90E7C" w:rsidP="00150F8B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E7C" w:rsidRPr="00150F8B" w:rsidRDefault="00C90E7C" w:rsidP="00150F8B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E7C" w:rsidRPr="00C90E7C" w:rsidRDefault="00C90E7C" w:rsidP="00C90E7C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020" w:rsidRPr="00C90E7C" w:rsidRDefault="0027057C" w:rsidP="00C90E7C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E7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E4E05" w:rsidRPr="00C90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</w:t>
      </w:r>
      <w:proofErr w:type="gramStart"/>
      <w:r w:rsidR="007E4E05" w:rsidRPr="00C90E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отчете</w:t>
      </w:r>
      <w:proofErr w:type="gramEnd"/>
      <w:r w:rsidR="007E4E05" w:rsidRPr="00C90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656020" w:rsidRPr="00C90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работе комитета </w:t>
      </w:r>
    </w:p>
    <w:p w:rsidR="00656020" w:rsidRPr="00C90E7C" w:rsidRDefault="00656020" w:rsidP="00C90E7C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E7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656020" w:rsidRPr="00C90E7C" w:rsidRDefault="00656020" w:rsidP="00C90E7C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градостроительству, транспорту </w:t>
      </w:r>
    </w:p>
    <w:p w:rsidR="00656020" w:rsidRPr="00C90E7C" w:rsidRDefault="00656020" w:rsidP="00C90E7C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E7C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дорожному хозяйству</w:t>
      </w:r>
    </w:p>
    <w:p w:rsidR="00656020" w:rsidRPr="00C90E7C" w:rsidRDefault="00656020" w:rsidP="00C90E7C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прошедший период </w:t>
      </w:r>
    </w:p>
    <w:p w:rsidR="00656020" w:rsidRPr="00C90E7C" w:rsidRDefault="0027057C" w:rsidP="00C90E7C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E7C">
        <w:rPr>
          <w:rFonts w:ascii="Times New Roman" w:eastAsia="Times New Roman" w:hAnsi="Times New Roman" w:cs="Times New Roman"/>
          <w:sz w:val="28"/>
          <w:szCs w:val="28"/>
          <w:lang w:eastAsia="ru-RU"/>
        </w:rPr>
        <w:t>(октябрь 2014 года – сентябрь 2015</w:t>
      </w:r>
      <w:r w:rsidR="00656020" w:rsidRPr="00C90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</w:t>
      </w:r>
    </w:p>
    <w:p w:rsidR="00656020" w:rsidRPr="00C90E7C" w:rsidRDefault="00656020" w:rsidP="00C90E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C90E7C" w:rsidRDefault="00656020" w:rsidP="00C90E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C90E7C" w:rsidRDefault="00656020" w:rsidP="00C90E7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C90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656020" w:rsidRPr="00C90E7C" w:rsidRDefault="00656020" w:rsidP="00C90E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C90E7C" w:rsidRDefault="00656020" w:rsidP="00C90E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C90E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C90E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656020" w:rsidRPr="00C90E7C" w:rsidRDefault="00656020" w:rsidP="00C90E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C90E7C" w:rsidRDefault="00656020" w:rsidP="00C90E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отчет о работе комитета Ярославской областной Думы </w:t>
      </w:r>
      <w:r w:rsidRPr="00C90E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градостроительству, транспорту и дорожному хозяйству за прошедший период (о</w:t>
      </w:r>
      <w:r w:rsidR="0027057C" w:rsidRPr="00C90E7C">
        <w:rPr>
          <w:rFonts w:ascii="Times New Roman" w:eastAsia="Times New Roman" w:hAnsi="Times New Roman" w:cs="Times New Roman"/>
          <w:sz w:val="28"/>
          <w:szCs w:val="28"/>
          <w:lang w:eastAsia="ru-RU"/>
        </w:rPr>
        <w:t>ктябрь 2014 года – сентябрь 2015</w:t>
      </w:r>
      <w:r w:rsidRPr="00C90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 </w:t>
      </w:r>
    </w:p>
    <w:p w:rsidR="00656020" w:rsidRPr="00C90E7C" w:rsidRDefault="00656020" w:rsidP="00C90E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C90E7C" w:rsidRDefault="00656020" w:rsidP="00C90E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C90E7C" w:rsidRDefault="00656020" w:rsidP="00C90E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C90E7C" w:rsidRDefault="00656020" w:rsidP="00C90E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0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C90E7C" w:rsidRPr="00C90E7C" w:rsidRDefault="00656020" w:rsidP="00C90E7C">
      <w:pPr>
        <w:spacing w:after="0" w:line="240" w:lineRule="auto"/>
        <w:jc w:val="both"/>
        <w:rPr>
          <w:sz w:val="28"/>
          <w:szCs w:val="28"/>
        </w:rPr>
      </w:pPr>
      <w:r w:rsidRPr="00C90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  </w:t>
      </w:r>
      <w:r w:rsidR="00C90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C90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М.В. Боровицкий</w:t>
      </w:r>
    </w:p>
    <w:sectPr w:rsidR="00C90E7C" w:rsidRPr="00C90E7C" w:rsidSect="00C90E7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80C"/>
    <w:rsid w:val="00150F8B"/>
    <w:rsid w:val="0027057C"/>
    <w:rsid w:val="002D6E7E"/>
    <w:rsid w:val="00656020"/>
    <w:rsid w:val="007E4E05"/>
    <w:rsid w:val="0088180C"/>
    <w:rsid w:val="00C90E7C"/>
    <w:rsid w:val="00DD2D14"/>
    <w:rsid w:val="00EB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2014-09-09T13:19:00Z</dcterms:created>
  <dcterms:modified xsi:type="dcterms:W3CDTF">2015-10-01T08:19:00Z</dcterms:modified>
</cp:coreProperties>
</file>