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3CFC" w:rsidRPr="00AA186B" w:rsidRDefault="00863CFC" w:rsidP="002D3170">
      <w:pPr>
        <w:pStyle w:val="Heading4"/>
        <w:shd w:val="clear" w:color="auto" w:fill="FFFFFF"/>
        <w:ind w:left="5040" w:right="-6"/>
        <w:rPr>
          <w:sz w:val="24"/>
        </w:rPr>
      </w:pPr>
      <w:r w:rsidRPr="00AA186B">
        <w:rPr>
          <w:sz w:val="24"/>
        </w:rPr>
        <w:t xml:space="preserve">Приложение 20  </w:t>
      </w:r>
    </w:p>
    <w:p w:rsidR="00863CFC" w:rsidRPr="00AA186B" w:rsidRDefault="00863CFC" w:rsidP="002D3170">
      <w:pPr>
        <w:shd w:val="clear" w:color="auto" w:fill="FFFFFF"/>
        <w:ind w:right="-6"/>
        <w:jc w:val="right"/>
        <w:rPr>
          <w:szCs w:val="20"/>
        </w:rPr>
      </w:pPr>
      <w:r w:rsidRPr="00AA186B">
        <w:t>к Закону Ярославской области</w:t>
      </w:r>
    </w:p>
    <w:p w:rsidR="00863CFC" w:rsidRPr="00AA186B" w:rsidRDefault="00863CFC" w:rsidP="002D3170">
      <w:pPr>
        <w:shd w:val="clear" w:color="auto" w:fill="FFFFFF"/>
        <w:ind w:left="5103"/>
        <w:jc w:val="right"/>
      </w:pPr>
      <w:r w:rsidRPr="00AA186B">
        <w:t xml:space="preserve">от </w:t>
      </w:r>
      <w:r>
        <w:t>27.12.2012  №  72-з</w:t>
      </w:r>
    </w:p>
    <w:p w:rsidR="00863CFC" w:rsidRPr="00AA186B" w:rsidRDefault="00863CFC" w:rsidP="002D3170">
      <w:pPr>
        <w:shd w:val="clear" w:color="auto" w:fill="FFFFFF"/>
        <w:ind w:left="5103"/>
        <w:jc w:val="right"/>
        <w:rPr>
          <w:b/>
        </w:rPr>
      </w:pPr>
    </w:p>
    <w:p w:rsidR="00863CFC" w:rsidRPr="00AA186B" w:rsidRDefault="00863CFC" w:rsidP="002D3170">
      <w:pPr>
        <w:shd w:val="clear" w:color="auto" w:fill="FFFFFF"/>
        <w:ind w:left="5103"/>
        <w:jc w:val="right"/>
        <w:rPr>
          <w:b/>
        </w:rPr>
      </w:pPr>
    </w:p>
    <w:p w:rsidR="00863CFC" w:rsidRPr="00AA186B" w:rsidRDefault="00863CFC" w:rsidP="002D3170">
      <w:pPr>
        <w:pStyle w:val="BodyText"/>
        <w:shd w:val="clear" w:color="auto" w:fill="FFFFFF"/>
        <w:ind w:right="0" w:firstLine="709"/>
        <w:jc w:val="center"/>
        <w:rPr>
          <w:b/>
        </w:rPr>
      </w:pPr>
      <w:r w:rsidRPr="00AA186B">
        <w:rPr>
          <w:b/>
        </w:rPr>
        <w:t>Программа государственных внутренних заимствований</w:t>
      </w:r>
    </w:p>
    <w:p w:rsidR="00863CFC" w:rsidRPr="00AA186B" w:rsidRDefault="00863CFC" w:rsidP="002D3170">
      <w:pPr>
        <w:pStyle w:val="BodyText"/>
        <w:shd w:val="clear" w:color="auto" w:fill="FFFFFF"/>
        <w:ind w:right="0" w:firstLine="709"/>
        <w:jc w:val="center"/>
        <w:rPr>
          <w:b/>
        </w:rPr>
      </w:pPr>
      <w:r w:rsidRPr="00AA186B">
        <w:rPr>
          <w:b/>
        </w:rPr>
        <w:t xml:space="preserve">Ярославской области на 2013 год </w:t>
      </w:r>
    </w:p>
    <w:p w:rsidR="00863CFC" w:rsidRPr="00AA186B" w:rsidRDefault="00863CFC" w:rsidP="002D3170">
      <w:pPr>
        <w:pStyle w:val="BodyText"/>
        <w:shd w:val="clear" w:color="auto" w:fill="FFFFFF"/>
        <w:ind w:right="0" w:firstLine="709"/>
        <w:jc w:val="center"/>
        <w:rPr>
          <w:b/>
        </w:rPr>
      </w:pPr>
      <w:r w:rsidRPr="00AA186B">
        <w:rPr>
          <w:b/>
        </w:rPr>
        <w:t>и на плановый период 2014 и 2015 годов</w:t>
      </w:r>
    </w:p>
    <w:p w:rsidR="00863CFC" w:rsidRPr="00AA186B" w:rsidRDefault="00863CFC" w:rsidP="002D3170">
      <w:pPr>
        <w:pStyle w:val="BodyText"/>
        <w:shd w:val="clear" w:color="auto" w:fill="FFFFFF"/>
        <w:ind w:right="0" w:firstLine="709"/>
        <w:jc w:val="both"/>
        <w:rPr>
          <w:b/>
        </w:rPr>
      </w:pPr>
    </w:p>
    <w:p w:rsidR="00863CFC" w:rsidRPr="00AA186B" w:rsidRDefault="00863CFC" w:rsidP="002D3170">
      <w:pPr>
        <w:pStyle w:val="BodyText"/>
        <w:shd w:val="clear" w:color="auto" w:fill="FFFFFF"/>
        <w:ind w:right="0" w:firstLine="709"/>
        <w:jc w:val="both"/>
        <w:rPr>
          <w:b/>
          <w:i/>
          <w:iCs/>
        </w:rPr>
      </w:pPr>
      <w:r w:rsidRPr="00AA186B">
        <w:rPr>
          <w:b/>
          <w:i/>
          <w:iCs/>
        </w:rPr>
        <w:t>1. Вводная часть</w:t>
      </w:r>
    </w:p>
    <w:p w:rsidR="00863CFC" w:rsidRPr="00AA186B" w:rsidRDefault="00863CFC" w:rsidP="002D3170">
      <w:pPr>
        <w:pStyle w:val="BodyText"/>
        <w:shd w:val="clear" w:color="auto" w:fill="FFFFFF"/>
        <w:ind w:right="0" w:firstLine="709"/>
        <w:jc w:val="both"/>
        <w:rPr>
          <w:iCs/>
          <w:szCs w:val="28"/>
        </w:rPr>
      </w:pPr>
    </w:p>
    <w:p w:rsidR="00863CFC" w:rsidRPr="00AA186B" w:rsidRDefault="00863CFC" w:rsidP="00AF70CF">
      <w:pPr>
        <w:shd w:val="clear" w:color="auto" w:fill="FFFFFF"/>
        <w:ind w:firstLine="709"/>
        <w:jc w:val="both"/>
        <w:rPr>
          <w:sz w:val="28"/>
          <w:szCs w:val="28"/>
        </w:rPr>
      </w:pPr>
      <w:r w:rsidRPr="00AA186B">
        <w:rPr>
          <w:sz w:val="28"/>
          <w:szCs w:val="28"/>
        </w:rPr>
        <w:t>Государственные заимствования в среднесрочной перспективе пр</w:t>
      </w:r>
      <w:r w:rsidRPr="00AA186B">
        <w:rPr>
          <w:sz w:val="28"/>
          <w:szCs w:val="28"/>
        </w:rPr>
        <w:t>о</w:t>
      </w:r>
      <w:r w:rsidRPr="00AA186B">
        <w:rPr>
          <w:sz w:val="28"/>
          <w:szCs w:val="28"/>
        </w:rPr>
        <w:t>должают оставаться  основным источником финансирования дефицита обл</w:t>
      </w:r>
      <w:r w:rsidRPr="00AA186B">
        <w:rPr>
          <w:sz w:val="28"/>
          <w:szCs w:val="28"/>
        </w:rPr>
        <w:t>а</w:t>
      </w:r>
      <w:r w:rsidRPr="00AA186B">
        <w:rPr>
          <w:sz w:val="28"/>
          <w:szCs w:val="28"/>
        </w:rPr>
        <w:t xml:space="preserve">стного бюджета. </w:t>
      </w:r>
    </w:p>
    <w:p w:rsidR="00863CFC" w:rsidRPr="00AA186B" w:rsidRDefault="00863CFC" w:rsidP="002D3170">
      <w:pPr>
        <w:shd w:val="clear" w:color="auto" w:fill="FFFFFF"/>
        <w:ind w:firstLine="709"/>
        <w:jc w:val="both"/>
        <w:rPr>
          <w:sz w:val="28"/>
        </w:rPr>
      </w:pPr>
      <w:r w:rsidRPr="00AA186B">
        <w:rPr>
          <w:sz w:val="28"/>
        </w:rPr>
        <w:t xml:space="preserve">Цели и задачи долговой политики изложены в Основных направлениях бюджетной и налоговой политики Ярославской области на 2013 год и на плановый период  2014 и 2015 годов, утвержденных указом Губернатора Ярославской области от 06.08.2012 № 380. </w:t>
      </w:r>
    </w:p>
    <w:p w:rsidR="00863CFC" w:rsidRPr="00AA186B" w:rsidRDefault="00863CFC" w:rsidP="00AF70CF">
      <w:pPr>
        <w:ind w:firstLine="360"/>
        <w:jc w:val="both"/>
        <w:rPr>
          <w:sz w:val="28"/>
          <w:szCs w:val="28"/>
        </w:rPr>
      </w:pPr>
      <w:r w:rsidRPr="00AA186B">
        <w:rPr>
          <w:sz w:val="28"/>
        </w:rPr>
        <w:t xml:space="preserve">     В целях обеспечения сбалансированности областного бюджета </w:t>
      </w:r>
      <w:r w:rsidRPr="00AA186B">
        <w:rPr>
          <w:sz w:val="28"/>
          <w:szCs w:val="28"/>
        </w:rPr>
        <w:t xml:space="preserve"> и нед</w:t>
      </w:r>
      <w:r w:rsidRPr="00AA186B">
        <w:rPr>
          <w:sz w:val="28"/>
          <w:szCs w:val="28"/>
        </w:rPr>
        <w:t>о</w:t>
      </w:r>
      <w:r w:rsidRPr="00AA186B">
        <w:rPr>
          <w:sz w:val="28"/>
          <w:szCs w:val="28"/>
        </w:rPr>
        <w:t>пущения  неоправданного роста государственного долга области  планируе</w:t>
      </w:r>
      <w:r w:rsidRPr="00AA186B">
        <w:rPr>
          <w:sz w:val="28"/>
          <w:szCs w:val="28"/>
        </w:rPr>
        <w:t>т</w:t>
      </w:r>
      <w:r w:rsidRPr="00AA186B">
        <w:rPr>
          <w:sz w:val="28"/>
          <w:szCs w:val="28"/>
        </w:rPr>
        <w:t>ся реализовать следующие принципы и направления при осуществлении г</w:t>
      </w:r>
      <w:r w:rsidRPr="00AA186B">
        <w:rPr>
          <w:sz w:val="28"/>
          <w:szCs w:val="28"/>
        </w:rPr>
        <w:t>о</w:t>
      </w:r>
      <w:r w:rsidRPr="00AA186B">
        <w:rPr>
          <w:sz w:val="28"/>
          <w:szCs w:val="28"/>
        </w:rPr>
        <w:t>сударственных заимствований и управлении государственным долгом:</w:t>
      </w:r>
    </w:p>
    <w:p w:rsidR="00863CFC" w:rsidRPr="00AA186B" w:rsidRDefault="00863CFC" w:rsidP="005B22EA">
      <w:pPr>
        <w:pStyle w:val="ListParagraph"/>
        <w:spacing w:line="240" w:lineRule="auto"/>
        <w:ind w:left="0" w:firstLine="709"/>
        <w:jc w:val="both"/>
      </w:pPr>
      <w:r w:rsidRPr="00AA186B">
        <w:t>- обеспечение полноты и своевременности исполнения долговых обяз</w:t>
      </w:r>
      <w:r w:rsidRPr="00AA186B">
        <w:t>а</w:t>
      </w:r>
      <w:r w:rsidRPr="00AA186B">
        <w:t>тельств области;</w:t>
      </w:r>
    </w:p>
    <w:p w:rsidR="00863CFC" w:rsidRPr="00AA186B" w:rsidRDefault="00863CFC" w:rsidP="005B22EA">
      <w:pPr>
        <w:pStyle w:val="ListParagraph"/>
        <w:spacing w:line="240" w:lineRule="auto"/>
        <w:ind w:left="0" w:firstLine="709"/>
        <w:jc w:val="both"/>
      </w:pPr>
      <w:r w:rsidRPr="00AA186B">
        <w:t>- поддержание минимально возможной стоимости обслуживания до</w:t>
      </w:r>
      <w:r w:rsidRPr="00AA186B">
        <w:t>л</w:t>
      </w:r>
      <w:r w:rsidRPr="00AA186B">
        <w:t xml:space="preserve">говых обязательств с учетом ситуации на финансовом рынке; </w:t>
      </w:r>
    </w:p>
    <w:p w:rsidR="00863CFC" w:rsidRPr="00AA186B" w:rsidRDefault="00863CFC" w:rsidP="005B22EA">
      <w:pPr>
        <w:pStyle w:val="ListParagraph"/>
        <w:spacing w:line="240" w:lineRule="auto"/>
        <w:ind w:left="0" w:firstLine="709"/>
        <w:jc w:val="both"/>
      </w:pPr>
      <w:r w:rsidRPr="00AA186B">
        <w:t>- использование различных инструментов  заимствований;</w:t>
      </w:r>
    </w:p>
    <w:p w:rsidR="00863CFC" w:rsidRPr="00AA186B" w:rsidRDefault="00863CFC" w:rsidP="005B22EA">
      <w:pPr>
        <w:pStyle w:val="ListParagraph"/>
        <w:spacing w:line="240" w:lineRule="auto"/>
        <w:ind w:left="0" w:firstLine="709"/>
        <w:jc w:val="both"/>
      </w:pPr>
      <w:r w:rsidRPr="00AA186B">
        <w:t>- удлинение сроков заимствований с целью обеспечения равномерной долговой нагрузки на бюджет.</w:t>
      </w:r>
    </w:p>
    <w:p w:rsidR="00863CFC" w:rsidRPr="00AA186B" w:rsidRDefault="00863CFC" w:rsidP="00AF70CF">
      <w:pPr>
        <w:pStyle w:val="ListParagraph"/>
        <w:spacing w:line="240" w:lineRule="auto"/>
        <w:ind w:left="502"/>
        <w:jc w:val="both"/>
      </w:pPr>
      <w:r w:rsidRPr="00AA186B">
        <w:t>Одной из основных задач продолжает оставаться создание необходимых</w:t>
      </w:r>
    </w:p>
    <w:p w:rsidR="00863CFC" w:rsidRPr="00AA186B" w:rsidRDefault="00863CFC" w:rsidP="00AF70CF">
      <w:pPr>
        <w:pStyle w:val="ListParagraph"/>
        <w:spacing w:line="240" w:lineRule="auto"/>
        <w:ind w:left="0"/>
        <w:jc w:val="both"/>
      </w:pPr>
      <w:r w:rsidRPr="00AA186B">
        <w:t>условий во всех сферах деятельности Ярославской области для поддержания и повышения кредитного рейтинга.</w:t>
      </w:r>
    </w:p>
    <w:p w:rsidR="00863CFC" w:rsidRPr="00AA186B" w:rsidRDefault="00863CFC" w:rsidP="002D3170">
      <w:pPr>
        <w:shd w:val="clear" w:color="auto" w:fill="FFFFFF"/>
        <w:ind w:firstLine="709"/>
        <w:jc w:val="both"/>
        <w:rPr>
          <w:sz w:val="28"/>
        </w:rPr>
      </w:pPr>
      <w:r w:rsidRPr="00AA186B">
        <w:rPr>
          <w:sz w:val="28"/>
        </w:rPr>
        <w:t xml:space="preserve"> </w:t>
      </w:r>
    </w:p>
    <w:p w:rsidR="00863CFC" w:rsidRPr="00AA186B" w:rsidRDefault="00863CFC" w:rsidP="00305EC0">
      <w:pPr>
        <w:pStyle w:val="Heading1"/>
        <w:shd w:val="clear" w:color="auto" w:fill="FFFFFF"/>
        <w:ind w:right="0" w:firstLine="540"/>
        <w:rPr>
          <w:b/>
          <w:i/>
          <w:spacing w:val="-10"/>
          <w:sz w:val="28"/>
        </w:rPr>
      </w:pPr>
      <w:r w:rsidRPr="00AA186B">
        <w:rPr>
          <w:b/>
          <w:i/>
          <w:spacing w:val="-10"/>
          <w:sz w:val="28"/>
        </w:rPr>
        <w:t>2. Предельные размеры на 2013 год и на плановый период 2014 и 2015 годов</w:t>
      </w:r>
    </w:p>
    <w:p w:rsidR="00863CFC" w:rsidRPr="00AA186B" w:rsidRDefault="00863CFC" w:rsidP="002D3170">
      <w:pPr>
        <w:shd w:val="clear" w:color="auto" w:fill="FFFFFF"/>
        <w:ind w:firstLine="567"/>
        <w:jc w:val="right"/>
        <w:rPr>
          <w:sz w:val="28"/>
          <w:szCs w:val="20"/>
        </w:rPr>
      </w:pPr>
      <w:r w:rsidRPr="00AA186B">
        <w:rPr>
          <w:sz w:val="28"/>
          <w:szCs w:val="20"/>
        </w:rPr>
        <w:t>(руб.)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48"/>
        <w:gridCol w:w="2060"/>
        <w:gridCol w:w="2071"/>
        <w:gridCol w:w="2091"/>
      </w:tblGrid>
      <w:tr w:rsidR="00863CFC" w:rsidRPr="00AA186B" w:rsidTr="00305EC0">
        <w:tc>
          <w:tcPr>
            <w:tcW w:w="3348" w:type="dxa"/>
            <w:vAlign w:val="center"/>
          </w:tcPr>
          <w:p w:rsidR="00863CFC" w:rsidRPr="00AA186B" w:rsidRDefault="00863CFC" w:rsidP="002D3170">
            <w:pPr>
              <w:shd w:val="clear" w:color="auto" w:fill="FFFFFF"/>
              <w:jc w:val="center"/>
              <w:rPr>
                <w:b/>
                <w:sz w:val="28"/>
                <w:szCs w:val="20"/>
              </w:rPr>
            </w:pPr>
            <w:r w:rsidRPr="00AA186B">
              <w:rPr>
                <w:b/>
                <w:sz w:val="28"/>
                <w:szCs w:val="20"/>
              </w:rPr>
              <w:t>Предельный размер</w:t>
            </w:r>
          </w:p>
        </w:tc>
        <w:tc>
          <w:tcPr>
            <w:tcW w:w="2060" w:type="dxa"/>
          </w:tcPr>
          <w:p w:rsidR="00863CFC" w:rsidRPr="00AA186B" w:rsidRDefault="00863CFC" w:rsidP="006B7211">
            <w:pPr>
              <w:shd w:val="clear" w:color="auto" w:fill="FFFFFF"/>
              <w:jc w:val="center"/>
              <w:rPr>
                <w:b/>
                <w:sz w:val="28"/>
                <w:szCs w:val="20"/>
                <w:lang w:val="en-US"/>
              </w:rPr>
            </w:pPr>
            <w:r w:rsidRPr="00AA186B">
              <w:rPr>
                <w:b/>
                <w:sz w:val="28"/>
                <w:szCs w:val="20"/>
              </w:rPr>
              <w:t>На</w:t>
            </w:r>
            <w:r w:rsidRPr="00AA186B">
              <w:rPr>
                <w:b/>
                <w:sz w:val="28"/>
                <w:szCs w:val="20"/>
                <w:lang w:val="en-US"/>
              </w:rPr>
              <w:t xml:space="preserve"> </w:t>
            </w:r>
            <w:r w:rsidRPr="00AA186B">
              <w:rPr>
                <w:b/>
                <w:sz w:val="28"/>
                <w:szCs w:val="20"/>
              </w:rPr>
              <w:t>01.01.2014</w:t>
            </w:r>
          </w:p>
        </w:tc>
        <w:tc>
          <w:tcPr>
            <w:tcW w:w="2071" w:type="dxa"/>
          </w:tcPr>
          <w:p w:rsidR="00863CFC" w:rsidRPr="00AA186B" w:rsidRDefault="00863CFC" w:rsidP="006B7211">
            <w:pPr>
              <w:shd w:val="clear" w:color="auto" w:fill="FFFFFF"/>
              <w:jc w:val="center"/>
              <w:rPr>
                <w:b/>
                <w:sz w:val="28"/>
                <w:szCs w:val="20"/>
                <w:lang w:val="en-US"/>
              </w:rPr>
            </w:pPr>
            <w:r w:rsidRPr="00AA186B">
              <w:rPr>
                <w:b/>
                <w:sz w:val="28"/>
                <w:szCs w:val="20"/>
              </w:rPr>
              <w:t>На 01.01.2015</w:t>
            </w:r>
          </w:p>
        </w:tc>
        <w:tc>
          <w:tcPr>
            <w:tcW w:w="2091" w:type="dxa"/>
          </w:tcPr>
          <w:p w:rsidR="00863CFC" w:rsidRPr="00AA186B" w:rsidRDefault="00863CFC" w:rsidP="006B7211">
            <w:pPr>
              <w:shd w:val="clear" w:color="auto" w:fill="FFFFFF"/>
              <w:jc w:val="center"/>
              <w:rPr>
                <w:b/>
                <w:sz w:val="28"/>
                <w:szCs w:val="20"/>
                <w:lang w:val="en-US"/>
              </w:rPr>
            </w:pPr>
            <w:r w:rsidRPr="00AA186B">
              <w:rPr>
                <w:b/>
                <w:sz w:val="28"/>
                <w:szCs w:val="20"/>
              </w:rPr>
              <w:t>На 01.01.2016</w:t>
            </w:r>
          </w:p>
        </w:tc>
      </w:tr>
      <w:tr w:rsidR="00863CFC" w:rsidRPr="00AA186B" w:rsidTr="00305EC0">
        <w:tc>
          <w:tcPr>
            <w:tcW w:w="3348" w:type="dxa"/>
          </w:tcPr>
          <w:p w:rsidR="00863CFC" w:rsidRPr="00AA186B" w:rsidRDefault="00863CFC" w:rsidP="002D3170">
            <w:pPr>
              <w:shd w:val="clear" w:color="auto" w:fill="FFFFFF"/>
              <w:rPr>
                <w:sz w:val="28"/>
              </w:rPr>
            </w:pPr>
            <w:r w:rsidRPr="00AA186B">
              <w:rPr>
                <w:sz w:val="28"/>
              </w:rPr>
              <w:t xml:space="preserve">1. Верхний предел </w:t>
            </w:r>
          </w:p>
          <w:p w:rsidR="00863CFC" w:rsidRPr="00AA186B" w:rsidRDefault="00863CFC" w:rsidP="002D3170">
            <w:pPr>
              <w:shd w:val="clear" w:color="auto" w:fill="FFFFFF"/>
              <w:rPr>
                <w:sz w:val="28"/>
              </w:rPr>
            </w:pPr>
            <w:r w:rsidRPr="00AA186B">
              <w:rPr>
                <w:sz w:val="28"/>
              </w:rPr>
              <w:t xml:space="preserve">    государственного </w:t>
            </w:r>
          </w:p>
          <w:p w:rsidR="00863CFC" w:rsidRPr="00AA186B" w:rsidRDefault="00863CFC" w:rsidP="002D3170">
            <w:pPr>
              <w:shd w:val="clear" w:color="auto" w:fill="FFFFFF"/>
              <w:rPr>
                <w:sz w:val="28"/>
              </w:rPr>
            </w:pPr>
            <w:r w:rsidRPr="00AA186B">
              <w:rPr>
                <w:sz w:val="28"/>
              </w:rPr>
              <w:t xml:space="preserve">    внутреннего долга </w:t>
            </w:r>
          </w:p>
          <w:p w:rsidR="00863CFC" w:rsidRPr="00AA186B" w:rsidRDefault="00863CFC" w:rsidP="002D3170">
            <w:pPr>
              <w:shd w:val="clear" w:color="auto" w:fill="FFFFFF"/>
              <w:rPr>
                <w:sz w:val="28"/>
              </w:rPr>
            </w:pPr>
            <w:r w:rsidRPr="00AA186B">
              <w:rPr>
                <w:sz w:val="28"/>
              </w:rPr>
              <w:t xml:space="preserve">    Ярославской области, </w:t>
            </w:r>
          </w:p>
          <w:p w:rsidR="00863CFC" w:rsidRPr="00AA186B" w:rsidRDefault="00863CFC" w:rsidP="00393E37">
            <w:pPr>
              <w:shd w:val="clear" w:color="auto" w:fill="FFFFFF"/>
              <w:rPr>
                <w:sz w:val="28"/>
                <w:szCs w:val="20"/>
              </w:rPr>
            </w:pPr>
            <w:r w:rsidRPr="00AA186B">
              <w:rPr>
                <w:sz w:val="28"/>
              </w:rPr>
              <w:t xml:space="preserve">    в том числе</w:t>
            </w:r>
          </w:p>
        </w:tc>
        <w:tc>
          <w:tcPr>
            <w:tcW w:w="2060" w:type="dxa"/>
          </w:tcPr>
          <w:p w:rsidR="00863CFC" w:rsidRPr="00AA186B" w:rsidRDefault="00863CFC" w:rsidP="00F5686E">
            <w:pPr>
              <w:pStyle w:val="BodyTextIndent"/>
              <w:shd w:val="clear" w:color="auto" w:fill="FFFFFF"/>
              <w:ind w:right="0" w:firstLine="0"/>
              <w:jc w:val="right"/>
              <w:rPr>
                <w:lang w:val="en-US"/>
              </w:rPr>
            </w:pPr>
          </w:p>
          <w:p w:rsidR="00863CFC" w:rsidRPr="00AA186B" w:rsidRDefault="00863CFC" w:rsidP="00F5686E">
            <w:pPr>
              <w:pStyle w:val="BodyTextIndent"/>
              <w:shd w:val="clear" w:color="auto" w:fill="FFFFFF"/>
              <w:ind w:right="0" w:firstLine="0"/>
              <w:jc w:val="right"/>
              <w:rPr>
                <w:lang w:val="en-US"/>
              </w:rPr>
            </w:pPr>
          </w:p>
          <w:p w:rsidR="00863CFC" w:rsidRPr="00AA186B" w:rsidRDefault="00863CFC" w:rsidP="00F5686E">
            <w:pPr>
              <w:pStyle w:val="BodyTextIndent"/>
              <w:shd w:val="clear" w:color="auto" w:fill="FFFFFF"/>
              <w:ind w:right="0" w:firstLine="0"/>
              <w:jc w:val="right"/>
              <w:rPr>
                <w:lang w:val="en-US"/>
              </w:rPr>
            </w:pPr>
          </w:p>
          <w:p w:rsidR="00863CFC" w:rsidRPr="00AA186B" w:rsidRDefault="00863CFC" w:rsidP="00F5686E">
            <w:pPr>
              <w:pStyle w:val="BodyTextIndent"/>
              <w:shd w:val="clear" w:color="auto" w:fill="FFFFFF"/>
              <w:ind w:right="0" w:firstLine="0"/>
              <w:jc w:val="right"/>
            </w:pPr>
            <w:r w:rsidRPr="00AA186B">
              <w:rPr>
                <w:lang w:val="en-US"/>
              </w:rPr>
              <w:t>21</w:t>
            </w:r>
            <w:r w:rsidRPr="00AA186B">
              <w:t xml:space="preserve"> </w:t>
            </w:r>
            <w:r w:rsidRPr="00AA186B">
              <w:rPr>
                <w:lang w:val="en-US"/>
              </w:rPr>
              <w:t>720</w:t>
            </w:r>
            <w:r w:rsidRPr="00AA186B">
              <w:t> </w:t>
            </w:r>
            <w:r w:rsidRPr="00AA186B">
              <w:rPr>
                <w:lang w:val="en-US"/>
              </w:rPr>
              <w:t>961</w:t>
            </w:r>
            <w:r w:rsidRPr="00AA186B">
              <w:t xml:space="preserve"> </w:t>
            </w:r>
            <w:r w:rsidRPr="00AA186B">
              <w:rPr>
                <w:lang w:val="en-US"/>
              </w:rPr>
              <w:t>893</w:t>
            </w:r>
          </w:p>
        </w:tc>
        <w:tc>
          <w:tcPr>
            <w:tcW w:w="2071" w:type="dxa"/>
          </w:tcPr>
          <w:p w:rsidR="00863CFC" w:rsidRPr="00AA186B" w:rsidRDefault="00863CFC" w:rsidP="00F5686E">
            <w:pPr>
              <w:pStyle w:val="BodyTextIndent"/>
              <w:shd w:val="clear" w:color="auto" w:fill="FFFFFF"/>
              <w:ind w:right="0" w:firstLine="0"/>
              <w:jc w:val="right"/>
              <w:rPr>
                <w:lang w:val="en-US"/>
              </w:rPr>
            </w:pPr>
          </w:p>
          <w:p w:rsidR="00863CFC" w:rsidRPr="00AA186B" w:rsidRDefault="00863CFC" w:rsidP="00F5686E">
            <w:pPr>
              <w:pStyle w:val="BodyTextIndent"/>
              <w:shd w:val="clear" w:color="auto" w:fill="FFFFFF"/>
              <w:ind w:right="0" w:firstLine="0"/>
              <w:jc w:val="right"/>
              <w:rPr>
                <w:lang w:val="en-US"/>
              </w:rPr>
            </w:pPr>
          </w:p>
          <w:p w:rsidR="00863CFC" w:rsidRPr="00AA186B" w:rsidRDefault="00863CFC" w:rsidP="00F5686E">
            <w:pPr>
              <w:pStyle w:val="BodyTextIndent"/>
              <w:shd w:val="clear" w:color="auto" w:fill="FFFFFF"/>
              <w:ind w:right="0" w:firstLine="0"/>
              <w:jc w:val="right"/>
              <w:rPr>
                <w:lang w:val="en-US"/>
              </w:rPr>
            </w:pPr>
          </w:p>
          <w:p w:rsidR="00863CFC" w:rsidRPr="00AA186B" w:rsidRDefault="00863CFC" w:rsidP="00F5686E">
            <w:pPr>
              <w:pStyle w:val="BodyTextIndent"/>
              <w:shd w:val="clear" w:color="auto" w:fill="FFFFFF"/>
              <w:ind w:right="0" w:firstLine="0"/>
              <w:jc w:val="right"/>
              <w:rPr>
                <w:lang w:val="en-US"/>
              </w:rPr>
            </w:pPr>
            <w:r w:rsidRPr="00AA186B">
              <w:rPr>
                <w:lang w:val="en-US"/>
              </w:rPr>
              <w:t>27 543 4</w:t>
            </w:r>
            <w:r w:rsidRPr="00AA186B">
              <w:t>5</w:t>
            </w:r>
            <w:r w:rsidRPr="00AA186B">
              <w:rPr>
                <w:lang w:val="en-US"/>
              </w:rPr>
              <w:t>0 817</w:t>
            </w:r>
          </w:p>
        </w:tc>
        <w:tc>
          <w:tcPr>
            <w:tcW w:w="2091" w:type="dxa"/>
          </w:tcPr>
          <w:p w:rsidR="00863CFC" w:rsidRPr="00AA186B" w:rsidRDefault="00863CFC" w:rsidP="00F5686E">
            <w:pPr>
              <w:pStyle w:val="BodyTextIndent"/>
              <w:shd w:val="clear" w:color="auto" w:fill="FFFFFF"/>
              <w:ind w:right="0" w:firstLine="0"/>
              <w:jc w:val="right"/>
              <w:rPr>
                <w:lang w:val="en-US"/>
              </w:rPr>
            </w:pPr>
          </w:p>
          <w:p w:rsidR="00863CFC" w:rsidRPr="00AA186B" w:rsidRDefault="00863CFC" w:rsidP="00F5686E">
            <w:pPr>
              <w:pStyle w:val="BodyTextIndent"/>
              <w:shd w:val="clear" w:color="auto" w:fill="FFFFFF"/>
              <w:ind w:right="0" w:firstLine="0"/>
              <w:jc w:val="right"/>
              <w:rPr>
                <w:lang w:val="en-US"/>
              </w:rPr>
            </w:pPr>
          </w:p>
          <w:p w:rsidR="00863CFC" w:rsidRPr="00AA186B" w:rsidRDefault="00863CFC" w:rsidP="00F5686E">
            <w:pPr>
              <w:pStyle w:val="BodyTextIndent"/>
              <w:shd w:val="clear" w:color="auto" w:fill="FFFFFF"/>
              <w:ind w:right="0" w:firstLine="0"/>
              <w:jc w:val="right"/>
              <w:rPr>
                <w:lang w:val="en-US"/>
              </w:rPr>
            </w:pPr>
          </w:p>
          <w:p w:rsidR="00863CFC" w:rsidRPr="00AA186B" w:rsidRDefault="00863CFC" w:rsidP="00F5686E">
            <w:pPr>
              <w:pStyle w:val="BodyTextIndent"/>
              <w:shd w:val="clear" w:color="auto" w:fill="FFFFFF"/>
              <w:ind w:right="0" w:firstLine="0"/>
              <w:jc w:val="right"/>
            </w:pPr>
            <w:r w:rsidRPr="00AA186B">
              <w:rPr>
                <w:lang w:val="en-US"/>
              </w:rPr>
              <w:t>33</w:t>
            </w:r>
            <w:r w:rsidRPr="00AA186B">
              <w:t> </w:t>
            </w:r>
            <w:r w:rsidRPr="00AA186B">
              <w:rPr>
                <w:lang w:val="en-US"/>
              </w:rPr>
              <w:t>080</w:t>
            </w:r>
            <w:r w:rsidRPr="00AA186B">
              <w:t> </w:t>
            </w:r>
            <w:r w:rsidRPr="00AA186B">
              <w:rPr>
                <w:lang w:val="en-US"/>
              </w:rPr>
              <w:t>498</w:t>
            </w:r>
            <w:r w:rsidRPr="00AA186B">
              <w:t xml:space="preserve"> </w:t>
            </w:r>
            <w:r w:rsidRPr="00AA186B">
              <w:rPr>
                <w:lang w:val="en-US"/>
              </w:rPr>
              <w:t>6</w:t>
            </w:r>
            <w:r w:rsidRPr="00AA186B">
              <w:t>8</w:t>
            </w:r>
            <w:r w:rsidRPr="00AA186B">
              <w:rPr>
                <w:lang w:val="en-US"/>
              </w:rPr>
              <w:t>0</w:t>
            </w:r>
            <w:r w:rsidRPr="00AA186B">
              <w:t xml:space="preserve">  </w:t>
            </w:r>
          </w:p>
        </w:tc>
      </w:tr>
      <w:tr w:rsidR="00863CFC" w:rsidRPr="00AA186B" w:rsidTr="00305EC0">
        <w:tc>
          <w:tcPr>
            <w:tcW w:w="3348" w:type="dxa"/>
          </w:tcPr>
          <w:p w:rsidR="00863CFC" w:rsidRPr="00AA186B" w:rsidRDefault="00863CFC" w:rsidP="002D3170">
            <w:pPr>
              <w:shd w:val="clear" w:color="auto" w:fill="FFFFFF"/>
              <w:rPr>
                <w:sz w:val="28"/>
              </w:rPr>
            </w:pPr>
            <w:r w:rsidRPr="00AA186B">
              <w:rPr>
                <w:sz w:val="28"/>
              </w:rPr>
              <w:t xml:space="preserve">    верхний предел </w:t>
            </w:r>
          </w:p>
          <w:p w:rsidR="00863CFC" w:rsidRPr="00AA186B" w:rsidRDefault="00863CFC" w:rsidP="002D3170">
            <w:pPr>
              <w:shd w:val="clear" w:color="auto" w:fill="FFFFFF"/>
              <w:rPr>
                <w:sz w:val="28"/>
              </w:rPr>
            </w:pPr>
            <w:r w:rsidRPr="00AA186B">
              <w:rPr>
                <w:sz w:val="28"/>
              </w:rPr>
              <w:t xml:space="preserve">    объема государствен-</w:t>
            </w:r>
          </w:p>
          <w:p w:rsidR="00863CFC" w:rsidRPr="00AA186B" w:rsidRDefault="00863CFC" w:rsidP="002D3170">
            <w:pPr>
              <w:shd w:val="clear" w:color="auto" w:fill="FFFFFF"/>
              <w:rPr>
                <w:sz w:val="28"/>
              </w:rPr>
            </w:pPr>
            <w:r w:rsidRPr="00AA186B">
              <w:rPr>
                <w:sz w:val="28"/>
              </w:rPr>
              <w:t xml:space="preserve">    ных гарантий </w:t>
            </w:r>
          </w:p>
          <w:p w:rsidR="00863CFC" w:rsidRPr="00AA186B" w:rsidRDefault="00863CFC" w:rsidP="002D3170">
            <w:pPr>
              <w:shd w:val="clear" w:color="auto" w:fill="FFFFFF"/>
              <w:rPr>
                <w:sz w:val="28"/>
                <w:szCs w:val="20"/>
              </w:rPr>
            </w:pPr>
            <w:r w:rsidRPr="00AA186B">
              <w:rPr>
                <w:sz w:val="28"/>
              </w:rPr>
              <w:t xml:space="preserve">    Ярославской области</w:t>
            </w:r>
          </w:p>
        </w:tc>
        <w:tc>
          <w:tcPr>
            <w:tcW w:w="2060" w:type="dxa"/>
          </w:tcPr>
          <w:p w:rsidR="00863CFC" w:rsidRPr="00AA186B" w:rsidRDefault="00863CFC" w:rsidP="00F5686E">
            <w:pPr>
              <w:shd w:val="clear" w:color="auto" w:fill="FFFFFF"/>
              <w:jc w:val="right"/>
              <w:rPr>
                <w:sz w:val="28"/>
                <w:szCs w:val="20"/>
              </w:rPr>
            </w:pPr>
          </w:p>
          <w:p w:rsidR="00863CFC" w:rsidRPr="00AA186B" w:rsidRDefault="00863CFC" w:rsidP="00F5686E">
            <w:pPr>
              <w:shd w:val="clear" w:color="auto" w:fill="FFFFFF"/>
              <w:jc w:val="right"/>
              <w:rPr>
                <w:sz w:val="28"/>
                <w:szCs w:val="20"/>
              </w:rPr>
            </w:pPr>
          </w:p>
          <w:p w:rsidR="00863CFC" w:rsidRPr="00AA186B" w:rsidRDefault="00863CFC" w:rsidP="00F5686E">
            <w:pPr>
              <w:shd w:val="clear" w:color="auto" w:fill="FFFFFF"/>
              <w:jc w:val="right"/>
              <w:rPr>
                <w:sz w:val="28"/>
                <w:szCs w:val="20"/>
              </w:rPr>
            </w:pPr>
            <w:r w:rsidRPr="00AA186B">
              <w:rPr>
                <w:sz w:val="28"/>
                <w:szCs w:val="20"/>
              </w:rPr>
              <w:t>200 000 000</w:t>
            </w:r>
          </w:p>
        </w:tc>
        <w:tc>
          <w:tcPr>
            <w:tcW w:w="2071" w:type="dxa"/>
          </w:tcPr>
          <w:p w:rsidR="00863CFC" w:rsidRPr="00AA186B" w:rsidRDefault="00863CFC" w:rsidP="00F5686E">
            <w:pPr>
              <w:shd w:val="clear" w:color="auto" w:fill="FFFFFF"/>
              <w:jc w:val="right"/>
              <w:rPr>
                <w:sz w:val="28"/>
                <w:szCs w:val="20"/>
              </w:rPr>
            </w:pPr>
          </w:p>
          <w:p w:rsidR="00863CFC" w:rsidRPr="00AA186B" w:rsidRDefault="00863CFC" w:rsidP="00F5686E">
            <w:pPr>
              <w:shd w:val="clear" w:color="auto" w:fill="FFFFFF"/>
              <w:jc w:val="right"/>
              <w:rPr>
                <w:sz w:val="28"/>
                <w:szCs w:val="20"/>
              </w:rPr>
            </w:pPr>
          </w:p>
          <w:p w:rsidR="00863CFC" w:rsidRPr="00AA186B" w:rsidRDefault="00863CFC" w:rsidP="00F5686E">
            <w:pPr>
              <w:shd w:val="clear" w:color="auto" w:fill="FFFFFF"/>
              <w:jc w:val="right"/>
              <w:rPr>
                <w:sz w:val="28"/>
                <w:szCs w:val="20"/>
              </w:rPr>
            </w:pPr>
            <w:r w:rsidRPr="00AA186B">
              <w:rPr>
                <w:sz w:val="28"/>
                <w:szCs w:val="20"/>
                <w:lang w:val="en-US"/>
              </w:rPr>
              <w:t>25</w:t>
            </w:r>
            <w:r w:rsidRPr="00AA186B">
              <w:rPr>
                <w:sz w:val="28"/>
                <w:szCs w:val="20"/>
              </w:rPr>
              <w:t>0 000 000</w:t>
            </w:r>
          </w:p>
        </w:tc>
        <w:tc>
          <w:tcPr>
            <w:tcW w:w="2091" w:type="dxa"/>
          </w:tcPr>
          <w:p w:rsidR="00863CFC" w:rsidRPr="00AA186B" w:rsidRDefault="00863CFC" w:rsidP="00F5686E">
            <w:pPr>
              <w:shd w:val="clear" w:color="auto" w:fill="FFFFFF"/>
              <w:jc w:val="right"/>
              <w:rPr>
                <w:sz w:val="28"/>
                <w:szCs w:val="20"/>
              </w:rPr>
            </w:pPr>
          </w:p>
          <w:p w:rsidR="00863CFC" w:rsidRPr="00AA186B" w:rsidRDefault="00863CFC" w:rsidP="00F5686E">
            <w:pPr>
              <w:shd w:val="clear" w:color="auto" w:fill="FFFFFF"/>
              <w:jc w:val="right"/>
              <w:rPr>
                <w:sz w:val="28"/>
                <w:szCs w:val="20"/>
              </w:rPr>
            </w:pPr>
          </w:p>
          <w:p w:rsidR="00863CFC" w:rsidRPr="00AA186B" w:rsidRDefault="00863CFC" w:rsidP="00F5686E">
            <w:pPr>
              <w:shd w:val="clear" w:color="auto" w:fill="FFFFFF"/>
              <w:jc w:val="right"/>
              <w:rPr>
                <w:sz w:val="28"/>
                <w:szCs w:val="20"/>
              </w:rPr>
            </w:pPr>
            <w:r w:rsidRPr="00AA186B">
              <w:rPr>
                <w:sz w:val="28"/>
                <w:szCs w:val="20"/>
                <w:lang w:val="en-US"/>
              </w:rPr>
              <w:t>3</w:t>
            </w:r>
            <w:r w:rsidRPr="00AA186B">
              <w:rPr>
                <w:sz w:val="28"/>
                <w:szCs w:val="20"/>
              </w:rPr>
              <w:t>00 000 000</w:t>
            </w:r>
          </w:p>
        </w:tc>
      </w:tr>
      <w:tr w:rsidR="00863CFC" w:rsidRPr="00AA186B" w:rsidTr="00305EC0">
        <w:tc>
          <w:tcPr>
            <w:tcW w:w="3348" w:type="dxa"/>
          </w:tcPr>
          <w:p w:rsidR="00863CFC" w:rsidRPr="00AA186B" w:rsidRDefault="00863CFC" w:rsidP="002D3170">
            <w:pPr>
              <w:shd w:val="clear" w:color="auto" w:fill="FFFFFF"/>
              <w:rPr>
                <w:sz w:val="28"/>
                <w:szCs w:val="20"/>
              </w:rPr>
            </w:pPr>
          </w:p>
        </w:tc>
        <w:tc>
          <w:tcPr>
            <w:tcW w:w="2060" w:type="dxa"/>
          </w:tcPr>
          <w:p w:rsidR="00863CFC" w:rsidRPr="00AA186B" w:rsidRDefault="00863CFC" w:rsidP="002D3170">
            <w:pPr>
              <w:shd w:val="clear" w:color="auto" w:fill="FFFFFF"/>
              <w:jc w:val="center"/>
              <w:rPr>
                <w:b/>
                <w:sz w:val="28"/>
                <w:szCs w:val="20"/>
              </w:rPr>
            </w:pPr>
            <w:r w:rsidRPr="00AA186B">
              <w:rPr>
                <w:b/>
                <w:sz w:val="28"/>
                <w:szCs w:val="20"/>
              </w:rPr>
              <w:t>на</w:t>
            </w:r>
          </w:p>
          <w:p w:rsidR="00863CFC" w:rsidRPr="00AA186B" w:rsidRDefault="00863CFC" w:rsidP="006B7211">
            <w:pPr>
              <w:shd w:val="clear" w:color="auto" w:fill="FFFFFF"/>
              <w:jc w:val="center"/>
              <w:rPr>
                <w:b/>
                <w:sz w:val="28"/>
                <w:szCs w:val="20"/>
              </w:rPr>
            </w:pPr>
            <w:r w:rsidRPr="00AA186B">
              <w:rPr>
                <w:b/>
                <w:sz w:val="28"/>
                <w:szCs w:val="20"/>
              </w:rPr>
              <w:t>20</w:t>
            </w:r>
            <w:r w:rsidRPr="00AA186B">
              <w:rPr>
                <w:b/>
                <w:sz w:val="28"/>
                <w:szCs w:val="20"/>
                <w:lang w:val="en-US"/>
              </w:rPr>
              <w:t>1</w:t>
            </w:r>
            <w:r w:rsidRPr="00AA186B">
              <w:rPr>
                <w:b/>
                <w:sz w:val="28"/>
                <w:szCs w:val="20"/>
              </w:rPr>
              <w:t>3 год</w:t>
            </w:r>
          </w:p>
        </w:tc>
        <w:tc>
          <w:tcPr>
            <w:tcW w:w="2071" w:type="dxa"/>
          </w:tcPr>
          <w:p w:rsidR="00863CFC" w:rsidRPr="00AA186B" w:rsidRDefault="00863CFC" w:rsidP="002D3170">
            <w:pPr>
              <w:shd w:val="clear" w:color="auto" w:fill="FFFFFF"/>
              <w:jc w:val="center"/>
              <w:rPr>
                <w:b/>
                <w:sz w:val="28"/>
                <w:szCs w:val="20"/>
              </w:rPr>
            </w:pPr>
            <w:r w:rsidRPr="00AA186B">
              <w:rPr>
                <w:b/>
                <w:sz w:val="28"/>
                <w:szCs w:val="20"/>
              </w:rPr>
              <w:t>на</w:t>
            </w:r>
          </w:p>
          <w:p w:rsidR="00863CFC" w:rsidRPr="00AA186B" w:rsidRDefault="00863CFC" w:rsidP="006B7211">
            <w:pPr>
              <w:shd w:val="clear" w:color="auto" w:fill="FFFFFF"/>
              <w:jc w:val="center"/>
              <w:rPr>
                <w:b/>
                <w:sz w:val="28"/>
                <w:szCs w:val="20"/>
              </w:rPr>
            </w:pPr>
            <w:r w:rsidRPr="00AA186B">
              <w:rPr>
                <w:b/>
                <w:sz w:val="28"/>
                <w:szCs w:val="20"/>
              </w:rPr>
              <w:t>2014 год</w:t>
            </w:r>
          </w:p>
        </w:tc>
        <w:tc>
          <w:tcPr>
            <w:tcW w:w="2091" w:type="dxa"/>
          </w:tcPr>
          <w:p w:rsidR="00863CFC" w:rsidRPr="00AA186B" w:rsidRDefault="00863CFC" w:rsidP="002D3170">
            <w:pPr>
              <w:shd w:val="clear" w:color="auto" w:fill="FFFFFF"/>
              <w:jc w:val="center"/>
              <w:rPr>
                <w:b/>
                <w:sz w:val="28"/>
                <w:szCs w:val="20"/>
              </w:rPr>
            </w:pPr>
            <w:r w:rsidRPr="00AA186B">
              <w:rPr>
                <w:b/>
                <w:sz w:val="28"/>
                <w:szCs w:val="20"/>
              </w:rPr>
              <w:t>на</w:t>
            </w:r>
          </w:p>
          <w:p w:rsidR="00863CFC" w:rsidRPr="00AA186B" w:rsidRDefault="00863CFC" w:rsidP="006B7211">
            <w:pPr>
              <w:shd w:val="clear" w:color="auto" w:fill="FFFFFF"/>
              <w:jc w:val="center"/>
              <w:rPr>
                <w:b/>
                <w:sz w:val="28"/>
                <w:szCs w:val="20"/>
              </w:rPr>
            </w:pPr>
            <w:r w:rsidRPr="00AA186B">
              <w:rPr>
                <w:b/>
                <w:sz w:val="28"/>
                <w:szCs w:val="20"/>
              </w:rPr>
              <w:t>2015 год</w:t>
            </w:r>
          </w:p>
        </w:tc>
      </w:tr>
      <w:tr w:rsidR="00863CFC" w:rsidRPr="00AA186B" w:rsidTr="00305EC0">
        <w:tc>
          <w:tcPr>
            <w:tcW w:w="3348" w:type="dxa"/>
          </w:tcPr>
          <w:p w:rsidR="00863CFC" w:rsidRPr="00AA186B" w:rsidRDefault="00863CFC" w:rsidP="002D3170">
            <w:pPr>
              <w:shd w:val="clear" w:color="auto" w:fill="FFFFFF"/>
              <w:rPr>
                <w:sz w:val="28"/>
              </w:rPr>
            </w:pPr>
            <w:r w:rsidRPr="00AA186B">
              <w:rPr>
                <w:sz w:val="28"/>
              </w:rPr>
              <w:t xml:space="preserve">2. Предельный объем </w:t>
            </w:r>
          </w:p>
          <w:p w:rsidR="00863CFC" w:rsidRPr="00AA186B" w:rsidRDefault="00863CFC" w:rsidP="002D3170">
            <w:pPr>
              <w:shd w:val="clear" w:color="auto" w:fill="FFFFFF"/>
              <w:rPr>
                <w:sz w:val="28"/>
              </w:rPr>
            </w:pPr>
            <w:r w:rsidRPr="00AA186B">
              <w:rPr>
                <w:sz w:val="28"/>
              </w:rPr>
              <w:t xml:space="preserve">    государственного </w:t>
            </w:r>
          </w:p>
          <w:p w:rsidR="00863CFC" w:rsidRPr="00AA186B" w:rsidRDefault="00863CFC" w:rsidP="002D3170">
            <w:pPr>
              <w:shd w:val="clear" w:color="auto" w:fill="FFFFFF"/>
              <w:rPr>
                <w:sz w:val="28"/>
              </w:rPr>
            </w:pPr>
            <w:r w:rsidRPr="00AA186B">
              <w:rPr>
                <w:sz w:val="28"/>
              </w:rPr>
              <w:t xml:space="preserve">    долга Ярославской   </w:t>
            </w:r>
          </w:p>
          <w:p w:rsidR="00863CFC" w:rsidRPr="00AA186B" w:rsidRDefault="00863CFC" w:rsidP="002D3170">
            <w:pPr>
              <w:shd w:val="clear" w:color="auto" w:fill="FFFFFF"/>
              <w:rPr>
                <w:sz w:val="28"/>
                <w:szCs w:val="20"/>
              </w:rPr>
            </w:pPr>
            <w:r w:rsidRPr="00AA186B">
              <w:rPr>
                <w:sz w:val="28"/>
              </w:rPr>
              <w:t xml:space="preserve">    области</w:t>
            </w:r>
          </w:p>
        </w:tc>
        <w:tc>
          <w:tcPr>
            <w:tcW w:w="2060" w:type="dxa"/>
          </w:tcPr>
          <w:p w:rsidR="00863CFC" w:rsidRPr="00AA186B" w:rsidRDefault="00863CFC" w:rsidP="00F5686E">
            <w:pPr>
              <w:shd w:val="clear" w:color="auto" w:fill="FFFFFF"/>
              <w:jc w:val="right"/>
              <w:rPr>
                <w:sz w:val="28"/>
                <w:szCs w:val="20"/>
              </w:rPr>
            </w:pPr>
          </w:p>
          <w:p w:rsidR="00863CFC" w:rsidRPr="00AA186B" w:rsidRDefault="00863CFC" w:rsidP="00F5686E">
            <w:pPr>
              <w:shd w:val="clear" w:color="auto" w:fill="FFFFFF"/>
              <w:jc w:val="right"/>
              <w:rPr>
                <w:sz w:val="28"/>
                <w:szCs w:val="20"/>
              </w:rPr>
            </w:pPr>
          </w:p>
          <w:p w:rsidR="00863CFC" w:rsidRPr="00AA186B" w:rsidRDefault="00863CFC" w:rsidP="00F5686E">
            <w:pPr>
              <w:shd w:val="clear" w:color="auto" w:fill="FFFFFF"/>
              <w:jc w:val="right"/>
              <w:rPr>
                <w:sz w:val="28"/>
                <w:szCs w:val="20"/>
              </w:rPr>
            </w:pPr>
            <w:r w:rsidRPr="00AA186B">
              <w:rPr>
                <w:sz w:val="28"/>
                <w:lang w:val="en-US"/>
              </w:rPr>
              <w:t>30</w:t>
            </w:r>
            <w:r w:rsidRPr="00AA186B">
              <w:rPr>
                <w:sz w:val="28"/>
              </w:rPr>
              <w:t> 000 000 000</w:t>
            </w:r>
          </w:p>
        </w:tc>
        <w:tc>
          <w:tcPr>
            <w:tcW w:w="2071" w:type="dxa"/>
          </w:tcPr>
          <w:p w:rsidR="00863CFC" w:rsidRPr="00AA186B" w:rsidRDefault="00863CFC" w:rsidP="00F5686E">
            <w:pPr>
              <w:shd w:val="clear" w:color="auto" w:fill="FFFFFF"/>
              <w:jc w:val="right"/>
              <w:rPr>
                <w:sz w:val="28"/>
                <w:szCs w:val="20"/>
              </w:rPr>
            </w:pPr>
          </w:p>
          <w:p w:rsidR="00863CFC" w:rsidRPr="00AA186B" w:rsidRDefault="00863CFC" w:rsidP="00F5686E">
            <w:pPr>
              <w:shd w:val="clear" w:color="auto" w:fill="FFFFFF"/>
              <w:jc w:val="right"/>
              <w:rPr>
                <w:sz w:val="28"/>
                <w:szCs w:val="20"/>
              </w:rPr>
            </w:pPr>
          </w:p>
          <w:p w:rsidR="00863CFC" w:rsidRPr="00AA186B" w:rsidRDefault="00863CFC" w:rsidP="00F5686E">
            <w:pPr>
              <w:shd w:val="clear" w:color="auto" w:fill="FFFFFF"/>
              <w:jc w:val="right"/>
              <w:rPr>
                <w:sz w:val="28"/>
                <w:szCs w:val="20"/>
              </w:rPr>
            </w:pPr>
            <w:r w:rsidRPr="00AA186B">
              <w:rPr>
                <w:sz w:val="28"/>
                <w:lang w:val="en-US"/>
              </w:rPr>
              <w:t>3</w:t>
            </w:r>
            <w:r w:rsidRPr="00AA186B">
              <w:rPr>
                <w:sz w:val="28"/>
              </w:rPr>
              <w:t>2 000 000 000</w:t>
            </w:r>
          </w:p>
        </w:tc>
        <w:tc>
          <w:tcPr>
            <w:tcW w:w="2091" w:type="dxa"/>
          </w:tcPr>
          <w:p w:rsidR="00863CFC" w:rsidRPr="00AA186B" w:rsidRDefault="00863CFC" w:rsidP="00F5686E">
            <w:pPr>
              <w:shd w:val="clear" w:color="auto" w:fill="FFFFFF"/>
              <w:jc w:val="right"/>
              <w:rPr>
                <w:sz w:val="28"/>
                <w:szCs w:val="20"/>
              </w:rPr>
            </w:pPr>
          </w:p>
          <w:p w:rsidR="00863CFC" w:rsidRPr="00AA186B" w:rsidRDefault="00863CFC" w:rsidP="00F5686E">
            <w:pPr>
              <w:shd w:val="clear" w:color="auto" w:fill="FFFFFF"/>
              <w:jc w:val="right"/>
              <w:rPr>
                <w:sz w:val="28"/>
                <w:szCs w:val="20"/>
              </w:rPr>
            </w:pPr>
          </w:p>
          <w:p w:rsidR="00863CFC" w:rsidRPr="00AA186B" w:rsidRDefault="00863CFC" w:rsidP="00F5686E">
            <w:pPr>
              <w:shd w:val="clear" w:color="auto" w:fill="FFFFFF"/>
              <w:jc w:val="right"/>
              <w:rPr>
                <w:sz w:val="28"/>
                <w:szCs w:val="20"/>
              </w:rPr>
            </w:pPr>
            <w:r w:rsidRPr="00AA186B">
              <w:rPr>
                <w:sz w:val="28"/>
                <w:lang w:val="en-US"/>
              </w:rPr>
              <w:t>3</w:t>
            </w:r>
            <w:r w:rsidRPr="00AA186B">
              <w:rPr>
                <w:sz w:val="28"/>
              </w:rPr>
              <w:t>5 000 000 000</w:t>
            </w:r>
          </w:p>
        </w:tc>
      </w:tr>
      <w:tr w:rsidR="00863CFC" w:rsidRPr="00AA186B" w:rsidTr="00305EC0">
        <w:trPr>
          <w:trHeight w:val="929"/>
        </w:trPr>
        <w:tc>
          <w:tcPr>
            <w:tcW w:w="3348" w:type="dxa"/>
          </w:tcPr>
          <w:p w:rsidR="00863CFC" w:rsidRPr="00AA186B" w:rsidRDefault="00863CFC" w:rsidP="002D3170">
            <w:pPr>
              <w:shd w:val="clear" w:color="auto" w:fill="FFFFFF"/>
              <w:rPr>
                <w:sz w:val="28"/>
              </w:rPr>
            </w:pPr>
            <w:r w:rsidRPr="00AA186B">
              <w:rPr>
                <w:sz w:val="28"/>
              </w:rPr>
              <w:t xml:space="preserve">3. Предельный объем  </w:t>
            </w:r>
          </w:p>
          <w:p w:rsidR="00863CFC" w:rsidRPr="00AA186B" w:rsidRDefault="00863CFC" w:rsidP="002D3170">
            <w:pPr>
              <w:shd w:val="clear" w:color="auto" w:fill="FFFFFF"/>
              <w:rPr>
                <w:sz w:val="28"/>
              </w:rPr>
            </w:pPr>
            <w:r w:rsidRPr="00AA186B">
              <w:rPr>
                <w:sz w:val="28"/>
              </w:rPr>
              <w:t xml:space="preserve">    расходов на обслужи-</w:t>
            </w:r>
          </w:p>
          <w:p w:rsidR="00863CFC" w:rsidRPr="00AA186B" w:rsidRDefault="00863CFC" w:rsidP="002D3170">
            <w:pPr>
              <w:shd w:val="clear" w:color="auto" w:fill="FFFFFF"/>
              <w:rPr>
                <w:sz w:val="28"/>
              </w:rPr>
            </w:pPr>
            <w:r w:rsidRPr="00AA186B">
              <w:rPr>
                <w:sz w:val="28"/>
              </w:rPr>
              <w:t xml:space="preserve">    вание государствен-</w:t>
            </w:r>
          </w:p>
          <w:p w:rsidR="00863CFC" w:rsidRPr="00AA186B" w:rsidRDefault="00863CFC" w:rsidP="002D3170">
            <w:pPr>
              <w:shd w:val="clear" w:color="auto" w:fill="FFFFFF"/>
              <w:rPr>
                <w:sz w:val="28"/>
              </w:rPr>
            </w:pPr>
            <w:r w:rsidRPr="00AA186B">
              <w:rPr>
                <w:sz w:val="28"/>
              </w:rPr>
              <w:t xml:space="preserve">    ного долга </w:t>
            </w:r>
          </w:p>
          <w:p w:rsidR="00863CFC" w:rsidRPr="00AA186B" w:rsidRDefault="00863CFC" w:rsidP="002D3170">
            <w:pPr>
              <w:shd w:val="clear" w:color="auto" w:fill="FFFFFF"/>
              <w:rPr>
                <w:sz w:val="28"/>
                <w:szCs w:val="20"/>
              </w:rPr>
            </w:pPr>
            <w:r w:rsidRPr="00AA186B">
              <w:rPr>
                <w:sz w:val="28"/>
              </w:rPr>
              <w:t xml:space="preserve">    Ярославской  области</w:t>
            </w:r>
          </w:p>
        </w:tc>
        <w:tc>
          <w:tcPr>
            <w:tcW w:w="2060" w:type="dxa"/>
          </w:tcPr>
          <w:p w:rsidR="00863CFC" w:rsidRPr="00AA186B" w:rsidRDefault="00863CFC" w:rsidP="00F5686E">
            <w:pPr>
              <w:shd w:val="clear" w:color="auto" w:fill="FFFFFF"/>
              <w:jc w:val="right"/>
              <w:rPr>
                <w:sz w:val="28"/>
                <w:szCs w:val="20"/>
              </w:rPr>
            </w:pPr>
          </w:p>
          <w:p w:rsidR="00863CFC" w:rsidRPr="00AA186B" w:rsidRDefault="00863CFC" w:rsidP="00F5686E">
            <w:pPr>
              <w:shd w:val="clear" w:color="auto" w:fill="FFFFFF"/>
              <w:jc w:val="right"/>
              <w:rPr>
                <w:sz w:val="28"/>
                <w:szCs w:val="20"/>
              </w:rPr>
            </w:pPr>
          </w:p>
          <w:p w:rsidR="00863CFC" w:rsidRPr="00AA186B" w:rsidRDefault="00863CFC" w:rsidP="00F5686E">
            <w:pPr>
              <w:shd w:val="clear" w:color="auto" w:fill="FFFFFF"/>
              <w:jc w:val="right"/>
              <w:rPr>
                <w:sz w:val="28"/>
                <w:szCs w:val="20"/>
                <w:lang w:val="en-US"/>
              </w:rPr>
            </w:pPr>
            <w:r w:rsidRPr="00AA186B">
              <w:rPr>
                <w:sz w:val="28"/>
                <w:szCs w:val="20"/>
                <w:lang w:val="en-US"/>
              </w:rPr>
              <w:t>1 297 256 400</w:t>
            </w:r>
          </w:p>
        </w:tc>
        <w:tc>
          <w:tcPr>
            <w:tcW w:w="2071" w:type="dxa"/>
          </w:tcPr>
          <w:p w:rsidR="00863CFC" w:rsidRPr="00AA186B" w:rsidRDefault="00863CFC" w:rsidP="00F5686E">
            <w:pPr>
              <w:shd w:val="clear" w:color="auto" w:fill="FFFFFF"/>
              <w:jc w:val="right"/>
              <w:rPr>
                <w:sz w:val="28"/>
                <w:szCs w:val="20"/>
              </w:rPr>
            </w:pPr>
          </w:p>
          <w:p w:rsidR="00863CFC" w:rsidRPr="00AA186B" w:rsidRDefault="00863CFC" w:rsidP="00F5686E">
            <w:pPr>
              <w:shd w:val="clear" w:color="auto" w:fill="FFFFFF"/>
              <w:jc w:val="right"/>
              <w:rPr>
                <w:sz w:val="28"/>
                <w:szCs w:val="20"/>
              </w:rPr>
            </w:pPr>
          </w:p>
          <w:p w:rsidR="00863CFC" w:rsidRPr="00AA186B" w:rsidRDefault="00863CFC" w:rsidP="00F5686E">
            <w:pPr>
              <w:shd w:val="clear" w:color="auto" w:fill="FFFFFF"/>
              <w:jc w:val="right"/>
              <w:rPr>
                <w:sz w:val="28"/>
                <w:szCs w:val="20"/>
                <w:lang w:val="en-US"/>
              </w:rPr>
            </w:pPr>
            <w:r w:rsidRPr="00AA186B">
              <w:rPr>
                <w:sz w:val="28"/>
                <w:szCs w:val="20"/>
                <w:lang w:val="en-US"/>
              </w:rPr>
              <w:t>1 397 139 000</w:t>
            </w:r>
          </w:p>
        </w:tc>
        <w:tc>
          <w:tcPr>
            <w:tcW w:w="2091" w:type="dxa"/>
          </w:tcPr>
          <w:p w:rsidR="00863CFC" w:rsidRPr="00AA186B" w:rsidRDefault="00863CFC" w:rsidP="00F5686E">
            <w:pPr>
              <w:shd w:val="clear" w:color="auto" w:fill="FFFFFF"/>
              <w:jc w:val="right"/>
              <w:rPr>
                <w:sz w:val="28"/>
                <w:szCs w:val="20"/>
              </w:rPr>
            </w:pPr>
          </w:p>
          <w:p w:rsidR="00863CFC" w:rsidRPr="00AA186B" w:rsidRDefault="00863CFC" w:rsidP="00F5686E">
            <w:pPr>
              <w:shd w:val="clear" w:color="auto" w:fill="FFFFFF"/>
              <w:jc w:val="right"/>
              <w:rPr>
                <w:sz w:val="28"/>
                <w:szCs w:val="20"/>
              </w:rPr>
            </w:pPr>
          </w:p>
          <w:p w:rsidR="00863CFC" w:rsidRPr="00AA186B" w:rsidRDefault="00863CFC" w:rsidP="00F5686E">
            <w:pPr>
              <w:shd w:val="clear" w:color="auto" w:fill="FFFFFF"/>
              <w:jc w:val="right"/>
              <w:rPr>
                <w:sz w:val="28"/>
                <w:szCs w:val="20"/>
              </w:rPr>
            </w:pPr>
            <w:r w:rsidRPr="00AA186B">
              <w:rPr>
                <w:sz w:val="28"/>
                <w:szCs w:val="20"/>
                <w:lang w:val="en-US"/>
              </w:rPr>
              <w:t>1 362 893 400</w:t>
            </w:r>
          </w:p>
        </w:tc>
      </w:tr>
      <w:tr w:rsidR="00863CFC" w:rsidRPr="00AA186B" w:rsidTr="0003475E">
        <w:trPr>
          <w:trHeight w:val="604"/>
        </w:trPr>
        <w:tc>
          <w:tcPr>
            <w:tcW w:w="3348" w:type="dxa"/>
          </w:tcPr>
          <w:p w:rsidR="00863CFC" w:rsidRPr="00AA186B" w:rsidRDefault="00863CFC" w:rsidP="002D3170">
            <w:pPr>
              <w:shd w:val="clear" w:color="auto" w:fill="FFFFFF"/>
              <w:rPr>
                <w:sz w:val="28"/>
              </w:rPr>
            </w:pPr>
            <w:r w:rsidRPr="00AA186B">
              <w:rPr>
                <w:sz w:val="28"/>
              </w:rPr>
              <w:t xml:space="preserve">4. Предельный объем  </w:t>
            </w:r>
          </w:p>
          <w:p w:rsidR="00863CFC" w:rsidRPr="00AA186B" w:rsidRDefault="00863CFC" w:rsidP="002D3170">
            <w:pPr>
              <w:shd w:val="clear" w:color="auto" w:fill="FFFFFF"/>
              <w:rPr>
                <w:sz w:val="28"/>
              </w:rPr>
            </w:pPr>
            <w:r w:rsidRPr="00AA186B">
              <w:rPr>
                <w:sz w:val="28"/>
              </w:rPr>
              <w:t xml:space="preserve">    заимствований </w:t>
            </w:r>
          </w:p>
          <w:p w:rsidR="00863CFC" w:rsidRPr="00AA186B" w:rsidRDefault="00863CFC" w:rsidP="002D3170">
            <w:pPr>
              <w:shd w:val="clear" w:color="auto" w:fill="FFFFFF"/>
              <w:rPr>
                <w:sz w:val="28"/>
              </w:rPr>
            </w:pPr>
            <w:r w:rsidRPr="00AA186B">
              <w:rPr>
                <w:sz w:val="28"/>
              </w:rPr>
              <w:t xml:space="preserve">    Ярославской области</w:t>
            </w:r>
          </w:p>
        </w:tc>
        <w:tc>
          <w:tcPr>
            <w:tcW w:w="2060" w:type="dxa"/>
          </w:tcPr>
          <w:p w:rsidR="00863CFC" w:rsidRPr="00AA186B" w:rsidRDefault="00863CFC" w:rsidP="00F5686E">
            <w:pPr>
              <w:shd w:val="clear" w:color="auto" w:fill="FFFFFF"/>
              <w:jc w:val="right"/>
              <w:rPr>
                <w:sz w:val="28"/>
                <w:szCs w:val="20"/>
              </w:rPr>
            </w:pPr>
          </w:p>
          <w:p w:rsidR="00863CFC" w:rsidRPr="00AA186B" w:rsidRDefault="00863CFC" w:rsidP="00F5686E">
            <w:pPr>
              <w:shd w:val="clear" w:color="auto" w:fill="FFFFFF"/>
              <w:jc w:val="right"/>
              <w:rPr>
                <w:sz w:val="28"/>
                <w:szCs w:val="20"/>
                <w:lang w:val="en-US"/>
              </w:rPr>
            </w:pPr>
            <w:r w:rsidRPr="00AA186B">
              <w:rPr>
                <w:sz w:val="28"/>
                <w:szCs w:val="20"/>
                <w:lang w:val="en-US"/>
              </w:rPr>
              <w:t>13 695</w:t>
            </w:r>
            <w:r w:rsidRPr="00AA186B">
              <w:rPr>
                <w:sz w:val="28"/>
                <w:szCs w:val="20"/>
              </w:rPr>
              <w:t> </w:t>
            </w:r>
            <w:r w:rsidRPr="00AA186B">
              <w:rPr>
                <w:sz w:val="28"/>
                <w:szCs w:val="20"/>
                <w:lang w:val="en-US"/>
              </w:rPr>
              <w:t>120 893</w:t>
            </w:r>
          </w:p>
          <w:p w:rsidR="00863CFC" w:rsidRPr="00AA186B" w:rsidRDefault="00863CFC" w:rsidP="00F5686E">
            <w:pPr>
              <w:shd w:val="clear" w:color="auto" w:fill="FFFFFF"/>
              <w:jc w:val="right"/>
              <w:rPr>
                <w:sz w:val="28"/>
                <w:szCs w:val="20"/>
                <w:lang w:val="en-US"/>
              </w:rPr>
            </w:pPr>
          </w:p>
        </w:tc>
        <w:tc>
          <w:tcPr>
            <w:tcW w:w="2071" w:type="dxa"/>
          </w:tcPr>
          <w:p w:rsidR="00863CFC" w:rsidRPr="00AA186B" w:rsidRDefault="00863CFC" w:rsidP="00F5686E">
            <w:pPr>
              <w:shd w:val="clear" w:color="auto" w:fill="FFFFFF"/>
              <w:jc w:val="right"/>
              <w:rPr>
                <w:sz w:val="28"/>
                <w:szCs w:val="20"/>
                <w:lang w:val="en-US"/>
              </w:rPr>
            </w:pPr>
          </w:p>
          <w:p w:rsidR="00863CFC" w:rsidRPr="00AA186B" w:rsidRDefault="00863CFC" w:rsidP="00F5686E">
            <w:pPr>
              <w:shd w:val="clear" w:color="auto" w:fill="FFFFFF"/>
              <w:jc w:val="right"/>
              <w:rPr>
                <w:sz w:val="28"/>
                <w:szCs w:val="28"/>
                <w:lang w:val="en-US"/>
              </w:rPr>
            </w:pPr>
            <w:r w:rsidRPr="00AA186B">
              <w:rPr>
                <w:sz w:val="28"/>
                <w:szCs w:val="28"/>
                <w:lang w:val="en-US"/>
              </w:rPr>
              <w:t>14 647 561 324</w:t>
            </w:r>
          </w:p>
          <w:p w:rsidR="00863CFC" w:rsidRPr="00AA186B" w:rsidRDefault="00863CFC" w:rsidP="00F5686E">
            <w:pPr>
              <w:shd w:val="clear" w:color="auto" w:fill="FFFFFF"/>
              <w:jc w:val="right"/>
              <w:rPr>
                <w:sz w:val="28"/>
                <w:szCs w:val="20"/>
                <w:lang w:val="en-US"/>
              </w:rPr>
            </w:pPr>
          </w:p>
        </w:tc>
        <w:tc>
          <w:tcPr>
            <w:tcW w:w="2091" w:type="dxa"/>
          </w:tcPr>
          <w:p w:rsidR="00863CFC" w:rsidRPr="00AA186B" w:rsidRDefault="00863CFC" w:rsidP="00F5686E">
            <w:pPr>
              <w:shd w:val="clear" w:color="auto" w:fill="FFFFFF"/>
              <w:jc w:val="right"/>
              <w:rPr>
                <w:sz w:val="28"/>
                <w:szCs w:val="20"/>
                <w:lang w:val="en-US"/>
              </w:rPr>
            </w:pPr>
          </w:p>
          <w:p w:rsidR="00863CFC" w:rsidRPr="00AA186B" w:rsidRDefault="00863CFC" w:rsidP="00F5686E">
            <w:pPr>
              <w:shd w:val="clear" w:color="auto" w:fill="FFFFFF"/>
              <w:jc w:val="right"/>
              <w:rPr>
                <w:sz w:val="28"/>
                <w:szCs w:val="20"/>
                <w:lang w:val="en-US"/>
              </w:rPr>
            </w:pPr>
            <w:r w:rsidRPr="00AA186B">
              <w:rPr>
                <w:sz w:val="28"/>
                <w:szCs w:val="20"/>
                <w:lang w:val="en-US"/>
              </w:rPr>
              <w:t>14</w:t>
            </w:r>
            <w:r w:rsidRPr="00AA186B">
              <w:rPr>
                <w:sz w:val="28"/>
                <w:szCs w:val="20"/>
              </w:rPr>
              <w:t> </w:t>
            </w:r>
            <w:r w:rsidRPr="00AA186B">
              <w:rPr>
                <w:sz w:val="28"/>
                <w:szCs w:val="20"/>
                <w:lang w:val="en-US"/>
              </w:rPr>
              <w:t>842</w:t>
            </w:r>
            <w:r w:rsidRPr="00AA186B">
              <w:rPr>
                <w:sz w:val="28"/>
                <w:szCs w:val="20"/>
              </w:rPr>
              <w:t> </w:t>
            </w:r>
            <w:r w:rsidRPr="00AA186B">
              <w:rPr>
                <w:sz w:val="28"/>
                <w:szCs w:val="20"/>
                <w:lang w:val="en-US"/>
              </w:rPr>
              <w:t>816</w:t>
            </w:r>
            <w:r w:rsidRPr="00AA186B">
              <w:rPr>
                <w:sz w:val="28"/>
                <w:szCs w:val="20"/>
              </w:rPr>
              <w:t> </w:t>
            </w:r>
            <w:r w:rsidRPr="00AA186B">
              <w:rPr>
                <w:sz w:val="28"/>
                <w:szCs w:val="20"/>
                <w:lang w:val="en-US"/>
              </w:rPr>
              <w:t>463</w:t>
            </w:r>
          </w:p>
          <w:p w:rsidR="00863CFC" w:rsidRPr="00AA186B" w:rsidRDefault="00863CFC" w:rsidP="00F5686E">
            <w:pPr>
              <w:shd w:val="clear" w:color="auto" w:fill="FFFFFF"/>
              <w:jc w:val="right"/>
              <w:rPr>
                <w:sz w:val="28"/>
                <w:szCs w:val="20"/>
                <w:lang w:val="en-US"/>
              </w:rPr>
            </w:pPr>
          </w:p>
        </w:tc>
      </w:tr>
      <w:tr w:rsidR="00863CFC" w:rsidRPr="00AA186B" w:rsidTr="00305EC0">
        <w:trPr>
          <w:trHeight w:val="555"/>
        </w:trPr>
        <w:tc>
          <w:tcPr>
            <w:tcW w:w="3348" w:type="dxa"/>
          </w:tcPr>
          <w:p w:rsidR="00863CFC" w:rsidRPr="00AA186B" w:rsidRDefault="00863CFC" w:rsidP="002D3170">
            <w:pPr>
              <w:shd w:val="clear" w:color="auto" w:fill="FFFFFF"/>
              <w:rPr>
                <w:sz w:val="28"/>
                <w:szCs w:val="28"/>
              </w:rPr>
            </w:pPr>
            <w:r w:rsidRPr="00AA186B">
              <w:rPr>
                <w:sz w:val="28"/>
                <w:szCs w:val="28"/>
              </w:rPr>
              <w:t xml:space="preserve">5. Предельный объем   </w:t>
            </w:r>
          </w:p>
          <w:p w:rsidR="00863CFC" w:rsidRPr="00AA186B" w:rsidRDefault="00863CFC" w:rsidP="002D3170">
            <w:pPr>
              <w:shd w:val="clear" w:color="auto" w:fill="FFFFFF"/>
              <w:rPr>
                <w:sz w:val="28"/>
              </w:rPr>
            </w:pPr>
            <w:r w:rsidRPr="00AA186B">
              <w:rPr>
                <w:sz w:val="28"/>
                <w:szCs w:val="28"/>
              </w:rPr>
              <w:t xml:space="preserve">    </w:t>
            </w:r>
            <w:r w:rsidRPr="00AA186B">
              <w:rPr>
                <w:sz w:val="28"/>
              </w:rPr>
              <w:t xml:space="preserve">предоставляемых </w:t>
            </w:r>
          </w:p>
          <w:p w:rsidR="00863CFC" w:rsidRPr="00AA186B" w:rsidRDefault="00863CFC" w:rsidP="002D3170">
            <w:pPr>
              <w:shd w:val="clear" w:color="auto" w:fill="FFFFFF"/>
              <w:rPr>
                <w:sz w:val="28"/>
              </w:rPr>
            </w:pPr>
            <w:r w:rsidRPr="00AA186B">
              <w:rPr>
                <w:sz w:val="28"/>
              </w:rPr>
              <w:t xml:space="preserve">    государственных </w:t>
            </w:r>
          </w:p>
          <w:p w:rsidR="00863CFC" w:rsidRPr="00AA186B" w:rsidRDefault="00863CFC" w:rsidP="002D3170">
            <w:pPr>
              <w:shd w:val="clear" w:color="auto" w:fill="FFFFFF"/>
              <w:rPr>
                <w:sz w:val="28"/>
                <w:szCs w:val="28"/>
              </w:rPr>
            </w:pPr>
            <w:r w:rsidRPr="00AA186B">
              <w:rPr>
                <w:sz w:val="28"/>
              </w:rPr>
              <w:t xml:space="preserve">    гарантий </w:t>
            </w:r>
            <w:r w:rsidRPr="00AA186B">
              <w:rPr>
                <w:sz w:val="28"/>
                <w:szCs w:val="28"/>
              </w:rPr>
              <w:t>Ярославской</w:t>
            </w:r>
          </w:p>
          <w:p w:rsidR="00863CFC" w:rsidRPr="00AA186B" w:rsidRDefault="00863CFC" w:rsidP="002D3170">
            <w:pPr>
              <w:shd w:val="clear" w:color="auto" w:fill="FFFFFF"/>
              <w:rPr>
                <w:sz w:val="28"/>
              </w:rPr>
            </w:pPr>
            <w:r w:rsidRPr="00AA186B">
              <w:rPr>
                <w:sz w:val="28"/>
                <w:szCs w:val="28"/>
              </w:rPr>
              <w:t xml:space="preserve">    области</w:t>
            </w:r>
          </w:p>
        </w:tc>
        <w:tc>
          <w:tcPr>
            <w:tcW w:w="2060" w:type="dxa"/>
          </w:tcPr>
          <w:p w:rsidR="00863CFC" w:rsidRPr="00AA186B" w:rsidRDefault="00863CFC" w:rsidP="00F5686E">
            <w:pPr>
              <w:shd w:val="clear" w:color="auto" w:fill="FFFFFF"/>
              <w:jc w:val="right"/>
              <w:rPr>
                <w:sz w:val="28"/>
                <w:szCs w:val="20"/>
              </w:rPr>
            </w:pPr>
          </w:p>
          <w:p w:rsidR="00863CFC" w:rsidRPr="00AA186B" w:rsidRDefault="00863CFC" w:rsidP="00F5686E">
            <w:pPr>
              <w:shd w:val="clear" w:color="auto" w:fill="FFFFFF"/>
              <w:jc w:val="right"/>
              <w:rPr>
                <w:sz w:val="28"/>
                <w:szCs w:val="20"/>
              </w:rPr>
            </w:pPr>
          </w:p>
          <w:p w:rsidR="00863CFC" w:rsidRPr="00AA186B" w:rsidRDefault="00863CFC" w:rsidP="00F5686E">
            <w:pPr>
              <w:shd w:val="clear" w:color="auto" w:fill="FFFFFF"/>
              <w:jc w:val="right"/>
              <w:rPr>
                <w:sz w:val="28"/>
                <w:szCs w:val="20"/>
              </w:rPr>
            </w:pPr>
            <w:r w:rsidRPr="00AA186B">
              <w:rPr>
                <w:sz w:val="28"/>
                <w:szCs w:val="20"/>
              </w:rPr>
              <w:t>100 000 000</w:t>
            </w:r>
          </w:p>
        </w:tc>
        <w:tc>
          <w:tcPr>
            <w:tcW w:w="2071" w:type="dxa"/>
          </w:tcPr>
          <w:p w:rsidR="00863CFC" w:rsidRPr="00AA186B" w:rsidRDefault="00863CFC" w:rsidP="00F5686E">
            <w:pPr>
              <w:shd w:val="clear" w:color="auto" w:fill="FFFFFF"/>
              <w:jc w:val="right"/>
              <w:rPr>
                <w:sz w:val="28"/>
                <w:szCs w:val="20"/>
              </w:rPr>
            </w:pPr>
          </w:p>
          <w:p w:rsidR="00863CFC" w:rsidRPr="00AA186B" w:rsidRDefault="00863CFC" w:rsidP="00F5686E">
            <w:pPr>
              <w:shd w:val="clear" w:color="auto" w:fill="FFFFFF"/>
              <w:jc w:val="right"/>
              <w:rPr>
                <w:sz w:val="28"/>
                <w:szCs w:val="20"/>
              </w:rPr>
            </w:pPr>
          </w:p>
          <w:p w:rsidR="00863CFC" w:rsidRPr="00AA186B" w:rsidRDefault="00863CFC" w:rsidP="00F5686E">
            <w:pPr>
              <w:shd w:val="clear" w:color="auto" w:fill="FFFFFF"/>
              <w:jc w:val="right"/>
              <w:rPr>
                <w:sz w:val="28"/>
                <w:szCs w:val="20"/>
              </w:rPr>
            </w:pPr>
            <w:r w:rsidRPr="00AA186B">
              <w:rPr>
                <w:sz w:val="28"/>
                <w:szCs w:val="20"/>
                <w:lang w:val="en-US"/>
              </w:rPr>
              <w:t>5</w:t>
            </w:r>
            <w:r w:rsidRPr="00AA186B">
              <w:rPr>
                <w:sz w:val="28"/>
                <w:szCs w:val="20"/>
              </w:rPr>
              <w:t>0 000 000</w:t>
            </w:r>
          </w:p>
        </w:tc>
        <w:tc>
          <w:tcPr>
            <w:tcW w:w="2091" w:type="dxa"/>
          </w:tcPr>
          <w:p w:rsidR="00863CFC" w:rsidRPr="00AA186B" w:rsidRDefault="00863CFC" w:rsidP="00F5686E">
            <w:pPr>
              <w:shd w:val="clear" w:color="auto" w:fill="FFFFFF"/>
              <w:jc w:val="right"/>
              <w:rPr>
                <w:sz w:val="28"/>
                <w:szCs w:val="20"/>
              </w:rPr>
            </w:pPr>
          </w:p>
          <w:p w:rsidR="00863CFC" w:rsidRPr="00AA186B" w:rsidRDefault="00863CFC" w:rsidP="00F5686E">
            <w:pPr>
              <w:shd w:val="clear" w:color="auto" w:fill="FFFFFF"/>
              <w:jc w:val="right"/>
              <w:rPr>
                <w:sz w:val="28"/>
                <w:szCs w:val="20"/>
              </w:rPr>
            </w:pPr>
          </w:p>
          <w:p w:rsidR="00863CFC" w:rsidRPr="00AA186B" w:rsidRDefault="00863CFC" w:rsidP="00F5686E">
            <w:pPr>
              <w:shd w:val="clear" w:color="auto" w:fill="FFFFFF"/>
              <w:jc w:val="right"/>
              <w:rPr>
                <w:sz w:val="28"/>
                <w:szCs w:val="20"/>
              </w:rPr>
            </w:pPr>
            <w:r w:rsidRPr="00AA186B">
              <w:rPr>
                <w:sz w:val="28"/>
                <w:szCs w:val="20"/>
                <w:lang w:val="en-US"/>
              </w:rPr>
              <w:t>5</w:t>
            </w:r>
            <w:r w:rsidRPr="00AA186B">
              <w:rPr>
                <w:sz w:val="28"/>
                <w:szCs w:val="20"/>
              </w:rPr>
              <w:t>0 000 000</w:t>
            </w:r>
          </w:p>
        </w:tc>
      </w:tr>
    </w:tbl>
    <w:p w:rsidR="00863CFC" w:rsidRPr="00AA186B" w:rsidRDefault="00863CFC" w:rsidP="002D3170">
      <w:pPr>
        <w:shd w:val="clear" w:color="auto" w:fill="FFFFFF"/>
        <w:jc w:val="both"/>
        <w:rPr>
          <w:sz w:val="28"/>
        </w:rPr>
      </w:pPr>
      <w:r w:rsidRPr="00AA186B">
        <w:rPr>
          <w:sz w:val="28"/>
        </w:rPr>
        <w:t xml:space="preserve">    </w:t>
      </w:r>
    </w:p>
    <w:p w:rsidR="00863CFC" w:rsidRPr="00AA186B" w:rsidRDefault="00863CFC" w:rsidP="002D3170">
      <w:pPr>
        <w:shd w:val="clear" w:color="auto" w:fill="FFFFFF"/>
        <w:jc w:val="both"/>
        <w:rPr>
          <w:b/>
          <w:i/>
          <w:sz w:val="28"/>
        </w:rPr>
      </w:pPr>
      <w:r w:rsidRPr="00AA186B">
        <w:rPr>
          <w:sz w:val="28"/>
        </w:rPr>
        <w:t xml:space="preserve">  </w:t>
      </w:r>
      <w:r w:rsidRPr="00AA186B">
        <w:rPr>
          <w:b/>
          <w:i/>
          <w:sz w:val="28"/>
        </w:rPr>
        <w:t>3. Государственные внутренние заимствования, осуществляемые</w:t>
      </w:r>
    </w:p>
    <w:p w:rsidR="00863CFC" w:rsidRPr="00AA186B" w:rsidRDefault="00863CFC" w:rsidP="002D3170">
      <w:pPr>
        <w:pStyle w:val="Heading1"/>
        <w:shd w:val="clear" w:color="auto" w:fill="FFFFFF"/>
        <w:ind w:right="0"/>
        <w:jc w:val="center"/>
      </w:pPr>
      <w:r w:rsidRPr="00AA186B">
        <w:rPr>
          <w:b/>
          <w:i/>
          <w:sz w:val="28"/>
        </w:rPr>
        <w:t>в 2013 году и в плановом периоде 2014 и 2015 годов</w:t>
      </w:r>
      <w:r w:rsidRPr="00AA186B">
        <w:t xml:space="preserve">                                                                                                                                   </w:t>
      </w:r>
    </w:p>
    <w:p w:rsidR="00863CFC" w:rsidRPr="00AA186B" w:rsidRDefault="00863CFC" w:rsidP="002D3170">
      <w:pPr>
        <w:shd w:val="clear" w:color="auto" w:fill="FFFFFF"/>
        <w:jc w:val="right"/>
        <w:rPr>
          <w:sz w:val="28"/>
          <w:szCs w:val="20"/>
        </w:rPr>
      </w:pPr>
      <w:r w:rsidRPr="00AA186B">
        <w:t xml:space="preserve"> </w:t>
      </w:r>
      <w:r w:rsidRPr="00AA186B">
        <w:rPr>
          <w:sz w:val="28"/>
        </w:rPr>
        <w:t>( руб.)</w:t>
      </w:r>
    </w:p>
    <w:tbl>
      <w:tblPr>
        <w:tblW w:w="990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3724"/>
        <w:gridCol w:w="2126"/>
        <w:gridCol w:w="1985"/>
        <w:gridCol w:w="2065"/>
      </w:tblGrid>
      <w:tr w:rsidR="00863CFC" w:rsidRPr="00AA186B" w:rsidTr="00BB68E8">
        <w:trPr>
          <w:trHeight w:val="311"/>
        </w:trPr>
        <w:tc>
          <w:tcPr>
            <w:tcW w:w="37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CFC" w:rsidRPr="00AA186B" w:rsidRDefault="00863CFC" w:rsidP="002D3170">
            <w:pPr>
              <w:shd w:val="clear" w:color="auto" w:fill="FFFFFF"/>
              <w:jc w:val="center"/>
              <w:rPr>
                <w:b/>
                <w:sz w:val="28"/>
                <w:szCs w:val="28"/>
              </w:rPr>
            </w:pPr>
            <w:r w:rsidRPr="00AA186B">
              <w:rPr>
                <w:b/>
                <w:sz w:val="28"/>
              </w:rPr>
              <w:t>Виды заимствований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CFC" w:rsidRPr="00AA186B" w:rsidRDefault="00863CFC" w:rsidP="006B7211">
            <w:pPr>
              <w:shd w:val="clear" w:color="auto" w:fill="FFFFFF"/>
              <w:ind w:left="8"/>
              <w:jc w:val="center"/>
              <w:rPr>
                <w:b/>
                <w:sz w:val="28"/>
              </w:rPr>
            </w:pPr>
            <w:r w:rsidRPr="00AA186B">
              <w:rPr>
                <w:b/>
                <w:sz w:val="28"/>
              </w:rPr>
              <w:t>20</w:t>
            </w:r>
            <w:r w:rsidRPr="00AA186B">
              <w:rPr>
                <w:b/>
                <w:sz w:val="28"/>
                <w:lang w:val="en-US"/>
              </w:rPr>
              <w:t>1</w:t>
            </w:r>
            <w:r w:rsidRPr="00AA186B">
              <w:rPr>
                <w:b/>
                <w:sz w:val="28"/>
              </w:rPr>
              <w:t>3 год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CFC" w:rsidRPr="00AA186B" w:rsidRDefault="00863CFC" w:rsidP="006B7211">
            <w:pPr>
              <w:pStyle w:val="BodyTextIndent"/>
              <w:numPr>
                <w:ilvl w:val="0"/>
                <w:numId w:val="25"/>
              </w:numPr>
              <w:shd w:val="clear" w:color="auto" w:fill="FFFFFF"/>
              <w:ind w:right="0"/>
              <w:jc w:val="center"/>
              <w:rPr>
                <w:b/>
              </w:rPr>
            </w:pPr>
            <w:r w:rsidRPr="00AA186B">
              <w:rPr>
                <w:b/>
              </w:rPr>
              <w:t>год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3CFC" w:rsidRPr="00AA186B" w:rsidRDefault="00863CFC" w:rsidP="006B7211">
            <w:pPr>
              <w:pStyle w:val="BodyTextIndent"/>
              <w:shd w:val="clear" w:color="auto" w:fill="FFFFFF"/>
              <w:ind w:left="360" w:right="0" w:firstLine="0"/>
              <w:jc w:val="center"/>
              <w:rPr>
                <w:b/>
              </w:rPr>
            </w:pPr>
            <w:r w:rsidRPr="00AA186B">
              <w:rPr>
                <w:b/>
              </w:rPr>
              <w:t>2015 год</w:t>
            </w:r>
          </w:p>
        </w:tc>
      </w:tr>
      <w:tr w:rsidR="00863CFC" w:rsidRPr="00AA186B" w:rsidTr="00BB68E8">
        <w:trPr>
          <w:trHeight w:val="1479"/>
        </w:trPr>
        <w:tc>
          <w:tcPr>
            <w:tcW w:w="37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CFC" w:rsidRPr="00AA186B" w:rsidRDefault="00863CFC" w:rsidP="00873024">
            <w:pPr>
              <w:numPr>
                <w:ilvl w:val="3"/>
                <w:numId w:val="23"/>
              </w:numPr>
              <w:shd w:val="clear" w:color="auto" w:fill="FFFFFF"/>
              <w:tabs>
                <w:tab w:val="clear" w:pos="2880"/>
              </w:tabs>
              <w:ind w:left="357" w:hanging="357"/>
              <w:jc w:val="both"/>
              <w:rPr>
                <w:sz w:val="28"/>
                <w:szCs w:val="28"/>
              </w:rPr>
            </w:pPr>
            <w:r w:rsidRPr="00AA186B">
              <w:rPr>
                <w:sz w:val="28"/>
                <w:szCs w:val="28"/>
              </w:rPr>
              <w:t>Бюджетные кредиты от других бюджетов бю</w:t>
            </w:r>
            <w:r w:rsidRPr="00AA186B">
              <w:rPr>
                <w:sz w:val="28"/>
                <w:szCs w:val="28"/>
              </w:rPr>
              <w:t>д</w:t>
            </w:r>
            <w:r w:rsidRPr="00AA186B">
              <w:rPr>
                <w:sz w:val="28"/>
                <w:szCs w:val="28"/>
              </w:rPr>
              <w:t>жетной системы Росси</w:t>
            </w:r>
            <w:r w:rsidRPr="00AA186B">
              <w:rPr>
                <w:sz w:val="28"/>
                <w:szCs w:val="28"/>
              </w:rPr>
              <w:t>й</w:t>
            </w:r>
            <w:r w:rsidRPr="00AA186B">
              <w:rPr>
                <w:sz w:val="28"/>
                <w:szCs w:val="28"/>
              </w:rPr>
              <w:t xml:space="preserve">ской Федерации </w:t>
            </w:r>
          </w:p>
          <w:p w:rsidR="00863CFC" w:rsidRPr="00AA186B" w:rsidRDefault="00863CFC" w:rsidP="00873024">
            <w:pPr>
              <w:shd w:val="clear" w:color="auto" w:fill="FFFFFF"/>
              <w:ind w:left="252" w:hanging="252"/>
              <w:jc w:val="both"/>
              <w:rPr>
                <w:sz w:val="28"/>
                <w:szCs w:val="28"/>
              </w:rPr>
            </w:pPr>
            <w:r w:rsidRPr="00AA186B">
              <w:rPr>
                <w:sz w:val="28"/>
                <w:szCs w:val="28"/>
              </w:rPr>
              <w:t xml:space="preserve">    Получение</w:t>
            </w:r>
          </w:p>
          <w:p w:rsidR="00863CFC" w:rsidRPr="00AA186B" w:rsidRDefault="00863CFC" w:rsidP="002D3170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AA186B">
              <w:rPr>
                <w:sz w:val="28"/>
                <w:szCs w:val="28"/>
              </w:rPr>
              <w:t xml:space="preserve">    Погашение</w:t>
            </w:r>
            <w:r w:rsidRPr="00AA186B">
              <w:rPr>
                <w:sz w:val="28"/>
              </w:rPr>
              <w:t xml:space="preserve">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CFC" w:rsidRPr="00AA186B" w:rsidRDefault="00863CFC" w:rsidP="001426D5">
            <w:pPr>
              <w:shd w:val="clear" w:color="auto" w:fill="FFFFFF"/>
              <w:ind w:right="-57"/>
              <w:jc w:val="right"/>
              <w:rPr>
                <w:sz w:val="28"/>
                <w:szCs w:val="28"/>
              </w:rPr>
            </w:pPr>
          </w:p>
          <w:p w:rsidR="00863CFC" w:rsidRPr="00AA186B" w:rsidRDefault="00863CFC" w:rsidP="001426D5">
            <w:pPr>
              <w:shd w:val="clear" w:color="auto" w:fill="FFFFFF"/>
              <w:ind w:right="-57"/>
              <w:jc w:val="right"/>
              <w:rPr>
                <w:sz w:val="28"/>
                <w:szCs w:val="28"/>
              </w:rPr>
            </w:pPr>
            <w:r w:rsidRPr="00AA186B">
              <w:rPr>
                <w:sz w:val="28"/>
                <w:szCs w:val="28"/>
              </w:rPr>
              <w:t xml:space="preserve"> </w:t>
            </w:r>
          </w:p>
          <w:p w:rsidR="00863CFC" w:rsidRPr="00AA186B" w:rsidRDefault="00863CFC" w:rsidP="001426D5">
            <w:pPr>
              <w:shd w:val="clear" w:color="auto" w:fill="FFFFFF"/>
              <w:ind w:right="-57"/>
              <w:jc w:val="right"/>
              <w:rPr>
                <w:sz w:val="28"/>
                <w:szCs w:val="28"/>
              </w:rPr>
            </w:pPr>
          </w:p>
          <w:p w:rsidR="00863CFC" w:rsidRPr="00AA186B" w:rsidRDefault="00863CFC" w:rsidP="001426D5">
            <w:pPr>
              <w:shd w:val="clear" w:color="auto" w:fill="FFFFFF"/>
              <w:ind w:right="-57"/>
              <w:jc w:val="right"/>
              <w:rPr>
                <w:sz w:val="28"/>
                <w:szCs w:val="28"/>
              </w:rPr>
            </w:pPr>
            <w:r w:rsidRPr="00AA186B">
              <w:rPr>
                <w:sz w:val="28"/>
                <w:szCs w:val="28"/>
                <w:lang w:val="en-US"/>
              </w:rPr>
              <w:t>-</w:t>
            </w:r>
            <w:r w:rsidRPr="00AA186B">
              <w:rPr>
                <w:sz w:val="28"/>
                <w:szCs w:val="28"/>
              </w:rPr>
              <w:t xml:space="preserve"> 508 080 0</w:t>
            </w:r>
            <w:r w:rsidRPr="00AA186B">
              <w:rPr>
                <w:sz w:val="28"/>
                <w:szCs w:val="28"/>
                <w:lang w:val="en-US"/>
              </w:rPr>
              <w:t>00</w:t>
            </w:r>
            <w:r w:rsidRPr="00AA186B">
              <w:rPr>
                <w:sz w:val="28"/>
                <w:szCs w:val="28"/>
              </w:rPr>
              <w:t xml:space="preserve">   </w:t>
            </w:r>
          </w:p>
          <w:p w:rsidR="00863CFC" w:rsidRPr="00AA186B" w:rsidRDefault="00863CFC" w:rsidP="001426D5">
            <w:pPr>
              <w:shd w:val="clear" w:color="auto" w:fill="FFFFFF"/>
              <w:ind w:right="-57"/>
              <w:jc w:val="center"/>
              <w:rPr>
                <w:sz w:val="28"/>
                <w:szCs w:val="28"/>
                <w:lang w:val="en-US"/>
              </w:rPr>
            </w:pPr>
            <w:r w:rsidRPr="00AA186B">
              <w:rPr>
                <w:sz w:val="28"/>
                <w:szCs w:val="28"/>
                <w:lang w:val="en-US"/>
              </w:rPr>
              <w:t>-</w:t>
            </w:r>
          </w:p>
          <w:p w:rsidR="00863CFC" w:rsidRPr="00AA186B" w:rsidRDefault="00863CFC" w:rsidP="001426D5">
            <w:pPr>
              <w:shd w:val="clear" w:color="auto" w:fill="FFFFFF"/>
              <w:ind w:right="-57"/>
              <w:jc w:val="right"/>
              <w:rPr>
                <w:sz w:val="28"/>
                <w:szCs w:val="28"/>
              </w:rPr>
            </w:pPr>
            <w:r w:rsidRPr="00AA186B">
              <w:rPr>
                <w:sz w:val="28"/>
                <w:szCs w:val="28"/>
              </w:rPr>
              <w:t xml:space="preserve">  508 080 000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CFC" w:rsidRPr="00AA186B" w:rsidRDefault="00863CFC" w:rsidP="001426D5">
            <w:pPr>
              <w:shd w:val="clear" w:color="auto" w:fill="FFFFFF"/>
              <w:ind w:right="-57"/>
              <w:jc w:val="right"/>
              <w:rPr>
                <w:sz w:val="28"/>
                <w:szCs w:val="28"/>
              </w:rPr>
            </w:pPr>
            <w:r w:rsidRPr="00AA186B">
              <w:rPr>
                <w:sz w:val="28"/>
                <w:szCs w:val="28"/>
              </w:rPr>
              <w:t xml:space="preserve">    </w:t>
            </w:r>
          </w:p>
          <w:p w:rsidR="00863CFC" w:rsidRPr="00AA186B" w:rsidRDefault="00863CFC" w:rsidP="001426D5">
            <w:pPr>
              <w:shd w:val="clear" w:color="auto" w:fill="FFFFFF"/>
              <w:ind w:right="-57"/>
              <w:jc w:val="right"/>
              <w:rPr>
                <w:sz w:val="28"/>
                <w:szCs w:val="28"/>
              </w:rPr>
            </w:pPr>
          </w:p>
          <w:p w:rsidR="00863CFC" w:rsidRPr="00AA186B" w:rsidRDefault="00863CFC" w:rsidP="001426D5">
            <w:pPr>
              <w:shd w:val="clear" w:color="auto" w:fill="FFFFFF"/>
              <w:ind w:right="-57"/>
              <w:jc w:val="right"/>
              <w:rPr>
                <w:sz w:val="28"/>
                <w:szCs w:val="28"/>
              </w:rPr>
            </w:pPr>
          </w:p>
          <w:p w:rsidR="00863CFC" w:rsidRPr="00AA186B" w:rsidRDefault="00863CFC" w:rsidP="001426D5">
            <w:pPr>
              <w:shd w:val="clear" w:color="auto" w:fill="FFFFFF"/>
              <w:ind w:right="-57"/>
              <w:jc w:val="right"/>
              <w:rPr>
                <w:sz w:val="28"/>
                <w:szCs w:val="28"/>
                <w:lang w:val="en-US"/>
              </w:rPr>
            </w:pPr>
            <w:r w:rsidRPr="00AA186B">
              <w:rPr>
                <w:sz w:val="28"/>
                <w:szCs w:val="28"/>
              </w:rPr>
              <w:t>-</w:t>
            </w:r>
            <w:r w:rsidRPr="00AA186B">
              <w:rPr>
                <w:sz w:val="28"/>
                <w:szCs w:val="28"/>
                <w:lang w:val="en-US"/>
              </w:rPr>
              <w:t xml:space="preserve"> 25 072 400</w:t>
            </w:r>
          </w:p>
          <w:p w:rsidR="00863CFC" w:rsidRPr="00AA186B" w:rsidRDefault="00863CFC" w:rsidP="001426D5">
            <w:pPr>
              <w:shd w:val="clear" w:color="auto" w:fill="FFFFFF"/>
              <w:ind w:right="-57"/>
              <w:jc w:val="center"/>
              <w:rPr>
                <w:sz w:val="28"/>
                <w:szCs w:val="28"/>
              </w:rPr>
            </w:pPr>
            <w:r w:rsidRPr="00AA186B">
              <w:rPr>
                <w:sz w:val="28"/>
                <w:szCs w:val="28"/>
              </w:rPr>
              <w:t>-</w:t>
            </w:r>
          </w:p>
          <w:p w:rsidR="00863CFC" w:rsidRPr="00AA186B" w:rsidRDefault="00863CFC" w:rsidP="001426D5">
            <w:pPr>
              <w:shd w:val="clear" w:color="auto" w:fill="FFFFFF"/>
              <w:ind w:right="-57"/>
              <w:jc w:val="right"/>
              <w:rPr>
                <w:sz w:val="28"/>
                <w:szCs w:val="28"/>
                <w:lang w:val="en-US"/>
              </w:rPr>
            </w:pPr>
            <w:r w:rsidRPr="00AA186B">
              <w:rPr>
                <w:sz w:val="28"/>
                <w:szCs w:val="28"/>
                <w:lang w:val="en-US"/>
              </w:rPr>
              <w:t>25 072 400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3CFC" w:rsidRPr="00AA186B" w:rsidRDefault="00863CFC" w:rsidP="001426D5">
            <w:pPr>
              <w:shd w:val="clear" w:color="auto" w:fill="FFFFFF"/>
              <w:ind w:right="-57"/>
              <w:jc w:val="right"/>
              <w:rPr>
                <w:sz w:val="28"/>
                <w:szCs w:val="28"/>
              </w:rPr>
            </w:pPr>
          </w:p>
          <w:p w:rsidR="00863CFC" w:rsidRPr="00AA186B" w:rsidRDefault="00863CFC" w:rsidP="001426D5">
            <w:pPr>
              <w:shd w:val="clear" w:color="auto" w:fill="FFFFFF"/>
              <w:ind w:right="-57"/>
              <w:jc w:val="right"/>
              <w:rPr>
                <w:sz w:val="28"/>
                <w:szCs w:val="28"/>
              </w:rPr>
            </w:pPr>
          </w:p>
          <w:p w:rsidR="00863CFC" w:rsidRPr="00AA186B" w:rsidRDefault="00863CFC" w:rsidP="001426D5">
            <w:pPr>
              <w:shd w:val="clear" w:color="auto" w:fill="FFFFFF"/>
              <w:ind w:right="-57"/>
              <w:jc w:val="right"/>
              <w:rPr>
                <w:sz w:val="28"/>
                <w:szCs w:val="28"/>
              </w:rPr>
            </w:pPr>
          </w:p>
          <w:p w:rsidR="00863CFC" w:rsidRPr="00AA186B" w:rsidRDefault="00863CFC" w:rsidP="001426D5">
            <w:pPr>
              <w:shd w:val="clear" w:color="auto" w:fill="FFFFFF"/>
              <w:ind w:right="-57"/>
              <w:jc w:val="right"/>
              <w:rPr>
                <w:sz w:val="28"/>
                <w:szCs w:val="28"/>
                <w:lang w:val="en-US"/>
              </w:rPr>
            </w:pPr>
            <w:r w:rsidRPr="00AA186B">
              <w:rPr>
                <w:sz w:val="28"/>
                <w:szCs w:val="28"/>
              </w:rPr>
              <w:t>-</w:t>
            </w:r>
            <w:r w:rsidRPr="00AA186B">
              <w:rPr>
                <w:sz w:val="28"/>
                <w:szCs w:val="28"/>
                <w:lang w:val="en-US"/>
              </w:rPr>
              <w:t>255 768 600</w:t>
            </w:r>
          </w:p>
          <w:p w:rsidR="00863CFC" w:rsidRPr="00AA186B" w:rsidRDefault="00863CFC" w:rsidP="001426D5">
            <w:pPr>
              <w:shd w:val="clear" w:color="auto" w:fill="FFFFFF"/>
              <w:ind w:right="-57"/>
              <w:jc w:val="center"/>
              <w:rPr>
                <w:sz w:val="28"/>
                <w:szCs w:val="28"/>
              </w:rPr>
            </w:pPr>
            <w:r w:rsidRPr="00AA186B">
              <w:rPr>
                <w:sz w:val="28"/>
                <w:szCs w:val="28"/>
              </w:rPr>
              <w:t>-</w:t>
            </w:r>
          </w:p>
          <w:p w:rsidR="00863CFC" w:rsidRPr="00AA186B" w:rsidRDefault="00863CFC" w:rsidP="001426D5">
            <w:pPr>
              <w:shd w:val="clear" w:color="auto" w:fill="FFFFFF"/>
              <w:ind w:right="-57"/>
              <w:jc w:val="right"/>
              <w:rPr>
                <w:sz w:val="28"/>
                <w:szCs w:val="28"/>
              </w:rPr>
            </w:pPr>
            <w:r w:rsidRPr="00AA186B">
              <w:rPr>
                <w:sz w:val="28"/>
                <w:szCs w:val="28"/>
              </w:rPr>
              <w:t>2</w:t>
            </w:r>
            <w:r w:rsidRPr="00AA186B">
              <w:rPr>
                <w:sz w:val="28"/>
                <w:szCs w:val="28"/>
                <w:lang w:val="en-US"/>
              </w:rPr>
              <w:t>55</w:t>
            </w:r>
            <w:r w:rsidRPr="00AA186B">
              <w:rPr>
                <w:sz w:val="28"/>
                <w:szCs w:val="28"/>
              </w:rPr>
              <w:t> </w:t>
            </w:r>
            <w:r w:rsidRPr="00AA186B">
              <w:rPr>
                <w:sz w:val="28"/>
                <w:szCs w:val="28"/>
                <w:lang w:val="en-US"/>
              </w:rPr>
              <w:t>768</w:t>
            </w:r>
            <w:r w:rsidRPr="00AA186B">
              <w:rPr>
                <w:sz w:val="28"/>
                <w:szCs w:val="28"/>
              </w:rPr>
              <w:t xml:space="preserve"> </w:t>
            </w:r>
            <w:r w:rsidRPr="00AA186B">
              <w:rPr>
                <w:sz w:val="28"/>
                <w:szCs w:val="28"/>
                <w:lang w:val="en-US"/>
              </w:rPr>
              <w:t>6</w:t>
            </w:r>
            <w:r w:rsidRPr="00AA186B">
              <w:rPr>
                <w:sz w:val="28"/>
                <w:szCs w:val="28"/>
              </w:rPr>
              <w:t>00</w:t>
            </w:r>
          </w:p>
        </w:tc>
      </w:tr>
      <w:tr w:rsidR="00863CFC" w:rsidRPr="00AA186B" w:rsidTr="00BB68E8">
        <w:trPr>
          <w:trHeight w:val="2609"/>
        </w:trPr>
        <w:tc>
          <w:tcPr>
            <w:tcW w:w="37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CFC" w:rsidRPr="00AA186B" w:rsidRDefault="00863CFC" w:rsidP="002D3170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AA186B">
              <w:rPr>
                <w:sz w:val="28"/>
                <w:szCs w:val="28"/>
              </w:rPr>
              <w:t xml:space="preserve">2. Кредиты кредитных </w:t>
            </w:r>
          </w:p>
          <w:p w:rsidR="00863CFC" w:rsidRPr="00AA186B" w:rsidRDefault="00863CFC" w:rsidP="002D3170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AA186B">
              <w:rPr>
                <w:sz w:val="28"/>
                <w:szCs w:val="28"/>
              </w:rPr>
              <w:t xml:space="preserve">    организаций</w:t>
            </w:r>
          </w:p>
          <w:p w:rsidR="00863CFC" w:rsidRPr="00AA186B" w:rsidRDefault="00863CFC" w:rsidP="002D3170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AA186B">
              <w:rPr>
                <w:sz w:val="28"/>
                <w:szCs w:val="28"/>
              </w:rPr>
              <w:t xml:space="preserve">    Получение</w:t>
            </w:r>
          </w:p>
          <w:p w:rsidR="00863CFC" w:rsidRPr="00AA186B" w:rsidRDefault="00863CFC" w:rsidP="002D3170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AA186B">
              <w:rPr>
                <w:sz w:val="28"/>
                <w:szCs w:val="28"/>
              </w:rPr>
              <w:t xml:space="preserve">    Погашение, в том числе</w:t>
            </w:r>
          </w:p>
          <w:p w:rsidR="00863CFC" w:rsidRPr="00AA186B" w:rsidRDefault="00863CFC" w:rsidP="002D3170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AA186B">
              <w:rPr>
                <w:sz w:val="28"/>
                <w:szCs w:val="28"/>
              </w:rPr>
              <w:t xml:space="preserve">    ОАО «Сбербанк России»</w:t>
            </w:r>
          </w:p>
          <w:p w:rsidR="00863CFC" w:rsidRPr="00AA186B" w:rsidRDefault="00863CFC" w:rsidP="00934E38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AA186B">
              <w:rPr>
                <w:sz w:val="28"/>
                <w:szCs w:val="28"/>
              </w:rPr>
              <w:t xml:space="preserve">    ОАО Банк  «Северный   </w:t>
            </w:r>
          </w:p>
          <w:p w:rsidR="00863CFC" w:rsidRPr="00AA186B" w:rsidRDefault="00863CFC" w:rsidP="00934E38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AA186B">
              <w:rPr>
                <w:sz w:val="28"/>
                <w:szCs w:val="28"/>
              </w:rPr>
              <w:t xml:space="preserve">    морской путь»</w:t>
            </w:r>
          </w:p>
          <w:p w:rsidR="00863CFC" w:rsidRPr="00AA186B" w:rsidRDefault="00863CFC" w:rsidP="00B91642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AA186B">
              <w:rPr>
                <w:sz w:val="28"/>
                <w:szCs w:val="28"/>
              </w:rPr>
              <w:t xml:space="preserve">    Прочие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CFC" w:rsidRPr="00AA186B" w:rsidRDefault="00863CFC" w:rsidP="001426D5">
            <w:pPr>
              <w:shd w:val="clear" w:color="auto" w:fill="FFFFFF"/>
              <w:ind w:right="-57"/>
              <w:jc w:val="right"/>
              <w:rPr>
                <w:sz w:val="28"/>
                <w:szCs w:val="28"/>
              </w:rPr>
            </w:pPr>
            <w:r w:rsidRPr="00AA186B">
              <w:rPr>
                <w:sz w:val="28"/>
                <w:szCs w:val="28"/>
              </w:rPr>
              <w:t xml:space="preserve"> </w:t>
            </w:r>
          </w:p>
          <w:p w:rsidR="00863CFC" w:rsidRPr="00AA186B" w:rsidRDefault="00863CFC" w:rsidP="001426D5">
            <w:pPr>
              <w:shd w:val="clear" w:color="auto" w:fill="FFFFFF"/>
              <w:ind w:right="-57"/>
              <w:jc w:val="right"/>
              <w:rPr>
                <w:sz w:val="28"/>
                <w:szCs w:val="28"/>
              </w:rPr>
            </w:pPr>
            <w:r w:rsidRPr="00AA186B">
              <w:rPr>
                <w:sz w:val="28"/>
                <w:szCs w:val="28"/>
                <w:lang w:val="en-US"/>
              </w:rPr>
              <w:t>3</w:t>
            </w:r>
            <w:r w:rsidRPr="00AA186B">
              <w:rPr>
                <w:sz w:val="28"/>
                <w:szCs w:val="28"/>
              </w:rPr>
              <w:t> </w:t>
            </w:r>
            <w:r w:rsidRPr="00AA186B">
              <w:rPr>
                <w:sz w:val="28"/>
                <w:szCs w:val="28"/>
                <w:lang w:val="en-US"/>
              </w:rPr>
              <w:t>640 120 893</w:t>
            </w:r>
          </w:p>
          <w:p w:rsidR="00863CFC" w:rsidRPr="00AA186B" w:rsidRDefault="00863CFC" w:rsidP="001426D5">
            <w:pPr>
              <w:shd w:val="clear" w:color="auto" w:fill="FFFFFF"/>
              <w:ind w:right="-57"/>
              <w:jc w:val="right"/>
              <w:rPr>
                <w:sz w:val="28"/>
                <w:szCs w:val="28"/>
              </w:rPr>
            </w:pPr>
            <w:r w:rsidRPr="00AA186B">
              <w:rPr>
                <w:sz w:val="28"/>
                <w:szCs w:val="28"/>
              </w:rPr>
              <w:t xml:space="preserve"> </w:t>
            </w:r>
            <w:r w:rsidRPr="00AA186B">
              <w:rPr>
                <w:sz w:val="28"/>
                <w:szCs w:val="28"/>
                <w:lang w:val="en-US"/>
              </w:rPr>
              <w:t>8</w:t>
            </w:r>
            <w:r w:rsidRPr="00AA186B">
              <w:rPr>
                <w:sz w:val="28"/>
                <w:szCs w:val="28"/>
              </w:rPr>
              <w:t> </w:t>
            </w:r>
            <w:r w:rsidRPr="00AA186B">
              <w:rPr>
                <w:sz w:val="28"/>
                <w:szCs w:val="28"/>
                <w:lang w:val="en-US"/>
              </w:rPr>
              <w:t>695</w:t>
            </w:r>
            <w:r w:rsidRPr="00AA186B">
              <w:rPr>
                <w:sz w:val="28"/>
                <w:szCs w:val="28"/>
              </w:rPr>
              <w:t> </w:t>
            </w:r>
            <w:r w:rsidRPr="00AA186B">
              <w:rPr>
                <w:sz w:val="28"/>
                <w:szCs w:val="28"/>
                <w:lang w:val="en-US"/>
              </w:rPr>
              <w:t>120</w:t>
            </w:r>
            <w:r w:rsidRPr="00AA186B">
              <w:rPr>
                <w:sz w:val="28"/>
                <w:szCs w:val="28"/>
              </w:rPr>
              <w:t xml:space="preserve"> </w:t>
            </w:r>
            <w:r w:rsidRPr="00AA186B">
              <w:rPr>
                <w:sz w:val="28"/>
                <w:szCs w:val="28"/>
                <w:lang w:val="en-US"/>
              </w:rPr>
              <w:t>893</w:t>
            </w:r>
            <w:r w:rsidRPr="00AA186B">
              <w:rPr>
                <w:sz w:val="28"/>
                <w:szCs w:val="28"/>
              </w:rPr>
              <w:t>*</w:t>
            </w:r>
          </w:p>
          <w:p w:rsidR="00863CFC" w:rsidRPr="00AA186B" w:rsidRDefault="00863CFC" w:rsidP="001426D5">
            <w:pPr>
              <w:shd w:val="clear" w:color="auto" w:fill="FFFFFF"/>
              <w:ind w:right="-57"/>
              <w:jc w:val="right"/>
              <w:rPr>
                <w:sz w:val="28"/>
                <w:szCs w:val="28"/>
              </w:rPr>
            </w:pPr>
            <w:r w:rsidRPr="00AA186B">
              <w:rPr>
                <w:sz w:val="28"/>
                <w:szCs w:val="28"/>
              </w:rPr>
              <w:t>5 055 000 000</w:t>
            </w:r>
          </w:p>
          <w:p w:rsidR="00863CFC" w:rsidRPr="00AA186B" w:rsidRDefault="00863CFC" w:rsidP="001426D5">
            <w:pPr>
              <w:shd w:val="clear" w:color="auto" w:fill="FFFFFF"/>
              <w:ind w:right="-57"/>
              <w:jc w:val="right"/>
              <w:rPr>
                <w:sz w:val="28"/>
                <w:szCs w:val="28"/>
                <w:lang w:val="en-US"/>
              </w:rPr>
            </w:pPr>
            <w:r w:rsidRPr="00AA186B">
              <w:rPr>
                <w:sz w:val="28"/>
                <w:szCs w:val="28"/>
                <w:lang w:val="en-US"/>
              </w:rPr>
              <w:t>900 000 000</w:t>
            </w:r>
          </w:p>
          <w:p w:rsidR="00863CFC" w:rsidRPr="00AA186B" w:rsidRDefault="00863CFC" w:rsidP="001426D5">
            <w:pPr>
              <w:shd w:val="clear" w:color="auto" w:fill="FFFFFF"/>
              <w:ind w:right="-57"/>
              <w:jc w:val="right"/>
              <w:rPr>
                <w:sz w:val="28"/>
                <w:szCs w:val="28"/>
                <w:lang w:val="en-US"/>
              </w:rPr>
            </w:pPr>
            <w:r w:rsidRPr="00AA186B">
              <w:rPr>
                <w:sz w:val="28"/>
                <w:szCs w:val="28"/>
              </w:rPr>
              <w:t xml:space="preserve">  </w:t>
            </w:r>
          </w:p>
          <w:p w:rsidR="00863CFC" w:rsidRPr="00AA186B" w:rsidRDefault="00863CFC" w:rsidP="001426D5">
            <w:pPr>
              <w:shd w:val="clear" w:color="auto" w:fill="FFFFFF"/>
              <w:ind w:right="-57"/>
              <w:jc w:val="right"/>
              <w:rPr>
                <w:sz w:val="28"/>
                <w:szCs w:val="28"/>
              </w:rPr>
            </w:pPr>
            <w:r w:rsidRPr="00AA186B">
              <w:rPr>
                <w:sz w:val="28"/>
                <w:szCs w:val="28"/>
              </w:rPr>
              <w:t>1 665 000 000</w:t>
            </w:r>
          </w:p>
          <w:p w:rsidR="00863CFC" w:rsidRPr="00AA186B" w:rsidRDefault="00863CFC" w:rsidP="001426D5">
            <w:pPr>
              <w:shd w:val="clear" w:color="auto" w:fill="FFFFFF"/>
              <w:ind w:right="-57"/>
              <w:jc w:val="right"/>
              <w:rPr>
                <w:sz w:val="28"/>
                <w:szCs w:val="28"/>
              </w:rPr>
            </w:pPr>
            <w:r w:rsidRPr="00AA186B">
              <w:rPr>
                <w:sz w:val="28"/>
                <w:szCs w:val="28"/>
              </w:rPr>
              <w:t>2 490  000 000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CFC" w:rsidRPr="00AA186B" w:rsidRDefault="00863CFC" w:rsidP="001426D5">
            <w:pPr>
              <w:shd w:val="clear" w:color="auto" w:fill="FFFFFF"/>
              <w:ind w:right="-57"/>
              <w:jc w:val="right"/>
              <w:rPr>
                <w:sz w:val="28"/>
                <w:szCs w:val="28"/>
              </w:rPr>
            </w:pPr>
          </w:p>
          <w:p w:rsidR="00863CFC" w:rsidRPr="00AA186B" w:rsidRDefault="00863CFC" w:rsidP="001426D5">
            <w:pPr>
              <w:shd w:val="clear" w:color="auto" w:fill="FFFFFF"/>
              <w:ind w:right="-57"/>
              <w:jc w:val="right"/>
              <w:rPr>
                <w:sz w:val="28"/>
                <w:szCs w:val="28"/>
              </w:rPr>
            </w:pPr>
            <w:r w:rsidRPr="00AA186B">
              <w:rPr>
                <w:sz w:val="28"/>
                <w:szCs w:val="28"/>
                <w:lang w:val="en-US"/>
              </w:rPr>
              <w:t>3 647 561 324</w:t>
            </w:r>
          </w:p>
          <w:p w:rsidR="00863CFC" w:rsidRPr="00AA186B" w:rsidRDefault="00863CFC" w:rsidP="001426D5">
            <w:pPr>
              <w:shd w:val="clear" w:color="auto" w:fill="FFFFFF"/>
              <w:ind w:right="-57"/>
              <w:jc w:val="right"/>
              <w:rPr>
                <w:sz w:val="28"/>
                <w:szCs w:val="28"/>
                <w:lang w:val="en-US"/>
              </w:rPr>
            </w:pPr>
            <w:r w:rsidRPr="00AA186B">
              <w:rPr>
                <w:sz w:val="28"/>
                <w:szCs w:val="28"/>
                <w:lang w:val="en-US"/>
              </w:rPr>
              <w:t>9</w:t>
            </w:r>
            <w:r w:rsidRPr="00AA186B">
              <w:rPr>
                <w:sz w:val="28"/>
                <w:szCs w:val="28"/>
              </w:rPr>
              <w:t> </w:t>
            </w:r>
            <w:r w:rsidRPr="00AA186B">
              <w:rPr>
                <w:sz w:val="28"/>
                <w:szCs w:val="28"/>
                <w:lang w:val="en-US"/>
              </w:rPr>
              <w:t>647</w:t>
            </w:r>
            <w:r w:rsidRPr="00AA186B">
              <w:rPr>
                <w:sz w:val="28"/>
                <w:szCs w:val="28"/>
              </w:rPr>
              <w:t> </w:t>
            </w:r>
            <w:r w:rsidRPr="00AA186B">
              <w:rPr>
                <w:sz w:val="28"/>
                <w:szCs w:val="28"/>
                <w:lang w:val="en-US"/>
              </w:rPr>
              <w:t>561</w:t>
            </w:r>
            <w:r w:rsidRPr="00AA186B">
              <w:rPr>
                <w:sz w:val="28"/>
                <w:szCs w:val="28"/>
              </w:rPr>
              <w:t xml:space="preserve"> </w:t>
            </w:r>
            <w:r w:rsidRPr="00AA186B">
              <w:rPr>
                <w:sz w:val="28"/>
                <w:szCs w:val="28"/>
                <w:lang w:val="en-US"/>
              </w:rPr>
              <w:t>324</w:t>
            </w:r>
          </w:p>
          <w:p w:rsidR="00863CFC" w:rsidRPr="00AA186B" w:rsidRDefault="00863CFC" w:rsidP="001426D5">
            <w:pPr>
              <w:shd w:val="clear" w:color="auto" w:fill="FFFFFF"/>
              <w:ind w:right="-57"/>
              <w:jc w:val="right"/>
              <w:rPr>
                <w:sz w:val="28"/>
                <w:szCs w:val="28"/>
              </w:rPr>
            </w:pPr>
            <w:r w:rsidRPr="00AA186B">
              <w:rPr>
                <w:sz w:val="28"/>
                <w:szCs w:val="28"/>
                <w:lang w:val="en-US"/>
              </w:rPr>
              <w:t>6</w:t>
            </w:r>
            <w:r w:rsidRPr="00AA186B">
              <w:rPr>
                <w:sz w:val="28"/>
                <w:szCs w:val="28"/>
              </w:rPr>
              <w:t xml:space="preserve"> </w:t>
            </w:r>
            <w:r w:rsidRPr="00AA186B">
              <w:rPr>
                <w:sz w:val="28"/>
                <w:szCs w:val="28"/>
                <w:lang w:val="en-US"/>
              </w:rPr>
              <w:t>0</w:t>
            </w:r>
            <w:r w:rsidRPr="00AA186B">
              <w:rPr>
                <w:sz w:val="28"/>
                <w:szCs w:val="28"/>
              </w:rPr>
              <w:t>00 000 000</w:t>
            </w:r>
          </w:p>
          <w:p w:rsidR="00863CFC" w:rsidRPr="00AA186B" w:rsidRDefault="00863CFC" w:rsidP="001426D5">
            <w:pPr>
              <w:shd w:val="clear" w:color="auto" w:fill="FFFFFF"/>
              <w:tabs>
                <w:tab w:val="left" w:pos="555"/>
                <w:tab w:val="center" w:pos="813"/>
              </w:tabs>
              <w:ind w:right="-57"/>
              <w:jc w:val="right"/>
              <w:rPr>
                <w:sz w:val="28"/>
                <w:szCs w:val="28"/>
              </w:rPr>
            </w:pPr>
            <w:r w:rsidRPr="00AA186B">
              <w:rPr>
                <w:sz w:val="28"/>
                <w:szCs w:val="28"/>
              </w:rPr>
              <w:t>1 </w:t>
            </w:r>
            <w:r w:rsidRPr="00AA186B">
              <w:rPr>
                <w:sz w:val="28"/>
                <w:szCs w:val="28"/>
                <w:lang w:val="en-US"/>
              </w:rPr>
              <w:t>00</w:t>
            </w:r>
            <w:r w:rsidRPr="00AA186B">
              <w:rPr>
                <w:sz w:val="28"/>
                <w:szCs w:val="28"/>
              </w:rPr>
              <w:t>0 000 000</w:t>
            </w:r>
          </w:p>
          <w:p w:rsidR="00863CFC" w:rsidRPr="00AA186B" w:rsidRDefault="00863CFC" w:rsidP="001426D5">
            <w:pPr>
              <w:shd w:val="clear" w:color="auto" w:fill="FFFFFF"/>
              <w:ind w:right="-57"/>
              <w:jc w:val="right"/>
              <w:rPr>
                <w:sz w:val="28"/>
                <w:szCs w:val="28"/>
                <w:lang w:val="en-US"/>
              </w:rPr>
            </w:pPr>
          </w:p>
          <w:p w:rsidR="00863CFC" w:rsidRPr="00AA186B" w:rsidRDefault="00863CFC" w:rsidP="001426D5">
            <w:pPr>
              <w:shd w:val="clear" w:color="auto" w:fill="FFFFFF"/>
              <w:ind w:right="-57"/>
              <w:jc w:val="center"/>
              <w:rPr>
                <w:sz w:val="28"/>
                <w:szCs w:val="28"/>
              </w:rPr>
            </w:pPr>
            <w:r w:rsidRPr="00AA186B">
              <w:rPr>
                <w:sz w:val="28"/>
                <w:szCs w:val="28"/>
              </w:rPr>
              <w:t>-</w:t>
            </w:r>
          </w:p>
          <w:p w:rsidR="00863CFC" w:rsidRPr="00AA186B" w:rsidRDefault="00863CFC" w:rsidP="001426D5">
            <w:pPr>
              <w:shd w:val="clear" w:color="auto" w:fill="FFFFFF"/>
              <w:ind w:right="-57"/>
              <w:jc w:val="right"/>
              <w:rPr>
                <w:sz w:val="28"/>
                <w:szCs w:val="28"/>
              </w:rPr>
            </w:pPr>
            <w:r w:rsidRPr="00AA186B">
              <w:rPr>
                <w:sz w:val="28"/>
                <w:szCs w:val="28"/>
                <w:lang w:val="en-US"/>
              </w:rPr>
              <w:t>5 00</w:t>
            </w:r>
            <w:r w:rsidRPr="00AA186B">
              <w:rPr>
                <w:sz w:val="28"/>
                <w:szCs w:val="28"/>
              </w:rPr>
              <w:t>0 000 000</w:t>
            </w:r>
          </w:p>
          <w:p w:rsidR="00863CFC" w:rsidRPr="00AA186B" w:rsidRDefault="00863CFC" w:rsidP="001426D5">
            <w:pPr>
              <w:shd w:val="clear" w:color="auto" w:fill="FFFFFF"/>
              <w:ind w:right="-57"/>
              <w:jc w:val="right"/>
              <w:rPr>
                <w:sz w:val="28"/>
                <w:szCs w:val="28"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3CFC" w:rsidRPr="00AA186B" w:rsidRDefault="00863CFC" w:rsidP="001426D5">
            <w:pPr>
              <w:shd w:val="clear" w:color="auto" w:fill="FFFFFF"/>
              <w:ind w:right="-57"/>
              <w:jc w:val="right"/>
              <w:rPr>
                <w:sz w:val="28"/>
                <w:szCs w:val="28"/>
              </w:rPr>
            </w:pPr>
          </w:p>
          <w:p w:rsidR="00863CFC" w:rsidRPr="00AA186B" w:rsidRDefault="00863CFC" w:rsidP="001426D5">
            <w:pPr>
              <w:shd w:val="clear" w:color="auto" w:fill="FFFFFF"/>
              <w:ind w:right="-57"/>
              <w:jc w:val="right"/>
              <w:rPr>
                <w:sz w:val="28"/>
                <w:szCs w:val="28"/>
                <w:lang w:val="en-US"/>
              </w:rPr>
            </w:pPr>
            <w:r w:rsidRPr="00AA186B">
              <w:rPr>
                <w:sz w:val="28"/>
                <w:szCs w:val="28"/>
                <w:lang w:val="en-US"/>
              </w:rPr>
              <w:t>2</w:t>
            </w:r>
            <w:r w:rsidRPr="00AA186B">
              <w:rPr>
                <w:sz w:val="28"/>
                <w:szCs w:val="28"/>
              </w:rPr>
              <w:t> </w:t>
            </w:r>
            <w:r w:rsidRPr="00AA186B">
              <w:rPr>
                <w:sz w:val="28"/>
                <w:szCs w:val="28"/>
                <w:lang w:val="en-US"/>
              </w:rPr>
              <w:t>842</w:t>
            </w:r>
            <w:r w:rsidRPr="00AA186B">
              <w:rPr>
                <w:sz w:val="28"/>
                <w:szCs w:val="28"/>
              </w:rPr>
              <w:t xml:space="preserve"> </w:t>
            </w:r>
            <w:r w:rsidRPr="00AA186B">
              <w:rPr>
                <w:sz w:val="28"/>
                <w:szCs w:val="28"/>
                <w:lang w:val="en-US"/>
              </w:rPr>
              <w:t>816</w:t>
            </w:r>
            <w:r w:rsidRPr="00AA186B">
              <w:rPr>
                <w:sz w:val="28"/>
                <w:szCs w:val="28"/>
              </w:rPr>
              <w:t xml:space="preserve"> </w:t>
            </w:r>
            <w:r w:rsidRPr="00AA186B">
              <w:rPr>
                <w:sz w:val="28"/>
                <w:szCs w:val="28"/>
                <w:lang w:val="en-US"/>
              </w:rPr>
              <w:t>463</w:t>
            </w:r>
          </w:p>
          <w:p w:rsidR="00863CFC" w:rsidRPr="00AA186B" w:rsidRDefault="00863CFC" w:rsidP="001426D5">
            <w:pPr>
              <w:shd w:val="clear" w:color="auto" w:fill="FFFFFF"/>
              <w:ind w:right="-57"/>
              <w:jc w:val="right"/>
              <w:rPr>
                <w:sz w:val="28"/>
                <w:szCs w:val="28"/>
                <w:lang w:val="en-US"/>
              </w:rPr>
            </w:pPr>
            <w:r w:rsidRPr="00AA186B">
              <w:rPr>
                <w:sz w:val="28"/>
                <w:szCs w:val="28"/>
                <w:lang w:val="en-US"/>
              </w:rPr>
              <w:t>9</w:t>
            </w:r>
            <w:r w:rsidRPr="00AA186B">
              <w:rPr>
                <w:sz w:val="28"/>
                <w:szCs w:val="28"/>
              </w:rPr>
              <w:t> </w:t>
            </w:r>
            <w:r w:rsidRPr="00AA186B">
              <w:rPr>
                <w:sz w:val="28"/>
                <w:szCs w:val="28"/>
                <w:lang w:val="en-US"/>
              </w:rPr>
              <w:t>842</w:t>
            </w:r>
            <w:r w:rsidRPr="00AA186B">
              <w:rPr>
                <w:sz w:val="28"/>
                <w:szCs w:val="28"/>
              </w:rPr>
              <w:t> </w:t>
            </w:r>
            <w:r w:rsidRPr="00AA186B">
              <w:rPr>
                <w:sz w:val="28"/>
                <w:szCs w:val="28"/>
                <w:lang w:val="en-US"/>
              </w:rPr>
              <w:t>816</w:t>
            </w:r>
            <w:r w:rsidRPr="00AA186B">
              <w:rPr>
                <w:sz w:val="28"/>
                <w:szCs w:val="28"/>
              </w:rPr>
              <w:t xml:space="preserve"> </w:t>
            </w:r>
            <w:r w:rsidRPr="00AA186B">
              <w:rPr>
                <w:sz w:val="28"/>
                <w:szCs w:val="28"/>
                <w:lang w:val="en-US"/>
              </w:rPr>
              <w:t>463</w:t>
            </w:r>
          </w:p>
          <w:p w:rsidR="00863CFC" w:rsidRPr="00AA186B" w:rsidRDefault="00863CFC" w:rsidP="001426D5">
            <w:pPr>
              <w:shd w:val="clear" w:color="auto" w:fill="FFFFFF"/>
              <w:ind w:right="-57"/>
              <w:jc w:val="right"/>
              <w:rPr>
                <w:sz w:val="28"/>
                <w:szCs w:val="28"/>
              </w:rPr>
            </w:pPr>
            <w:r w:rsidRPr="00AA186B">
              <w:rPr>
                <w:sz w:val="28"/>
                <w:szCs w:val="28"/>
                <w:lang w:val="en-US"/>
              </w:rPr>
              <w:t>7</w:t>
            </w:r>
            <w:r w:rsidRPr="00AA186B">
              <w:rPr>
                <w:sz w:val="28"/>
                <w:szCs w:val="28"/>
              </w:rPr>
              <w:t> 000</w:t>
            </w:r>
            <w:r w:rsidRPr="00AA186B">
              <w:rPr>
                <w:sz w:val="28"/>
                <w:szCs w:val="28"/>
                <w:lang w:val="en-US"/>
              </w:rPr>
              <w:t> </w:t>
            </w:r>
            <w:r w:rsidRPr="00AA186B">
              <w:rPr>
                <w:sz w:val="28"/>
                <w:szCs w:val="28"/>
              </w:rPr>
              <w:t>000 000</w:t>
            </w:r>
          </w:p>
          <w:p w:rsidR="00863CFC" w:rsidRPr="00AA186B" w:rsidRDefault="00863CFC" w:rsidP="001426D5">
            <w:pPr>
              <w:shd w:val="clear" w:color="auto" w:fill="FFFFFF"/>
              <w:ind w:right="-57"/>
              <w:jc w:val="center"/>
              <w:rPr>
                <w:sz w:val="28"/>
                <w:szCs w:val="28"/>
              </w:rPr>
            </w:pPr>
            <w:r w:rsidRPr="00AA186B">
              <w:rPr>
                <w:sz w:val="28"/>
                <w:szCs w:val="28"/>
              </w:rPr>
              <w:t>-</w:t>
            </w:r>
          </w:p>
          <w:p w:rsidR="00863CFC" w:rsidRPr="00AA186B" w:rsidRDefault="00863CFC" w:rsidP="001426D5">
            <w:pPr>
              <w:shd w:val="clear" w:color="auto" w:fill="FFFFFF"/>
              <w:ind w:right="-57"/>
              <w:jc w:val="center"/>
              <w:rPr>
                <w:sz w:val="28"/>
                <w:szCs w:val="28"/>
                <w:lang w:val="en-US"/>
              </w:rPr>
            </w:pPr>
          </w:p>
          <w:p w:rsidR="00863CFC" w:rsidRPr="00AA186B" w:rsidRDefault="00863CFC" w:rsidP="001426D5">
            <w:pPr>
              <w:shd w:val="clear" w:color="auto" w:fill="FFFFFF"/>
              <w:ind w:right="-57"/>
              <w:jc w:val="center"/>
              <w:rPr>
                <w:sz w:val="28"/>
                <w:szCs w:val="28"/>
              </w:rPr>
            </w:pPr>
            <w:r w:rsidRPr="00AA186B">
              <w:rPr>
                <w:sz w:val="28"/>
                <w:szCs w:val="28"/>
              </w:rPr>
              <w:t>-</w:t>
            </w:r>
          </w:p>
          <w:p w:rsidR="00863CFC" w:rsidRPr="00AA186B" w:rsidRDefault="00863CFC" w:rsidP="001426D5">
            <w:pPr>
              <w:shd w:val="clear" w:color="auto" w:fill="FFFFFF"/>
              <w:ind w:right="-57"/>
              <w:jc w:val="right"/>
              <w:rPr>
                <w:sz w:val="28"/>
                <w:szCs w:val="28"/>
              </w:rPr>
            </w:pPr>
            <w:r w:rsidRPr="00AA186B">
              <w:rPr>
                <w:sz w:val="28"/>
                <w:szCs w:val="28"/>
                <w:lang w:val="en-US"/>
              </w:rPr>
              <w:t>7 </w:t>
            </w:r>
            <w:r w:rsidRPr="00AA186B">
              <w:rPr>
                <w:sz w:val="28"/>
                <w:szCs w:val="28"/>
              </w:rPr>
              <w:t>000 000 000</w:t>
            </w:r>
          </w:p>
        </w:tc>
      </w:tr>
      <w:tr w:rsidR="00863CFC" w:rsidRPr="00AA186B" w:rsidTr="00BB68E8">
        <w:trPr>
          <w:trHeight w:val="1643"/>
        </w:trPr>
        <w:tc>
          <w:tcPr>
            <w:tcW w:w="37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CFC" w:rsidRPr="00AA186B" w:rsidRDefault="00863CFC" w:rsidP="002D3170">
            <w:pPr>
              <w:shd w:val="clear" w:color="auto" w:fill="FFFFFF"/>
              <w:jc w:val="both"/>
              <w:rPr>
                <w:sz w:val="28"/>
                <w:szCs w:val="20"/>
              </w:rPr>
            </w:pPr>
            <w:r w:rsidRPr="00AA186B">
              <w:rPr>
                <w:sz w:val="28"/>
                <w:szCs w:val="20"/>
              </w:rPr>
              <w:t>3. Государственные ценные</w:t>
            </w:r>
          </w:p>
          <w:p w:rsidR="00863CFC" w:rsidRPr="00AA186B" w:rsidRDefault="00863CFC" w:rsidP="002D3170">
            <w:pPr>
              <w:shd w:val="clear" w:color="auto" w:fill="FFFFFF"/>
              <w:jc w:val="both"/>
              <w:rPr>
                <w:sz w:val="28"/>
                <w:szCs w:val="20"/>
              </w:rPr>
            </w:pPr>
            <w:r w:rsidRPr="00AA186B">
              <w:rPr>
                <w:sz w:val="28"/>
                <w:szCs w:val="20"/>
              </w:rPr>
              <w:t xml:space="preserve">    бумаги </w:t>
            </w:r>
          </w:p>
          <w:p w:rsidR="00863CFC" w:rsidRPr="00AA186B" w:rsidRDefault="00863CFC" w:rsidP="002D3170">
            <w:pPr>
              <w:shd w:val="clear" w:color="auto" w:fill="FFFFFF"/>
              <w:jc w:val="both"/>
              <w:rPr>
                <w:sz w:val="28"/>
                <w:szCs w:val="20"/>
              </w:rPr>
            </w:pPr>
            <w:r w:rsidRPr="00AA186B">
              <w:rPr>
                <w:sz w:val="28"/>
                <w:szCs w:val="20"/>
              </w:rPr>
              <w:t xml:space="preserve">    Привлечение</w:t>
            </w:r>
          </w:p>
          <w:p w:rsidR="00863CFC" w:rsidRPr="00AA186B" w:rsidRDefault="00863CFC" w:rsidP="002D3170">
            <w:pPr>
              <w:shd w:val="clear" w:color="auto" w:fill="FFFFFF"/>
              <w:jc w:val="both"/>
              <w:rPr>
                <w:sz w:val="28"/>
                <w:szCs w:val="20"/>
              </w:rPr>
            </w:pPr>
            <w:r w:rsidRPr="00AA186B">
              <w:rPr>
                <w:sz w:val="28"/>
                <w:szCs w:val="20"/>
              </w:rPr>
              <w:t xml:space="preserve">    Погашение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CFC" w:rsidRPr="00AA186B" w:rsidRDefault="00863CFC" w:rsidP="001426D5">
            <w:pPr>
              <w:shd w:val="clear" w:color="auto" w:fill="FFFFFF"/>
              <w:ind w:right="-57"/>
              <w:jc w:val="right"/>
              <w:rPr>
                <w:sz w:val="28"/>
                <w:szCs w:val="20"/>
              </w:rPr>
            </w:pPr>
          </w:p>
          <w:p w:rsidR="00863CFC" w:rsidRPr="00AA186B" w:rsidRDefault="00863CFC" w:rsidP="001426D5">
            <w:pPr>
              <w:shd w:val="clear" w:color="auto" w:fill="FFFFFF"/>
              <w:ind w:right="-57"/>
              <w:jc w:val="right"/>
              <w:rPr>
                <w:sz w:val="28"/>
                <w:szCs w:val="20"/>
              </w:rPr>
            </w:pPr>
            <w:r w:rsidRPr="00AA186B">
              <w:rPr>
                <w:sz w:val="28"/>
                <w:szCs w:val="20"/>
              </w:rPr>
              <w:t xml:space="preserve">   </w:t>
            </w:r>
            <w:r w:rsidRPr="00AA186B">
              <w:rPr>
                <w:sz w:val="28"/>
                <w:szCs w:val="20"/>
                <w:lang w:val="en-US"/>
              </w:rPr>
              <w:t xml:space="preserve">2 000 000 </w:t>
            </w:r>
            <w:r w:rsidRPr="00AA186B">
              <w:rPr>
                <w:sz w:val="28"/>
                <w:szCs w:val="20"/>
              </w:rPr>
              <w:t>000</w:t>
            </w:r>
          </w:p>
          <w:p w:rsidR="00863CFC" w:rsidRPr="00AA186B" w:rsidRDefault="00863CFC" w:rsidP="001426D5">
            <w:pPr>
              <w:shd w:val="clear" w:color="auto" w:fill="FFFFFF"/>
              <w:ind w:right="-57"/>
              <w:jc w:val="right"/>
              <w:rPr>
                <w:sz w:val="16"/>
                <w:szCs w:val="16"/>
                <w:lang w:val="en-US"/>
              </w:rPr>
            </w:pPr>
            <w:r w:rsidRPr="00AA186B">
              <w:rPr>
                <w:sz w:val="28"/>
                <w:szCs w:val="28"/>
              </w:rPr>
              <w:t xml:space="preserve">  5 000 000 000</w:t>
            </w:r>
          </w:p>
          <w:p w:rsidR="00863CFC" w:rsidRPr="00AA186B" w:rsidRDefault="00863CFC" w:rsidP="001426D5">
            <w:pPr>
              <w:shd w:val="clear" w:color="auto" w:fill="FFFFFF"/>
              <w:ind w:right="-57"/>
              <w:jc w:val="right"/>
              <w:rPr>
                <w:sz w:val="28"/>
                <w:szCs w:val="20"/>
              </w:rPr>
            </w:pPr>
            <w:r w:rsidRPr="00AA186B">
              <w:rPr>
                <w:sz w:val="28"/>
                <w:szCs w:val="20"/>
              </w:rPr>
              <w:t xml:space="preserve">    3 000 000 000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CFC" w:rsidRPr="00AA186B" w:rsidRDefault="00863CFC" w:rsidP="001426D5">
            <w:pPr>
              <w:shd w:val="clear" w:color="auto" w:fill="FFFFFF"/>
              <w:ind w:right="-57"/>
              <w:jc w:val="right"/>
              <w:rPr>
                <w:sz w:val="28"/>
                <w:szCs w:val="20"/>
              </w:rPr>
            </w:pPr>
          </w:p>
          <w:p w:rsidR="00863CFC" w:rsidRPr="00AA186B" w:rsidRDefault="00863CFC" w:rsidP="001426D5">
            <w:pPr>
              <w:shd w:val="clear" w:color="auto" w:fill="FFFFFF"/>
              <w:ind w:right="-57"/>
              <w:jc w:val="right"/>
              <w:rPr>
                <w:sz w:val="28"/>
                <w:szCs w:val="20"/>
                <w:lang w:val="en-US"/>
              </w:rPr>
            </w:pPr>
            <w:r w:rsidRPr="00AA186B">
              <w:rPr>
                <w:sz w:val="28"/>
                <w:szCs w:val="20"/>
                <w:lang w:val="en-US"/>
              </w:rPr>
              <w:t>2 150 000 000</w:t>
            </w:r>
          </w:p>
          <w:p w:rsidR="00863CFC" w:rsidRPr="00AA186B" w:rsidRDefault="00863CFC" w:rsidP="001426D5">
            <w:pPr>
              <w:shd w:val="clear" w:color="auto" w:fill="FFFFFF"/>
              <w:ind w:right="-57"/>
              <w:jc w:val="right"/>
              <w:rPr>
                <w:sz w:val="28"/>
                <w:szCs w:val="20"/>
              </w:rPr>
            </w:pPr>
            <w:r w:rsidRPr="00AA186B">
              <w:rPr>
                <w:sz w:val="28"/>
                <w:szCs w:val="20"/>
              </w:rPr>
              <w:t>5 000 000 000</w:t>
            </w:r>
          </w:p>
          <w:p w:rsidR="00863CFC" w:rsidRPr="00AA186B" w:rsidRDefault="00863CFC" w:rsidP="001426D5">
            <w:pPr>
              <w:shd w:val="clear" w:color="auto" w:fill="FFFFFF"/>
              <w:ind w:right="-57"/>
              <w:jc w:val="right"/>
              <w:rPr>
                <w:sz w:val="28"/>
                <w:szCs w:val="20"/>
              </w:rPr>
            </w:pPr>
            <w:r w:rsidRPr="00AA186B">
              <w:rPr>
                <w:sz w:val="28"/>
                <w:szCs w:val="20"/>
              </w:rPr>
              <w:t>2 850 000 000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3CFC" w:rsidRPr="00AA186B" w:rsidRDefault="00863CFC" w:rsidP="001426D5">
            <w:pPr>
              <w:shd w:val="clear" w:color="auto" w:fill="FFFFFF"/>
              <w:ind w:right="-57"/>
              <w:jc w:val="right"/>
              <w:rPr>
                <w:sz w:val="28"/>
                <w:szCs w:val="20"/>
              </w:rPr>
            </w:pPr>
          </w:p>
          <w:p w:rsidR="00863CFC" w:rsidRPr="00AA186B" w:rsidRDefault="00863CFC" w:rsidP="001426D5">
            <w:pPr>
              <w:shd w:val="clear" w:color="auto" w:fill="FFFFFF"/>
              <w:ind w:right="-57"/>
              <w:jc w:val="right"/>
              <w:rPr>
                <w:sz w:val="28"/>
                <w:szCs w:val="20"/>
              </w:rPr>
            </w:pPr>
            <w:r w:rsidRPr="00AA186B">
              <w:rPr>
                <w:sz w:val="28"/>
                <w:szCs w:val="20"/>
                <w:lang w:val="en-US"/>
              </w:rPr>
              <w:t>2</w:t>
            </w:r>
            <w:r w:rsidRPr="00AA186B">
              <w:rPr>
                <w:sz w:val="28"/>
                <w:szCs w:val="20"/>
              </w:rPr>
              <w:t> </w:t>
            </w:r>
            <w:r w:rsidRPr="00AA186B">
              <w:rPr>
                <w:sz w:val="28"/>
                <w:szCs w:val="20"/>
                <w:lang w:val="en-US"/>
              </w:rPr>
              <w:t>9</w:t>
            </w:r>
            <w:r w:rsidRPr="00AA186B">
              <w:rPr>
                <w:sz w:val="28"/>
                <w:szCs w:val="20"/>
              </w:rPr>
              <w:t>00 000 000</w:t>
            </w:r>
          </w:p>
          <w:p w:rsidR="00863CFC" w:rsidRPr="00AA186B" w:rsidRDefault="00863CFC" w:rsidP="001426D5">
            <w:pPr>
              <w:shd w:val="clear" w:color="auto" w:fill="FFFFFF"/>
              <w:ind w:right="-57"/>
              <w:jc w:val="right"/>
              <w:rPr>
                <w:sz w:val="28"/>
                <w:szCs w:val="20"/>
              </w:rPr>
            </w:pPr>
            <w:r w:rsidRPr="00AA186B">
              <w:rPr>
                <w:sz w:val="28"/>
                <w:szCs w:val="20"/>
              </w:rPr>
              <w:t>5 000 000 000</w:t>
            </w:r>
          </w:p>
          <w:p w:rsidR="00863CFC" w:rsidRPr="00AA186B" w:rsidRDefault="00863CFC" w:rsidP="001426D5">
            <w:pPr>
              <w:shd w:val="clear" w:color="auto" w:fill="FFFFFF"/>
              <w:ind w:right="-57"/>
              <w:jc w:val="right"/>
              <w:rPr>
                <w:sz w:val="28"/>
                <w:szCs w:val="20"/>
              </w:rPr>
            </w:pPr>
            <w:r w:rsidRPr="00AA186B">
              <w:rPr>
                <w:sz w:val="28"/>
                <w:szCs w:val="20"/>
              </w:rPr>
              <w:t>2 100 000 000</w:t>
            </w:r>
          </w:p>
        </w:tc>
      </w:tr>
      <w:tr w:rsidR="00863CFC" w:rsidRPr="00AA186B" w:rsidTr="00BB68E8">
        <w:trPr>
          <w:trHeight w:val="1114"/>
        </w:trPr>
        <w:tc>
          <w:tcPr>
            <w:tcW w:w="3724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863CFC" w:rsidRPr="00AA186B" w:rsidRDefault="00863CFC" w:rsidP="00873024">
            <w:pPr>
              <w:pStyle w:val="BodyTextIndent"/>
              <w:shd w:val="clear" w:color="auto" w:fill="FFFFFF"/>
              <w:ind w:left="268" w:right="0" w:firstLine="0"/>
              <w:rPr>
                <w:szCs w:val="28"/>
              </w:rPr>
            </w:pPr>
            <w:r w:rsidRPr="00AA186B">
              <w:rPr>
                <w:szCs w:val="28"/>
              </w:rPr>
              <w:t>Итого</w:t>
            </w:r>
          </w:p>
          <w:p w:rsidR="00863CFC" w:rsidRPr="00AA186B" w:rsidRDefault="00863CFC" w:rsidP="00873024">
            <w:pPr>
              <w:pStyle w:val="BodyTextIndent"/>
              <w:shd w:val="clear" w:color="auto" w:fill="FFFFFF"/>
              <w:ind w:left="268" w:right="0" w:firstLine="0"/>
              <w:rPr>
                <w:szCs w:val="28"/>
              </w:rPr>
            </w:pPr>
            <w:r w:rsidRPr="00AA186B">
              <w:rPr>
                <w:szCs w:val="28"/>
              </w:rPr>
              <w:t>Привлечение</w:t>
            </w:r>
          </w:p>
          <w:p w:rsidR="00863CFC" w:rsidRPr="00AA186B" w:rsidRDefault="00863CFC" w:rsidP="00873024">
            <w:pPr>
              <w:pStyle w:val="BodyTextIndent"/>
              <w:shd w:val="clear" w:color="auto" w:fill="FFFFFF"/>
              <w:ind w:left="268" w:right="0" w:firstLine="0"/>
            </w:pPr>
            <w:r w:rsidRPr="00AA186B">
              <w:rPr>
                <w:szCs w:val="28"/>
              </w:rPr>
              <w:t xml:space="preserve">Погашение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63CFC" w:rsidRDefault="00863CFC" w:rsidP="00F5686E">
            <w:pPr>
              <w:shd w:val="clear" w:color="auto" w:fill="FFFFFF"/>
              <w:jc w:val="right"/>
              <w:rPr>
                <w:sz w:val="28"/>
                <w:szCs w:val="20"/>
              </w:rPr>
            </w:pPr>
            <w:r w:rsidRPr="00AA186B">
              <w:rPr>
                <w:sz w:val="28"/>
                <w:szCs w:val="20"/>
              </w:rPr>
              <w:t xml:space="preserve">  </w:t>
            </w:r>
            <w:r w:rsidRPr="00AA186B">
              <w:rPr>
                <w:sz w:val="28"/>
                <w:szCs w:val="20"/>
                <w:lang w:val="en-US"/>
              </w:rPr>
              <w:t>5</w:t>
            </w:r>
            <w:r w:rsidRPr="00AA186B">
              <w:rPr>
                <w:sz w:val="28"/>
                <w:szCs w:val="20"/>
              </w:rPr>
              <w:t> 1</w:t>
            </w:r>
            <w:r w:rsidRPr="00AA186B">
              <w:rPr>
                <w:sz w:val="28"/>
                <w:szCs w:val="20"/>
                <w:lang w:val="en-US"/>
              </w:rPr>
              <w:t>32</w:t>
            </w:r>
            <w:r w:rsidRPr="00AA186B">
              <w:rPr>
                <w:sz w:val="28"/>
                <w:szCs w:val="20"/>
              </w:rPr>
              <w:t> </w:t>
            </w:r>
            <w:r w:rsidRPr="00AA186B">
              <w:rPr>
                <w:sz w:val="28"/>
                <w:szCs w:val="20"/>
                <w:lang w:val="en-US"/>
              </w:rPr>
              <w:t>040</w:t>
            </w:r>
            <w:r>
              <w:rPr>
                <w:sz w:val="28"/>
                <w:szCs w:val="20"/>
              </w:rPr>
              <w:t> </w:t>
            </w:r>
            <w:r w:rsidRPr="00AA186B">
              <w:rPr>
                <w:sz w:val="28"/>
                <w:szCs w:val="20"/>
                <w:lang w:val="en-US"/>
              </w:rPr>
              <w:t>893</w:t>
            </w:r>
          </w:p>
          <w:p w:rsidR="00863CFC" w:rsidRPr="00AA186B" w:rsidRDefault="00863CFC" w:rsidP="00F5686E">
            <w:pPr>
              <w:shd w:val="clear" w:color="auto" w:fill="FFFFFF"/>
              <w:jc w:val="right"/>
              <w:rPr>
                <w:sz w:val="28"/>
                <w:szCs w:val="20"/>
                <w:lang w:val="en-US"/>
              </w:rPr>
            </w:pPr>
            <w:r w:rsidRPr="00AA186B">
              <w:rPr>
                <w:sz w:val="28"/>
                <w:szCs w:val="20"/>
                <w:lang w:val="en-US"/>
              </w:rPr>
              <w:t>13 695</w:t>
            </w:r>
            <w:r w:rsidRPr="00AA186B">
              <w:rPr>
                <w:sz w:val="28"/>
                <w:szCs w:val="20"/>
              </w:rPr>
              <w:t> </w:t>
            </w:r>
            <w:r w:rsidRPr="00AA186B">
              <w:rPr>
                <w:sz w:val="28"/>
                <w:szCs w:val="20"/>
                <w:lang w:val="en-US"/>
              </w:rPr>
              <w:t>120 893</w:t>
            </w:r>
          </w:p>
          <w:p w:rsidR="00863CFC" w:rsidRPr="00AA186B" w:rsidRDefault="00863CFC" w:rsidP="00F5686E">
            <w:pPr>
              <w:shd w:val="clear" w:color="auto" w:fill="FFFFFF"/>
              <w:jc w:val="right"/>
              <w:rPr>
                <w:lang w:val="en-US"/>
              </w:rPr>
            </w:pPr>
            <w:r w:rsidRPr="00AA186B">
              <w:rPr>
                <w:sz w:val="28"/>
                <w:szCs w:val="20"/>
                <w:lang w:val="en-US"/>
              </w:rPr>
              <w:t xml:space="preserve">  8 563 080 000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CFC" w:rsidRPr="00AA186B" w:rsidRDefault="00863CFC" w:rsidP="00F5686E">
            <w:pPr>
              <w:shd w:val="clear" w:color="auto" w:fill="FFFFFF"/>
              <w:jc w:val="right"/>
              <w:rPr>
                <w:sz w:val="28"/>
                <w:szCs w:val="20"/>
                <w:lang w:val="en-US"/>
              </w:rPr>
            </w:pPr>
            <w:r w:rsidRPr="00AA186B">
              <w:rPr>
                <w:sz w:val="28"/>
                <w:szCs w:val="20"/>
                <w:lang w:val="en-US"/>
              </w:rPr>
              <w:t>5 772 488 924</w:t>
            </w:r>
          </w:p>
          <w:p w:rsidR="00863CFC" w:rsidRPr="00AA186B" w:rsidRDefault="00863CFC" w:rsidP="00F5686E">
            <w:pPr>
              <w:shd w:val="clear" w:color="auto" w:fill="FFFFFF"/>
              <w:jc w:val="right"/>
              <w:rPr>
                <w:sz w:val="28"/>
                <w:szCs w:val="28"/>
                <w:lang w:val="en-US"/>
              </w:rPr>
            </w:pPr>
            <w:r w:rsidRPr="00AA186B">
              <w:rPr>
                <w:sz w:val="28"/>
                <w:szCs w:val="28"/>
                <w:lang w:val="en-US"/>
              </w:rPr>
              <w:t>14 647 561 324</w:t>
            </w:r>
          </w:p>
          <w:p w:rsidR="00863CFC" w:rsidRPr="00AA186B" w:rsidRDefault="00863CFC" w:rsidP="00F5686E">
            <w:pPr>
              <w:shd w:val="clear" w:color="auto" w:fill="FFFFFF"/>
              <w:jc w:val="right"/>
              <w:rPr>
                <w:sz w:val="28"/>
                <w:szCs w:val="20"/>
              </w:rPr>
            </w:pPr>
            <w:r w:rsidRPr="00AA186B">
              <w:rPr>
                <w:sz w:val="28"/>
                <w:szCs w:val="20"/>
                <w:lang w:val="en-US"/>
              </w:rPr>
              <w:t>8</w:t>
            </w:r>
            <w:r w:rsidRPr="00AA186B">
              <w:rPr>
                <w:sz w:val="28"/>
                <w:szCs w:val="20"/>
              </w:rPr>
              <w:t> </w:t>
            </w:r>
            <w:r w:rsidRPr="00AA186B">
              <w:rPr>
                <w:sz w:val="28"/>
                <w:szCs w:val="20"/>
                <w:lang w:val="en-US"/>
              </w:rPr>
              <w:t>875</w:t>
            </w:r>
            <w:r w:rsidRPr="00AA186B">
              <w:rPr>
                <w:sz w:val="28"/>
                <w:szCs w:val="20"/>
              </w:rPr>
              <w:t xml:space="preserve"> </w:t>
            </w:r>
            <w:r w:rsidRPr="00AA186B">
              <w:rPr>
                <w:sz w:val="28"/>
                <w:szCs w:val="20"/>
                <w:lang w:val="en-US"/>
              </w:rPr>
              <w:t>072</w:t>
            </w:r>
            <w:r w:rsidRPr="00AA186B">
              <w:rPr>
                <w:sz w:val="28"/>
                <w:szCs w:val="20"/>
              </w:rPr>
              <w:t xml:space="preserve"> </w:t>
            </w:r>
            <w:r w:rsidRPr="00AA186B">
              <w:rPr>
                <w:sz w:val="28"/>
                <w:szCs w:val="20"/>
                <w:lang w:val="en-US"/>
              </w:rPr>
              <w:t>4</w:t>
            </w:r>
            <w:r w:rsidRPr="00AA186B">
              <w:rPr>
                <w:sz w:val="28"/>
                <w:szCs w:val="20"/>
              </w:rPr>
              <w:t>00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3CFC" w:rsidRPr="00AA186B" w:rsidRDefault="00863CFC" w:rsidP="00F5686E">
            <w:pPr>
              <w:shd w:val="clear" w:color="auto" w:fill="FFFFFF"/>
              <w:tabs>
                <w:tab w:val="left" w:pos="4117"/>
              </w:tabs>
              <w:ind w:left="90" w:right="-5"/>
              <w:jc w:val="right"/>
              <w:rPr>
                <w:sz w:val="28"/>
                <w:szCs w:val="20"/>
                <w:lang w:val="en-US"/>
              </w:rPr>
            </w:pPr>
            <w:r w:rsidRPr="00AA186B">
              <w:rPr>
                <w:sz w:val="28"/>
                <w:szCs w:val="20"/>
              </w:rPr>
              <w:t xml:space="preserve"> </w:t>
            </w:r>
            <w:r w:rsidRPr="00AA186B">
              <w:rPr>
                <w:sz w:val="28"/>
                <w:szCs w:val="20"/>
                <w:lang w:val="en-US"/>
              </w:rPr>
              <w:t>5 487 047 863</w:t>
            </w:r>
          </w:p>
          <w:p w:rsidR="00863CFC" w:rsidRPr="00AA186B" w:rsidRDefault="00863CFC" w:rsidP="00F5686E">
            <w:pPr>
              <w:shd w:val="clear" w:color="auto" w:fill="FFFFFF"/>
              <w:jc w:val="right"/>
              <w:rPr>
                <w:sz w:val="28"/>
                <w:szCs w:val="20"/>
                <w:lang w:val="en-US"/>
              </w:rPr>
            </w:pPr>
            <w:r w:rsidRPr="00AA186B">
              <w:rPr>
                <w:sz w:val="28"/>
                <w:szCs w:val="20"/>
                <w:lang w:val="en-US"/>
              </w:rPr>
              <w:t>14</w:t>
            </w:r>
            <w:r w:rsidRPr="00AA186B">
              <w:rPr>
                <w:sz w:val="28"/>
                <w:szCs w:val="20"/>
              </w:rPr>
              <w:t> </w:t>
            </w:r>
            <w:r w:rsidRPr="00AA186B">
              <w:rPr>
                <w:sz w:val="28"/>
                <w:szCs w:val="20"/>
                <w:lang w:val="en-US"/>
              </w:rPr>
              <w:t>842</w:t>
            </w:r>
            <w:r w:rsidRPr="00AA186B">
              <w:rPr>
                <w:sz w:val="28"/>
                <w:szCs w:val="20"/>
              </w:rPr>
              <w:t> </w:t>
            </w:r>
            <w:r w:rsidRPr="00AA186B">
              <w:rPr>
                <w:sz w:val="28"/>
                <w:szCs w:val="20"/>
                <w:lang w:val="en-US"/>
              </w:rPr>
              <w:t>816</w:t>
            </w:r>
            <w:r w:rsidRPr="00AA186B">
              <w:rPr>
                <w:sz w:val="28"/>
                <w:szCs w:val="20"/>
              </w:rPr>
              <w:t xml:space="preserve"> </w:t>
            </w:r>
            <w:r w:rsidRPr="00AA186B">
              <w:rPr>
                <w:sz w:val="28"/>
                <w:szCs w:val="20"/>
                <w:lang w:val="en-US"/>
              </w:rPr>
              <w:t>463</w:t>
            </w:r>
          </w:p>
          <w:p w:rsidR="00863CFC" w:rsidRPr="00AA186B" w:rsidRDefault="00863CFC" w:rsidP="00F5686E">
            <w:pPr>
              <w:shd w:val="clear" w:color="auto" w:fill="FFFFFF"/>
              <w:ind w:right="-19"/>
              <w:jc w:val="right"/>
              <w:rPr>
                <w:sz w:val="28"/>
                <w:szCs w:val="20"/>
                <w:lang w:val="en-US"/>
              </w:rPr>
            </w:pPr>
            <w:r w:rsidRPr="00AA186B">
              <w:rPr>
                <w:sz w:val="28"/>
                <w:szCs w:val="20"/>
                <w:lang w:val="en-US"/>
              </w:rPr>
              <w:t>9 355 768</w:t>
            </w:r>
            <w:r w:rsidRPr="00AA186B">
              <w:rPr>
                <w:sz w:val="28"/>
                <w:szCs w:val="20"/>
              </w:rPr>
              <w:t xml:space="preserve"> </w:t>
            </w:r>
            <w:r w:rsidRPr="00AA186B">
              <w:rPr>
                <w:sz w:val="28"/>
                <w:szCs w:val="20"/>
                <w:lang w:val="en-US"/>
              </w:rPr>
              <w:t>6</w:t>
            </w:r>
            <w:r w:rsidRPr="00AA186B">
              <w:rPr>
                <w:sz w:val="28"/>
                <w:szCs w:val="20"/>
              </w:rPr>
              <w:t>00</w:t>
            </w:r>
          </w:p>
        </w:tc>
      </w:tr>
      <w:tr w:rsidR="00863CFC" w:rsidRPr="00AA186B" w:rsidTr="00BB68E8">
        <w:trPr>
          <w:trHeight w:val="910"/>
        </w:trPr>
        <w:tc>
          <w:tcPr>
            <w:tcW w:w="37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CFC" w:rsidRPr="00AA186B" w:rsidRDefault="00863CFC" w:rsidP="00873024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AA186B">
              <w:rPr>
                <w:sz w:val="28"/>
                <w:szCs w:val="28"/>
              </w:rPr>
              <w:t xml:space="preserve"> 4. Государственные </w:t>
            </w:r>
          </w:p>
          <w:p w:rsidR="00863CFC" w:rsidRPr="00AA186B" w:rsidRDefault="00863CFC" w:rsidP="00873024">
            <w:pPr>
              <w:shd w:val="clear" w:color="auto" w:fill="FFFFFF"/>
              <w:ind w:firstLine="324"/>
              <w:jc w:val="both"/>
              <w:rPr>
                <w:sz w:val="28"/>
                <w:szCs w:val="28"/>
              </w:rPr>
            </w:pPr>
            <w:r w:rsidRPr="00AA186B">
              <w:rPr>
                <w:sz w:val="28"/>
                <w:szCs w:val="28"/>
              </w:rPr>
              <w:t xml:space="preserve">гарантии </w:t>
            </w:r>
          </w:p>
          <w:p w:rsidR="00863CFC" w:rsidRPr="00AA186B" w:rsidRDefault="00863CFC" w:rsidP="00873024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AA186B">
              <w:rPr>
                <w:sz w:val="28"/>
                <w:szCs w:val="28"/>
              </w:rPr>
              <w:t xml:space="preserve">    Предоставление </w:t>
            </w:r>
          </w:p>
          <w:p w:rsidR="00863CFC" w:rsidRPr="00AA186B" w:rsidRDefault="00863CFC" w:rsidP="00873024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AA186B">
              <w:rPr>
                <w:sz w:val="28"/>
                <w:szCs w:val="28"/>
              </w:rPr>
              <w:t xml:space="preserve">    Исполнение                        </w:t>
            </w:r>
          </w:p>
          <w:p w:rsidR="00863CFC" w:rsidRPr="00AA186B" w:rsidRDefault="00863CFC" w:rsidP="002D3170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AA186B">
              <w:rPr>
                <w:sz w:val="28"/>
                <w:szCs w:val="28"/>
              </w:rPr>
              <w:t xml:space="preserve">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CFC" w:rsidRPr="00AA186B" w:rsidRDefault="00863CFC" w:rsidP="002D3170">
            <w:pPr>
              <w:shd w:val="clear" w:color="auto" w:fill="FFFFFF"/>
              <w:rPr>
                <w:sz w:val="28"/>
                <w:szCs w:val="28"/>
              </w:rPr>
            </w:pPr>
          </w:p>
          <w:p w:rsidR="00863CFC" w:rsidRPr="00AA186B" w:rsidRDefault="00863CFC" w:rsidP="00305EC0">
            <w:pPr>
              <w:shd w:val="clear" w:color="auto" w:fill="FFFFFF"/>
              <w:ind w:right="160"/>
              <w:jc w:val="right"/>
              <w:rPr>
                <w:sz w:val="28"/>
                <w:szCs w:val="28"/>
              </w:rPr>
            </w:pPr>
          </w:p>
          <w:p w:rsidR="00863CFC" w:rsidRDefault="00863CFC" w:rsidP="00F5686E">
            <w:pPr>
              <w:shd w:val="clear" w:color="auto" w:fill="FFFFFF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100 000 000</w:t>
            </w:r>
          </w:p>
          <w:p w:rsidR="00863CFC" w:rsidRPr="00AA186B" w:rsidRDefault="00863CFC" w:rsidP="002D317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AA186B">
              <w:rPr>
                <w:sz w:val="28"/>
                <w:szCs w:val="28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CFC" w:rsidRPr="00AA186B" w:rsidRDefault="00863CFC" w:rsidP="002D3170">
            <w:pPr>
              <w:shd w:val="clear" w:color="auto" w:fill="FFFFFF"/>
              <w:jc w:val="both"/>
              <w:rPr>
                <w:sz w:val="28"/>
                <w:szCs w:val="20"/>
              </w:rPr>
            </w:pPr>
          </w:p>
          <w:p w:rsidR="00863CFC" w:rsidRPr="00AA186B" w:rsidRDefault="00863CFC" w:rsidP="00305EC0">
            <w:pPr>
              <w:shd w:val="clear" w:color="auto" w:fill="FFFFFF"/>
              <w:jc w:val="right"/>
              <w:rPr>
                <w:sz w:val="28"/>
                <w:szCs w:val="20"/>
              </w:rPr>
            </w:pPr>
          </w:p>
          <w:p w:rsidR="00863CFC" w:rsidRPr="00AA186B" w:rsidRDefault="00863CFC" w:rsidP="00305EC0">
            <w:pPr>
              <w:shd w:val="clear" w:color="auto" w:fill="FFFFFF"/>
              <w:jc w:val="right"/>
              <w:rPr>
                <w:sz w:val="28"/>
                <w:szCs w:val="20"/>
              </w:rPr>
            </w:pPr>
            <w:r w:rsidRPr="00AA186B">
              <w:rPr>
                <w:sz w:val="28"/>
                <w:szCs w:val="20"/>
                <w:lang w:val="en-US"/>
              </w:rPr>
              <w:t>5</w:t>
            </w:r>
            <w:r w:rsidRPr="00AA186B">
              <w:rPr>
                <w:sz w:val="28"/>
                <w:szCs w:val="20"/>
              </w:rPr>
              <w:t xml:space="preserve">0 000 000   </w:t>
            </w:r>
          </w:p>
          <w:p w:rsidR="00863CFC" w:rsidRPr="00AA186B" w:rsidRDefault="00863CFC" w:rsidP="002D3170">
            <w:pPr>
              <w:shd w:val="clear" w:color="auto" w:fill="FFFFFF"/>
              <w:jc w:val="center"/>
              <w:rPr>
                <w:sz w:val="28"/>
                <w:szCs w:val="20"/>
              </w:rPr>
            </w:pPr>
            <w:r w:rsidRPr="00AA186B">
              <w:rPr>
                <w:sz w:val="28"/>
                <w:szCs w:val="20"/>
              </w:rPr>
              <w:t>-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3CFC" w:rsidRPr="00AA186B" w:rsidRDefault="00863CFC" w:rsidP="002D3170">
            <w:pPr>
              <w:shd w:val="clear" w:color="auto" w:fill="FFFFFF"/>
              <w:jc w:val="both"/>
              <w:rPr>
                <w:sz w:val="28"/>
                <w:lang w:val="en-US"/>
              </w:rPr>
            </w:pPr>
          </w:p>
          <w:p w:rsidR="00863CFC" w:rsidRPr="00AA186B" w:rsidRDefault="00863CFC" w:rsidP="00305EC0">
            <w:pPr>
              <w:shd w:val="clear" w:color="auto" w:fill="FFFFFF"/>
              <w:ind w:right="-19"/>
              <w:jc w:val="right"/>
              <w:rPr>
                <w:sz w:val="28"/>
              </w:rPr>
            </w:pPr>
          </w:p>
          <w:p w:rsidR="00863CFC" w:rsidRPr="00AA186B" w:rsidRDefault="00863CFC" w:rsidP="00305EC0">
            <w:pPr>
              <w:shd w:val="clear" w:color="auto" w:fill="FFFFFF"/>
              <w:ind w:right="-19"/>
              <w:jc w:val="right"/>
              <w:rPr>
                <w:sz w:val="28"/>
                <w:lang w:val="en-US"/>
              </w:rPr>
            </w:pPr>
            <w:r w:rsidRPr="00AA186B">
              <w:rPr>
                <w:sz w:val="28"/>
              </w:rPr>
              <w:t xml:space="preserve"> </w:t>
            </w:r>
            <w:r w:rsidRPr="00AA186B">
              <w:rPr>
                <w:sz w:val="28"/>
                <w:lang w:val="en-US"/>
              </w:rPr>
              <w:t>5</w:t>
            </w:r>
            <w:r w:rsidRPr="00AA186B">
              <w:rPr>
                <w:sz w:val="28"/>
              </w:rPr>
              <w:t xml:space="preserve">0 000 000 </w:t>
            </w:r>
          </w:p>
          <w:p w:rsidR="00863CFC" w:rsidRPr="00AA186B" w:rsidRDefault="00863CFC" w:rsidP="007312D7">
            <w:pPr>
              <w:shd w:val="clear" w:color="auto" w:fill="FFFFFF"/>
              <w:jc w:val="center"/>
              <w:rPr>
                <w:sz w:val="28"/>
              </w:rPr>
            </w:pPr>
            <w:r w:rsidRPr="00AA186B">
              <w:rPr>
                <w:sz w:val="28"/>
              </w:rPr>
              <w:t>-</w:t>
            </w:r>
          </w:p>
        </w:tc>
      </w:tr>
    </w:tbl>
    <w:p w:rsidR="00863CFC" w:rsidRPr="00AA186B" w:rsidRDefault="00863CFC" w:rsidP="002D3170">
      <w:pPr>
        <w:shd w:val="clear" w:color="auto" w:fill="FFFFFF"/>
        <w:ind w:firstLine="709"/>
        <w:jc w:val="both"/>
        <w:rPr>
          <w:sz w:val="28"/>
          <w:szCs w:val="20"/>
        </w:rPr>
      </w:pPr>
      <w:r w:rsidRPr="00AA186B">
        <w:rPr>
          <w:sz w:val="28"/>
          <w:szCs w:val="20"/>
        </w:rPr>
        <w:t>*В общем объеме получения кредитов возможно привлечение кредитов сроком до трех лет в сумме до 3 000 000 000 руб.</w:t>
      </w:r>
    </w:p>
    <w:p w:rsidR="00863CFC" w:rsidRPr="00AA186B" w:rsidRDefault="00863CFC" w:rsidP="002D3170">
      <w:pPr>
        <w:shd w:val="clear" w:color="auto" w:fill="FFFFFF"/>
        <w:ind w:firstLine="709"/>
        <w:jc w:val="both"/>
        <w:rPr>
          <w:sz w:val="28"/>
          <w:szCs w:val="20"/>
        </w:rPr>
      </w:pPr>
    </w:p>
    <w:p w:rsidR="00863CFC" w:rsidRPr="00AA186B" w:rsidRDefault="00863CFC" w:rsidP="002D3170">
      <w:pPr>
        <w:shd w:val="clear" w:color="auto" w:fill="FFFFFF"/>
        <w:ind w:firstLine="709"/>
        <w:jc w:val="both"/>
        <w:rPr>
          <w:sz w:val="28"/>
          <w:szCs w:val="20"/>
        </w:rPr>
      </w:pPr>
    </w:p>
    <w:p w:rsidR="00863CFC" w:rsidRPr="00AA186B" w:rsidRDefault="00863CFC" w:rsidP="002D3170">
      <w:pPr>
        <w:shd w:val="clear" w:color="auto" w:fill="FFFFFF"/>
        <w:jc w:val="center"/>
        <w:rPr>
          <w:b/>
          <w:i/>
          <w:sz w:val="28"/>
        </w:rPr>
      </w:pPr>
      <w:r w:rsidRPr="00AA186B">
        <w:rPr>
          <w:b/>
          <w:i/>
          <w:sz w:val="28"/>
        </w:rPr>
        <w:t xml:space="preserve">4. Объем государственного долга Ярославской области (прогноз)  </w:t>
      </w:r>
    </w:p>
    <w:p w:rsidR="00863CFC" w:rsidRPr="00AA186B" w:rsidRDefault="00863CFC" w:rsidP="002D3170">
      <w:pPr>
        <w:shd w:val="clear" w:color="auto" w:fill="FFFFFF"/>
        <w:jc w:val="center"/>
        <w:rPr>
          <w:b/>
          <w:i/>
          <w:sz w:val="28"/>
          <w:szCs w:val="20"/>
        </w:rPr>
      </w:pPr>
    </w:p>
    <w:p w:rsidR="00863CFC" w:rsidRPr="00AA186B" w:rsidRDefault="00863CFC" w:rsidP="002D3170">
      <w:pPr>
        <w:pStyle w:val="BodyText"/>
        <w:shd w:val="clear" w:color="auto" w:fill="FFFFFF"/>
        <w:ind w:right="0"/>
        <w:jc w:val="right"/>
      </w:pPr>
      <w:r w:rsidRPr="00AA186B">
        <w:t xml:space="preserve">( руб.) 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668"/>
        <w:gridCol w:w="1984"/>
        <w:gridCol w:w="2126"/>
        <w:gridCol w:w="1985"/>
        <w:gridCol w:w="1984"/>
      </w:tblGrid>
      <w:tr w:rsidR="00863CFC" w:rsidRPr="00AA186B" w:rsidTr="008F078A">
        <w:trPr>
          <w:trHeight w:val="176"/>
        </w:trPr>
        <w:tc>
          <w:tcPr>
            <w:tcW w:w="1668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63CFC" w:rsidRPr="00AA186B" w:rsidRDefault="00863CFC" w:rsidP="002D3170">
            <w:pPr>
              <w:shd w:val="clear" w:color="auto" w:fill="FFFFFF"/>
              <w:jc w:val="center"/>
              <w:rPr>
                <w:b/>
                <w:sz w:val="28"/>
                <w:szCs w:val="20"/>
              </w:rPr>
            </w:pPr>
            <w:r w:rsidRPr="00AA186B">
              <w:rPr>
                <w:b/>
                <w:sz w:val="28"/>
                <w:szCs w:val="20"/>
              </w:rPr>
              <w:t>Обяз</w:t>
            </w:r>
            <w:r w:rsidRPr="00AA186B">
              <w:rPr>
                <w:b/>
                <w:sz w:val="28"/>
                <w:szCs w:val="20"/>
              </w:rPr>
              <w:t>а</w:t>
            </w:r>
            <w:r w:rsidRPr="00AA186B">
              <w:rPr>
                <w:b/>
                <w:sz w:val="28"/>
                <w:szCs w:val="20"/>
              </w:rPr>
              <w:t>тельства</w:t>
            </w:r>
          </w:p>
        </w:tc>
        <w:tc>
          <w:tcPr>
            <w:tcW w:w="80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3CFC" w:rsidRPr="00AA186B" w:rsidRDefault="00863CFC" w:rsidP="002D3170">
            <w:pPr>
              <w:shd w:val="clear" w:color="auto" w:fill="FFFFFF"/>
              <w:jc w:val="center"/>
              <w:rPr>
                <w:b/>
                <w:sz w:val="28"/>
                <w:szCs w:val="20"/>
              </w:rPr>
            </w:pPr>
            <w:r w:rsidRPr="00AA186B">
              <w:rPr>
                <w:b/>
                <w:sz w:val="28"/>
              </w:rPr>
              <w:t>Объем долга</w:t>
            </w:r>
          </w:p>
        </w:tc>
      </w:tr>
      <w:tr w:rsidR="00863CFC" w:rsidRPr="00AA186B" w:rsidTr="008F078A">
        <w:trPr>
          <w:trHeight w:val="766"/>
        </w:trPr>
        <w:tc>
          <w:tcPr>
            <w:tcW w:w="1668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863CFC" w:rsidRPr="00AA186B" w:rsidRDefault="00863CFC" w:rsidP="002D3170">
            <w:pPr>
              <w:shd w:val="clear" w:color="auto" w:fill="FFFFFF"/>
              <w:jc w:val="center"/>
              <w:rPr>
                <w:b/>
                <w:sz w:val="28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CFC" w:rsidRPr="00AA186B" w:rsidRDefault="00863CFC" w:rsidP="002D3170">
            <w:pPr>
              <w:shd w:val="clear" w:color="auto" w:fill="FFFFFF"/>
              <w:jc w:val="center"/>
              <w:rPr>
                <w:b/>
                <w:sz w:val="28"/>
              </w:rPr>
            </w:pPr>
            <w:r w:rsidRPr="00AA186B">
              <w:rPr>
                <w:b/>
                <w:sz w:val="28"/>
              </w:rPr>
              <w:t>На</w:t>
            </w:r>
          </w:p>
          <w:p w:rsidR="00863CFC" w:rsidRPr="00AA186B" w:rsidRDefault="00863CFC" w:rsidP="006B7211">
            <w:pPr>
              <w:shd w:val="clear" w:color="auto" w:fill="FFFFFF"/>
              <w:jc w:val="center"/>
              <w:rPr>
                <w:b/>
                <w:sz w:val="28"/>
              </w:rPr>
            </w:pPr>
            <w:r w:rsidRPr="00AA186B">
              <w:rPr>
                <w:b/>
                <w:sz w:val="28"/>
              </w:rPr>
              <w:t>01.01.20</w:t>
            </w:r>
            <w:r w:rsidRPr="00AA186B">
              <w:rPr>
                <w:b/>
                <w:sz w:val="28"/>
                <w:lang w:val="en-US"/>
              </w:rPr>
              <w:t>1</w:t>
            </w:r>
            <w:r w:rsidRPr="00AA186B">
              <w:rPr>
                <w:b/>
                <w:sz w:val="28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CFC" w:rsidRPr="00AA186B" w:rsidRDefault="00863CFC" w:rsidP="002D3170">
            <w:pPr>
              <w:shd w:val="clear" w:color="auto" w:fill="FFFFFF"/>
              <w:jc w:val="center"/>
              <w:rPr>
                <w:b/>
                <w:sz w:val="28"/>
              </w:rPr>
            </w:pPr>
            <w:r w:rsidRPr="00AA186B">
              <w:rPr>
                <w:b/>
                <w:sz w:val="28"/>
              </w:rPr>
              <w:t>На</w:t>
            </w:r>
          </w:p>
          <w:p w:rsidR="00863CFC" w:rsidRPr="00AA186B" w:rsidRDefault="00863CFC" w:rsidP="00CD5E08">
            <w:pPr>
              <w:shd w:val="clear" w:color="auto" w:fill="FFFFFF"/>
              <w:jc w:val="center"/>
              <w:rPr>
                <w:b/>
                <w:sz w:val="28"/>
                <w:lang w:val="en-US"/>
              </w:rPr>
            </w:pPr>
            <w:r w:rsidRPr="00AA186B">
              <w:rPr>
                <w:b/>
                <w:sz w:val="28"/>
              </w:rPr>
              <w:t>01.01.2014</w:t>
            </w:r>
          </w:p>
          <w:p w:rsidR="00863CFC" w:rsidRPr="00AA186B" w:rsidRDefault="00863CFC" w:rsidP="00CD5E08">
            <w:pPr>
              <w:shd w:val="clear" w:color="auto" w:fill="FFFFFF"/>
              <w:jc w:val="center"/>
              <w:rPr>
                <w:b/>
                <w:sz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CFC" w:rsidRPr="00AA186B" w:rsidRDefault="00863CFC" w:rsidP="002D3170">
            <w:pPr>
              <w:shd w:val="clear" w:color="auto" w:fill="FFFFFF"/>
              <w:jc w:val="center"/>
              <w:rPr>
                <w:b/>
                <w:sz w:val="28"/>
              </w:rPr>
            </w:pPr>
            <w:r w:rsidRPr="00AA186B">
              <w:rPr>
                <w:b/>
                <w:sz w:val="28"/>
              </w:rPr>
              <w:t>На</w:t>
            </w:r>
          </w:p>
          <w:p w:rsidR="00863CFC" w:rsidRPr="00AA186B" w:rsidRDefault="00863CFC" w:rsidP="00CD5E08">
            <w:pPr>
              <w:shd w:val="clear" w:color="auto" w:fill="FFFFFF"/>
              <w:jc w:val="center"/>
              <w:rPr>
                <w:b/>
                <w:sz w:val="28"/>
              </w:rPr>
            </w:pPr>
            <w:r w:rsidRPr="00AA186B">
              <w:rPr>
                <w:b/>
                <w:sz w:val="28"/>
              </w:rPr>
              <w:t>01.01.2015</w:t>
            </w:r>
          </w:p>
          <w:p w:rsidR="00863CFC" w:rsidRPr="00AA186B" w:rsidRDefault="00863CFC" w:rsidP="00CD5E08">
            <w:pPr>
              <w:shd w:val="clear" w:color="auto" w:fill="FFFFFF"/>
              <w:jc w:val="center"/>
              <w:rPr>
                <w:b/>
                <w:sz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3CFC" w:rsidRPr="00AA186B" w:rsidRDefault="00863CFC" w:rsidP="002D3170">
            <w:pPr>
              <w:shd w:val="clear" w:color="auto" w:fill="FFFFFF"/>
              <w:jc w:val="center"/>
              <w:rPr>
                <w:b/>
                <w:sz w:val="28"/>
              </w:rPr>
            </w:pPr>
            <w:r w:rsidRPr="00AA186B">
              <w:rPr>
                <w:b/>
                <w:sz w:val="28"/>
              </w:rPr>
              <w:t>На</w:t>
            </w:r>
          </w:p>
          <w:p w:rsidR="00863CFC" w:rsidRPr="00AA186B" w:rsidRDefault="00863CFC" w:rsidP="00CD5E08">
            <w:pPr>
              <w:shd w:val="clear" w:color="auto" w:fill="FFFFFF"/>
              <w:jc w:val="center"/>
              <w:rPr>
                <w:b/>
                <w:sz w:val="28"/>
              </w:rPr>
            </w:pPr>
            <w:r w:rsidRPr="00AA186B">
              <w:rPr>
                <w:b/>
                <w:sz w:val="28"/>
              </w:rPr>
              <w:t>01.01.2016</w:t>
            </w:r>
          </w:p>
          <w:p w:rsidR="00863CFC" w:rsidRPr="00AA186B" w:rsidRDefault="00863CFC" w:rsidP="00CD5E08">
            <w:pPr>
              <w:shd w:val="clear" w:color="auto" w:fill="FFFFFF"/>
              <w:jc w:val="center"/>
              <w:rPr>
                <w:b/>
                <w:sz w:val="28"/>
              </w:rPr>
            </w:pPr>
          </w:p>
        </w:tc>
      </w:tr>
      <w:tr w:rsidR="00863CFC" w:rsidRPr="00AA186B" w:rsidTr="008F078A">
        <w:trPr>
          <w:trHeight w:val="325"/>
        </w:trPr>
        <w:tc>
          <w:tcPr>
            <w:tcW w:w="16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CFC" w:rsidRPr="00AA186B" w:rsidRDefault="00863CFC" w:rsidP="002D3170">
            <w:pPr>
              <w:shd w:val="clear" w:color="auto" w:fill="FFFFFF"/>
              <w:rPr>
                <w:sz w:val="28"/>
                <w:szCs w:val="20"/>
              </w:rPr>
            </w:pPr>
            <w:r w:rsidRPr="00AA186B">
              <w:rPr>
                <w:sz w:val="28"/>
              </w:rPr>
              <w:t>Кредиты кредитных организ</w:t>
            </w:r>
            <w:r w:rsidRPr="00AA186B">
              <w:rPr>
                <w:sz w:val="28"/>
              </w:rPr>
              <w:t>а</w:t>
            </w:r>
            <w:r w:rsidRPr="00AA186B">
              <w:rPr>
                <w:sz w:val="28"/>
              </w:rPr>
              <w:t>ций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CFC" w:rsidRPr="00AA186B" w:rsidRDefault="00863CFC" w:rsidP="001426D5">
            <w:pPr>
              <w:shd w:val="clear" w:color="auto" w:fill="FFFFFF"/>
              <w:jc w:val="right"/>
              <w:rPr>
                <w:sz w:val="28"/>
                <w:szCs w:val="20"/>
              </w:rPr>
            </w:pPr>
          </w:p>
          <w:p w:rsidR="00863CFC" w:rsidRPr="00AA186B" w:rsidRDefault="00863CFC" w:rsidP="001426D5">
            <w:pPr>
              <w:shd w:val="clear" w:color="auto" w:fill="FFFFFF"/>
              <w:jc w:val="right"/>
              <w:rPr>
                <w:sz w:val="28"/>
                <w:szCs w:val="20"/>
              </w:rPr>
            </w:pPr>
            <w:r w:rsidRPr="00AA186B">
              <w:rPr>
                <w:sz w:val="28"/>
                <w:szCs w:val="20"/>
                <w:lang w:val="en-US"/>
              </w:rPr>
              <w:t>7 650</w:t>
            </w:r>
            <w:r w:rsidRPr="00AA186B">
              <w:rPr>
                <w:sz w:val="28"/>
                <w:szCs w:val="20"/>
              </w:rPr>
              <w:t> 000 000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CFC" w:rsidRPr="00AA186B" w:rsidRDefault="00863CFC" w:rsidP="001426D5">
            <w:pPr>
              <w:shd w:val="clear" w:color="auto" w:fill="FFFFFF"/>
              <w:jc w:val="right"/>
              <w:rPr>
                <w:sz w:val="28"/>
                <w:szCs w:val="20"/>
              </w:rPr>
            </w:pPr>
          </w:p>
          <w:p w:rsidR="00863CFC" w:rsidRPr="00AA186B" w:rsidRDefault="00863CFC" w:rsidP="001426D5">
            <w:pPr>
              <w:shd w:val="clear" w:color="auto" w:fill="FFFFFF"/>
              <w:jc w:val="right"/>
              <w:rPr>
                <w:sz w:val="28"/>
                <w:szCs w:val="20"/>
              </w:rPr>
            </w:pPr>
            <w:r w:rsidRPr="00AA186B">
              <w:rPr>
                <w:sz w:val="28"/>
                <w:szCs w:val="20"/>
                <w:lang w:val="en-US"/>
              </w:rPr>
              <w:t>11</w:t>
            </w:r>
            <w:r w:rsidRPr="00AA186B">
              <w:rPr>
                <w:sz w:val="28"/>
                <w:szCs w:val="20"/>
              </w:rPr>
              <w:t> 2</w:t>
            </w:r>
            <w:r w:rsidRPr="00AA186B">
              <w:rPr>
                <w:sz w:val="28"/>
                <w:szCs w:val="20"/>
                <w:lang w:val="en-US"/>
              </w:rPr>
              <w:t>90</w:t>
            </w:r>
            <w:r w:rsidRPr="00AA186B">
              <w:rPr>
                <w:sz w:val="28"/>
                <w:szCs w:val="20"/>
              </w:rPr>
              <w:t> </w:t>
            </w:r>
            <w:r w:rsidRPr="00AA186B">
              <w:rPr>
                <w:sz w:val="28"/>
                <w:szCs w:val="20"/>
                <w:lang w:val="en-US"/>
              </w:rPr>
              <w:t>120</w:t>
            </w:r>
            <w:r w:rsidRPr="00AA186B">
              <w:rPr>
                <w:sz w:val="28"/>
                <w:szCs w:val="20"/>
              </w:rPr>
              <w:t xml:space="preserve"> </w:t>
            </w:r>
            <w:r w:rsidRPr="00AA186B">
              <w:rPr>
                <w:sz w:val="28"/>
                <w:szCs w:val="20"/>
                <w:lang w:val="en-US"/>
              </w:rPr>
              <w:t>893</w:t>
            </w:r>
            <w:r w:rsidRPr="00AA186B">
              <w:rPr>
                <w:sz w:val="28"/>
                <w:szCs w:val="20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CFC" w:rsidRPr="00AA186B" w:rsidRDefault="00863CFC" w:rsidP="001426D5">
            <w:pPr>
              <w:shd w:val="clear" w:color="auto" w:fill="FFFFFF"/>
              <w:jc w:val="right"/>
              <w:rPr>
                <w:sz w:val="28"/>
                <w:szCs w:val="20"/>
              </w:rPr>
            </w:pPr>
          </w:p>
          <w:p w:rsidR="00863CFC" w:rsidRPr="00AA186B" w:rsidRDefault="00863CFC" w:rsidP="001426D5">
            <w:pPr>
              <w:shd w:val="clear" w:color="auto" w:fill="FFFFFF"/>
              <w:jc w:val="right"/>
              <w:rPr>
                <w:sz w:val="28"/>
                <w:szCs w:val="20"/>
                <w:lang w:val="en-US"/>
              </w:rPr>
            </w:pPr>
            <w:r w:rsidRPr="00AA186B">
              <w:rPr>
                <w:sz w:val="28"/>
                <w:szCs w:val="20"/>
                <w:lang w:val="en-US"/>
              </w:rPr>
              <w:t>14 937 682 217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3CFC" w:rsidRPr="00AA186B" w:rsidRDefault="00863CFC" w:rsidP="001426D5">
            <w:pPr>
              <w:shd w:val="clear" w:color="auto" w:fill="FFFFFF"/>
              <w:jc w:val="right"/>
              <w:rPr>
                <w:sz w:val="28"/>
                <w:szCs w:val="20"/>
              </w:rPr>
            </w:pPr>
          </w:p>
          <w:p w:rsidR="00863CFC" w:rsidRPr="00AA186B" w:rsidRDefault="00863CFC" w:rsidP="001426D5">
            <w:pPr>
              <w:shd w:val="clear" w:color="auto" w:fill="FFFFFF"/>
              <w:jc w:val="right"/>
              <w:rPr>
                <w:sz w:val="28"/>
                <w:szCs w:val="20"/>
                <w:lang w:val="en-US"/>
              </w:rPr>
            </w:pPr>
            <w:r w:rsidRPr="00AA186B">
              <w:rPr>
                <w:sz w:val="28"/>
                <w:szCs w:val="20"/>
                <w:lang w:val="en-US"/>
              </w:rPr>
              <w:t>17 780 498 680</w:t>
            </w:r>
          </w:p>
        </w:tc>
      </w:tr>
      <w:tr w:rsidR="00863CFC" w:rsidRPr="00AA186B" w:rsidTr="008F078A">
        <w:trPr>
          <w:trHeight w:val="343"/>
        </w:trPr>
        <w:tc>
          <w:tcPr>
            <w:tcW w:w="16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CFC" w:rsidRPr="00AA186B" w:rsidRDefault="00863CFC" w:rsidP="002D3170">
            <w:pPr>
              <w:shd w:val="clear" w:color="auto" w:fill="FFFFFF"/>
              <w:rPr>
                <w:sz w:val="28"/>
              </w:rPr>
            </w:pPr>
            <w:r w:rsidRPr="00AA186B">
              <w:rPr>
                <w:sz w:val="28"/>
              </w:rPr>
              <w:t>Государс</w:t>
            </w:r>
            <w:r w:rsidRPr="00AA186B">
              <w:rPr>
                <w:sz w:val="28"/>
              </w:rPr>
              <w:t>т</w:t>
            </w:r>
            <w:r w:rsidRPr="00AA186B">
              <w:rPr>
                <w:sz w:val="28"/>
              </w:rPr>
              <w:t xml:space="preserve">венные ценные  </w:t>
            </w:r>
          </w:p>
          <w:p w:rsidR="00863CFC" w:rsidRPr="00AA186B" w:rsidRDefault="00863CFC" w:rsidP="002D3170">
            <w:pPr>
              <w:shd w:val="clear" w:color="auto" w:fill="FFFFFF"/>
              <w:rPr>
                <w:sz w:val="28"/>
              </w:rPr>
            </w:pPr>
            <w:r w:rsidRPr="00AA186B">
              <w:rPr>
                <w:sz w:val="28"/>
              </w:rPr>
              <w:t xml:space="preserve">бумаги  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CFC" w:rsidRPr="00AA186B" w:rsidRDefault="00863CFC" w:rsidP="001426D5">
            <w:pPr>
              <w:shd w:val="clear" w:color="auto" w:fill="FFFFFF"/>
              <w:jc w:val="right"/>
              <w:rPr>
                <w:sz w:val="28"/>
                <w:szCs w:val="20"/>
              </w:rPr>
            </w:pPr>
          </w:p>
          <w:p w:rsidR="00863CFC" w:rsidRPr="00AA186B" w:rsidRDefault="00863CFC" w:rsidP="001426D5">
            <w:pPr>
              <w:shd w:val="clear" w:color="auto" w:fill="FFFFFF"/>
              <w:jc w:val="right"/>
              <w:rPr>
                <w:sz w:val="28"/>
                <w:szCs w:val="20"/>
              </w:rPr>
            </w:pPr>
            <w:r w:rsidRPr="00AA186B">
              <w:rPr>
                <w:sz w:val="28"/>
                <w:szCs w:val="20"/>
              </w:rPr>
              <w:t>7 950 000 000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CFC" w:rsidRPr="00AA186B" w:rsidRDefault="00863CFC" w:rsidP="001426D5">
            <w:pPr>
              <w:shd w:val="clear" w:color="auto" w:fill="FFFFFF"/>
              <w:jc w:val="right"/>
              <w:rPr>
                <w:sz w:val="28"/>
                <w:szCs w:val="20"/>
              </w:rPr>
            </w:pPr>
          </w:p>
          <w:p w:rsidR="00863CFC" w:rsidRPr="00AA186B" w:rsidRDefault="00863CFC" w:rsidP="001426D5">
            <w:pPr>
              <w:shd w:val="clear" w:color="auto" w:fill="FFFFFF"/>
              <w:jc w:val="right"/>
              <w:rPr>
                <w:sz w:val="28"/>
                <w:szCs w:val="20"/>
              </w:rPr>
            </w:pPr>
            <w:r w:rsidRPr="00AA186B">
              <w:rPr>
                <w:sz w:val="28"/>
                <w:szCs w:val="20"/>
                <w:lang w:val="en-US"/>
              </w:rPr>
              <w:t>9</w:t>
            </w:r>
            <w:r w:rsidRPr="00AA186B">
              <w:rPr>
                <w:sz w:val="28"/>
                <w:szCs w:val="20"/>
              </w:rPr>
              <w:t xml:space="preserve"> 950 000 000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CFC" w:rsidRPr="00AA186B" w:rsidRDefault="00863CFC" w:rsidP="001426D5">
            <w:pPr>
              <w:shd w:val="clear" w:color="auto" w:fill="FFFFFF"/>
              <w:jc w:val="right"/>
              <w:rPr>
                <w:sz w:val="28"/>
                <w:szCs w:val="20"/>
              </w:rPr>
            </w:pPr>
          </w:p>
          <w:p w:rsidR="00863CFC" w:rsidRPr="00AA186B" w:rsidRDefault="00863CFC" w:rsidP="001426D5">
            <w:pPr>
              <w:shd w:val="clear" w:color="auto" w:fill="FFFFFF"/>
              <w:jc w:val="right"/>
              <w:rPr>
                <w:sz w:val="28"/>
                <w:szCs w:val="20"/>
              </w:rPr>
            </w:pPr>
            <w:r w:rsidRPr="00AA186B">
              <w:rPr>
                <w:sz w:val="28"/>
                <w:szCs w:val="20"/>
                <w:lang w:val="en-US"/>
              </w:rPr>
              <w:t>12</w:t>
            </w:r>
            <w:r w:rsidRPr="00AA186B">
              <w:rPr>
                <w:sz w:val="28"/>
                <w:szCs w:val="20"/>
              </w:rPr>
              <w:t> </w:t>
            </w:r>
            <w:r w:rsidRPr="00AA186B">
              <w:rPr>
                <w:sz w:val="28"/>
                <w:szCs w:val="20"/>
                <w:lang w:val="en-US"/>
              </w:rPr>
              <w:t>10</w:t>
            </w:r>
            <w:r w:rsidRPr="00AA186B">
              <w:rPr>
                <w:sz w:val="28"/>
                <w:szCs w:val="20"/>
              </w:rPr>
              <w:t>0 000 000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3CFC" w:rsidRPr="00AA186B" w:rsidRDefault="00863CFC" w:rsidP="001426D5">
            <w:pPr>
              <w:shd w:val="clear" w:color="auto" w:fill="FFFFFF"/>
              <w:jc w:val="right"/>
              <w:rPr>
                <w:sz w:val="28"/>
                <w:szCs w:val="20"/>
              </w:rPr>
            </w:pPr>
          </w:p>
          <w:p w:rsidR="00863CFC" w:rsidRPr="00AA186B" w:rsidRDefault="00863CFC" w:rsidP="001426D5">
            <w:pPr>
              <w:shd w:val="clear" w:color="auto" w:fill="FFFFFF"/>
              <w:jc w:val="right"/>
              <w:rPr>
                <w:sz w:val="28"/>
                <w:szCs w:val="20"/>
                <w:lang w:val="en-US"/>
              </w:rPr>
            </w:pPr>
            <w:r w:rsidRPr="00AA186B">
              <w:rPr>
                <w:sz w:val="28"/>
                <w:szCs w:val="20"/>
                <w:lang w:val="en-US"/>
              </w:rPr>
              <w:t>15</w:t>
            </w:r>
            <w:r w:rsidRPr="00AA186B">
              <w:rPr>
                <w:sz w:val="28"/>
                <w:szCs w:val="20"/>
              </w:rPr>
              <w:t xml:space="preserve"> 000 000 000</w:t>
            </w:r>
          </w:p>
        </w:tc>
      </w:tr>
      <w:tr w:rsidR="00863CFC" w:rsidRPr="00AA186B" w:rsidTr="008F078A">
        <w:trPr>
          <w:trHeight w:val="680"/>
        </w:trPr>
        <w:tc>
          <w:tcPr>
            <w:tcW w:w="16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CFC" w:rsidRPr="00AA186B" w:rsidRDefault="00863CFC" w:rsidP="00BE1023">
            <w:pPr>
              <w:shd w:val="clear" w:color="auto" w:fill="FFFFFF"/>
              <w:rPr>
                <w:sz w:val="28"/>
              </w:rPr>
            </w:pPr>
            <w:r w:rsidRPr="00AA186B">
              <w:rPr>
                <w:sz w:val="28"/>
              </w:rPr>
              <w:t>Бюджетные кредиты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CFC" w:rsidRPr="00AA186B" w:rsidRDefault="00863CFC" w:rsidP="001426D5">
            <w:pPr>
              <w:shd w:val="clear" w:color="auto" w:fill="FFFFFF"/>
              <w:jc w:val="right"/>
              <w:rPr>
                <w:sz w:val="28"/>
                <w:szCs w:val="20"/>
              </w:rPr>
            </w:pPr>
            <w:r w:rsidRPr="00AA186B">
              <w:rPr>
                <w:sz w:val="28"/>
                <w:szCs w:val="20"/>
              </w:rPr>
              <w:t>788 921 000</w:t>
            </w:r>
          </w:p>
          <w:p w:rsidR="00863CFC" w:rsidRPr="00AA186B" w:rsidRDefault="00863CFC" w:rsidP="001426D5">
            <w:pPr>
              <w:shd w:val="clear" w:color="auto" w:fill="FFFFFF"/>
              <w:jc w:val="right"/>
              <w:rPr>
                <w:sz w:val="28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CFC" w:rsidRPr="00AA186B" w:rsidRDefault="00863CFC" w:rsidP="001426D5">
            <w:pPr>
              <w:shd w:val="clear" w:color="auto" w:fill="FFFFFF"/>
              <w:jc w:val="right"/>
              <w:rPr>
                <w:sz w:val="28"/>
                <w:szCs w:val="20"/>
              </w:rPr>
            </w:pPr>
            <w:r w:rsidRPr="00AA186B">
              <w:rPr>
                <w:sz w:val="28"/>
                <w:szCs w:val="20"/>
                <w:lang w:val="en-US"/>
              </w:rPr>
              <w:t>280 841</w:t>
            </w:r>
            <w:r w:rsidRPr="00AA186B">
              <w:rPr>
                <w:sz w:val="28"/>
                <w:szCs w:val="20"/>
              </w:rPr>
              <w:t xml:space="preserve"> 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CFC" w:rsidRPr="00AA186B" w:rsidRDefault="00863CFC" w:rsidP="001426D5">
            <w:pPr>
              <w:shd w:val="clear" w:color="auto" w:fill="FFFFFF"/>
              <w:jc w:val="right"/>
              <w:rPr>
                <w:sz w:val="28"/>
                <w:szCs w:val="20"/>
              </w:rPr>
            </w:pPr>
            <w:r w:rsidRPr="00AA186B">
              <w:rPr>
                <w:sz w:val="28"/>
                <w:szCs w:val="20"/>
                <w:lang w:val="en-US"/>
              </w:rPr>
              <w:t>255 768</w:t>
            </w:r>
            <w:r w:rsidRPr="00AA186B">
              <w:rPr>
                <w:sz w:val="28"/>
                <w:szCs w:val="20"/>
              </w:rPr>
              <w:t xml:space="preserve"> </w:t>
            </w:r>
            <w:r w:rsidRPr="00AA186B">
              <w:rPr>
                <w:sz w:val="28"/>
                <w:szCs w:val="20"/>
                <w:lang w:val="en-US"/>
              </w:rPr>
              <w:t>6</w:t>
            </w:r>
            <w:r w:rsidRPr="00AA186B">
              <w:rPr>
                <w:sz w:val="28"/>
                <w:szCs w:val="20"/>
              </w:rPr>
              <w:t>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3CFC" w:rsidRPr="00AA186B" w:rsidRDefault="00863CFC" w:rsidP="001426D5">
            <w:pPr>
              <w:shd w:val="clear" w:color="auto" w:fill="FFFFFF"/>
              <w:jc w:val="right"/>
              <w:rPr>
                <w:sz w:val="28"/>
                <w:szCs w:val="20"/>
              </w:rPr>
            </w:pPr>
            <w:r w:rsidRPr="00AA186B">
              <w:rPr>
                <w:sz w:val="28"/>
                <w:szCs w:val="20"/>
              </w:rPr>
              <w:t>0</w:t>
            </w:r>
          </w:p>
        </w:tc>
      </w:tr>
      <w:tr w:rsidR="00863CFC" w:rsidRPr="00AA186B" w:rsidTr="008F078A">
        <w:trPr>
          <w:trHeight w:val="1363"/>
        </w:trPr>
        <w:tc>
          <w:tcPr>
            <w:tcW w:w="16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CFC" w:rsidRPr="00AA186B" w:rsidRDefault="00863CFC" w:rsidP="007312D7">
            <w:pPr>
              <w:shd w:val="clear" w:color="auto" w:fill="FFFFFF"/>
              <w:rPr>
                <w:sz w:val="28"/>
              </w:rPr>
            </w:pPr>
            <w:r w:rsidRPr="00AA186B">
              <w:rPr>
                <w:sz w:val="28"/>
              </w:rPr>
              <w:t>Итого пр</w:t>
            </w:r>
            <w:r w:rsidRPr="00AA186B">
              <w:rPr>
                <w:sz w:val="28"/>
              </w:rPr>
              <w:t>я</w:t>
            </w:r>
            <w:r w:rsidRPr="00AA186B">
              <w:rPr>
                <w:sz w:val="28"/>
              </w:rPr>
              <w:t>мые долг</w:t>
            </w:r>
            <w:r w:rsidRPr="00AA186B">
              <w:rPr>
                <w:sz w:val="28"/>
              </w:rPr>
              <w:t>о</w:t>
            </w:r>
            <w:r w:rsidRPr="00AA186B">
              <w:rPr>
                <w:sz w:val="28"/>
              </w:rPr>
              <w:t>вые обяз</w:t>
            </w:r>
            <w:r w:rsidRPr="00AA186B">
              <w:rPr>
                <w:sz w:val="28"/>
              </w:rPr>
              <w:t>а</w:t>
            </w:r>
            <w:r w:rsidRPr="00AA186B">
              <w:rPr>
                <w:sz w:val="28"/>
              </w:rPr>
              <w:t xml:space="preserve">тельства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CFC" w:rsidRPr="00AA186B" w:rsidRDefault="00863CFC" w:rsidP="001426D5">
            <w:pPr>
              <w:shd w:val="clear" w:color="auto" w:fill="FFFFFF"/>
              <w:jc w:val="right"/>
              <w:rPr>
                <w:sz w:val="28"/>
                <w:szCs w:val="20"/>
              </w:rPr>
            </w:pPr>
          </w:p>
          <w:p w:rsidR="00863CFC" w:rsidRPr="00AA186B" w:rsidRDefault="00863CFC" w:rsidP="001426D5">
            <w:pPr>
              <w:shd w:val="clear" w:color="auto" w:fill="FFFFFF"/>
              <w:jc w:val="right"/>
              <w:rPr>
                <w:sz w:val="28"/>
                <w:szCs w:val="20"/>
              </w:rPr>
            </w:pPr>
          </w:p>
          <w:p w:rsidR="00863CFC" w:rsidRPr="00AA186B" w:rsidRDefault="00863CFC" w:rsidP="001426D5">
            <w:pPr>
              <w:shd w:val="clear" w:color="auto" w:fill="FFFFFF"/>
              <w:jc w:val="right"/>
              <w:rPr>
                <w:sz w:val="28"/>
                <w:szCs w:val="20"/>
                <w:lang w:val="en-US"/>
              </w:rPr>
            </w:pPr>
            <w:r w:rsidRPr="00AA186B">
              <w:rPr>
                <w:sz w:val="28"/>
                <w:szCs w:val="20"/>
                <w:lang w:val="en-US"/>
              </w:rPr>
              <w:t>16 388 921 000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CFC" w:rsidRPr="00AA186B" w:rsidRDefault="00863CFC" w:rsidP="001426D5">
            <w:pPr>
              <w:shd w:val="clear" w:color="auto" w:fill="FFFFFF"/>
              <w:jc w:val="right"/>
              <w:rPr>
                <w:sz w:val="28"/>
                <w:szCs w:val="20"/>
              </w:rPr>
            </w:pPr>
          </w:p>
          <w:p w:rsidR="00863CFC" w:rsidRPr="00AA186B" w:rsidRDefault="00863CFC" w:rsidP="001426D5">
            <w:pPr>
              <w:shd w:val="clear" w:color="auto" w:fill="FFFFFF"/>
              <w:jc w:val="right"/>
              <w:rPr>
                <w:sz w:val="28"/>
                <w:szCs w:val="20"/>
              </w:rPr>
            </w:pPr>
          </w:p>
          <w:p w:rsidR="00863CFC" w:rsidRPr="00AA186B" w:rsidRDefault="00863CFC" w:rsidP="001426D5">
            <w:pPr>
              <w:shd w:val="clear" w:color="auto" w:fill="FFFFFF"/>
              <w:jc w:val="right"/>
              <w:rPr>
                <w:sz w:val="28"/>
                <w:szCs w:val="20"/>
                <w:lang w:val="en-US"/>
              </w:rPr>
            </w:pPr>
            <w:r w:rsidRPr="00AA186B">
              <w:rPr>
                <w:sz w:val="28"/>
                <w:szCs w:val="20"/>
                <w:lang w:val="en-US"/>
              </w:rPr>
              <w:t>21</w:t>
            </w:r>
            <w:r w:rsidRPr="00AA186B">
              <w:rPr>
                <w:sz w:val="28"/>
                <w:szCs w:val="20"/>
              </w:rPr>
              <w:t> 5</w:t>
            </w:r>
            <w:r w:rsidRPr="00AA186B">
              <w:rPr>
                <w:sz w:val="28"/>
                <w:szCs w:val="20"/>
                <w:lang w:val="en-US"/>
              </w:rPr>
              <w:t>20</w:t>
            </w:r>
            <w:r w:rsidRPr="00AA186B">
              <w:rPr>
                <w:sz w:val="28"/>
                <w:szCs w:val="20"/>
              </w:rPr>
              <w:t> </w:t>
            </w:r>
            <w:r w:rsidRPr="00AA186B">
              <w:rPr>
                <w:sz w:val="28"/>
                <w:szCs w:val="20"/>
                <w:lang w:val="en-US"/>
              </w:rPr>
              <w:t>961</w:t>
            </w:r>
            <w:r w:rsidRPr="00AA186B">
              <w:rPr>
                <w:sz w:val="28"/>
                <w:szCs w:val="20"/>
              </w:rPr>
              <w:t xml:space="preserve"> </w:t>
            </w:r>
            <w:r w:rsidRPr="00AA186B">
              <w:rPr>
                <w:sz w:val="28"/>
                <w:szCs w:val="20"/>
                <w:lang w:val="en-US"/>
              </w:rPr>
              <w:t>893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CFC" w:rsidRPr="00AA186B" w:rsidRDefault="00863CFC" w:rsidP="001426D5">
            <w:pPr>
              <w:shd w:val="clear" w:color="auto" w:fill="FFFFFF"/>
              <w:jc w:val="right"/>
              <w:rPr>
                <w:sz w:val="28"/>
                <w:szCs w:val="20"/>
              </w:rPr>
            </w:pPr>
          </w:p>
          <w:p w:rsidR="00863CFC" w:rsidRPr="00AA186B" w:rsidRDefault="00863CFC" w:rsidP="001426D5">
            <w:pPr>
              <w:shd w:val="clear" w:color="auto" w:fill="FFFFFF"/>
              <w:jc w:val="right"/>
              <w:rPr>
                <w:sz w:val="28"/>
                <w:szCs w:val="20"/>
              </w:rPr>
            </w:pPr>
          </w:p>
          <w:p w:rsidR="00863CFC" w:rsidRPr="00AA186B" w:rsidRDefault="00863CFC" w:rsidP="001426D5">
            <w:pPr>
              <w:shd w:val="clear" w:color="auto" w:fill="FFFFFF"/>
              <w:jc w:val="right"/>
              <w:rPr>
                <w:sz w:val="28"/>
                <w:szCs w:val="20"/>
                <w:lang w:val="en-US"/>
              </w:rPr>
            </w:pPr>
            <w:r w:rsidRPr="00AA186B">
              <w:rPr>
                <w:sz w:val="28"/>
                <w:szCs w:val="20"/>
                <w:lang w:val="en-US"/>
              </w:rPr>
              <w:t>27</w:t>
            </w:r>
            <w:r w:rsidRPr="00AA186B">
              <w:rPr>
                <w:sz w:val="28"/>
                <w:szCs w:val="20"/>
              </w:rPr>
              <w:t> </w:t>
            </w:r>
            <w:r w:rsidRPr="00AA186B">
              <w:rPr>
                <w:sz w:val="28"/>
                <w:szCs w:val="20"/>
                <w:lang w:val="en-US"/>
              </w:rPr>
              <w:t>293</w:t>
            </w:r>
            <w:r w:rsidRPr="00AA186B">
              <w:rPr>
                <w:sz w:val="28"/>
                <w:szCs w:val="20"/>
              </w:rPr>
              <w:t xml:space="preserve"> </w:t>
            </w:r>
            <w:r w:rsidRPr="00AA186B">
              <w:rPr>
                <w:sz w:val="28"/>
                <w:szCs w:val="20"/>
                <w:lang w:val="en-US"/>
              </w:rPr>
              <w:t>4</w:t>
            </w:r>
            <w:r w:rsidRPr="00AA186B">
              <w:rPr>
                <w:sz w:val="28"/>
                <w:szCs w:val="20"/>
              </w:rPr>
              <w:t>5</w:t>
            </w:r>
            <w:r w:rsidRPr="00AA186B">
              <w:rPr>
                <w:sz w:val="28"/>
                <w:szCs w:val="20"/>
                <w:lang w:val="en-US"/>
              </w:rPr>
              <w:t>0</w:t>
            </w:r>
            <w:r w:rsidRPr="00AA186B">
              <w:rPr>
                <w:sz w:val="28"/>
                <w:szCs w:val="20"/>
              </w:rPr>
              <w:t> </w:t>
            </w:r>
            <w:r w:rsidRPr="00AA186B">
              <w:rPr>
                <w:sz w:val="28"/>
                <w:szCs w:val="20"/>
                <w:lang w:val="en-US"/>
              </w:rPr>
              <w:t>81</w:t>
            </w:r>
            <w:r w:rsidRPr="00AA186B">
              <w:rPr>
                <w:sz w:val="28"/>
                <w:szCs w:val="20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3CFC" w:rsidRPr="00AA186B" w:rsidRDefault="00863CFC" w:rsidP="001426D5">
            <w:pPr>
              <w:shd w:val="clear" w:color="auto" w:fill="FFFFFF"/>
              <w:jc w:val="right"/>
              <w:rPr>
                <w:sz w:val="28"/>
                <w:szCs w:val="20"/>
              </w:rPr>
            </w:pPr>
          </w:p>
          <w:p w:rsidR="00863CFC" w:rsidRPr="00AA186B" w:rsidRDefault="00863CFC" w:rsidP="001426D5">
            <w:pPr>
              <w:shd w:val="clear" w:color="auto" w:fill="FFFFFF"/>
              <w:jc w:val="right"/>
              <w:rPr>
                <w:sz w:val="28"/>
                <w:szCs w:val="20"/>
              </w:rPr>
            </w:pPr>
          </w:p>
          <w:p w:rsidR="00863CFC" w:rsidRPr="00AA186B" w:rsidRDefault="00863CFC" w:rsidP="001426D5">
            <w:pPr>
              <w:shd w:val="clear" w:color="auto" w:fill="FFFFFF"/>
              <w:jc w:val="right"/>
              <w:rPr>
                <w:sz w:val="28"/>
                <w:szCs w:val="20"/>
                <w:lang w:val="en-US"/>
              </w:rPr>
            </w:pPr>
            <w:r w:rsidRPr="00AA186B">
              <w:rPr>
                <w:sz w:val="28"/>
                <w:szCs w:val="20"/>
                <w:lang w:val="en-US"/>
              </w:rPr>
              <w:t>32</w:t>
            </w:r>
            <w:r w:rsidRPr="00AA186B">
              <w:rPr>
                <w:sz w:val="28"/>
                <w:szCs w:val="20"/>
              </w:rPr>
              <w:t> </w:t>
            </w:r>
            <w:r w:rsidRPr="00AA186B">
              <w:rPr>
                <w:sz w:val="28"/>
                <w:szCs w:val="20"/>
                <w:lang w:val="en-US"/>
              </w:rPr>
              <w:t>780</w:t>
            </w:r>
            <w:r w:rsidRPr="00AA186B">
              <w:rPr>
                <w:sz w:val="28"/>
                <w:szCs w:val="20"/>
              </w:rPr>
              <w:t xml:space="preserve"> </w:t>
            </w:r>
            <w:r w:rsidRPr="00AA186B">
              <w:rPr>
                <w:sz w:val="28"/>
                <w:szCs w:val="20"/>
                <w:lang w:val="en-US"/>
              </w:rPr>
              <w:t>498</w:t>
            </w:r>
            <w:r w:rsidRPr="00AA186B">
              <w:rPr>
                <w:sz w:val="28"/>
                <w:szCs w:val="20"/>
              </w:rPr>
              <w:t> </w:t>
            </w:r>
            <w:r w:rsidRPr="00AA186B">
              <w:rPr>
                <w:sz w:val="28"/>
                <w:szCs w:val="20"/>
                <w:lang w:val="en-US"/>
              </w:rPr>
              <w:t>680</w:t>
            </w:r>
          </w:p>
        </w:tc>
      </w:tr>
      <w:tr w:rsidR="00863CFC" w:rsidRPr="00AA186B" w:rsidTr="008F078A">
        <w:trPr>
          <w:trHeight w:val="729"/>
        </w:trPr>
        <w:tc>
          <w:tcPr>
            <w:tcW w:w="16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CFC" w:rsidRPr="00AA186B" w:rsidRDefault="00863CFC" w:rsidP="002D3170">
            <w:pPr>
              <w:pStyle w:val="BodyText3"/>
              <w:shd w:val="clear" w:color="auto" w:fill="FFFFFF"/>
              <w:ind w:right="0"/>
              <w:jc w:val="left"/>
            </w:pPr>
            <w:r w:rsidRPr="00AA186B">
              <w:t>Обязател</w:t>
            </w:r>
            <w:r w:rsidRPr="00AA186B">
              <w:t>ь</w:t>
            </w:r>
            <w:r w:rsidRPr="00AA186B">
              <w:t>ства по г</w:t>
            </w:r>
            <w:r w:rsidRPr="00AA186B">
              <w:t>о</w:t>
            </w:r>
            <w:r w:rsidRPr="00AA186B">
              <w:t>сударс</w:t>
            </w:r>
            <w:r w:rsidRPr="00AA186B">
              <w:t>т</w:t>
            </w:r>
            <w:r w:rsidRPr="00AA186B">
              <w:t xml:space="preserve">венным </w:t>
            </w:r>
          </w:p>
          <w:p w:rsidR="00863CFC" w:rsidRPr="00AA186B" w:rsidRDefault="00863CFC" w:rsidP="002D3170">
            <w:pPr>
              <w:pStyle w:val="BodyText3"/>
              <w:shd w:val="clear" w:color="auto" w:fill="FFFFFF"/>
              <w:ind w:right="0"/>
              <w:jc w:val="left"/>
            </w:pPr>
            <w:r w:rsidRPr="00AA186B">
              <w:t xml:space="preserve">гарантиям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CFC" w:rsidRPr="00AA186B" w:rsidRDefault="00863CFC" w:rsidP="001426D5">
            <w:pPr>
              <w:pStyle w:val="BodyText3"/>
              <w:shd w:val="clear" w:color="auto" w:fill="FFFFFF"/>
              <w:ind w:right="0"/>
              <w:jc w:val="right"/>
            </w:pPr>
          </w:p>
          <w:p w:rsidR="00863CFC" w:rsidRPr="00AA186B" w:rsidRDefault="00863CFC" w:rsidP="001426D5">
            <w:pPr>
              <w:pStyle w:val="BodyText3"/>
              <w:shd w:val="clear" w:color="auto" w:fill="FFFFFF"/>
              <w:ind w:right="0"/>
              <w:jc w:val="right"/>
            </w:pPr>
          </w:p>
          <w:p w:rsidR="00863CFC" w:rsidRPr="00AA186B" w:rsidRDefault="00863CFC" w:rsidP="001426D5">
            <w:pPr>
              <w:pStyle w:val="BodyText3"/>
              <w:shd w:val="clear" w:color="auto" w:fill="FFFFFF"/>
              <w:ind w:right="0"/>
              <w:jc w:val="right"/>
            </w:pPr>
          </w:p>
          <w:p w:rsidR="00863CFC" w:rsidRPr="00AA186B" w:rsidRDefault="00863CFC" w:rsidP="001426D5">
            <w:pPr>
              <w:pStyle w:val="BodyText3"/>
              <w:shd w:val="clear" w:color="auto" w:fill="FFFFFF"/>
              <w:ind w:right="0"/>
              <w:jc w:val="right"/>
            </w:pPr>
            <w:r w:rsidRPr="00AA186B">
              <w:t>100 000 000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CFC" w:rsidRPr="00AA186B" w:rsidRDefault="00863CFC" w:rsidP="001426D5">
            <w:pPr>
              <w:pStyle w:val="BodyText3"/>
              <w:shd w:val="clear" w:color="auto" w:fill="FFFFFF"/>
              <w:ind w:right="0"/>
              <w:jc w:val="right"/>
            </w:pPr>
          </w:p>
          <w:p w:rsidR="00863CFC" w:rsidRPr="00AA186B" w:rsidRDefault="00863CFC" w:rsidP="001426D5">
            <w:pPr>
              <w:pStyle w:val="BodyText3"/>
              <w:shd w:val="clear" w:color="auto" w:fill="FFFFFF"/>
              <w:ind w:right="0"/>
              <w:jc w:val="right"/>
            </w:pPr>
          </w:p>
          <w:p w:rsidR="00863CFC" w:rsidRPr="00AA186B" w:rsidRDefault="00863CFC" w:rsidP="001426D5">
            <w:pPr>
              <w:pStyle w:val="BodyText3"/>
              <w:shd w:val="clear" w:color="auto" w:fill="FFFFFF"/>
              <w:ind w:right="0"/>
              <w:jc w:val="right"/>
            </w:pPr>
          </w:p>
          <w:p w:rsidR="00863CFC" w:rsidRPr="00AA186B" w:rsidRDefault="00863CFC" w:rsidP="001426D5">
            <w:pPr>
              <w:pStyle w:val="BodyText3"/>
              <w:shd w:val="clear" w:color="auto" w:fill="FFFFFF"/>
              <w:ind w:right="0"/>
              <w:jc w:val="right"/>
            </w:pPr>
            <w:r w:rsidRPr="00AA186B">
              <w:t xml:space="preserve">    </w:t>
            </w:r>
            <w:r w:rsidRPr="00AA186B">
              <w:rPr>
                <w:lang w:val="en-US"/>
              </w:rPr>
              <w:t>2</w:t>
            </w:r>
            <w:r w:rsidRPr="00AA186B">
              <w:t>00 000 000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CFC" w:rsidRPr="00AA186B" w:rsidRDefault="00863CFC" w:rsidP="001426D5">
            <w:pPr>
              <w:pStyle w:val="BodyText3"/>
              <w:shd w:val="clear" w:color="auto" w:fill="FFFFFF"/>
              <w:ind w:right="0"/>
              <w:jc w:val="right"/>
            </w:pPr>
          </w:p>
          <w:p w:rsidR="00863CFC" w:rsidRPr="00AA186B" w:rsidRDefault="00863CFC" w:rsidP="001426D5">
            <w:pPr>
              <w:pStyle w:val="BodyText3"/>
              <w:shd w:val="clear" w:color="auto" w:fill="FFFFFF"/>
              <w:ind w:right="0"/>
              <w:jc w:val="right"/>
            </w:pPr>
          </w:p>
          <w:p w:rsidR="00863CFC" w:rsidRPr="00AA186B" w:rsidRDefault="00863CFC" w:rsidP="001426D5">
            <w:pPr>
              <w:pStyle w:val="BodyText3"/>
              <w:shd w:val="clear" w:color="auto" w:fill="FFFFFF"/>
              <w:ind w:right="0"/>
              <w:jc w:val="right"/>
            </w:pPr>
          </w:p>
          <w:p w:rsidR="00863CFC" w:rsidRPr="00AA186B" w:rsidRDefault="00863CFC" w:rsidP="001426D5">
            <w:pPr>
              <w:pStyle w:val="BodyText3"/>
              <w:shd w:val="clear" w:color="auto" w:fill="FFFFFF"/>
              <w:ind w:right="0"/>
              <w:jc w:val="right"/>
            </w:pPr>
            <w:r w:rsidRPr="00AA186B">
              <w:t xml:space="preserve">   </w:t>
            </w:r>
            <w:r w:rsidRPr="00AA186B">
              <w:rPr>
                <w:lang w:val="en-US"/>
              </w:rPr>
              <w:t>25</w:t>
            </w:r>
            <w:r w:rsidRPr="00AA186B">
              <w:t>0 000 000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3CFC" w:rsidRPr="00AA186B" w:rsidRDefault="00863CFC" w:rsidP="001426D5">
            <w:pPr>
              <w:pStyle w:val="BodyText3"/>
              <w:shd w:val="clear" w:color="auto" w:fill="FFFFFF"/>
              <w:ind w:right="0"/>
              <w:jc w:val="right"/>
            </w:pPr>
          </w:p>
          <w:p w:rsidR="00863CFC" w:rsidRPr="00AA186B" w:rsidRDefault="00863CFC" w:rsidP="001426D5">
            <w:pPr>
              <w:pStyle w:val="BodyText3"/>
              <w:shd w:val="clear" w:color="auto" w:fill="FFFFFF"/>
              <w:ind w:right="0"/>
              <w:jc w:val="right"/>
            </w:pPr>
          </w:p>
          <w:p w:rsidR="00863CFC" w:rsidRPr="00AA186B" w:rsidRDefault="00863CFC" w:rsidP="001426D5">
            <w:pPr>
              <w:pStyle w:val="BodyText3"/>
              <w:shd w:val="clear" w:color="auto" w:fill="FFFFFF"/>
              <w:ind w:right="0"/>
              <w:jc w:val="right"/>
            </w:pPr>
          </w:p>
          <w:p w:rsidR="00863CFC" w:rsidRPr="00AA186B" w:rsidRDefault="00863CFC" w:rsidP="001426D5">
            <w:pPr>
              <w:pStyle w:val="BodyText3"/>
              <w:shd w:val="clear" w:color="auto" w:fill="FFFFFF"/>
              <w:ind w:right="0"/>
              <w:jc w:val="right"/>
            </w:pPr>
            <w:r w:rsidRPr="00AA186B">
              <w:t xml:space="preserve">   </w:t>
            </w:r>
            <w:r w:rsidRPr="00AA186B">
              <w:rPr>
                <w:lang w:val="en-US"/>
              </w:rPr>
              <w:t>3</w:t>
            </w:r>
            <w:r w:rsidRPr="00AA186B">
              <w:t>00 000 000</w:t>
            </w:r>
          </w:p>
        </w:tc>
      </w:tr>
      <w:tr w:rsidR="00863CFC" w:rsidRPr="00AA186B" w:rsidTr="008F078A">
        <w:tc>
          <w:tcPr>
            <w:tcW w:w="16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CFC" w:rsidRPr="00AA186B" w:rsidRDefault="00863CFC" w:rsidP="002D3170">
            <w:pPr>
              <w:pStyle w:val="BodyTextIndent"/>
              <w:shd w:val="clear" w:color="auto" w:fill="FFFFFF"/>
              <w:ind w:right="0" w:firstLine="0"/>
              <w:rPr>
                <w:b/>
              </w:rPr>
            </w:pPr>
            <w:r w:rsidRPr="00AA186B">
              <w:rPr>
                <w:b/>
              </w:rPr>
              <w:t>Всего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CFC" w:rsidRPr="00AA186B" w:rsidRDefault="00863CFC" w:rsidP="00273ED1">
            <w:pPr>
              <w:pStyle w:val="BodyTextIndent"/>
              <w:shd w:val="clear" w:color="auto" w:fill="FFFFFF"/>
              <w:ind w:right="0" w:firstLine="0"/>
              <w:jc w:val="right"/>
              <w:rPr>
                <w:b/>
                <w:sz w:val="22"/>
                <w:szCs w:val="22"/>
              </w:rPr>
            </w:pPr>
            <w:r w:rsidRPr="00AA186B">
              <w:rPr>
                <w:b/>
              </w:rPr>
              <w:t>1</w:t>
            </w:r>
            <w:r w:rsidRPr="00AA186B">
              <w:rPr>
                <w:b/>
                <w:lang w:val="en-US"/>
              </w:rPr>
              <w:t>6</w:t>
            </w:r>
            <w:r w:rsidRPr="00AA186B">
              <w:rPr>
                <w:b/>
              </w:rPr>
              <w:t> </w:t>
            </w:r>
            <w:r w:rsidRPr="00AA186B">
              <w:rPr>
                <w:b/>
                <w:lang w:val="en-US"/>
              </w:rPr>
              <w:t>488</w:t>
            </w:r>
            <w:r w:rsidRPr="00AA186B">
              <w:rPr>
                <w:b/>
              </w:rPr>
              <w:t> 921 000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CFC" w:rsidRPr="00AA186B" w:rsidRDefault="00863CFC" w:rsidP="00665B96">
            <w:pPr>
              <w:pStyle w:val="BodyTextIndent"/>
              <w:shd w:val="clear" w:color="auto" w:fill="FFFFFF"/>
              <w:ind w:right="0" w:firstLine="0"/>
              <w:jc w:val="left"/>
              <w:rPr>
                <w:b/>
              </w:rPr>
            </w:pPr>
            <w:r w:rsidRPr="00AA186B">
              <w:rPr>
                <w:b/>
                <w:lang w:val="en-US"/>
              </w:rPr>
              <w:t>21</w:t>
            </w:r>
            <w:r w:rsidRPr="00AA186B">
              <w:rPr>
                <w:b/>
              </w:rPr>
              <w:t xml:space="preserve"> </w:t>
            </w:r>
            <w:r w:rsidRPr="00AA186B">
              <w:rPr>
                <w:b/>
                <w:lang w:val="en-US"/>
              </w:rPr>
              <w:t>720</w:t>
            </w:r>
            <w:r w:rsidRPr="00AA186B">
              <w:rPr>
                <w:b/>
              </w:rPr>
              <w:t> </w:t>
            </w:r>
            <w:r w:rsidRPr="00AA186B">
              <w:rPr>
                <w:b/>
                <w:lang w:val="en-US"/>
              </w:rPr>
              <w:t>961</w:t>
            </w:r>
            <w:r w:rsidRPr="00AA186B">
              <w:rPr>
                <w:b/>
              </w:rPr>
              <w:t xml:space="preserve"> </w:t>
            </w:r>
            <w:r w:rsidRPr="00AA186B">
              <w:rPr>
                <w:b/>
                <w:lang w:val="en-US"/>
              </w:rPr>
              <w:t>893</w:t>
            </w:r>
            <w:r w:rsidRPr="00AA186B">
              <w:rPr>
                <w:b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CFC" w:rsidRPr="00AA186B" w:rsidRDefault="00863CFC" w:rsidP="00665B96">
            <w:pPr>
              <w:pStyle w:val="BodyTextIndent"/>
              <w:shd w:val="clear" w:color="auto" w:fill="FFFFFF"/>
              <w:ind w:right="0" w:firstLine="0"/>
              <w:rPr>
                <w:b/>
                <w:lang w:val="en-US"/>
              </w:rPr>
            </w:pPr>
            <w:r w:rsidRPr="00AA186B">
              <w:rPr>
                <w:b/>
                <w:lang w:val="en-US"/>
              </w:rPr>
              <w:t>27 543 4</w:t>
            </w:r>
            <w:r w:rsidRPr="00AA186B">
              <w:rPr>
                <w:b/>
              </w:rPr>
              <w:t>5</w:t>
            </w:r>
            <w:r w:rsidRPr="00AA186B">
              <w:rPr>
                <w:b/>
                <w:lang w:val="en-US"/>
              </w:rPr>
              <w:t>0 817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3CFC" w:rsidRPr="00AA186B" w:rsidRDefault="00863CFC" w:rsidP="001A71BE">
            <w:pPr>
              <w:pStyle w:val="BodyTextIndent"/>
              <w:shd w:val="clear" w:color="auto" w:fill="FFFFFF"/>
              <w:ind w:right="0" w:firstLine="0"/>
              <w:rPr>
                <w:b/>
              </w:rPr>
            </w:pPr>
            <w:r w:rsidRPr="00AA186B">
              <w:rPr>
                <w:b/>
                <w:lang w:val="en-US"/>
              </w:rPr>
              <w:t>33</w:t>
            </w:r>
            <w:r w:rsidRPr="00AA186B">
              <w:rPr>
                <w:b/>
              </w:rPr>
              <w:t> </w:t>
            </w:r>
            <w:r w:rsidRPr="00AA186B">
              <w:rPr>
                <w:b/>
                <w:lang w:val="en-US"/>
              </w:rPr>
              <w:t>080</w:t>
            </w:r>
            <w:r w:rsidRPr="00AA186B">
              <w:rPr>
                <w:b/>
              </w:rPr>
              <w:t> </w:t>
            </w:r>
            <w:r w:rsidRPr="00AA186B">
              <w:rPr>
                <w:b/>
                <w:lang w:val="en-US"/>
              </w:rPr>
              <w:t>498</w:t>
            </w:r>
            <w:r w:rsidRPr="00AA186B">
              <w:rPr>
                <w:b/>
              </w:rPr>
              <w:t xml:space="preserve"> </w:t>
            </w:r>
            <w:r w:rsidRPr="00AA186B">
              <w:rPr>
                <w:b/>
                <w:lang w:val="en-US"/>
              </w:rPr>
              <w:t>6</w:t>
            </w:r>
            <w:r w:rsidRPr="00AA186B">
              <w:rPr>
                <w:b/>
              </w:rPr>
              <w:t>8</w:t>
            </w:r>
            <w:r w:rsidRPr="00AA186B">
              <w:rPr>
                <w:b/>
                <w:lang w:val="en-US"/>
              </w:rPr>
              <w:t>0</w:t>
            </w:r>
            <w:r w:rsidRPr="00AA186B">
              <w:rPr>
                <w:b/>
              </w:rPr>
              <w:t xml:space="preserve">  </w:t>
            </w:r>
          </w:p>
        </w:tc>
      </w:tr>
    </w:tbl>
    <w:p w:rsidR="00863CFC" w:rsidRPr="00AA186B" w:rsidRDefault="00863CFC" w:rsidP="002D3170">
      <w:pPr>
        <w:shd w:val="clear" w:color="auto" w:fill="FFFFFF"/>
        <w:jc w:val="center"/>
        <w:rPr>
          <w:b/>
          <w:i/>
          <w:sz w:val="28"/>
        </w:rPr>
      </w:pPr>
    </w:p>
    <w:p w:rsidR="00863CFC" w:rsidRPr="00AA186B" w:rsidRDefault="00863CFC" w:rsidP="002D3170">
      <w:pPr>
        <w:shd w:val="clear" w:color="auto" w:fill="FFFFFF"/>
        <w:jc w:val="center"/>
        <w:rPr>
          <w:b/>
          <w:i/>
          <w:sz w:val="28"/>
          <w:lang w:val="en-US"/>
        </w:rPr>
      </w:pPr>
    </w:p>
    <w:p w:rsidR="00863CFC" w:rsidRPr="00AA186B" w:rsidRDefault="00863CFC" w:rsidP="002D3170">
      <w:pPr>
        <w:shd w:val="clear" w:color="auto" w:fill="FFFFFF"/>
        <w:jc w:val="center"/>
        <w:rPr>
          <w:b/>
          <w:i/>
          <w:sz w:val="28"/>
          <w:lang w:val="en-US"/>
        </w:rPr>
      </w:pPr>
    </w:p>
    <w:p w:rsidR="00863CFC" w:rsidRPr="00AA186B" w:rsidRDefault="00863CFC" w:rsidP="002D3170">
      <w:pPr>
        <w:shd w:val="clear" w:color="auto" w:fill="FFFFFF"/>
        <w:jc w:val="center"/>
        <w:rPr>
          <w:b/>
          <w:i/>
          <w:sz w:val="28"/>
          <w:lang w:val="en-US"/>
        </w:rPr>
      </w:pPr>
    </w:p>
    <w:p w:rsidR="00863CFC" w:rsidRPr="00AA186B" w:rsidRDefault="00863CFC" w:rsidP="002D3170">
      <w:pPr>
        <w:shd w:val="clear" w:color="auto" w:fill="FFFFFF"/>
        <w:jc w:val="center"/>
        <w:rPr>
          <w:b/>
          <w:i/>
          <w:sz w:val="28"/>
          <w:lang w:val="en-US"/>
        </w:rPr>
      </w:pPr>
    </w:p>
    <w:p w:rsidR="00863CFC" w:rsidRPr="00AA186B" w:rsidRDefault="00863CFC" w:rsidP="002D3170">
      <w:pPr>
        <w:shd w:val="clear" w:color="auto" w:fill="FFFFFF"/>
        <w:jc w:val="center"/>
        <w:rPr>
          <w:b/>
          <w:i/>
          <w:sz w:val="28"/>
        </w:rPr>
      </w:pPr>
      <w:r w:rsidRPr="00AA186B">
        <w:rPr>
          <w:b/>
          <w:i/>
          <w:sz w:val="28"/>
        </w:rPr>
        <w:t xml:space="preserve">5. Структура государственного долга Ярославской области (прогноз) </w:t>
      </w:r>
    </w:p>
    <w:p w:rsidR="00863CFC" w:rsidRDefault="00863CFC" w:rsidP="004D4D37">
      <w:pPr>
        <w:shd w:val="clear" w:color="auto" w:fill="FFFFFF"/>
        <w:tabs>
          <w:tab w:val="center" w:pos="4677"/>
          <w:tab w:val="right" w:pos="9354"/>
        </w:tabs>
        <w:rPr>
          <w:sz w:val="28"/>
          <w:szCs w:val="20"/>
        </w:rPr>
      </w:pPr>
      <w:r w:rsidRPr="00AA186B">
        <w:rPr>
          <w:sz w:val="28"/>
          <w:szCs w:val="20"/>
        </w:rPr>
        <w:tab/>
      </w:r>
      <w:r w:rsidRPr="00AA186B">
        <w:rPr>
          <w:sz w:val="28"/>
          <w:szCs w:val="20"/>
        </w:rPr>
        <w:tab/>
      </w:r>
    </w:p>
    <w:p w:rsidR="00863CFC" w:rsidRDefault="00863CFC" w:rsidP="00AA186B">
      <w:pPr>
        <w:shd w:val="clear" w:color="auto" w:fill="FFFFFF"/>
        <w:tabs>
          <w:tab w:val="center" w:pos="4677"/>
          <w:tab w:val="right" w:pos="9354"/>
        </w:tabs>
        <w:jc w:val="right"/>
        <w:rPr>
          <w:sz w:val="28"/>
          <w:szCs w:val="20"/>
        </w:rPr>
      </w:pPr>
      <w:r w:rsidRPr="00AA186B">
        <w:rPr>
          <w:sz w:val="28"/>
          <w:szCs w:val="20"/>
        </w:rPr>
        <w:t>(процентов)</w:t>
      </w:r>
    </w:p>
    <w:tbl>
      <w:tblPr>
        <w:tblW w:w="9590" w:type="dxa"/>
        <w:tblInd w:w="-18" w:type="dxa"/>
        <w:tblBorders>
          <w:top w:val="single" w:sz="12" w:space="0" w:color="008000"/>
          <w:bottom w:val="single" w:sz="12" w:space="0" w:color="008000"/>
        </w:tblBorders>
        <w:tblLayout w:type="fixed"/>
        <w:tblLook w:val="0000"/>
      </w:tblPr>
      <w:tblGrid>
        <w:gridCol w:w="3186"/>
        <w:gridCol w:w="1620"/>
        <w:gridCol w:w="1620"/>
        <w:gridCol w:w="1620"/>
        <w:gridCol w:w="1544"/>
      </w:tblGrid>
      <w:tr w:rsidR="00863CFC" w:rsidRPr="00AA186B" w:rsidTr="00873024">
        <w:trPr>
          <w:trHeight w:val="584"/>
        </w:trPr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CFC" w:rsidRPr="00AA186B" w:rsidRDefault="00863CFC" w:rsidP="002D3170">
            <w:pPr>
              <w:pStyle w:val="Heading3"/>
              <w:shd w:val="clear" w:color="auto" w:fill="FFFFFF"/>
              <w:jc w:val="center"/>
              <w:rPr>
                <w:b/>
                <w:szCs w:val="20"/>
              </w:rPr>
            </w:pPr>
            <w:r w:rsidRPr="00AA186B">
              <w:rPr>
                <w:b/>
              </w:rPr>
              <w:t>Виды заимствований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CFC" w:rsidRPr="00AA186B" w:rsidRDefault="00863CFC" w:rsidP="002D3170">
            <w:pPr>
              <w:shd w:val="clear" w:color="auto" w:fill="FFFFFF"/>
              <w:jc w:val="center"/>
              <w:rPr>
                <w:b/>
                <w:sz w:val="28"/>
              </w:rPr>
            </w:pPr>
            <w:r w:rsidRPr="00AA186B">
              <w:rPr>
                <w:b/>
                <w:sz w:val="28"/>
              </w:rPr>
              <w:t>На</w:t>
            </w:r>
          </w:p>
          <w:p w:rsidR="00863CFC" w:rsidRPr="00AA186B" w:rsidRDefault="00863CFC" w:rsidP="006B7211">
            <w:pPr>
              <w:shd w:val="clear" w:color="auto" w:fill="FFFFFF"/>
              <w:jc w:val="center"/>
              <w:rPr>
                <w:b/>
                <w:sz w:val="28"/>
              </w:rPr>
            </w:pPr>
            <w:r w:rsidRPr="00AA186B">
              <w:rPr>
                <w:b/>
                <w:sz w:val="28"/>
              </w:rPr>
              <w:t>01.01.2013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CFC" w:rsidRPr="00AA186B" w:rsidRDefault="00863CFC" w:rsidP="002D3170">
            <w:pPr>
              <w:shd w:val="clear" w:color="auto" w:fill="FFFFFF"/>
              <w:jc w:val="center"/>
              <w:rPr>
                <w:b/>
                <w:sz w:val="28"/>
              </w:rPr>
            </w:pPr>
            <w:r w:rsidRPr="00AA186B">
              <w:rPr>
                <w:b/>
                <w:sz w:val="28"/>
              </w:rPr>
              <w:t>На</w:t>
            </w:r>
          </w:p>
          <w:p w:rsidR="00863CFC" w:rsidRPr="00AA186B" w:rsidRDefault="00863CFC" w:rsidP="002D3170">
            <w:pPr>
              <w:shd w:val="clear" w:color="auto" w:fill="FFFFFF"/>
              <w:jc w:val="center"/>
              <w:rPr>
                <w:b/>
                <w:sz w:val="28"/>
              </w:rPr>
            </w:pPr>
            <w:r w:rsidRPr="00AA186B">
              <w:rPr>
                <w:b/>
                <w:sz w:val="28"/>
              </w:rPr>
              <w:t>01.01.2014</w:t>
            </w:r>
          </w:p>
          <w:p w:rsidR="00863CFC" w:rsidRPr="00AA186B" w:rsidRDefault="00863CFC" w:rsidP="00FB36D5">
            <w:pPr>
              <w:shd w:val="clear" w:color="auto" w:fill="FFFFFF"/>
              <w:tabs>
                <w:tab w:val="center" w:pos="702"/>
              </w:tabs>
              <w:rPr>
                <w:b/>
                <w:sz w:val="28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CFC" w:rsidRPr="00AA186B" w:rsidRDefault="00863CFC" w:rsidP="002D3170">
            <w:pPr>
              <w:shd w:val="clear" w:color="auto" w:fill="FFFFFF"/>
              <w:jc w:val="center"/>
              <w:rPr>
                <w:b/>
                <w:sz w:val="28"/>
              </w:rPr>
            </w:pPr>
            <w:r w:rsidRPr="00AA186B">
              <w:rPr>
                <w:b/>
                <w:sz w:val="28"/>
              </w:rPr>
              <w:t>На 01.01.2015</w:t>
            </w:r>
          </w:p>
          <w:p w:rsidR="00863CFC" w:rsidRPr="00AA186B" w:rsidRDefault="00863CFC" w:rsidP="002D3170">
            <w:pPr>
              <w:shd w:val="clear" w:color="auto" w:fill="FFFFFF"/>
              <w:jc w:val="center"/>
              <w:rPr>
                <w:b/>
                <w:sz w:val="28"/>
                <w:szCs w:val="20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CFC" w:rsidRPr="00AA186B" w:rsidRDefault="00863CFC" w:rsidP="002D3170">
            <w:pPr>
              <w:shd w:val="clear" w:color="auto" w:fill="FFFFFF"/>
              <w:jc w:val="center"/>
              <w:rPr>
                <w:b/>
                <w:sz w:val="28"/>
                <w:szCs w:val="20"/>
              </w:rPr>
            </w:pPr>
            <w:r w:rsidRPr="00AA186B">
              <w:rPr>
                <w:b/>
                <w:sz w:val="28"/>
                <w:szCs w:val="20"/>
              </w:rPr>
              <w:t>На 01.01.2016</w:t>
            </w:r>
          </w:p>
          <w:p w:rsidR="00863CFC" w:rsidRPr="00AA186B" w:rsidRDefault="00863CFC" w:rsidP="002D3170">
            <w:pPr>
              <w:shd w:val="clear" w:color="auto" w:fill="FFFFFF"/>
              <w:jc w:val="center"/>
              <w:rPr>
                <w:b/>
                <w:sz w:val="28"/>
                <w:szCs w:val="20"/>
              </w:rPr>
            </w:pPr>
          </w:p>
        </w:tc>
      </w:tr>
      <w:tr w:rsidR="00863CFC" w:rsidRPr="00AA186B" w:rsidTr="00D43892">
        <w:trPr>
          <w:trHeight w:val="584"/>
        </w:trPr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CFC" w:rsidRPr="00AA186B" w:rsidRDefault="00863CFC" w:rsidP="008B3904">
            <w:pPr>
              <w:shd w:val="clear" w:color="auto" w:fill="FFFFFF"/>
              <w:rPr>
                <w:sz w:val="28"/>
              </w:rPr>
            </w:pPr>
            <w:r w:rsidRPr="00AA186B">
              <w:rPr>
                <w:sz w:val="28"/>
              </w:rPr>
              <w:t xml:space="preserve">1. Кредиты кредитных </w:t>
            </w:r>
          </w:p>
          <w:p w:rsidR="00863CFC" w:rsidRPr="00AA186B" w:rsidRDefault="00863CFC" w:rsidP="008B3904">
            <w:pPr>
              <w:shd w:val="clear" w:color="auto" w:fill="FFFFFF"/>
              <w:rPr>
                <w:sz w:val="28"/>
                <w:szCs w:val="20"/>
              </w:rPr>
            </w:pPr>
            <w:r w:rsidRPr="00AA186B">
              <w:rPr>
                <w:sz w:val="28"/>
              </w:rPr>
              <w:t xml:space="preserve">    организаций</w:t>
            </w:r>
          </w:p>
          <w:p w:rsidR="00863CFC" w:rsidRPr="00AA186B" w:rsidRDefault="00863CFC" w:rsidP="008B3904">
            <w:pPr>
              <w:shd w:val="clear" w:color="auto" w:fill="FFFFFF"/>
              <w:rPr>
                <w:sz w:val="28"/>
                <w:szCs w:val="20"/>
              </w:rPr>
            </w:pPr>
            <w:r w:rsidRPr="00AA186B">
              <w:rPr>
                <w:sz w:val="28"/>
              </w:rPr>
              <w:t>2. Бюджетные кредиты</w:t>
            </w:r>
          </w:p>
          <w:p w:rsidR="00863CFC" w:rsidRPr="00AA186B" w:rsidRDefault="00863CFC" w:rsidP="008B3904">
            <w:pPr>
              <w:shd w:val="clear" w:color="auto" w:fill="FFFFFF"/>
              <w:rPr>
                <w:sz w:val="28"/>
              </w:rPr>
            </w:pPr>
            <w:r w:rsidRPr="00AA186B">
              <w:rPr>
                <w:sz w:val="28"/>
              </w:rPr>
              <w:t xml:space="preserve">3. Государственные </w:t>
            </w:r>
          </w:p>
          <w:p w:rsidR="00863CFC" w:rsidRPr="00AA186B" w:rsidRDefault="00863CFC" w:rsidP="008B3904">
            <w:pPr>
              <w:shd w:val="clear" w:color="auto" w:fill="FFFFFF"/>
              <w:rPr>
                <w:sz w:val="28"/>
                <w:szCs w:val="20"/>
              </w:rPr>
            </w:pPr>
            <w:r w:rsidRPr="00AA186B">
              <w:rPr>
                <w:sz w:val="28"/>
              </w:rPr>
              <w:t xml:space="preserve">    ценные бумаги</w:t>
            </w:r>
          </w:p>
          <w:p w:rsidR="00863CFC" w:rsidRPr="00AA186B" w:rsidRDefault="00863CFC" w:rsidP="008B3904">
            <w:pPr>
              <w:shd w:val="clear" w:color="auto" w:fill="FFFFFF"/>
              <w:rPr>
                <w:sz w:val="28"/>
              </w:rPr>
            </w:pPr>
            <w:r w:rsidRPr="00AA186B">
              <w:rPr>
                <w:sz w:val="28"/>
              </w:rPr>
              <w:t xml:space="preserve">4. Государственные </w:t>
            </w:r>
          </w:p>
          <w:p w:rsidR="00863CFC" w:rsidRPr="00AA186B" w:rsidRDefault="00863CFC" w:rsidP="008B3904">
            <w:pPr>
              <w:shd w:val="clear" w:color="auto" w:fill="FFFFFF"/>
              <w:rPr>
                <w:sz w:val="28"/>
                <w:szCs w:val="20"/>
              </w:rPr>
            </w:pPr>
            <w:r w:rsidRPr="00AA186B">
              <w:rPr>
                <w:sz w:val="28"/>
              </w:rPr>
              <w:t xml:space="preserve">    гарантии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CFC" w:rsidRDefault="00863CFC" w:rsidP="00D867A9">
            <w:pPr>
              <w:pStyle w:val="Heading6"/>
              <w:shd w:val="clear" w:color="auto" w:fill="FFFFFF"/>
              <w:jc w:val="right"/>
              <w:rPr>
                <w:lang w:val="ru-RU"/>
              </w:rPr>
            </w:pPr>
          </w:p>
          <w:p w:rsidR="00863CFC" w:rsidRPr="00AA186B" w:rsidRDefault="00863CFC" w:rsidP="00D867A9">
            <w:pPr>
              <w:pStyle w:val="Heading6"/>
              <w:shd w:val="clear" w:color="auto" w:fill="FFFFFF"/>
              <w:jc w:val="right"/>
            </w:pPr>
            <w:r w:rsidRPr="00AA186B">
              <w:t>4</w:t>
            </w:r>
            <w:r w:rsidRPr="00AA186B">
              <w:rPr>
                <w:lang w:val="ru-RU"/>
              </w:rPr>
              <w:t>6,4</w:t>
            </w:r>
          </w:p>
          <w:p w:rsidR="00863CFC" w:rsidRPr="00AA186B" w:rsidRDefault="00863CFC" w:rsidP="00D867A9">
            <w:pPr>
              <w:pStyle w:val="Heading6"/>
              <w:shd w:val="clear" w:color="auto" w:fill="FFFFFF"/>
              <w:jc w:val="right"/>
            </w:pPr>
            <w:r w:rsidRPr="00AA186B">
              <w:rPr>
                <w:lang w:val="ru-RU"/>
              </w:rPr>
              <w:t>4,8</w:t>
            </w:r>
          </w:p>
          <w:p w:rsidR="00863CFC" w:rsidRPr="00AA186B" w:rsidRDefault="00863CFC" w:rsidP="00D867A9">
            <w:pPr>
              <w:shd w:val="clear" w:color="auto" w:fill="FFFFFF"/>
              <w:jc w:val="right"/>
              <w:rPr>
                <w:sz w:val="28"/>
              </w:rPr>
            </w:pPr>
          </w:p>
          <w:p w:rsidR="00863CFC" w:rsidRPr="00AA186B" w:rsidRDefault="00863CFC" w:rsidP="00D867A9">
            <w:pPr>
              <w:shd w:val="clear" w:color="auto" w:fill="FFFFFF"/>
              <w:jc w:val="right"/>
              <w:rPr>
                <w:sz w:val="28"/>
                <w:szCs w:val="20"/>
                <w:lang w:val="en-US"/>
              </w:rPr>
            </w:pPr>
            <w:r w:rsidRPr="00AA186B">
              <w:rPr>
                <w:sz w:val="28"/>
              </w:rPr>
              <w:t>48,2</w:t>
            </w:r>
          </w:p>
          <w:p w:rsidR="00863CFC" w:rsidRPr="00AA186B" w:rsidRDefault="00863CFC" w:rsidP="00D867A9">
            <w:pPr>
              <w:shd w:val="clear" w:color="auto" w:fill="FFFFFF"/>
              <w:jc w:val="right"/>
              <w:rPr>
                <w:sz w:val="28"/>
              </w:rPr>
            </w:pPr>
          </w:p>
          <w:p w:rsidR="00863CFC" w:rsidRPr="00AA186B" w:rsidRDefault="00863CFC" w:rsidP="00D867A9">
            <w:pPr>
              <w:shd w:val="clear" w:color="auto" w:fill="FFFFFF"/>
              <w:jc w:val="right"/>
              <w:rPr>
                <w:sz w:val="28"/>
              </w:rPr>
            </w:pPr>
            <w:r w:rsidRPr="00AA186B">
              <w:rPr>
                <w:sz w:val="28"/>
              </w:rPr>
              <w:t xml:space="preserve"> 0,6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CFC" w:rsidRDefault="00863CFC" w:rsidP="00D867A9">
            <w:pPr>
              <w:shd w:val="clear" w:color="auto" w:fill="FFFFFF"/>
              <w:jc w:val="right"/>
              <w:rPr>
                <w:sz w:val="28"/>
                <w:szCs w:val="20"/>
              </w:rPr>
            </w:pPr>
          </w:p>
          <w:p w:rsidR="00863CFC" w:rsidRPr="00AA186B" w:rsidRDefault="00863CFC" w:rsidP="00D867A9">
            <w:pPr>
              <w:shd w:val="clear" w:color="auto" w:fill="FFFFFF"/>
              <w:jc w:val="right"/>
              <w:rPr>
                <w:sz w:val="28"/>
                <w:szCs w:val="20"/>
                <w:lang w:val="en-US"/>
              </w:rPr>
            </w:pPr>
            <w:r w:rsidRPr="00AA186B">
              <w:rPr>
                <w:sz w:val="28"/>
                <w:szCs w:val="20"/>
                <w:lang w:val="en-US"/>
              </w:rPr>
              <w:t>52</w:t>
            </w:r>
            <w:r w:rsidRPr="00AA186B">
              <w:rPr>
                <w:sz w:val="28"/>
                <w:szCs w:val="20"/>
              </w:rPr>
              <w:t>,</w:t>
            </w:r>
            <w:r w:rsidRPr="00AA186B">
              <w:rPr>
                <w:sz w:val="28"/>
                <w:szCs w:val="20"/>
                <w:lang w:val="en-US"/>
              </w:rPr>
              <w:t>0</w:t>
            </w:r>
          </w:p>
          <w:p w:rsidR="00863CFC" w:rsidRPr="00AA186B" w:rsidRDefault="00863CFC" w:rsidP="00D867A9">
            <w:pPr>
              <w:shd w:val="clear" w:color="auto" w:fill="FFFFFF"/>
              <w:jc w:val="right"/>
              <w:rPr>
                <w:sz w:val="28"/>
                <w:szCs w:val="20"/>
                <w:lang w:val="en-US"/>
              </w:rPr>
            </w:pPr>
            <w:r w:rsidRPr="00AA186B">
              <w:rPr>
                <w:sz w:val="28"/>
                <w:szCs w:val="20"/>
              </w:rPr>
              <w:t>1,</w:t>
            </w:r>
            <w:r w:rsidRPr="00AA186B">
              <w:rPr>
                <w:sz w:val="28"/>
                <w:szCs w:val="20"/>
                <w:lang w:val="en-US"/>
              </w:rPr>
              <w:t>3</w:t>
            </w:r>
          </w:p>
          <w:p w:rsidR="00863CFC" w:rsidRPr="00AA186B" w:rsidRDefault="00863CFC" w:rsidP="00D867A9">
            <w:pPr>
              <w:shd w:val="clear" w:color="auto" w:fill="FFFFFF"/>
              <w:jc w:val="right"/>
              <w:rPr>
                <w:sz w:val="28"/>
                <w:szCs w:val="20"/>
              </w:rPr>
            </w:pPr>
          </w:p>
          <w:p w:rsidR="00863CFC" w:rsidRPr="00AA186B" w:rsidRDefault="00863CFC" w:rsidP="00D867A9">
            <w:pPr>
              <w:shd w:val="clear" w:color="auto" w:fill="FFFFFF"/>
              <w:jc w:val="right"/>
              <w:rPr>
                <w:sz w:val="28"/>
                <w:szCs w:val="20"/>
                <w:lang w:val="en-US"/>
              </w:rPr>
            </w:pPr>
            <w:r w:rsidRPr="00AA186B">
              <w:rPr>
                <w:sz w:val="28"/>
                <w:szCs w:val="20"/>
                <w:lang w:val="en-US"/>
              </w:rPr>
              <w:t>45</w:t>
            </w:r>
            <w:r w:rsidRPr="00AA186B">
              <w:rPr>
                <w:sz w:val="28"/>
                <w:szCs w:val="20"/>
              </w:rPr>
              <w:t>,</w:t>
            </w:r>
            <w:r w:rsidRPr="00AA186B">
              <w:rPr>
                <w:sz w:val="28"/>
                <w:szCs w:val="20"/>
                <w:lang w:val="en-US"/>
              </w:rPr>
              <w:t>8</w:t>
            </w:r>
          </w:p>
          <w:p w:rsidR="00863CFC" w:rsidRPr="00AA186B" w:rsidRDefault="00863CFC" w:rsidP="00D867A9">
            <w:pPr>
              <w:shd w:val="clear" w:color="auto" w:fill="FFFFFF"/>
              <w:jc w:val="right"/>
              <w:rPr>
                <w:sz w:val="28"/>
                <w:szCs w:val="20"/>
              </w:rPr>
            </w:pPr>
          </w:p>
          <w:p w:rsidR="00863CFC" w:rsidRPr="00AA186B" w:rsidRDefault="00863CFC" w:rsidP="00D867A9">
            <w:pPr>
              <w:shd w:val="clear" w:color="auto" w:fill="FFFFFF"/>
              <w:jc w:val="right"/>
              <w:rPr>
                <w:sz w:val="28"/>
              </w:rPr>
            </w:pPr>
            <w:r w:rsidRPr="00AA186B">
              <w:rPr>
                <w:sz w:val="28"/>
                <w:szCs w:val="20"/>
              </w:rPr>
              <w:t>0,9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CFC" w:rsidRDefault="00863CFC" w:rsidP="00D867A9">
            <w:pPr>
              <w:shd w:val="clear" w:color="auto" w:fill="FFFFFF"/>
              <w:jc w:val="right"/>
              <w:rPr>
                <w:sz w:val="28"/>
                <w:szCs w:val="20"/>
              </w:rPr>
            </w:pPr>
          </w:p>
          <w:p w:rsidR="00863CFC" w:rsidRPr="00AA186B" w:rsidRDefault="00863CFC" w:rsidP="00D867A9">
            <w:pPr>
              <w:shd w:val="clear" w:color="auto" w:fill="FFFFFF"/>
              <w:jc w:val="right"/>
              <w:rPr>
                <w:sz w:val="28"/>
                <w:szCs w:val="20"/>
                <w:lang w:val="en-US"/>
              </w:rPr>
            </w:pPr>
            <w:r w:rsidRPr="00AA186B">
              <w:rPr>
                <w:sz w:val="28"/>
                <w:szCs w:val="20"/>
              </w:rPr>
              <w:t>54,2</w:t>
            </w:r>
          </w:p>
          <w:p w:rsidR="00863CFC" w:rsidRPr="00AA186B" w:rsidRDefault="00863CFC" w:rsidP="00D867A9">
            <w:pPr>
              <w:shd w:val="clear" w:color="auto" w:fill="FFFFFF"/>
              <w:jc w:val="right"/>
              <w:rPr>
                <w:sz w:val="28"/>
                <w:szCs w:val="20"/>
                <w:lang w:val="en-US"/>
              </w:rPr>
            </w:pPr>
            <w:r w:rsidRPr="00AA186B">
              <w:rPr>
                <w:sz w:val="28"/>
                <w:szCs w:val="20"/>
              </w:rPr>
              <w:t xml:space="preserve">   1,0</w:t>
            </w:r>
          </w:p>
          <w:p w:rsidR="00863CFC" w:rsidRPr="00AA186B" w:rsidRDefault="00863CFC" w:rsidP="00D867A9">
            <w:pPr>
              <w:shd w:val="clear" w:color="auto" w:fill="FFFFFF"/>
              <w:jc w:val="right"/>
              <w:rPr>
                <w:sz w:val="28"/>
                <w:szCs w:val="20"/>
              </w:rPr>
            </w:pPr>
          </w:p>
          <w:p w:rsidR="00863CFC" w:rsidRPr="00AA186B" w:rsidRDefault="00863CFC" w:rsidP="00D867A9">
            <w:pPr>
              <w:shd w:val="clear" w:color="auto" w:fill="FFFFFF"/>
              <w:jc w:val="right"/>
              <w:rPr>
                <w:sz w:val="28"/>
                <w:szCs w:val="20"/>
                <w:lang w:val="en-US"/>
              </w:rPr>
            </w:pPr>
            <w:r w:rsidRPr="00AA186B">
              <w:rPr>
                <w:sz w:val="28"/>
                <w:szCs w:val="20"/>
              </w:rPr>
              <w:t xml:space="preserve"> 43,9</w:t>
            </w:r>
          </w:p>
          <w:p w:rsidR="00863CFC" w:rsidRPr="00AA186B" w:rsidRDefault="00863CFC" w:rsidP="00D867A9">
            <w:pPr>
              <w:shd w:val="clear" w:color="auto" w:fill="FFFFFF"/>
              <w:jc w:val="right"/>
              <w:rPr>
                <w:sz w:val="28"/>
                <w:szCs w:val="20"/>
              </w:rPr>
            </w:pPr>
          </w:p>
          <w:p w:rsidR="00863CFC" w:rsidRPr="00AA186B" w:rsidRDefault="00863CFC" w:rsidP="00D867A9">
            <w:pPr>
              <w:shd w:val="clear" w:color="auto" w:fill="FFFFFF"/>
              <w:jc w:val="right"/>
              <w:rPr>
                <w:sz w:val="28"/>
              </w:rPr>
            </w:pPr>
            <w:r w:rsidRPr="00AA186B">
              <w:rPr>
                <w:sz w:val="28"/>
                <w:szCs w:val="20"/>
              </w:rPr>
              <w:t xml:space="preserve">    0,9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CFC" w:rsidRDefault="00863CFC" w:rsidP="00D867A9">
            <w:pPr>
              <w:shd w:val="clear" w:color="auto" w:fill="FFFFFF"/>
              <w:jc w:val="right"/>
              <w:rPr>
                <w:sz w:val="28"/>
                <w:szCs w:val="20"/>
              </w:rPr>
            </w:pPr>
          </w:p>
          <w:p w:rsidR="00863CFC" w:rsidRPr="00AA186B" w:rsidRDefault="00863CFC" w:rsidP="00D867A9">
            <w:pPr>
              <w:shd w:val="clear" w:color="auto" w:fill="FFFFFF"/>
              <w:jc w:val="right"/>
              <w:rPr>
                <w:sz w:val="28"/>
                <w:szCs w:val="20"/>
              </w:rPr>
            </w:pPr>
            <w:r w:rsidRPr="00AA186B">
              <w:rPr>
                <w:sz w:val="28"/>
                <w:szCs w:val="20"/>
              </w:rPr>
              <w:t>53,8</w:t>
            </w:r>
          </w:p>
          <w:p w:rsidR="00863CFC" w:rsidRPr="00AA186B" w:rsidRDefault="00863CFC" w:rsidP="00D867A9">
            <w:pPr>
              <w:shd w:val="clear" w:color="auto" w:fill="FFFFFF"/>
              <w:jc w:val="right"/>
              <w:rPr>
                <w:sz w:val="28"/>
                <w:szCs w:val="20"/>
              </w:rPr>
            </w:pPr>
            <w:r w:rsidRPr="00AA186B">
              <w:rPr>
                <w:sz w:val="28"/>
                <w:szCs w:val="20"/>
              </w:rPr>
              <w:t>0</w:t>
            </w:r>
          </w:p>
          <w:p w:rsidR="00863CFC" w:rsidRPr="00AA186B" w:rsidRDefault="00863CFC" w:rsidP="00D867A9">
            <w:pPr>
              <w:shd w:val="clear" w:color="auto" w:fill="FFFFFF"/>
              <w:jc w:val="right"/>
              <w:rPr>
                <w:sz w:val="28"/>
                <w:szCs w:val="20"/>
              </w:rPr>
            </w:pPr>
          </w:p>
          <w:p w:rsidR="00863CFC" w:rsidRPr="00AA186B" w:rsidRDefault="00863CFC" w:rsidP="00D867A9">
            <w:pPr>
              <w:shd w:val="clear" w:color="auto" w:fill="FFFFFF"/>
              <w:jc w:val="right"/>
              <w:rPr>
                <w:sz w:val="28"/>
                <w:szCs w:val="20"/>
              </w:rPr>
            </w:pPr>
            <w:r w:rsidRPr="00AA186B">
              <w:rPr>
                <w:sz w:val="28"/>
                <w:szCs w:val="20"/>
              </w:rPr>
              <w:t>45,3</w:t>
            </w:r>
          </w:p>
          <w:p w:rsidR="00863CFC" w:rsidRPr="00AA186B" w:rsidRDefault="00863CFC" w:rsidP="00D867A9">
            <w:pPr>
              <w:shd w:val="clear" w:color="auto" w:fill="FFFFFF"/>
              <w:jc w:val="right"/>
              <w:rPr>
                <w:sz w:val="28"/>
                <w:szCs w:val="20"/>
              </w:rPr>
            </w:pPr>
          </w:p>
          <w:p w:rsidR="00863CFC" w:rsidRPr="00AA186B" w:rsidRDefault="00863CFC" w:rsidP="00D867A9">
            <w:pPr>
              <w:shd w:val="clear" w:color="auto" w:fill="FFFFFF"/>
              <w:jc w:val="right"/>
              <w:rPr>
                <w:sz w:val="28"/>
                <w:szCs w:val="20"/>
              </w:rPr>
            </w:pPr>
            <w:r w:rsidRPr="00AA186B">
              <w:rPr>
                <w:sz w:val="28"/>
                <w:szCs w:val="20"/>
              </w:rPr>
              <w:t>0,9</w:t>
            </w:r>
          </w:p>
        </w:tc>
      </w:tr>
      <w:tr w:rsidR="00863CFC" w:rsidRPr="00841758" w:rsidTr="00AA186B">
        <w:trPr>
          <w:trHeight w:val="584"/>
        </w:trPr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CFC" w:rsidRPr="00AA186B" w:rsidRDefault="00863CFC" w:rsidP="00CB02F1">
            <w:pPr>
              <w:shd w:val="clear" w:color="auto" w:fill="FFFFFF"/>
              <w:rPr>
                <w:sz w:val="28"/>
              </w:rPr>
            </w:pPr>
            <w:r w:rsidRPr="00AA186B">
              <w:rPr>
                <w:sz w:val="28"/>
              </w:rPr>
              <w:t xml:space="preserve">   Итого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CFC" w:rsidRPr="00AA186B" w:rsidRDefault="00863CFC" w:rsidP="00D867A9">
            <w:pPr>
              <w:pStyle w:val="Heading6"/>
              <w:jc w:val="right"/>
            </w:pPr>
            <w:r w:rsidRPr="00AA186B">
              <w:t>100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CFC" w:rsidRPr="00AA186B" w:rsidRDefault="00863CFC" w:rsidP="00D867A9">
            <w:pPr>
              <w:shd w:val="clear" w:color="auto" w:fill="FFFFFF"/>
              <w:jc w:val="right"/>
              <w:rPr>
                <w:sz w:val="28"/>
                <w:szCs w:val="20"/>
                <w:lang w:val="en-US"/>
              </w:rPr>
            </w:pPr>
            <w:r w:rsidRPr="00AA186B">
              <w:rPr>
                <w:sz w:val="28"/>
                <w:szCs w:val="20"/>
                <w:lang w:val="en-US"/>
              </w:rPr>
              <w:t>100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CFC" w:rsidRPr="00AA186B" w:rsidRDefault="00863CFC" w:rsidP="00D867A9">
            <w:pPr>
              <w:jc w:val="right"/>
              <w:rPr>
                <w:sz w:val="28"/>
                <w:szCs w:val="20"/>
              </w:rPr>
            </w:pPr>
            <w:r w:rsidRPr="00AA186B">
              <w:rPr>
                <w:sz w:val="28"/>
                <w:szCs w:val="20"/>
              </w:rPr>
              <w:t>100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CFC" w:rsidRPr="00AA186B" w:rsidRDefault="00863CFC" w:rsidP="00D867A9">
            <w:pPr>
              <w:jc w:val="right"/>
              <w:rPr>
                <w:sz w:val="28"/>
                <w:szCs w:val="20"/>
              </w:rPr>
            </w:pPr>
            <w:r w:rsidRPr="00AA186B">
              <w:rPr>
                <w:sz w:val="28"/>
                <w:szCs w:val="20"/>
              </w:rPr>
              <w:t>100</w:t>
            </w:r>
          </w:p>
        </w:tc>
      </w:tr>
    </w:tbl>
    <w:p w:rsidR="00863CFC" w:rsidRDefault="00863CFC"/>
    <w:p w:rsidR="00863CFC" w:rsidRDefault="00863CFC"/>
    <w:p w:rsidR="00863CFC" w:rsidRDefault="00863CFC"/>
    <w:p w:rsidR="00863CFC" w:rsidRDefault="00863CFC"/>
    <w:p w:rsidR="00863CFC" w:rsidRPr="00D728F5" w:rsidRDefault="00863CFC" w:rsidP="002D3170">
      <w:pPr>
        <w:pStyle w:val="BodyText"/>
        <w:shd w:val="clear" w:color="auto" w:fill="FFFFFF"/>
        <w:ind w:right="0" w:firstLine="709"/>
        <w:jc w:val="both"/>
      </w:pPr>
    </w:p>
    <w:sectPr w:rsidR="00863CFC" w:rsidRPr="00D728F5" w:rsidSect="009B68A3">
      <w:headerReference w:type="even" r:id="rId7"/>
      <w:headerReference w:type="default" r:id="rId8"/>
      <w:pgSz w:w="11906" w:h="16838" w:code="9"/>
      <w:pgMar w:top="1134" w:right="851" w:bottom="1021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3CFC" w:rsidRDefault="00863CFC">
      <w:r>
        <w:separator/>
      </w:r>
    </w:p>
    <w:p w:rsidR="00863CFC" w:rsidRDefault="00863CFC"/>
  </w:endnote>
  <w:endnote w:type="continuationSeparator" w:id="0">
    <w:p w:rsidR="00863CFC" w:rsidRDefault="00863CFC">
      <w:r>
        <w:continuationSeparator/>
      </w:r>
    </w:p>
    <w:p w:rsidR="00863CFC" w:rsidRDefault="00863CFC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3CFC" w:rsidRDefault="00863CFC">
      <w:r>
        <w:separator/>
      </w:r>
    </w:p>
    <w:p w:rsidR="00863CFC" w:rsidRDefault="00863CFC"/>
  </w:footnote>
  <w:footnote w:type="continuationSeparator" w:id="0">
    <w:p w:rsidR="00863CFC" w:rsidRDefault="00863CFC">
      <w:r>
        <w:continuationSeparator/>
      </w:r>
    </w:p>
    <w:p w:rsidR="00863CFC" w:rsidRDefault="00863CFC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3CFC" w:rsidRDefault="00863CFC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63CFC" w:rsidRDefault="00863CFC">
    <w:pPr>
      <w:pStyle w:val="Header"/>
    </w:pPr>
  </w:p>
  <w:p w:rsidR="00863CFC" w:rsidRDefault="00863CFC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3CFC" w:rsidRDefault="00863CFC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4</w:t>
    </w:r>
    <w:r>
      <w:rPr>
        <w:rStyle w:val="PageNumber"/>
      </w:rPr>
      <w:fldChar w:fldCharType="end"/>
    </w:r>
  </w:p>
  <w:p w:rsidR="00863CFC" w:rsidRDefault="00863CFC">
    <w:pPr>
      <w:pStyle w:val="Header"/>
    </w:pPr>
  </w:p>
  <w:p w:rsidR="00863CFC" w:rsidRDefault="00863CFC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E0B88E2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07D4CC5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03157244"/>
    <w:multiLevelType w:val="hybridMultilevel"/>
    <w:tmpl w:val="2B5E3236"/>
    <w:lvl w:ilvl="0" w:tplc="8DD2145E">
      <w:start w:val="2014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3BF445D"/>
    <w:multiLevelType w:val="hybridMultilevel"/>
    <w:tmpl w:val="043E0C9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97673B5"/>
    <w:multiLevelType w:val="hybridMultilevel"/>
    <w:tmpl w:val="F544E026"/>
    <w:lvl w:ilvl="0" w:tplc="04190001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7D9338F"/>
    <w:multiLevelType w:val="hybridMultilevel"/>
    <w:tmpl w:val="A5CE6C9A"/>
    <w:lvl w:ilvl="0" w:tplc="3908706E">
      <w:start w:val="2014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B5A25AC"/>
    <w:multiLevelType w:val="hybridMultilevel"/>
    <w:tmpl w:val="B9381EA4"/>
    <w:lvl w:ilvl="0" w:tplc="0419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1"/>
  </w:num>
  <w:num w:numId="4">
    <w:abstractNumId w:val="0"/>
  </w:num>
  <w:num w:numId="5">
    <w:abstractNumId w:val="1"/>
  </w:num>
  <w:num w:numId="6">
    <w:abstractNumId w:val="0"/>
  </w:num>
  <w:num w:numId="7">
    <w:abstractNumId w:val="1"/>
  </w:num>
  <w:num w:numId="8">
    <w:abstractNumId w:val="0"/>
  </w:num>
  <w:num w:numId="9">
    <w:abstractNumId w:val="1"/>
  </w:num>
  <w:num w:numId="10">
    <w:abstractNumId w:val="0"/>
  </w:num>
  <w:num w:numId="11">
    <w:abstractNumId w:val="1"/>
  </w:num>
  <w:num w:numId="12">
    <w:abstractNumId w:val="0"/>
  </w:num>
  <w:num w:numId="13">
    <w:abstractNumId w:val="1"/>
  </w:num>
  <w:num w:numId="14">
    <w:abstractNumId w:val="0"/>
  </w:num>
  <w:num w:numId="15">
    <w:abstractNumId w:val="1"/>
  </w:num>
  <w:num w:numId="16">
    <w:abstractNumId w:val="0"/>
  </w:num>
  <w:num w:numId="17">
    <w:abstractNumId w:val="1"/>
  </w:num>
  <w:num w:numId="18">
    <w:abstractNumId w:val="0"/>
  </w:num>
  <w:num w:numId="19">
    <w:abstractNumId w:val="1"/>
  </w:num>
  <w:num w:numId="20">
    <w:abstractNumId w:val="4"/>
  </w:num>
  <w:num w:numId="2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"/>
  </w:num>
  <w:num w:numId="23">
    <w:abstractNumId w:val="2"/>
  </w:num>
  <w:num w:numId="24">
    <w:abstractNumId w:val="6"/>
  </w:num>
  <w:num w:numId="25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9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02650"/>
    <w:rsid w:val="00004421"/>
    <w:rsid w:val="00004769"/>
    <w:rsid w:val="00006274"/>
    <w:rsid w:val="00006E25"/>
    <w:rsid w:val="00011EF2"/>
    <w:rsid w:val="0001234C"/>
    <w:rsid w:val="00012EE9"/>
    <w:rsid w:val="000143DE"/>
    <w:rsid w:val="00014945"/>
    <w:rsid w:val="00015E2A"/>
    <w:rsid w:val="000164A6"/>
    <w:rsid w:val="00016807"/>
    <w:rsid w:val="00016E2D"/>
    <w:rsid w:val="00017555"/>
    <w:rsid w:val="00021B8D"/>
    <w:rsid w:val="000221DF"/>
    <w:rsid w:val="00022543"/>
    <w:rsid w:val="00022BF5"/>
    <w:rsid w:val="00023F86"/>
    <w:rsid w:val="0002480B"/>
    <w:rsid w:val="00024D8D"/>
    <w:rsid w:val="00025A93"/>
    <w:rsid w:val="000274A6"/>
    <w:rsid w:val="0003086E"/>
    <w:rsid w:val="000341F1"/>
    <w:rsid w:val="0003475E"/>
    <w:rsid w:val="00037A11"/>
    <w:rsid w:val="00043370"/>
    <w:rsid w:val="000438FB"/>
    <w:rsid w:val="000447B2"/>
    <w:rsid w:val="00050E4C"/>
    <w:rsid w:val="000551C8"/>
    <w:rsid w:val="000578A6"/>
    <w:rsid w:val="00060859"/>
    <w:rsid w:val="00060D12"/>
    <w:rsid w:val="000612F3"/>
    <w:rsid w:val="00062551"/>
    <w:rsid w:val="00062EEE"/>
    <w:rsid w:val="00063384"/>
    <w:rsid w:val="00065205"/>
    <w:rsid w:val="00065B21"/>
    <w:rsid w:val="000672EF"/>
    <w:rsid w:val="00071683"/>
    <w:rsid w:val="00071E5A"/>
    <w:rsid w:val="00072BFF"/>
    <w:rsid w:val="000735A8"/>
    <w:rsid w:val="0007551F"/>
    <w:rsid w:val="00076874"/>
    <w:rsid w:val="00076FD8"/>
    <w:rsid w:val="00080EDD"/>
    <w:rsid w:val="00081FB7"/>
    <w:rsid w:val="0008286B"/>
    <w:rsid w:val="00082CEA"/>
    <w:rsid w:val="00086C1B"/>
    <w:rsid w:val="00087D1D"/>
    <w:rsid w:val="0009032B"/>
    <w:rsid w:val="000915FA"/>
    <w:rsid w:val="00096658"/>
    <w:rsid w:val="000A1568"/>
    <w:rsid w:val="000A15B3"/>
    <w:rsid w:val="000A3B66"/>
    <w:rsid w:val="000A5564"/>
    <w:rsid w:val="000A594B"/>
    <w:rsid w:val="000A62AB"/>
    <w:rsid w:val="000A68B4"/>
    <w:rsid w:val="000B00A8"/>
    <w:rsid w:val="000B14E0"/>
    <w:rsid w:val="000B1BC0"/>
    <w:rsid w:val="000B265F"/>
    <w:rsid w:val="000B2ED0"/>
    <w:rsid w:val="000B2EDC"/>
    <w:rsid w:val="000B40E8"/>
    <w:rsid w:val="000B74B7"/>
    <w:rsid w:val="000C3748"/>
    <w:rsid w:val="000C396C"/>
    <w:rsid w:val="000C43CC"/>
    <w:rsid w:val="000C44E4"/>
    <w:rsid w:val="000C5431"/>
    <w:rsid w:val="000D118B"/>
    <w:rsid w:val="000D2957"/>
    <w:rsid w:val="000D39D8"/>
    <w:rsid w:val="000D4122"/>
    <w:rsid w:val="000D532E"/>
    <w:rsid w:val="000D676A"/>
    <w:rsid w:val="000E0285"/>
    <w:rsid w:val="000E0AD1"/>
    <w:rsid w:val="000E2BFD"/>
    <w:rsid w:val="000E407A"/>
    <w:rsid w:val="000E4FD0"/>
    <w:rsid w:val="000E5EBF"/>
    <w:rsid w:val="000E5F55"/>
    <w:rsid w:val="000E698F"/>
    <w:rsid w:val="000E6AE5"/>
    <w:rsid w:val="000E7208"/>
    <w:rsid w:val="000E78BA"/>
    <w:rsid w:val="000F1CE0"/>
    <w:rsid w:val="000F2DE0"/>
    <w:rsid w:val="000F337E"/>
    <w:rsid w:val="000F514A"/>
    <w:rsid w:val="000F5446"/>
    <w:rsid w:val="000F5771"/>
    <w:rsid w:val="000F5A0D"/>
    <w:rsid w:val="000F5D0B"/>
    <w:rsid w:val="000F7A3C"/>
    <w:rsid w:val="000F7AEA"/>
    <w:rsid w:val="00101A57"/>
    <w:rsid w:val="00102650"/>
    <w:rsid w:val="00103A7A"/>
    <w:rsid w:val="00105635"/>
    <w:rsid w:val="00106B1D"/>
    <w:rsid w:val="00106EB8"/>
    <w:rsid w:val="00107250"/>
    <w:rsid w:val="001102B7"/>
    <w:rsid w:val="00110459"/>
    <w:rsid w:val="0011165F"/>
    <w:rsid w:val="0011223D"/>
    <w:rsid w:val="001163B0"/>
    <w:rsid w:val="00120907"/>
    <w:rsid w:val="00121658"/>
    <w:rsid w:val="001219F8"/>
    <w:rsid w:val="00122339"/>
    <w:rsid w:val="0012300D"/>
    <w:rsid w:val="001232B0"/>
    <w:rsid w:val="00125BDD"/>
    <w:rsid w:val="00125C9F"/>
    <w:rsid w:val="00127A7B"/>
    <w:rsid w:val="0013001F"/>
    <w:rsid w:val="00131027"/>
    <w:rsid w:val="001311AE"/>
    <w:rsid w:val="001311EF"/>
    <w:rsid w:val="001318DD"/>
    <w:rsid w:val="00131AEA"/>
    <w:rsid w:val="00131E3B"/>
    <w:rsid w:val="00132972"/>
    <w:rsid w:val="00132F05"/>
    <w:rsid w:val="0014177B"/>
    <w:rsid w:val="0014258D"/>
    <w:rsid w:val="001426D5"/>
    <w:rsid w:val="00143319"/>
    <w:rsid w:val="001435A9"/>
    <w:rsid w:val="00144862"/>
    <w:rsid w:val="00144F7D"/>
    <w:rsid w:val="001450FD"/>
    <w:rsid w:val="001470D5"/>
    <w:rsid w:val="001471FF"/>
    <w:rsid w:val="0015076F"/>
    <w:rsid w:val="00151691"/>
    <w:rsid w:val="0015431E"/>
    <w:rsid w:val="001546AF"/>
    <w:rsid w:val="001564CD"/>
    <w:rsid w:val="0015656F"/>
    <w:rsid w:val="001570EF"/>
    <w:rsid w:val="0015715E"/>
    <w:rsid w:val="00161053"/>
    <w:rsid w:val="001702B8"/>
    <w:rsid w:val="0017125B"/>
    <w:rsid w:val="00173997"/>
    <w:rsid w:val="00173CD0"/>
    <w:rsid w:val="00174387"/>
    <w:rsid w:val="00175351"/>
    <w:rsid w:val="001777EC"/>
    <w:rsid w:val="001808CB"/>
    <w:rsid w:val="00182A57"/>
    <w:rsid w:val="00186904"/>
    <w:rsid w:val="001874DE"/>
    <w:rsid w:val="00187703"/>
    <w:rsid w:val="00190E94"/>
    <w:rsid w:val="00191997"/>
    <w:rsid w:val="00191F1B"/>
    <w:rsid w:val="001925ED"/>
    <w:rsid w:val="0019360D"/>
    <w:rsid w:val="001945BC"/>
    <w:rsid w:val="0019480B"/>
    <w:rsid w:val="0019522B"/>
    <w:rsid w:val="00196C2A"/>
    <w:rsid w:val="001A20C2"/>
    <w:rsid w:val="001A71BE"/>
    <w:rsid w:val="001B1108"/>
    <w:rsid w:val="001B3315"/>
    <w:rsid w:val="001B349F"/>
    <w:rsid w:val="001B41DF"/>
    <w:rsid w:val="001B423B"/>
    <w:rsid w:val="001B742B"/>
    <w:rsid w:val="001B7A6A"/>
    <w:rsid w:val="001C0272"/>
    <w:rsid w:val="001C2621"/>
    <w:rsid w:val="001C298A"/>
    <w:rsid w:val="001C2CF4"/>
    <w:rsid w:val="001C3508"/>
    <w:rsid w:val="001C4D71"/>
    <w:rsid w:val="001C61F6"/>
    <w:rsid w:val="001C677B"/>
    <w:rsid w:val="001C6FBD"/>
    <w:rsid w:val="001C7AD3"/>
    <w:rsid w:val="001D02D5"/>
    <w:rsid w:val="001D07C1"/>
    <w:rsid w:val="001D1497"/>
    <w:rsid w:val="001D2320"/>
    <w:rsid w:val="001D23B5"/>
    <w:rsid w:val="001D36B3"/>
    <w:rsid w:val="001D4515"/>
    <w:rsid w:val="001D52DF"/>
    <w:rsid w:val="001D544E"/>
    <w:rsid w:val="001D59ED"/>
    <w:rsid w:val="001D5D4D"/>
    <w:rsid w:val="001D5E17"/>
    <w:rsid w:val="001D7CE7"/>
    <w:rsid w:val="001E4AF7"/>
    <w:rsid w:val="001E5025"/>
    <w:rsid w:val="001E67C2"/>
    <w:rsid w:val="001F1EC5"/>
    <w:rsid w:val="001F6EFE"/>
    <w:rsid w:val="002014B0"/>
    <w:rsid w:val="002024C3"/>
    <w:rsid w:val="00205034"/>
    <w:rsid w:val="0020538D"/>
    <w:rsid w:val="00205F4A"/>
    <w:rsid w:val="00206210"/>
    <w:rsid w:val="00206A03"/>
    <w:rsid w:val="0020784F"/>
    <w:rsid w:val="00212BB4"/>
    <w:rsid w:val="0021633B"/>
    <w:rsid w:val="0021705A"/>
    <w:rsid w:val="002170BB"/>
    <w:rsid w:val="00217AA9"/>
    <w:rsid w:val="00220649"/>
    <w:rsid w:val="00220962"/>
    <w:rsid w:val="00220FA2"/>
    <w:rsid w:val="0022106B"/>
    <w:rsid w:val="0022346F"/>
    <w:rsid w:val="00223C59"/>
    <w:rsid w:val="00223CF0"/>
    <w:rsid w:val="0022406F"/>
    <w:rsid w:val="00224E35"/>
    <w:rsid w:val="002251AC"/>
    <w:rsid w:val="002272AC"/>
    <w:rsid w:val="002335CF"/>
    <w:rsid w:val="00233C1F"/>
    <w:rsid w:val="002346DA"/>
    <w:rsid w:val="0023515C"/>
    <w:rsid w:val="002362EA"/>
    <w:rsid w:val="002364EB"/>
    <w:rsid w:val="00237A5C"/>
    <w:rsid w:val="00241690"/>
    <w:rsid w:val="0024302D"/>
    <w:rsid w:val="00243256"/>
    <w:rsid w:val="002432FD"/>
    <w:rsid w:val="002452E4"/>
    <w:rsid w:val="00246B80"/>
    <w:rsid w:val="00246BDC"/>
    <w:rsid w:val="00247E93"/>
    <w:rsid w:val="00250201"/>
    <w:rsid w:val="00250E2E"/>
    <w:rsid w:val="00253616"/>
    <w:rsid w:val="00253E83"/>
    <w:rsid w:val="0025564E"/>
    <w:rsid w:val="0025635F"/>
    <w:rsid w:val="00260877"/>
    <w:rsid w:val="00260B0D"/>
    <w:rsid w:val="002614EC"/>
    <w:rsid w:val="00261BD9"/>
    <w:rsid w:val="00261CDB"/>
    <w:rsid w:val="0026201A"/>
    <w:rsid w:val="002636CB"/>
    <w:rsid w:val="00264246"/>
    <w:rsid w:val="00267A34"/>
    <w:rsid w:val="00270BAB"/>
    <w:rsid w:val="00271A35"/>
    <w:rsid w:val="00271FD1"/>
    <w:rsid w:val="002720AC"/>
    <w:rsid w:val="002738DD"/>
    <w:rsid w:val="00273ED1"/>
    <w:rsid w:val="00275E6F"/>
    <w:rsid w:val="0027635C"/>
    <w:rsid w:val="00276744"/>
    <w:rsid w:val="00276A49"/>
    <w:rsid w:val="002777D8"/>
    <w:rsid w:val="00282D44"/>
    <w:rsid w:val="002911D3"/>
    <w:rsid w:val="00291C77"/>
    <w:rsid w:val="00294BA9"/>
    <w:rsid w:val="00297203"/>
    <w:rsid w:val="00297C10"/>
    <w:rsid w:val="00297E4A"/>
    <w:rsid w:val="002A1B86"/>
    <w:rsid w:val="002A3A95"/>
    <w:rsid w:val="002A45AC"/>
    <w:rsid w:val="002A46CA"/>
    <w:rsid w:val="002A6678"/>
    <w:rsid w:val="002B05FD"/>
    <w:rsid w:val="002B08AD"/>
    <w:rsid w:val="002B17FC"/>
    <w:rsid w:val="002B2BCB"/>
    <w:rsid w:val="002C020F"/>
    <w:rsid w:val="002C2035"/>
    <w:rsid w:val="002C3E17"/>
    <w:rsid w:val="002C661E"/>
    <w:rsid w:val="002D09CB"/>
    <w:rsid w:val="002D267E"/>
    <w:rsid w:val="002D3170"/>
    <w:rsid w:val="002D59EB"/>
    <w:rsid w:val="002D644D"/>
    <w:rsid w:val="002D68D0"/>
    <w:rsid w:val="002D74C9"/>
    <w:rsid w:val="002E37E9"/>
    <w:rsid w:val="002E4784"/>
    <w:rsid w:val="002E53C4"/>
    <w:rsid w:val="002E58E9"/>
    <w:rsid w:val="002E6BFC"/>
    <w:rsid w:val="002E7A6E"/>
    <w:rsid w:val="002F054A"/>
    <w:rsid w:val="002F05E0"/>
    <w:rsid w:val="002F0D12"/>
    <w:rsid w:val="002F161E"/>
    <w:rsid w:val="002F1831"/>
    <w:rsid w:val="002F25E1"/>
    <w:rsid w:val="002F2BB3"/>
    <w:rsid w:val="002F34A5"/>
    <w:rsid w:val="002F543D"/>
    <w:rsid w:val="002F6F70"/>
    <w:rsid w:val="002F7C19"/>
    <w:rsid w:val="003020D8"/>
    <w:rsid w:val="0030214C"/>
    <w:rsid w:val="00302498"/>
    <w:rsid w:val="00304857"/>
    <w:rsid w:val="00305EC0"/>
    <w:rsid w:val="0030653A"/>
    <w:rsid w:val="00311683"/>
    <w:rsid w:val="00311D29"/>
    <w:rsid w:val="003127EE"/>
    <w:rsid w:val="003206DB"/>
    <w:rsid w:val="00321F09"/>
    <w:rsid w:val="003228C0"/>
    <w:rsid w:val="003230CA"/>
    <w:rsid w:val="00324A97"/>
    <w:rsid w:val="00324E74"/>
    <w:rsid w:val="0033062A"/>
    <w:rsid w:val="00335763"/>
    <w:rsid w:val="0033593A"/>
    <w:rsid w:val="00337463"/>
    <w:rsid w:val="003410AF"/>
    <w:rsid w:val="003422F5"/>
    <w:rsid w:val="00342E0C"/>
    <w:rsid w:val="00346391"/>
    <w:rsid w:val="00346C4B"/>
    <w:rsid w:val="0034706B"/>
    <w:rsid w:val="0034707A"/>
    <w:rsid w:val="003479A7"/>
    <w:rsid w:val="00350DF3"/>
    <w:rsid w:val="00354EB7"/>
    <w:rsid w:val="00356ADD"/>
    <w:rsid w:val="003570C7"/>
    <w:rsid w:val="00357B18"/>
    <w:rsid w:val="00357D73"/>
    <w:rsid w:val="00360155"/>
    <w:rsid w:val="00363B3A"/>
    <w:rsid w:val="003641E8"/>
    <w:rsid w:val="003652B4"/>
    <w:rsid w:val="003668CC"/>
    <w:rsid w:val="00366D53"/>
    <w:rsid w:val="003711DD"/>
    <w:rsid w:val="00371510"/>
    <w:rsid w:val="00371F55"/>
    <w:rsid w:val="0037333E"/>
    <w:rsid w:val="0037469C"/>
    <w:rsid w:val="00381CB5"/>
    <w:rsid w:val="00383F9C"/>
    <w:rsid w:val="00383FD9"/>
    <w:rsid w:val="00384122"/>
    <w:rsid w:val="0038510F"/>
    <w:rsid w:val="00385C9E"/>
    <w:rsid w:val="003863D0"/>
    <w:rsid w:val="00391258"/>
    <w:rsid w:val="003921C4"/>
    <w:rsid w:val="00392EED"/>
    <w:rsid w:val="00393E37"/>
    <w:rsid w:val="0039445B"/>
    <w:rsid w:val="00394C28"/>
    <w:rsid w:val="00396494"/>
    <w:rsid w:val="00396FBE"/>
    <w:rsid w:val="00397B98"/>
    <w:rsid w:val="003A0F36"/>
    <w:rsid w:val="003A301A"/>
    <w:rsid w:val="003A37B6"/>
    <w:rsid w:val="003A3857"/>
    <w:rsid w:val="003A5421"/>
    <w:rsid w:val="003A5C05"/>
    <w:rsid w:val="003A5DD4"/>
    <w:rsid w:val="003A6549"/>
    <w:rsid w:val="003A6734"/>
    <w:rsid w:val="003A6BFD"/>
    <w:rsid w:val="003A6CC9"/>
    <w:rsid w:val="003A7335"/>
    <w:rsid w:val="003A7C6B"/>
    <w:rsid w:val="003B0A0F"/>
    <w:rsid w:val="003B0D25"/>
    <w:rsid w:val="003B50C9"/>
    <w:rsid w:val="003B51E3"/>
    <w:rsid w:val="003B59A7"/>
    <w:rsid w:val="003B6568"/>
    <w:rsid w:val="003B7687"/>
    <w:rsid w:val="003C1F7E"/>
    <w:rsid w:val="003C29DC"/>
    <w:rsid w:val="003C4012"/>
    <w:rsid w:val="003C4ADC"/>
    <w:rsid w:val="003C5B8B"/>
    <w:rsid w:val="003C65E5"/>
    <w:rsid w:val="003D079F"/>
    <w:rsid w:val="003D0BCF"/>
    <w:rsid w:val="003D2539"/>
    <w:rsid w:val="003D664E"/>
    <w:rsid w:val="003E043C"/>
    <w:rsid w:val="003E08D6"/>
    <w:rsid w:val="003E3E4F"/>
    <w:rsid w:val="003E71F1"/>
    <w:rsid w:val="003F1DBA"/>
    <w:rsid w:val="003F2370"/>
    <w:rsid w:val="003F7C56"/>
    <w:rsid w:val="004009D4"/>
    <w:rsid w:val="0040106C"/>
    <w:rsid w:val="0040114D"/>
    <w:rsid w:val="00401763"/>
    <w:rsid w:val="00405C44"/>
    <w:rsid w:val="00406B56"/>
    <w:rsid w:val="00411672"/>
    <w:rsid w:val="0041203F"/>
    <w:rsid w:val="004122AC"/>
    <w:rsid w:val="00412858"/>
    <w:rsid w:val="00412BFB"/>
    <w:rsid w:val="0041328C"/>
    <w:rsid w:val="004172BB"/>
    <w:rsid w:val="00420131"/>
    <w:rsid w:val="00420760"/>
    <w:rsid w:val="004233AE"/>
    <w:rsid w:val="0042380B"/>
    <w:rsid w:val="00427C1D"/>
    <w:rsid w:val="00427C6B"/>
    <w:rsid w:val="00430A5A"/>
    <w:rsid w:val="0043384E"/>
    <w:rsid w:val="00434359"/>
    <w:rsid w:val="00436962"/>
    <w:rsid w:val="00440343"/>
    <w:rsid w:val="00441F45"/>
    <w:rsid w:val="00442FDD"/>
    <w:rsid w:val="004445A7"/>
    <w:rsid w:val="00444D63"/>
    <w:rsid w:val="00444F3A"/>
    <w:rsid w:val="004455CF"/>
    <w:rsid w:val="00446032"/>
    <w:rsid w:val="004465F0"/>
    <w:rsid w:val="004468F6"/>
    <w:rsid w:val="0044700C"/>
    <w:rsid w:val="0044760E"/>
    <w:rsid w:val="00450A21"/>
    <w:rsid w:val="00451199"/>
    <w:rsid w:val="00451507"/>
    <w:rsid w:val="0045364A"/>
    <w:rsid w:val="00454D6A"/>
    <w:rsid w:val="00454EA1"/>
    <w:rsid w:val="0046079B"/>
    <w:rsid w:val="00460E34"/>
    <w:rsid w:val="00461383"/>
    <w:rsid w:val="00461596"/>
    <w:rsid w:val="00462DDA"/>
    <w:rsid w:val="0046320D"/>
    <w:rsid w:val="00463BFC"/>
    <w:rsid w:val="00464344"/>
    <w:rsid w:val="004654DE"/>
    <w:rsid w:val="00467856"/>
    <w:rsid w:val="00467CE1"/>
    <w:rsid w:val="004709CA"/>
    <w:rsid w:val="00470B09"/>
    <w:rsid w:val="00471154"/>
    <w:rsid w:val="004736D5"/>
    <w:rsid w:val="004744EE"/>
    <w:rsid w:val="0047624E"/>
    <w:rsid w:val="004814F6"/>
    <w:rsid w:val="00481EC0"/>
    <w:rsid w:val="00482C90"/>
    <w:rsid w:val="004836FA"/>
    <w:rsid w:val="00483E0F"/>
    <w:rsid w:val="0048403C"/>
    <w:rsid w:val="0048533E"/>
    <w:rsid w:val="004859DD"/>
    <w:rsid w:val="00485E3D"/>
    <w:rsid w:val="00486DCF"/>
    <w:rsid w:val="00486F7E"/>
    <w:rsid w:val="0048709B"/>
    <w:rsid w:val="00487BCC"/>
    <w:rsid w:val="004932A2"/>
    <w:rsid w:val="00496333"/>
    <w:rsid w:val="00496CAE"/>
    <w:rsid w:val="004A0F4A"/>
    <w:rsid w:val="004A1A57"/>
    <w:rsid w:val="004A1D36"/>
    <w:rsid w:val="004A2179"/>
    <w:rsid w:val="004A53B0"/>
    <w:rsid w:val="004A5436"/>
    <w:rsid w:val="004A7A1B"/>
    <w:rsid w:val="004B05FA"/>
    <w:rsid w:val="004B0F34"/>
    <w:rsid w:val="004B3ED1"/>
    <w:rsid w:val="004B7213"/>
    <w:rsid w:val="004B7754"/>
    <w:rsid w:val="004C156B"/>
    <w:rsid w:val="004C186F"/>
    <w:rsid w:val="004C23B5"/>
    <w:rsid w:val="004C2F69"/>
    <w:rsid w:val="004C2F88"/>
    <w:rsid w:val="004C4AE6"/>
    <w:rsid w:val="004D2138"/>
    <w:rsid w:val="004D4D37"/>
    <w:rsid w:val="004D5BD6"/>
    <w:rsid w:val="004D75AD"/>
    <w:rsid w:val="004E0243"/>
    <w:rsid w:val="004E1E13"/>
    <w:rsid w:val="004E2CA9"/>
    <w:rsid w:val="004E6429"/>
    <w:rsid w:val="004E71A5"/>
    <w:rsid w:val="004F14B6"/>
    <w:rsid w:val="004F317A"/>
    <w:rsid w:val="004F3833"/>
    <w:rsid w:val="004F3CC3"/>
    <w:rsid w:val="004F61E1"/>
    <w:rsid w:val="004F7840"/>
    <w:rsid w:val="00501B43"/>
    <w:rsid w:val="00503137"/>
    <w:rsid w:val="0050325B"/>
    <w:rsid w:val="00503B19"/>
    <w:rsid w:val="00504C64"/>
    <w:rsid w:val="00504DC4"/>
    <w:rsid w:val="0050522E"/>
    <w:rsid w:val="00511D0F"/>
    <w:rsid w:val="00512B2F"/>
    <w:rsid w:val="00514066"/>
    <w:rsid w:val="005155BF"/>
    <w:rsid w:val="0051588F"/>
    <w:rsid w:val="00516FCD"/>
    <w:rsid w:val="005173FF"/>
    <w:rsid w:val="0052369A"/>
    <w:rsid w:val="005236D0"/>
    <w:rsid w:val="00523BBA"/>
    <w:rsid w:val="00526A2D"/>
    <w:rsid w:val="00526B1E"/>
    <w:rsid w:val="00527DF2"/>
    <w:rsid w:val="00531586"/>
    <w:rsid w:val="005315DA"/>
    <w:rsid w:val="0053340F"/>
    <w:rsid w:val="005336DD"/>
    <w:rsid w:val="00533FC8"/>
    <w:rsid w:val="005367F1"/>
    <w:rsid w:val="00536A61"/>
    <w:rsid w:val="00536DA4"/>
    <w:rsid w:val="00542BE6"/>
    <w:rsid w:val="0054491D"/>
    <w:rsid w:val="005453C8"/>
    <w:rsid w:val="005501EB"/>
    <w:rsid w:val="005520EC"/>
    <w:rsid w:val="0055215D"/>
    <w:rsid w:val="0055349F"/>
    <w:rsid w:val="005545CF"/>
    <w:rsid w:val="00554F9C"/>
    <w:rsid w:val="00557882"/>
    <w:rsid w:val="00557C02"/>
    <w:rsid w:val="00561329"/>
    <w:rsid w:val="005632CF"/>
    <w:rsid w:val="00565807"/>
    <w:rsid w:val="00565874"/>
    <w:rsid w:val="00565AED"/>
    <w:rsid w:val="00570FD7"/>
    <w:rsid w:val="0057138B"/>
    <w:rsid w:val="00572192"/>
    <w:rsid w:val="00572320"/>
    <w:rsid w:val="0057262F"/>
    <w:rsid w:val="00573FDD"/>
    <w:rsid w:val="00576103"/>
    <w:rsid w:val="00576747"/>
    <w:rsid w:val="00580237"/>
    <w:rsid w:val="00580A90"/>
    <w:rsid w:val="00580BBD"/>
    <w:rsid w:val="00581229"/>
    <w:rsid w:val="00581B3B"/>
    <w:rsid w:val="00587B6C"/>
    <w:rsid w:val="0059026C"/>
    <w:rsid w:val="00592609"/>
    <w:rsid w:val="005933A2"/>
    <w:rsid w:val="005942BA"/>
    <w:rsid w:val="00594812"/>
    <w:rsid w:val="00595997"/>
    <w:rsid w:val="00597110"/>
    <w:rsid w:val="005972A8"/>
    <w:rsid w:val="0059759E"/>
    <w:rsid w:val="00597617"/>
    <w:rsid w:val="00597B72"/>
    <w:rsid w:val="005A0C6B"/>
    <w:rsid w:val="005A0F5F"/>
    <w:rsid w:val="005A2978"/>
    <w:rsid w:val="005A2CB2"/>
    <w:rsid w:val="005A5285"/>
    <w:rsid w:val="005A6708"/>
    <w:rsid w:val="005B1E1B"/>
    <w:rsid w:val="005B1F2F"/>
    <w:rsid w:val="005B22EA"/>
    <w:rsid w:val="005B28E5"/>
    <w:rsid w:val="005C1880"/>
    <w:rsid w:val="005C30BD"/>
    <w:rsid w:val="005C3B24"/>
    <w:rsid w:val="005C4159"/>
    <w:rsid w:val="005C591D"/>
    <w:rsid w:val="005C6E7B"/>
    <w:rsid w:val="005C797F"/>
    <w:rsid w:val="005C7D80"/>
    <w:rsid w:val="005D1ADA"/>
    <w:rsid w:val="005D31FA"/>
    <w:rsid w:val="005D44AB"/>
    <w:rsid w:val="005D4A7F"/>
    <w:rsid w:val="005D611F"/>
    <w:rsid w:val="005E0328"/>
    <w:rsid w:val="005E2FF1"/>
    <w:rsid w:val="005E43D6"/>
    <w:rsid w:val="005E66DE"/>
    <w:rsid w:val="005F0C18"/>
    <w:rsid w:val="005F78D5"/>
    <w:rsid w:val="006005B0"/>
    <w:rsid w:val="00600630"/>
    <w:rsid w:val="00602130"/>
    <w:rsid w:val="006036A6"/>
    <w:rsid w:val="0060555C"/>
    <w:rsid w:val="006056E5"/>
    <w:rsid w:val="006067F2"/>
    <w:rsid w:val="00607510"/>
    <w:rsid w:val="00610EB0"/>
    <w:rsid w:val="00611820"/>
    <w:rsid w:val="006121CC"/>
    <w:rsid w:val="00612265"/>
    <w:rsid w:val="006128D5"/>
    <w:rsid w:val="00613303"/>
    <w:rsid w:val="006138AB"/>
    <w:rsid w:val="0061450E"/>
    <w:rsid w:val="00614806"/>
    <w:rsid w:val="0061688F"/>
    <w:rsid w:val="00616B34"/>
    <w:rsid w:val="00617066"/>
    <w:rsid w:val="0062077E"/>
    <w:rsid w:val="00621E71"/>
    <w:rsid w:val="00622E7E"/>
    <w:rsid w:val="00627586"/>
    <w:rsid w:val="006322A2"/>
    <w:rsid w:val="00632898"/>
    <w:rsid w:val="00632A29"/>
    <w:rsid w:val="00633ECA"/>
    <w:rsid w:val="006352CD"/>
    <w:rsid w:val="0063674A"/>
    <w:rsid w:val="006368F8"/>
    <w:rsid w:val="006376DE"/>
    <w:rsid w:val="006414C8"/>
    <w:rsid w:val="006415F5"/>
    <w:rsid w:val="00642B21"/>
    <w:rsid w:val="006436F9"/>
    <w:rsid w:val="006438E0"/>
    <w:rsid w:val="00643C8D"/>
    <w:rsid w:val="00644863"/>
    <w:rsid w:val="00645488"/>
    <w:rsid w:val="006455AD"/>
    <w:rsid w:val="006462B0"/>
    <w:rsid w:val="00646335"/>
    <w:rsid w:val="006505E0"/>
    <w:rsid w:val="006507CF"/>
    <w:rsid w:val="00651DC1"/>
    <w:rsid w:val="00654550"/>
    <w:rsid w:val="00654879"/>
    <w:rsid w:val="00654EFE"/>
    <w:rsid w:val="0065637C"/>
    <w:rsid w:val="006573AB"/>
    <w:rsid w:val="0066012F"/>
    <w:rsid w:val="00660D9F"/>
    <w:rsid w:val="00660FDE"/>
    <w:rsid w:val="00661CE9"/>
    <w:rsid w:val="006651B1"/>
    <w:rsid w:val="0066556D"/>
    <w:rsid w:val="00665B96"/>
    <w:rsid w:val="00665CE7"/>
    <w:rsid w:val="00666CA6"/>
    <w:rsid w:val="0066758E"/>
    <w:rsid w:val="00670A13"/>
    <w:rsid w:val="00670B3A"/>
    <w:rsid w:val="00670DC2"/>
    <w:rsid w:val="00670F19"/>
    <w:rsid w:val="0067230C"/>
    <w:rsid w:val="006758C6"/>
    <w:rsid w:val="00675F49"/>
    <w:rsid w:val="0067643D"/>
    <w:rsid w:val="00677329"/>
    <w:rsid w:val="006773EA"/>
    <w:rsid w:val="00677964"/>
    <w:rsid w:val="006801EE"/>
    <w:rsid w:val="00680959"/>
    <w:rsid w:val="006819E7"/>
    <w:rsid w:val="00683B75"/>
    <w:rsid w:val="00685137"/>
    <w:rsid w:val="0069088F"/>
    <w:rsid w:val="00692F6D"/>
    <w:rsid w:val="00695CBD"/>
    <w:rsid w:val="006966BA"/>
    <w:rsid w:val="006971FD"/>
    <w:rsid w:val="006A0051"/>
    <w:rsid w:val="006A0373"/>
    <w:rsid w:val="006A1D39"/>
    <w:rsid w:val="006A249B"/>
    <w:rsid w:val="006A4CFB"/>
    <w:rsid w:val="006A5136"/>
    <w:rsid w:val="006A6E83"/>
    <w:rsid w:val="006A7B59"/>
    <w:rsid w:val="006B1669"/>
    <w:rsid w:val="006B352D"/>
    <w:rsid w:val="006B7211"/>
    <w:rsid w:val="006C1C41"/>
    <w:rsid w:val="006C2F40"/>
    <w:rsid w:val="006C48BE"/>
    <w:rsid w:val="006C48F8"/>
    <w:rsid w:val="006C6604"/>
    <w:rsid w:val="006D62B3"/>
    <w:rsid w:val="006D7ED9"/>
    <w:rsid w:val="006E1157"/>
    <w:rsid w:val="006E3C0B"/>
    <w:rsid w:val="006E4C9A"/>
    <w:rsid w:val="006E5DF5"/>
    <w:rsid w:val="006E5FB0"/>
    <w:rsid w:val="006E64DE"/>
    <w:rsid w:val="006E6CBB"/>
    <w:rsid w:val="006E7B73"/>
    <w:rsid w:val="006E7D43"/>
    <w:rsid w:val="006F186A"/>
    <w:rsid w:val="006F1AA8"/>
    <w:rsid w:val="006F3139"/>
    <w:rsid w:val="006F65C9"/>
    <w:rsid w:val="006F7524"/>
    <w:rsid w:val="006F7629"/>
    <w:rsid w:val="00700A32"/>
    <w:rsid w:val="00700C68"/>
    <w:rsid w:val="00702160"/>
    <w:rsid w:val="00705D2E"/>
    <w:rsid w:val="0070763C"/>
    <w:rsid w:val="00710396"/>
    <w:rsid w:val="00710603"/>
    <w:rsid w:val="00711306"/>
    <w:rsid w:val="00713ABC"/>
    <w:rsid w:val="007148B5"/>
    <w:rsid w:val="0071681F"/>
    <w:rsid w:val="00716C7A"/>
    <w:rsid w:val="00716DBA"/>
    <w:rsid w:val="00717229"/>
    <w:rsid w:val="0071793A"/>
    <w:rsid w:val="00723D86"/>
    <w:rsid w:val="00726224"/>
    <w:rsid w:val="007266FB"/>
    <w:rsid w:val="00726932"/>
    <w:rsid w:val="00726D4A"/>
    <w:rsid w:val="007277F0"/>
    <w:rsid w:val="007279DE"/>
    <w:rsid w:val="007306AB"/>
    <w:rsid w:val="007312D7"/>
    <w:rsid w:val="007316FB"/>
    <w:rsid w:val="0073201D"/>
    <w:rsid w:val="00732C8A"/>
    <w:rsid w:val="0073695D"/>
    <w:rsid w:val="00740794"/>
    <w:rsid w:val="00742663"/>
    <w:rsid w:val="00742A65"/>
    <w:rsid w:val="00744239"/>
    <w:rsid w:val="00745E1F"/>
    <w:rsid w:val="00746804"/>
    <w:rsid w:val="00750D23"/>
    <w:rsid w:val="00751D5C"/>
    <w:rsid w:val="00754138"/>
    <w:rsid w:val="00755086"/>
    <w:rsid w:val="007579E1"/>
    <w:rsid w:val="007610D2"/>
    <w:rsid w:val="007642F6"/>
    <w:rsid w:val="00765368"/>
    <w:rsid w:val="00767035"/>
    <w:rsid w:val="007672F9"/>
    <w:rsid w:val="00771CD9"/>
    <w:rsid w:val="00772301"/>
    <w:rsid w:val="00773FEF"/>
    <w:rsid w:val="007746FF"/>
    <w:rsid w:val="00774BAB"/>
    <w:rsid w:val="00776C16"/>
    <w:rsid w:val="00781B38"/>
    <w:rsid w:val="00782AE6"/>
    <w:rsid w:val="00782CBD"/>
    <w:rsid w:val="0078510F"/>
    <w:rsid w:val="00785139"/>
    <w:rsid w:val="00786338"/>
    <w:rsid w:val="00790692"/>
    <w:rsid w:val="007913A3"/>
    <w:rsid w:val="0079239A"/>
    <w:rsid w:val="007927E3"/>
    <w:rsid w:val="00792CAC"/>
    <w:rsid w:val="00793A55"/>
    <w:rsid w:val="00795388"/>
    <w:rsid w:val="007974A2"/>
    <w:rsid w:val="007977A2"/>
    <w:rsid w:val="007A0B13"/>
    <w:rsid w:val="007A1264"/>
    <w:rsid w:val="007A330B"/>
    <w:rsid w:val="007A3701"/>
    <w:rsid w:val="007A5626"/>
    <w:rsid w:val="007A753A"/>
    <w:rsid w:val="007A7A9E"/>
    <w:rsid w:val="007A7AAF"/>
    <w:rsid w:val="007A7D5F"/>
    <w:rsid w:val="007B08A3"/>
    <w:rsid w:val="007B145C"/>
    <w:rsid w:val="007B352B"/>
    <w:rsid w:val="007B3F9B"/>
    <w:rsid w:val="007B54DD"/>
    <w:rsid w:val="007B74F0"/>
    <w:rsid w:val="007C133B"/>
    <w:rsid w:val="007C15F6"/>
    <w:rsid w:val="007C1EBB"/>
    <w:rsid w:val="007C29DB"/>
    <w:rsid w:val="007C2E73"/>
    <w:rsid w:val="007C4A70"/>
    <w:rsid w:val="007C5CA8"/>
    <w:rsid w:val="007C6DDB"/>
    <w:rsid w:val="007C7C96"/>
    <w:rsid w:val="007D127D"/>
    <w:rsid w:val="007D2890"/>
    <w:rsid w:val="007D542C"/>
    <w:rsid w:val="007D671D"/>
    <w:rsid w:val="007D7C62"/>
    <w:rsid w:val="007E01CB"/>
    <w:rsid w:val="007E12AB"/>
    <w:rsid w:val="007E3A43"/>
    <w:rsid w:val="007E4BCD"/>
    <w:rsid w:val="007E50EB"/>
    <w:rsid w:val="007F1040"/>
    <w:rsid w:val="007F10B8"/>
    <w:rsid w:val="007F1101"/>
    <w:rsid w:val="007F2832"/>
    <w:rsid w:val="007F542F"/>
    <w:rsid w:val="007F58D1"/>
    <w:rsid w:val="007F6049"/>
    <w:rsid w:val="0080113C"/>
    <w:rsid w:val="00802837"/>
    <w:rsid w:val="00806320"/>
    <w:rsid w:val="00807162"/>
    <w:rsid w:val="008071DA"/>
    <w:rsid w:val="00807ACB"/>
    <w:rsid w:val="0081050C"/>
    <w:rsid w:val="0081603F"/>
    <w:rsid w:val="00816610"/>
    <w:rsid w:val="00824133"/>
    <w:rsid w:val="00824BCA"/>
    <w:rsid w:val="008260DF"/>
    <w:rsid w:val="00826373"/>
    <w:rsid w:val="00827493"/>
    <w:rsid w:val="0082782F"/>
    <w:rsid w:val="00827C24"/>
    <w:rsid w:val="00830C69"/>
    <w:rsid w:val="008341AE"/>
    <w:rsid w:val="0083507A"/>
    <w:rsid w:val="008362FF"/>
    <w:rsid w:val="00837F52"/>
    <w:rsid w:val="00840F40"/>
    <w:rsid w:val="0084140C"/>
    <w:rsid w:val="00841758"/>
    <w:rsid w:val="00845EF3"/>
    <w:rsid w:val="008460BC"/>
    <w:rsid w:val="00850988"/>
    <w:rsid w:val="00850A48"/>
    <w:rsid w:val="00851088"/>
    <w:rsid w:val="00851B8E"/>
    <w:rsid w:val="00852D42"/>
    <w:rsid w:val="00853B29"/>
    <w:rsid w:val="00853F75"/>
    <w:rsid w:val="0085470B"/>
    <w:rsid w:val="00856B63"/>
    <w:rsid w:val="0086262A"/>
    <w:rsid w:val="00862A80"/>
    <w:rsid w:val="00863169"/>
    <w:rsid w:val="00863695"/>
    <w:rsid w:val="00863CFC"/>
    <w:rsid w:val="00865762"/>
    <w:rsid w:val="00865BBD"/>
    <w:rsid w:val="00865D38"/>
    <w:rsid w:val="00866C9C"/>
    <w:rsid w:val="00870403"/>
    <w:rsid w:val="00870ABB"/>
    <w:rsid w:val="00870BEB"/>
    <w:rsid w:val="008716AF"/>
    <w:rsid w:val="00871C96"/>
    <w:rsid w:val="00871FC9"/>
    <w:rsid w:val="00873024"/>
    <w:rsid w:val="008758D0"/>
    <w:rsid w:val="00882968"/>
    <w:rsid w:val="00882DFF"/>
    <w:rsid w:val="00882F8C"/>
    <w:rsid w:val="00884EEC"/>
    <w:rsid w:val="00885557"/>
    <w:rsid w:val="00885BFD"/>
    <w:rsid w:val="00886A91"/>
    <w:rsid w:val="00891EF0"/>
    <w:rsid w:val="008938B5"/>
    <w:rsid w:val="00895471"/>
    <w:rsid w:val="008956D0"/>
    <w:rsid w:val="008961B8"/>
    <w:rsid w:val="00896C88"/>
    <w:rsid w:val="00897D76"/>
    <w:rsid w:val="008A0B31"/>
    <w:rsid w:val="008A1A6D"/>
    <w:rsid w:val="008A1AB2"/>
    <w:rsid w:val="008A1F05"/>
    <w:rsid w:val="008A28BD"/>
    <w:rsid w:val="008A2FEE"/>
    <w:rsid w:val="008A3985"/>
    <w:rsid w:val="008A46A3"/>
    <w:rsid w:val="008A4B2D"/>
    <w:rsid w:val="008B3904"/>
    <w:rsid w:val="008C0717"/>
    <w:rsid w:val="008C08C5"/>
    <w:rsid w:val="008C211E"/>
    <w:rsid w:val="008C51F1"/>
    <w:rsid w:val="008C52C4"/>
    <w:rsid w:val="008C6C79"/>
    <w:rsid w:val="008C6DE2"/>
    <w:rsid w:val="008D0311"/>
    <w:rsid w:val="008D075F"/>
    <w:rsid w:val="008D345B"/>
    <w:rsid w:val="008D3CF1"/>
    <w:rsid w:val="008D51C4"/>
    <w:rsid w:val="008D74CC"/>
    <w:rsid w:val="008E0B96"/>
    <w:rsid w:val="008E185A"/>
    <w:rsid w:val="008E4DC9"/>
    <w:rsid w:val="008E5027"/>
    <w:rsid w:val="008E741C"/>
    <w:rsid w:val="008E77D2"/>
    <w:rsid w:val="008E79CC"/>
    <w:rsid w:val="008E7CBD"/>
    <w:rsid w:val="008F078A"/>
    <w:rsid w:val="008F19EC"/>
    <w:rsid w:val="008F30FA"/>
    <w:rsid w:val="008F56C5"/>
    <w:rsid w:val="009011DF"/>
    <w:rsid w:val="009035E4"/>
    <w:rsid w:val="0090362B"/>
    <w:rsid w:val="00911925"/>
    <w:rsid w:val="00911C71"/>
    <w:rsid w:val="009132BC"/>
    <w:rsid w:val="00916249"/>
    <w:rsid w:val="009168CC"/>
    <w:rsid w:val="00917E44"/>
    <w:rsid w:val="009260A5"/>
    <w:rsid w:val="0092732B"/>
    <w:rsid w:val="009300BD"/>
    <w:rsid w:val="009316B4"/>
    <w:rsid w:val="00932B77"/>
    <w:rsid w:val="009341D4"/>
    <w:rsid w:val="00934E38"/>
    <w:rsid w:val="00935DE8"/>
    <w:rsid w:val="00940BAC"/>
    <w:rsid w:val="00942FF7"/>
    <w:rsid w:val="009439BE"/>
    <w:rsid w:val="009444A5"/>
    <w:rsid w:val="00944BFA"/>
    <w:rsid w:val="00945670"/>
    <w:rsid w:val="00946CBB"/>
    <w:rsid w:val="0095129A"/>
    <w:rsid w:val="009520A7"/>
    <w:rsid w:val="00954407"/>
    <w:rsid w:val="00954E14"/>
    <w:rsid w:val="009558E6"/>
    <w:rsid w:val="009566CF"/>
    <w:rsid w:val="0095677D"/>
    <w:rsid w:val="00957FEB"/>
    <w:rsid w:val="00960CDF"/>
    <w:rsid w:val="00961548"/>
    <w:rsid w:val="00966DBB"/>
    <w:rsid w:val="0097120D"/>
    <w:rsid w:val="009716B8"/>
    <w:rsid w:val="00972AEA"/>
    <w:rsid w:val="00973679"/>
    <w:rsid w:val="009737B2"/>
    <w:rsid w:val="00974340"/>
    <w:rsid w:val="00975378"/>
    <w:rsid w:val="00977123"/>
    <w:rsid w:val="009801BA"/>
    <w:rsid w:val="00981254"/>
    <w:rsid w:val="00981A8D"/>
    <w:rsid w:val="009830F4"/>
    <w:rsid w:val="0098459F"/>
    <w:rsid w:val="00984BAD"/>
    <w:rsid w:val="00987E1A"/>
    <w:rsid w:val="0099180D"/>
    <w:rsid w:val="0099294C"/>
    <w:rsid w:val="009929BE"/>
    <w:rsid w:val="00992DCD"/>
    <w:rsid w:val="00993D19"/>
    <w:rsid w:val="009953B2"/>
    <w:rsid w:val="00997A2D"/>
    <w:rsid w:val="009A0FA7"/>
    <w:rsid w:val="009A1414"/>
    <w:rsid w:val="009A7B17"/>
    <w:rsid w:val="009B0110"/>
    <w:rsid w:val="009B1D74"/>
    <w:rsid w:val="009B1F12"/>
    <w:rsid w:val="009B1F1A"/>
    <w:rsid w:val="009B2081"/>
    <w:rsid w:val="009B2772"/>
    <w:rsid w:val="009B3FA3"/>
    <w:rsid w:val="009B548E"/>
    <w:rsid w:val="009B66E6"/>
    <w:rsid w:val="009B68A3"/>
    <w:rsid w:val="009C2813"/>
    <w:rsid w:val="009C2A6A"/>
    <w:rsid w:val="009C2B68"/>
    <w:rsid w:val="009C317A"/>
    <w:rsid w:val="009C3778"/>
    <w:rsid w:val="009C4DBF"/>
    <w:rsid w:val="009C79F1"/>
    <w:rsid w:val="009D17F5"/>
    <w:rsid w:val="009D23A5"/>
    <w:rsid w:val="009D48F7"/>
    <w:rsid w:val="009D65B4"/>
    <w:rsid w:val="009E012F"/>
    <w:rsid w:val="009E0465"/>
    <w:rsid w:val="009E18E7"/>
    <w:rsid w:val="009E2B1E"/>
    <w:rsid w:val="009E2F72"/>
    <w:rsid w:val="009E43E6"/>
    <w:rsid w:val="009E500A"/>
    <w:rsid w:val="009E73FC"/>
    <w:rsid w:val="009F012A"/>
    <w:rsid w:val="009F0178"/>
    <w:rsid w:val="009F2113"/>
    <w:rsid w:val="009F22A5"/>
    <w:rsid w:val="009F27D8"/>
    <w:rsid w:val="009F3A9F"/>
    <w:rsid w:val="009F409D"/>
    <w:rsid w:val="009F5691"/>
    <w:rsid w:val="009F5AAA"/>
    <w:rsid w:val="00A00036"/>
    <w:rsid w:val="00A00CDA"/>
    <w:rsid w:val="00A010FA"/>
    <w:rsid w:val="00A025DE"/>
    <w:rsid w:val="00A02D74"/>
    <w:rsid w:val="00A0620C"/>
    <w:rsid w:val="00A10371"/>
    <w:rsid w:val="00A10FAE"/>
    <w:rsid w:val="00A11619"/>
    <w:rsid w:val="00A13592"/>
    <w:rsid w:val="00A1476C"/>
    <w:rsid w:val="00A157C6"/>
    <w:rsid w:val="00A16AB7"/>
    <w:rsid w:val="00A21ED7"/>
    <w:rsid w:val="00A22A30"/>
    <w:rsid w:val="00A24492"/>
    <w:rsid w:val="00A259CC"/>
    <w:rsid w:val="00A2658C"/>
    <w:rsid w:val="00A27502"/>
    <w:rsid w:val="00A30893"/>
    <w:rsid w:val="00A30E73"/>
    <w:rsid w:val="00A34D77"/>
    <w:rsid w:val="00A34FC2"/>
    <w:rsid w:val="00A357B3"/>
    <w:rsid w:val="00A36595"/>
    <w:rsid w:val="00A37934"/>
    <w:rsid w:val="00A40EC4"/>
    <w:rsid w:val="00A41535"/>
    <w:rsid w:val="00A4192C"/>
    <w:rsid w:val="00A41F32"/>
    <w:rsid w:val="00A42BD3"/>
    <w:rsid w:val="00A44025"/>
    <w:rsid w:val="00A442E9"/>
    <w:rsid w:val="00A45F23"/>
    <w:rsid w:val="00A46511"/>
    <w:rsid w:val="00A46792"/>
    <w:rsid w:val="00A47A75"/>
    <w:rsid w:val="00A52206"/>
    <w:rsid w:val="00A548A3"/>
    <w:rsid w:val="00A56497"/>
    <w:rsid w:val="00A578BF"/>
    <w:rsid w:val="00A60B89"/>
    <w:rsid w:val="00A6324F"/>
    <w:rsid w:val="00A64774"/>
    <w:rsid w:val="00A65E42"/>
    <w:rsid w:val="00A67F9C"/>
    <w:rsid w:val="00A70695"/>
    <w:rsid w:val="00A72E41"/>
    <w:rsid w:val="00A73133"/>
    <w:rsid w:val="00A734FF"/>
    <w:rsid w:val="00A74BED"/>
    <w:rsid w:val="00A759C2"/>
    <w:rsid w:val="00A75B2D"/>
    <w:rsid w:val="00A75CF3"/>
    <w:rsid w:val="00A8038C"/>
    <w:rsid w:val="00A804E8"/>
    <w:rsid w:val="00A811BD"/>
    <w:rsid w:val="00A87555"/>
    <w:rsid w:val="00A878D8"/>
    <w:rsid w:val="00A92F3E"/>
    <w:rsid w:val="00A93E4B"/>
    <w:rsid w:val="00A93F67"/>
    <w:rsid w:val="00A94A9F"/>
    <w:rsid w:val="00A95BC0"/>
    <w:rsid w:val="00A975D7"/>
    <w:rsid w:val="00A978AE"/>
    <w:rsid w:val="00AA186B"/>
    <w:rsid w:val="00AA4151"/>
    <w:rsid w:val="00AA6F25"/>
    <w:rsid w:val="00AA6F66"/>
    <w:rsid w:val="00AB11C6"/>
    <w:rsid w:val="00AB1E50"/>
    <w:rsid w:val="00AB32E8"/>
    <w:rsid w:val="00AB4EA3"/>
    <w:rsid w:val="00AB57AF"/>
    <w:rsid w:val="00AB59CD"/>
    <w:rsid w:val="00AB6237"/>
    <w:rsid w:val="00AB7886"/>
    <w:rsid w:val="00AC0328"/>
    <w:rsid w:val="00AC04DC"/>
    <w:rsid w:val="00AC14BF"/>
    <w:rsid w:val="00AC1609"/>
    <w:rsid w:val="00AC2354"/>
    <w:rsid w:val="00AC2358"/>
    <w:rsid w:val="00AC3256"/>
    <w:rsid w:val="00AC43A2"/>
    <w:rsid w:val="00AC4618"/>
    <w:rsid w:val="00AD02C4"/>
    <w:rsid w:val="00AD23EB"/>
    <w:rsid w:val="00AD3D40"/>
    <w:rsid w:val="00AD5AEB"/>
    <w:rsid w:val="00AD5F05"/>
    <w:rsid w:val="00AE06B3"/>
    <w:rsid w:val="00AE5907"/>
    <w:rsid w:val="00AE6359"/>
    <w:rsid w:val="00AE6D2C"/>
    <w:rsid w:val="00AF0C6A"/>
    <w:rsid w:val="00AF1CB7"/>
    <w:rsid w:val="00AF2F02"/>
    <w:rsid w:val="00AF5EDE"/>
    <w:rsid w:val="00AF70CF"/>
    <w:rsid w:val="00AF7FC6"/>
    <w:rsid w:val="00B030CD"/>
    <w:rsid w:val="00B046A7"/>
    <w:rsid w:val="00B10234"/>
    <w:rsid w:val="00B114FE"/>
    <w:rsid w:val="00B11648"/>
    <w:rsid w:val="00B12C8D"/>
    <w:rsid w:val="00B15BD0"/>
    <w:rsid w:val="00B16D47"/>
    <w:rsid w:val="00B16DA2"/>
    <w:rsid w:val="00B20228"/>
    <w:rsid w:val="00B206B2"/>
    <w:rsid w:val="00B212B8"/>
    <w:rsid w:val="00B21A04"/>
    <w:rsid w:val="00B22D9A"/>
    <w:rsid w:val="00B23C9D"/>
    <w:rsid w:val="00B23DDB"/>
    <w:rsid w:val="00B241C1"/>
    <w:rsid w:val="00B2461F"/>
    <w:rsid w:val="00B24E5F"/>
    <w:rsid w:val="00B26909"/>
    <w:rsid w:val="00B26A55"/>
    <w:rsid w:val="00B26C07"/>
    <w:rsid w:val="00B26EA3"/>
    <w:rsid w:val="00B27AFD"/>
    <w:rsid w:val="00B36944"/>
    <w:rsid w:val="00B37256"/>
    <w:rsid w:val="00B37F9D"/>
    <w:rsid w:val="00B46432"/>
    <w:rsid w:val="00B47E70"/>
    <w:rsid w:val="00B47FAC"/>
    <w:rsid w:val="00B53433"/>
    <w:rsid w:val="00B5361A"/>
    <w:rsid w:val="00B53EF4"/>
    <w:rsid w:val="00B54FB3"/>
    <w:rsid w:val="00B56EC8"/>
    <w:rsid w:val="00B5740C"/>
    <w:rsid w:val="00B575C3"/>
    <w:rsid w:val="00B60D42"/>
    <w:rsid w:val="00B62539"/>
    <w:rsid w:val="00B6530A"/>
    <w:rsid w:val="00B65A2E"/>
    <w:rsid w:val="00B71304"/>
    <w:rsid w:val="00B71B4C"/>
    <w:rsid w:val="00B7202B"/>
    <w:rsid w:val="00B7226A"/>
    <w:rsid w:val="00B72FF1"/>
    <w:rsid w:val="00B73A66"/>
    <w:rsid w:val="00B73B5F"/>
    <w:rsid w:val="00B778E3"/>
    <w:rsid w:val="00B80A5B"/>
    <w:rsid w:val="00B81AD8"/>
    <w:rsid w:val="00B81CFC"/>
    <w:rsid w:val="00B81F59"/>
    <w:rsid w:val="00B8566F"/>
    <w:rsid w:val="00B906DD"/>
    <w:rsid w:val="00B91642"/>
    <w:rsid w:val="00B934B8"/>
    <w:rsid w:val="00B94036"/>
    <w:rsid w:val="00B94259"/>
    <w:rsid w:val="00B94DDB"/>
    <w:rsid w:val="00B95871"/>
    <w:rsid w:val="00B95B57"/>
    <w:rsid w:val="00B96460"/>
    <w:rsid w:val="00BA0CF8"/>
    <w:rsid w:val="00BA0D33"/>
    <w:rsid w:val="00BA23FE"/>
    <w:rsid w:val="00BA343C"/>
    <w:rsid w:val="00BA37B9"/>
    <w:rsid w:val="00BA39C1"/>
    <w:rsid w:val="00BA4102"/>
    <w:rsid w:val="00BA4737"/>
    <w:rsid w:val="00BA594D"/>
    <w:rsid w:val="00BA6816"/>
    <w:rsid w:val="00BA7039"/>
    <w:rsid w:val="00BA7B47"/>
    <w:rsid w:val="00BB274E"/>
    <w:rsid w:val="00BB5539"/>
    <w:rsid w:val="00BB68E8"/>
    <w:rsid w:val="00BB7577"/>
    <w:rsid w:val="00BC03A6"/>
    <w:rsid w:val="00BC05D0"/>
    <w:rsid w:val="00BC08DB"/>
    <w:rsid w:val="00BC7D64"/>
    <w:rsid w:val="00BD0B2C"/>
    <w:rsid w:val="00BD65E5"/>
    <w:rsid w:val="00BD7735"/>
    <w:rsid w:val="00BE068F"/>
    <w:rsid w:val="00BE1023"/>
    <w:rsid w:val="00BE13C8"/>
    <w:rsid w:val="00BE27F3"/>
    <w:rsid w:val="00BE30EF"/>
    <w:rsid w:val="00BE3BE2"/>
    <w:rsid w:val="00BE4150"/>
    <w:rsid w:val="00BE4BF5"/>
    <w:rsid w:val="00BE4DAC"/>
    <w:rsid w:val="00BE6C45"/>
    <w:rsid w:val="00BE77E8"/>
    <w:rsid w:val="00BF0369"/>
    <w:rsid w:val="00BF0B92"/>
    <w:rsid w:val="00BF10DA"/>
    <w:rsid w:val="00BF69BB"/>
    <w:rsid w:val="00BF6DCE"/>
    <w:rsid w:val="00BF733D"/>
    <w:rsid w:val="00BF760B"/>
    <w:rsid w:val="00BF7F9F"/>
    <w:rsid w:val="00C00908"/>
    <w:rsid w:val="00C00F1F"/>
    <w:rsid w:val="00C02755"/>
    <w:rsid w:val="00C03CDC"/>
    <w:rsid w:val="00C06CD3"/>
    <w:rsid w:val="00C075FA"/>
    <w:rsid w:val="00C078B0"/>
    <w:rsid w:val="00C10CDF"/>
    <w:rsid w:val="00C11AE4"/>
    <w:rsid w:val="00C12FD1"/>
    <w:rsid w:val="00C13FAC"/>
    <w:rsid w:val="00C1640E"/>
    <w:rsid w:val="00C16A8D"/>
    <w:rsid w:val="00C20512"/>
    <w:rsid w:val="00C23717"/>
    <w:rsid w:val="00C2563D"/>
    <w:rsid w:val="00C26155"/>
    <w:rsid w:val="00C27804"/>
    <w:rsid w:val="00C309AF"/>
    <w:rsid w:val="00C34716"/>
    <w:rsid w:val="00C34CE3"/>
    <w:rsid w:val="00C37460"/>
    <w:rsid w:val="00C404A9"/>
    <w:rsid w:val="00C43DDD"/>
    <w:rsid w:val="00C441D0"/>
    <w:rsid w:val="00C45009"/>
    <w:rsid w:val="00C4667C"/>
    <w:rsid w:val="00C47D30"/>
    <w:rsid w:val="00C51306"/>
    <w:rsid w:val="00C51CF8"/>
    <w:rsid w:val="00C5679E"/>
    <w:rsid w:val="00C5715F"/>
    <w:rsid w:val="00C57194"/>
    <w:rsid w:val="00C57452"/>
    <w:rsid w:val="00C60549"/>
    <w:rsid w:val="00C62827"/>
    <w:rsid w:val="00C64FD9"/>
    <w:rsid w:val="00C70C39"/>
    <w:rsid w:val="00C70CB2"/>
    <w:rsid w:val="00C71AF0"/>
    <w:rsid w:val="00C7293F"/>
    <w:rsid w:val="00C736E0"/>
    <w:rsid w:val="00C7378A"/>
    <w:rsid w:val="00C81F45"/>
    <w:rsid w:val="00C83BE8"/>
    <w:rsid w:val="00C84F7F"/>
    <w:rsid w:val="00C85BB7"/>
    <w:rsid w:val="00C86D7A"/>
    <w:rsid w:val="00C874E3"/>
    <w:rsid w:val="00C915C2"/>
    <w:rsid w:val="00C93A3A"/>
    <w:rsid w:val="00C950D0"/>
    <w:rsid w:val="00C96211"/>
    <w:rsid w:val="00C97581"/>
    <w:rsid w:val="00CA0BC8"/>
    <w:rsid w:val="00CA1D95"/>
    <w:rsid w:val="00CA3989"/>
    <w:rsid w:val="00CB0167"/>
    <w:rsid w:val="00CB02F1"/>
    <w:rsid w:val="00CB1166"/>
    <w:rsid w:val="00CB1CF3"/>
    <w:rsid w:val="00CB25D5"/>
    <w:rsid w:val="00CB5227"/>
    <w:rsid w:val="00CB5402"/>
    <w:rsid w:val="00CB63CF"/>
    <w:rsid w:val="00CC4FA3"/>
    <w:rsid w:val="00CC57A7"/>
    <w:rsid w:val="00CD14E2"/>
    <w:rsid w:val="00CD4D3F"/>
    <w:rsid w:val="00CD56A8"/>
    <w:rsid w:val="00CD5E08"/>
    <w:rsid w:val="00CD708B"/>
    <w:rsid w:val="00CE0219"/>
    <w:rsid w:val="00CE2D0C"/>
    <w:rsid w:val="00CE3709"/>
    <w:rsid w:val="00CE5B98"/>
    <w:rsid w:val="00CE5BA9"/>
    <w:rsid w:val="00CE5BE6"/>
    <w:rsid w:val="00CE7669"/>
    <w:rsid w:val="00CF0457"/>
    <w:rsid w:val="00CF36FA"/>
    <w:rsid w:val="00CF6465"/>
    <w:rsid w:val="00CF65BC"/>
    <w:rsid w:val="00CF6B19"/>
    <w:rsid w:val="00CF75A5"/>
    <w:rsid w:val="00D00794"/>
    <w:rsid w:val="00D021D5"/>
    <w:rsid w:val="00D026DE"/>
    <w:rsid w:val="00D0431A"/>
    <w:rsid w:val="00D05EB4"/>
    <w:rsid w:val="00D06A52"/>
    <w:rsid w:val="00D11419"/>
    <w:rsid w:val="00D118EE"/>
    <w:rsid w:val="00D11B9E"/>
    <w:rsid w:val="00D12061"/>
    <w:rsid w:val="00D135D3"/>
    <w:rsid w:val="00D14A93"/>
    <w:rsid w:val="00D14B97"/>
    <w:rsid w:val="00D16F90"/>
    <w:rsid w:val="00D17871"/>
    <w:rsid w:val="00D17F69"/>
    <w:rsid w:val="00D21119"/>
    <w:rsid w:val="00D21752"/>
    <w:rsid w:val="00D2190A"/>
    <w:rsid w:val="00D2251B"/>
    <w:rsid w:val="00D22867"/>
    <w:rsid w:val="00D235EA"/>
    <w:rsid w:val="00D2595A"/>
    <w:rsid w:val="00D31507"/>
    <w:rsid w:val="00D32873"/>
    <w:rsid w:val="00D36B5F"/>
    <w:rsid w:val="00D36BAD"/>
    <w:rsid w:val="00D40216"/>
    <w:rsid w:val="00D4273F"/>
    <w:rsid w:val="00D43156"/>
    <w:rsid w:val="00D43892"/>
    <w:rsid w:val="00D44C53"/>
    <w:rsid w:val="00D4546B"/>
    <w:rsid w:val="00D46C89"/>
    <w:rsid w:val="00D46FE2"/>
    <w:rsid w:val="00D470A9"/>
    <w:rsid w:val="00D478BE"/>
    <w:rsid w:val="00D505C8"/>
    <w:rsid w:val="00D52268"/>
    <w:rsid w:val="00D543A9"/>
    <w:rsid w:val="00D5454C"/>
    <w:rsid w:val="00D546F8"/>
    <w:rsid w:val="00D5501D"/>
    <w:rsid w:val="00D55B06"/>
    <w:rsid w:val="00D5620F"/>
    <w:rsid w:val="00D57949"/>
    <w:rsid w:val="00D57AF3"/>
    <w:rsid w:val="00D57B19"/>
    <w:rsid w:val="00D57F54"/>
    <w:rsid w:val="00D60115"/>
    <w:rsid w:val="00D6048D"/>
    <w:rsid w:val="00D6195E"/>
    <w:rsid w:val="00D61C32"/>
    <w:rsid w:val="00D636E6"/>
    <w:rsid w:val="00D6432A"/>
    <w:rsid w:val="00D64588"/>
    <w:rsid w:val="00D64B74"/>
    <w:rsid w:val="00D6506F"/>
    <w:rsid w:val="00D66AA3"/>
    <w:rsid w:val="00D672A4"/>
    <w:rsid w:val="00D6798C"/>
    <w:rsid w:val="00D67FEA"/>
    <w:rsid w:val="00D70637"/>
    <w:rsid w:val="00D720B2"/>
    <w:rsid w:val="00D728F5"/>
    <w:rsid w:val="00D748A7"/>
    <w:rsid w:val="00D74E4F"/>
    <w:rsid w:val="00D75996"/>
    <w:rsid w:val="00D77F24"/>
    <w:rsid w:val="00D8010A"/>
    <w:rsid w:val="00D82BE6"/>
    <w:rsid w:val="00D84ACE"/>
    <w:rsid w:val="00D84C9F"/>
    <w:rsid w:val="00D85215"/>
    <w:rsid w:val="00D856C8"/>
    <w:rsid w:val="00D85AF7"/>
    <w:rsid w:val="00D85C4E"/>
    <w:rsid w:val="00D863A4"/>
    <w:rsid w:val="00D867A9"/>
    <w:rsid w:val="00D86DFC"/>
    <w:rsid w:val="00D876CA"/>
    <w:rsid w:val="00D93649"/>
    <w:rsid w:val="00D936A1"/>
    <w:rsid w:val="00D95771"/>
    <w:rsid w:val="00D97091"/>
    <w:rsid w:val="00D970AD"/>
    <w:rsid w:val="00DA0922"/>
    <w:rsid w:val="00DA0DCE"/>
    <w:rsid w:val="00DA1919"/>
    <w:rsid w:val="00DA2A31"/>
    <w:rsid w:val="00DA48BF"/>
    <w:rsid w:val="00DA49E3"/>
    <w:rsid w:val="00DA790B"/>
    <w:rsid w:val="00DB04C7"/>
    <w:rsid w:val="00DB0D8B"/>
    <w:rsid w:val="00DB1F57"/>
    <w:rsid w:val="00DB23BC"/>
    <w:rsid w:val="00DB2B0C"/>
    <w:rsid w:val="00DB3992"/>
    <w:rsid w:val="00DB6995"/>
    <w:rsid w:val="00DB6A2B"/>
    <w:rsid w:val="00DB6E42"/>
    <w:rsid w:val="00DB76B6"/>
    <w:rsid w:val="00DB7C04"/>
    <w:rsid w:val="00DC162A"/>
    <w:rsid w:val="00DC1894"/>
    <w:rsid w:val="00DC2326"/>
    <w:rsid w:val="00DC28FD"/>
    <w:rsid w:val="00DC2BAE"/>
    <w:rsid w:val="00DC3494"/>
    <w:rsid w:val="00DC58EC"/>
    <w:rsid w:val="00DC61F3"/>
    <w:rsid w:val="00DC6B4F"/>
    <w:rsid w:val="00DC7B47"/>
    <w:rsid w:val="00DD0B97"/>
    <w:rsid w:val="00DD1305"/>
    <w:rsid w:val="00DD2345"/>
    <w:rsid w:val="00DD3F09"/>
    <w:rsid w:val="00DD4354"/>
    <w:rsid w:val="00DD47BD"/>
    <w:rsid w:val="00DD59C8"/>
    <w:rsid w:val="00DD5FAA"/>
    <w:rsid w:val="00DD6372"/>
    <w:rsid w:val="00DD684E"/>
    <w:rsid w:val="00DD7434"/>
    <w:rsid w:val="00DE05FD"/>
    <w:rsid w:val="00DE1948"/>
    <w:rsid w:val="00DE289D"/>
    <w:rsid w:val="00DE2B7F"/>
    <w:rsid w:val="00DE45DF"/>
    <w:rsid w:val="00DE70E0"/>
    <w:rsid w:val="00DE7FF6"/>
    <w:rsid w:val="00DF0C40"/>
    <w:rsid w:val="00DF0DFC"/>
    <w:rsid w:val="00DF5215"/>
    <w:rsid w:val="00DF5231"/>
    <w:rsid w:val="00DF56CC"/>
    <w:rsid w:val="00DF6188"/>
    <w:rsid w:val="00DF61D2"/>
    <w:rsid w:val="00DF66A6"/>
    <w:rsid w:val="00DF7C01"/>
    <w:rsid w:val="00E00A24"/>
    <w:rsid w:val="00E00AF6"/>
    <w:rsid w:val="00E014AC"/>
    <w:rsid w:val="00E03C9F"/>
    <w:rsid w:val="00E05168"/>
    <w:rsid w:val="00E0590A"/>
    <w:rsid w:val="00E07C83"/>
    <w:rsid w:val="00E146D0"/>
    <w:rsid w:val="00E14829"/>
    <w:rsid w:val="00E15C13"/>
    <w:rsid w:val="00E16135"/>
    <w:rsid w:val="00E168CD"/>
    <w:rsid w:val="00E17999"/>
    <w:rsid w:val="00E20473"/>
    <w:rsid w:val="00E21DFE"/>
    <w:rsid w:val="00E228F8"/>
    <w:rsid w:val="00E22F6D"/>
    <w:rsid w:val="00E239C0"/>
    <w:rsid w:val="00E25884"/>
    <w:rsid w:val="00E30C87"/>
    <w:rsid w:val="00E30E36"/>
    <w:rsid w:val="00E30E56"/>
    <w:rsid w:val="00E310EF"/>
    <w:rsid w:val="00E31526"/>
    <w:rsid w:val="00E33D81"/>
    <w:rsid w:val="00E35B90"/>
    <w:rsid w:val="00E40E04"/>
    <w:rsid w:val="00E4100C"/>
    <w:rsid w:val="00E42D5F"/>
    <w:rsid w:val="00E43755"/>
    <w:rsid w:val="00E44E32"/>
    <w:rsid w:val="00E46FF7"/>
    <w:rsid w:val="00E47F79"/>
    <w:rsid w:val="00E50D09"/>
    <w:rsid w:val="00E523CF"/>
    <w:rsid w:val="00E52ECB"/>
    <w:rsid w:val="00E52F3C"/>
    <w:rsid w:val="00E5375E"/>
    <w:rsid w:val="00E541F2"/>
    <w:rsid w:val="00E5463F"/>
    <w:rsid w:val="00E547DD"/>
    <w:rsid w:val="00E55314"/>
    <w:rsid w:val="00E558B2"/>
    <w:rsid w:val="00E561F3"/>
    <w:rsid w:val="00E5695D"/>
    <w:rsid w:val="00E56C72"/>
    <w:rsid w:val="00E61E4F"/>
    <w:rsid w:val="00E6313E"/>
    <w:rsid w:val="00E66CBD"/>
    <w:rsid w:val="00E7127F"/>
    <w:rsid w:val="00E714FD"/>
    <w:rsid w:val="00E74B05"/>
    <w:rsid w:val="00E74CB9"/>
    <w:rsid w:val="00E762ED"/>
    <w:rsid w:val="00E7635D"/>
    <w:rsid w:val="00E7718A"/>
    <w:rsid w:val="00E80205"/>
    <w:rsid w:val="00E805B3"/>
    <w:rsid w:val="00E8190A"/>
    <w:rsid w:val="00E81D82"/>
    <w:rsid w:val="00E838B8"/>
    <w:rsid w:val="00E84640"/>
    <w:rsid w:val="00E850CB"/>
    <w:rsid w:val="00E85EAF"/>
    <w:rsid w:val="00E86B37"/>
    <w:rsid w:val="00E91431"/>
    <w:rsid w:val="00E918E8"/>
    <w:rsid w:val="00E93E09"/>
    <w:rsid w:val="00E947B3"/>
    <w:rsid w:val="00E968B8"/>
    <w:rsid w:val="00EA276E"/>
    <w:rsid w:val="00EA4B15"/>
    <w:rsid w:val="00EA4CB9"/>
    <w:rsid w:val="00EA7EC2"/>
    <w:rsid w:val="00EB20FA"/>
    <w:rsid w:val="00EB32DF"/>
    <w:rsid w:val="00EB5DE1"/>
    <w:rsid w:val="00EB6381"/>
    <w:rsid w:val="00EB6998"/>
    <w:rsid w:val="00EB7A10"/>
    <w:rsid w:val="00EC0862"/>
    <w:rsid w:val="00EC1461"/>
    <w:rsid w:val="00EC20A9"/>
    <w:rsid w:val="00EC25E6"/>
    <w:rsid w:val="00EC3360"/>
    <w:rsid w:val="00EC3FF2"/>
    <w:rsid w:val="00EC48A6"/>
    <w:rsid w:val="00EC5034"/>
    <w:rsid w:val="00EC562A"/>
    <w:rsid w:val="00EC7E51"/>
    <w:rsid w:val="00ED1C90"/>
    <w:rsid w:val="00ED22EE"/>
    <w:rsid w:val="00ED25F2"/>
    <w:rsid w:val="00ED2836"/>
    <w:rsid w:val="00ED62BF"/>
    <w:rsid w:val="00ED63D5"/>
    <w:rsid w:val="00ED7B33"/>
    <w:rsid w:val="00EE09D1"/>
    <w:rsid w:val="00EE1096"/>
    <w:rsid w:val="00EE1663"/>
    <w:rsid w:val="00EE1B09"/>
    <w:rsid w:val="00EE6C08"/>
    <w:rsid w:val="00EE7BD7"/>
    <w:rsid w:val="00EF03EA"/>
    <w:rsid w:val="00EF07CA"/>
    <w:rsid w:val="00EF0F73"/>
    <w:rsid w:val="00EF13E6"/>
    <w:rsid w:val="00EF178E"/>
    <w:rsid w:val="00EF357F"/>
    <w:rsid w:val="00EF4515"/>
    <w:rsid w:val="00EF5D2B"/>
    <w:rsid w:val="00EF6A69"/>
    <w:rsid w:val="00EF7F8C"/>
    <w:rsid w:val="00F0038B"/>
    <w:rsid w:val="00F0328C"/>
    <w:rsid w:val="00F03C3C"/>
    <w:rsid w:val="00F04560"/>
    <w:rsid w:val="00F07D24"/>
    <w:rsid w:val="00F07E27"/>
    <w:rsid w:val="00F121A5"/>
    <w:rsid w:val="00F15145"/>
    <w:rsid w:val="00F16222"/>
    <w:rsid w:val="00F16710"/>
    <w:rsid w:val="00F16AF0"/>
    <w:rsid w:val="00F16D19"/>
    <w:rsid w:val="00F16DCC"/>
    <w:rsid w:val="00F20EA9"/>
    <w:rsid w:val="00F22371"/>
    <w:rsid w:val="00F23306"/>
    <w:rsid w:val="00F25428"/>
    <w:rsid w:val="00F25866"/>
    <w:rsid w:val="00F25C80"/>
    <w:rsid w:val="00F304B6"/>
    <w:rsid w:val="00F305E7"/>
    <w:rsid w:val="00F311D4"/>
    <w:rsid w:val="00F32905"/>
    <w:rsid w:val="00F34EB1"/>
    <w:rsid w:val="00F35397"/>
    <w:rsid w:val="00F40B71"/>
    <w:rsid w:val="00F41066"/>
    <w:rsid w:val="00F411F7"/>
    <w:rsid w:val="00F430B2"/>
    <w:rsid w:val="00F43718"/>
    <w:rsid w:val="00F442B5"/>
    <w:rsid w:val="00F44328"/>
    <w:rsid w:val="00F44724"/>
    <w:rsid w:val="00F45156"/>
    <w:rsid w:val="00F45DAF"/>
    <w:rsid w:val="00F51E1B"/>
    <w:rsid w:val="00F5211B"/>
    <w:rsid w:val="00F52D7B"/>
    <w:rsid w:val="00F52FA0"/>
    <w:rsid w:val="00F5324F"/>
    <w:rsid w:val="00F536EF"/>
    <w:rsid w:val="00F5403F"/>
    <w:rsid w:val="00F5441F"/>
    <w:rsid w:val="00F545E9"/>
    <w:rsid w:val="00F5686E"/>
    <w:rsid w:val="00F57344"/>
    <w:rsid w:val="00F60037"/>
    <w:rsid w:val="00F62464"/>
    <w:rsid w:val="00F63129"/>
    <w:rsid w:val="00F65072"/>
    <w:rsid w:val="00F65146"/>
    <w:rsid w:val="00F65171"/>
    <w:rsid w:val="00F65184"/>
    <w:rsid w:val="00F66E2D"/>
    <w:rsid w:val="00F66FEB"/>
    <w:rsid w:val="00F71E3C"/>
    <w:rsid w:val="00F728CD"/>
    <w:rsid w:val="00F75799"/>
    <w:rsid w:val="00F75B34"/>
    <w:rsid w:val="00F76B35"/>
    <w:rsid w:val="00F775E9"/>
    <w:rsid w:val="00F80326"/>
    <w:rsid w:val="00F84024"/>
    <w:rsid w:val="00F869A0"/>
    <w:rsid w:val="00F872D4"/>
    <w:rsid w:val="00F87DF6"/>
    <w:rsid w:val="00F90C17"/>
    <w:rsid w:val="00F9427C"/>
    <w:rsid w:val="00F9491D"/>
    <w:rsid w:val="00F94A5E"/>
    <w:rsid w:val="00F95D13"/>
    <w:rsid w:val="00F960F5"/>
    <w:rsid w:val="00FA0D50"/>
    <w:rsid w:val="00FA1238"/>
    <w:rsid w:val="00FA202E"/>
    <w:rsid w:val="00FA2484"/>
    <w:rsid w:val="00FA2AB2"/>
    <w:rsid w:val="00FA3283"/>
    <w:rsid w:val="00FA3789"/>
    <w:rsid w:val="00FA3CBA"/>
    <w:rsid w:val="00FA6216"/>
    <w:rsid w:val="00FA6460"/>
    <w:rsid w:val="00FA75FB"/>
    <w:rsid w:val="00FA7B4C"/>
    <w:rsid w:val="00FB36D5"/>
    <w:rsid w:val="00FB38D5"/>
    <w:rsid w:val="00FB5E0E"/>
    <w:rsid w:val="00FB69F2"/>
    <w:rsid w:val="00FB6E90"/>
    <w:rsid w:val="00FB741C"/>
    <w:rsid w:val="00FC0C98"/>
    <w:rsid w:val="00FC170B"/>
    <w:rsid w:val="00FC24CB"/>
    <w:rsid w:val="00FC3F10"/>
    <w:rsid w:val="00FC42B6"/>
    <w:rsid w:val="00FC467E"/>
    <w:rsid w:val="00FC68E8"/>
    <w:rsid w:val="00FD0164"/>
    <w:rsid w:val="00FD0249"/>
    <w:rsid w:val="00FD08F6"/>
    <w:rsid w:val="00FD0DF0"/>
    <w:rsid w:val="00FD1550"/>
    <w:rsid w:val="00FD1E4B"/>
    <w:rsid w:val="00FD29E5"/>
    <w:rsid w:val="00FD3411"/>
    <w:rsid w:val="00FD361B"/>
    <w:rsid w:val="00FD4032"/>
    <w:rsid w:val="00FD6036"/>
    <w:rsid w:val="00FD60ED"/>
    <w:rsid w:val="00FD6D4A"/>
    <w:rsid w:val="00FD6F58"/>
    <w:rsid w:val="00FD79A7"/>
    <w:rsid w:val="00FD7E7F"/>
    <w:rsid w:val="00FE0F21"/>
    <w:rsid w:val="00FE2940"/>
    <w:rsid w:val="00FE4264"/>
    <w:rsid w:val="00FE54CF"/>
    <w:rsid w:val="00FE607A"/>
    <w:rsid w:val="00FE77E1"/>
    <w:rsid w:val="00FE7BF5"/>
    <w:rsid w:val="00FF011C"/>
    <w:rsid w:val="00FF60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6D4A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C1F7E"/>
    <w:pPr>
      <w:keepNext/>
      <w:ind w:right="-1759"/>
      <w:jc w:val="both"/>
      <w:outlineLvl w:val="0"/>
    </w:pPr>
    <w:rPr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C1F7E"/>
    <w:pPr>
      <w:keepNext/>
      <w:outlineLvl w:val="1"/>
    </w:pPr>
    <w:rPr>
      <w:b/>
      <w:sz w:val="20"/>
      <w:szCs w:val="20"/>
    </w:rPr>
  </w:style>
  <w:style w:type="paragraph" w:styleId="Heading3">
    <w:name w:val="heading 3"/>
    <w:basedOn w:val="Normal"/>
    <w:next w:val="Normal"/>
    <w:link w:val="Heading3Char"/>
    <w:uiPriority w:val="99"/>
    <w:qFormat/>
    <w:rsid w:val="003C1F7E"/>
    <w:pPr>
      <w:keepNext/>
      <w:outlineLvl w:val="2"/>
    </w:pPr>
    <w:rPr>
      <w:sz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3C1F7E"/>
    <w:pPr>
      <w:keepNext/>
      <w:ind w:left="4395"/>
      <w:jc w:val="right"/>
      <w:outlineLvl w:val="3"/>
    </w:pPr>
    <w:rPr>
      <w:sz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3C1F7E"/>
    <w:pPr>
      <w:keepNext/>
      <w:ind w:firstLine="567"/>
      <w:jc w:val="center"/>
      <w:outlineLvl w:val="4"/>
    </w:pPr>
    <w:rPr>
      <w:b/>
      <w:sz w:val="28"/>
    </w:rPr>
  </w:style>
  <w:style w:type="paragraph" w:styleId="Heading6">
    <w:name w:val="heading 6"/>
    <w:basedOn w:val="Normal"/>
    <w:next w:val="Normal"/>
    <w:link w:val="Heading6Char"/>
    <w:uiPriority w:val="99"/>
    <w:qFormat/>
    <w:rsid w:val="003C1F7E"/>
    <w:pPr>
      <w:keepNext/>
      <w:jc w:val="both"/>
      <w:outlineLvl w:val="5"/>
    </w:pPr>
    <w:rPr>
      <w:sz w:val="28"/>
      <w:szCs w:val="20"/>
      <w:lang w:val="en-US"/>
    </w:rPr>
  </w:style>
  <w:style w:type="paragraph" w:styleId="Heading9">
    <w:name w:val="heading 9"/>
    <w:basedOn w:val="Normal"/>
    <w:next w:val="Normal"/>
    <w:link w:val="Heading9Char"/>
    <w:uiPriority w:val="99"/>
    <w:qFormat/>
    <w:rsid w:val="003C1F7E"/>
    <w:pPr>
      <w:keepNext/>
      <w:outlineLvl w:val="8"/>
    </w:pPr>
    <w:rPr>
      <w:b/>
      <w:sz w:val="28"/>
      <w:szCs w:val="20"/>
      <w:lang w:val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5470B"/>
    <w:rPr>
      <w:rFonts w:eastAsia="Times New Roman" w:cs="Times New Roman"/>
      <w:sz w:val="24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E46FF7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85470B"/>
    <w:rPr>
      <w:rFonts w:cs="Times New Roman"/>
      <w:sz w:val="24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E46FF7"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E46FF7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85470B"/>
    <w:rPr>
      <w:rFonts w:eastAsia="Times New Roman" w:cs="Times New Roman"/>
      <w:sz w:val="28"/>
      <w:lang w:val="en-US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E46FF7"/>
    <w:rPr>
      <w:rFonts w:ascii="Cambria" w:hAnsi="Cambria" w:cs="Times New Roman"/>
    </w:rPr>
  </w:style>
  <w:style w:type="paragraph" w:styleId="ListBullet2">
    <w:name w:val="List Bullet 2"/>
    <w:basedOn w:val="Normal"/>
    <w:autoRedefine/>
    <w:uiPriority w:val="99"/>
    <w:rsid w:val="003C1F7E"/>
    <w:pPr>
      <w:tabs>
        <w:tab w:val="num" w:pos="643"/>
      </w:tabs>
      <w:ind w:left="643" w:hanging="360"/>
    </w:pPr>
    <w:rPr>
      <w:sz w:val="20"/>
      <w:szCs w:val="20"/>
    </w:rPr>
  </w:style>
  <w:style w:type="paragraph" w:customStyle="1" w:styleId="a">
    <w:name w:val="Краткий обратный адрес"/>
    <w:basedOn w:val="Normal"/>
    <w:uiPriority w:val="99"/>
    <w:rsid w:val="003C1F7E"/>
    <w:rPr>
      <w:sz w:val="20"/>
      <w:szCs w:val="20"/>
    </w:rPr>
  </w:style>
  <w:style w:type="paragraph" w:styleId="BodyText">
    <w:name w:val="Body Text"/>
    <w:basedOn w:val="Normal"/>
    <w:link w:val="BodyTextChar"/>
    <w:uiPriority w:val="99"/>
    <w:rsid w:val="003C1F7E"/>
    <w:pPr>
      <w:ind w:right="-1759"/>
    </w:pPr>
    <w:rPr>
      <w:sz w:val="28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5470B"/>
    <w:rPr>
      <w:rFonts w:cs="Times New Roman"/>
      <w:sz w:val="28"/>
    </w:rPr>
  </w:style>
  <w:style w:type="paragraph" w:customStyle="1" w:styleId="21">
    <w:name w:val="Основной текст с отступом 21"/>
    <w:basedOn w:val="Normal"/>
    <w:uiPriority w:val="99"/>
    <w:rsid w:val="003C1F7E"/>
    <w:pPr>
      <w:widowControl w:val="0"/>
      <w:ind w:firstLine="851"/>
    </w:pPr>
    <w:rPr>
      <w:sz w:val="28"/>
      <w:szCs w:val="20"/>
    </w:rPr>
  </w:style>
  <w:style w:type="paragraph" w:styleId="List">
    <w:name w:val="List"/>
    <w:basedOn w:val="Normal"/>
    <w:uiPriority w:val="99"/>
    <w:rsid w:val="003C1F7E"/>
    <w:pPr>
      <w:ind w:left="283" w:hanging="283"/>
    </w:pPr>
    <w:rPr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3C1F7E"/>
    <w:pPr>
      <w:ind w:right="-1759" w:firstLine="720"/>
      <w:jc w:val="both"/>
    </w:pPr>
    <w:rPr>
      <w:sz w:val="28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85470B"/>
    <w:rPr>
      <w:rFonts w:cs="Times New Roman"/>
      <w:sz w:val="28"/>
    </w:rPr>
  </w:style>
  <w:style w:type="paragraph" w:styleId="List2">
    <w:name w:val="List 2"/>
    <w:basedOn w:val="Normal"/>
    <w:uiPriority w:val="99"/>
    <w:rsid w:val="003C1F7E"/>
    <w:pPr>
      <w:ind w:left="566" w:hanging="283"/>
    </w:pPr>
    <w:rPr>
      <w:sz w:val="20"/>
      <w:szCs w:val="20"/>
    </w:rPr>
  </w:style>
  <w:style w:type="paragraph" w:customStyle="1" w:styleId="PP">
    <w:name w:val="Строка PP"/>
    <w:basedOn w:val="Signature"/>
    <w:uiPriority w:val="99"/>
    <w:rsid w:val="003C1F7E"/>
  </w:style>
  <w:style w:type="paragraph" w:styleId="Signature">
    <w:name w:val="Signature"/>
    <w:basedOn w:val="Normal"/>
    <w:link w:val="SignatureChar"/>
    <w:uiPriority w:val="99"/>
    <w:rsid w:val="003C1F7E"/>
    <w:pPr>
      <w:ind w:left="4252"/>
    </w:pPr>
    <w:rPr>
      <w:sz w:val="20"/>
      <w:szCs w:val="20"/>
    </w:rPr>
  </w:style>
  <w:style w:type="character" w:customStyle="1" w:styleId="SignatureChar">
    <w:name w:val="Signature Char"/>
    <w:basedOn w:val="DefaultParagraphFont"/>
    <w:link w:val="Signature"/>
    <w:uiPriority w:val="99"/>
    <w:semiHidden/>
    <w:locked/>
    <w:rsid w:val="00E46FF7"/>
    <w:rPr>
      <w:rFonts w:cs="Times New Roman"/>
      <w:sz w:val="24"/>
      <w:szCs w:val="24"/>
    </w:rPr>
  </w:style>
  <w:style w:type="paragraph" w:customStyle="1" w:styleId="a0">
    <w:name w:val="Адресат"/>
    <w:basedOn w:val="Normal"/>
    <w:uiPriority w:val="99"/>
    <w:rsid w:val="003C1F7E"/>
    <w:rPr>
      <w:sz w:val="20"/>
      <w:szCs w:val="20"/>
    </w:rPr>
  </w:style>
  <w:style w:type="paragraph" w:styleId="ListBullet3">
    <w:name w:val="List Bullet 3"/>
    <w:basedOn w:val="Normal"/>
    <w:autoRedefine/>
    <w:uiPriority w:val="99"/>
    <w:rsid w:val="003C1F7E"/>
    <w:pPr>
      <w:ind w:left="566"/>
    </w:pPr>
    <w:rPr>
      <w:sz w:val="28"/>
      <w:szCs w:val="20"/>
    </w:rPr>
  </w:style>
  <w:style w:type="paragraph" w:styleId="BodyText3">
    <w:name w:val="Body Text 3"/>
    <w:basedOn w:val="Normal"/>
    <w:link w:val="BodyText3Char"/>
    <w:uiPriority w:val="99"/>
    <w:rsid w:val="003C1F7E"/>
    <w:pPr>
      <w:ind w:right="-483"/>
      <w:jc w:val="both"/>
    </w:pPr>
    <w:rPr>
      <w:sz w:val="28"/>
      <w:szCs w:val="20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85470B"/>
    <w:rPr>
      <w:rFonts w:cs="Times New Roman"/>
      <w:sz w:val="28"/>
    </w:rPr>
  </w:style>
  <w:style w:type="paragraph" w:styleId="BodyText2">
    <w:name w:val="Body Text 2"/>
    <w:basedOn w:val="Normal"/>
    <w:link w:val="BodyText2Char"/>
    <w:uiPriority w:val="99"/>
    <w:rsid w:val="003C1F7E"/>
    <w:pPr>
      <w:jc w:val="both"/>
    </w:pPr>
    <w:rPr>
      <w:sz w:val="28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E46FF7"/>
    <w:rPr>
      <w:rFonts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3C1F7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46FF7"/>
    <w:rPr>
      <w:rFonts w:cs="Times New Roman"/>
      <w:sz w:val="2"/>
    </w:rPr>
  </w:style>
  <w:style w:type="paragraph" w:styleId="Header">
    <w:name w:val="header"/>
    <w:basedOn w:val="Normal"/>
    <w:link w:val="HeaderChar"/>
    <w:uiPriority w:val="99"/>
    <w:rsid w:val="003C1F7E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E46FF7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3C1F7E"/>
    <w:rPr>
      <w:rFonts w:cs="Times New Roman"/>
    </w:rPr>
  </w:style>
  <w:style w:type="paragraph" w:styleId="BodyTextIndent2">
    <w:name w:val="Body Text Indent 2"/>
    <w:basedOn w:val="Normal"/>
    <w:link w:val="BodyTextIndent2Char"/>
    <w:uiPriority w:val="99"/>
    <w:rsid w:val="003C1F7E"/>
    <w:pPr>
      <w:ind w:firstLine="709"/>
      <w:jc w:val="both"/>
    </w:pPr>
    <w:rPr>
      <w:sz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E46FF7"/>
    <w:rPr>
      <w:rFonts w:cs="Times New Roman"/>
      <w:sz w:val="24"/>
      <w:szCs w:val="24"/>
    </w:rPr>
  </w:style>
  <w:style w:type="table" w:styleId="TableGrid">
    <w:name w:val="Table Grid"/>
    <w:basedOn w:val="TableNormal"/>
    <w:uiPriority w:val="99"/>
    <w:rsid w:val="00223C5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AF0C6A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E46FF7"/>
    <w:rPr>
      <w:rFonts w:cs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AF70CF"/>
    <w:pPr>
      <w:spacing w:after="200" w:line="276" w:lineRule="auto"/>
      <w:ind w:left="720"/>
      <w:contextualSpacing/>
    </w:pPr>
    <w:rPr>
      <w:sz w:val="28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4198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</TotalTime>
  <Pages>4</Pages>
  <Words>758</Words>
  <Characters>4324</Characters>
  <Application>Microsoft Office Outlook</Application>
  <DocSecurity>0</DocSecurity>
  <Lines>0</Lines>
  <Paragraphs>0</Paragraphs>
  <ScaleCrop>false</ScaleCrop>
  <Company>1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Программа</dc:title>
  <dc:subject/>
  <dc:creator>Галаничева Л.В.</dc:creator>
  <cp:keywords/>
  <dc:description/>
  <cp:lastModifiedBy>chernova</cp:lastModifiedBy>
  <cp:revision>11</cp:revision>
  <cp:lastPrinted>2012-12-24T06:22:00Z</cp:lastPrinted>
  <dcterms:created xsi:type="dcterms:W3CDTF">2012-12-20T12:34:00Z</dcterms:created>
  <dcterms:modified xsi:type="dcterms:W3CDTF">2012-12-26T07:35:00Z</dcterms:modified>
</cp:coreProperties>
</file>