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A11E1" w:rsidTr="005A11E1">
        <w:tc>
          <w:tcPr>
            <w:tcW w:w="426" w:type="dxa"/>
            <w:hideMark/>
          </w:tcPr>
          <w:p w:rsidR="005A11E1" w:rsidRDefault="005A11E1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A11E1" w:rsidRDefault="005A11E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5A11E1" w:rsidRDefault="005A11E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A11E1" w:rsidRDefault="005A11E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A11E1" w:rsidRDefault="005A11E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A734AA" w:rsidRPr="00A734AA" w:rsidRDefault="00A734AA" w:rsidP="00A734AA">
      <w:pPr>
        <w:jc w:val="both"/>
        <w:rPr>
          <w:color w:val="000000"/>
          <w:sz w:val="28"/>
          <w:szCs w:val="28"/>
        </w:rPr>
      </w:pPr>
    </w:p>
    <w:p w:rsidR="00A734AA" w:rsidRPr="00A734AA" w:rsidRDefault="00A734AA" w:rsidP="00A734AA">
      <w:pPr>
        <w:jc w:val="both"/>
        <w:rPr>
          <w:color w:val="000000"/>
          <w:sz w:val="28"/>
          <w:szCs w:val="28"/>
        </w:rPr>
      </w:pPr>
    </w:p>
    <w:p w:rsidR="00A734AA" w:rsidRPr="00A734AA" w:rsidRDefault="00A734AA" w:rsidP="00A734AA">
      <w:pPr>
        <w:jc w:val="both"/>
        <w:rPr>
          <w:color w:val="000000"/>
          <w:sz w:val="28"/>
          <w:szCs w:val="28"/>
        </w:rPr>
      </w:pPr>
    </w:p>
    <w:p w:rsidR="00EE431A" w:rsidRPr="00A734AA" w:rsidRDefault="00EE431A" w:rsidP="00A734AA">
      <w:pPr>
        <w:jc w:val="both"/>
        <w:rPr>
          <w:color w:val="000000"/>
          <w:sz w:val="28"/>
          <w:szCs w:val="28"/>
        </w:rPr>
      </w:pPr>
      <w:r w:rsidRPr="00A734AA">
        <w:rPr>
          <w:color w:val="000000"/>
          <w:sz w:val="28"/>
          <w:szCs w:val="28"/>
        </w:rPr>
        <w:t>О проекте закона</w:t>
      </w:r>
      <w:r w:rsidR="00A059BC" w:rsidRPr="00A734AA">
        <w:rPr>
          <w:color w:val="000000"/>
          <w:sz w:val="28"/>
          <w:szCs w:val="28"/>
        </w:rPr>
        <w:t xml:space="preserve"> </w:t>
      </w:r>
      <w:r w:rsidRPr="00A734AA">
        <w:rPr>
          <w:color w:val="000000"/>
          <w:sz w:val="28"/>
          <w:szCs w:val="28"/>
        </w:rPr>
        <w:t>Ярославской области</w:t>
      </w:r>
    </w:p>
    <w:p w:rsidR="008C1717" w:rsidRPr="00A734AA" w:rsidRDefault="008C1717" w:rsidP="00A734AA">
      <w:pPr>
        <w:widowControl w:val="0"/>
        <w:jc w:val="both"/>
        <w:rPr>
          <w:sz w:val="28"/>
          <w:szCs w:val="28"/>
        </w:rPr>
      </w:pPr>
      <w:r w:rsidRPr="00A734AA">
        <w:rPr>
          <w:sz w:val="28"/>
          <w:szCs w:val="28"/>
        </w:rPr>
        <w:t>«О внесении изменений в Закон</w:t>
      </w:r>
    </w:p>
    <w:p w:rsidR="008C1717" w:rsidRPr="00A734AA" w:rsidRDefault="008C1717" w:rsidP="00A734AA">
      <w:pPr>
        <w:widowControl w:val="0"/>
        <w:jc w:val="both"/>
        <w:rPr>
          <w:sz w:val="28"/>
          <w:szCs w:val="28"/>
        </w:rPr>
      </w:pPr>
      <w:r w:rsidRPr="00A734AA">
        <w:rPr>
          <w:sz w:val="28"/>
          <w:szCs w:val="28"/>
        </w:rPr>
        <w:t>Ярославской области «О депутате</w:t>
      </w:r>
    </w:p>
    <w:p w:rsidR="00EE431A" w:rsidRPr="00A734AA" w:rsidRDefault="008C1717" w:rsidP="00A734AA">
      <w:pPr>
        <w:jc w:val="both"/>
        <w:rPr>
          <w:color w:val="000000"/>
          <w:sz w:val="28"/>
          <w:szCs w:val="28"/>
        </w:rPr>
      </w:pPr>
      <w:r w:rsidRPr="00A734AA">
        <w:rPr>
          <w:sz w:val="28"/>
          <w:szCs w:val="28"/>
        </w:rPr>
        <w:t>Ярославской областной Думы»</w:t>
      </w:r>
    </w:p>
    <w:p w:rsidR="00124087" w:rsidRPr="00A734AA" w:rsidRDefault="00124087" w:rsidP="00A734AA">
      <w:pPr>
        <w:jc w:val="both"/>
        <w:rPr>
          <w:color w:val="000000"/>
          <w:sz w:val="28"/>
          <w:szCs w:val="28"/>
        </w:rPr>
      </w:pPr>
    </w:p>
    <w:p w:rsidR="00124087" w:rsidRPr="00A734AA" w:rsidRDefault="00124087" w:rsidP="00A734AA">
      <w:pPr>
        <w:jc w:val="both"/>
        <w:rPr>
          <w:color w:val="000000"/>
          <w:sz w:val="28"/>
          <w:szCs w:val="28"/>
        </w:rPr>
      </w:pPr>
    </w:p>
    <w:p w:rsidR="00EE431A" w:rsidRPr="00A734AA" w:rsidRDefault="00EE431A" w:rsidP="00A734AA">
      <w:pPr>
        <w:pStyle w:val="1"/>
        <w:spacing w:line="240" w:lineRule="auto"/>
        <w:ind w:firstLine="709"/>
        <w:rPr>
          <w:color w:val="000000"/>
          <w:szCs w:val="28"/>
        </w:rPr>
      </w:pPr>
      <w:r w:rsidRPr="00A734AA">
        <w:rPr>
          <w:color w:val="000000"/>
          <w:szCs w:val="28"/>
        </w:rPr>
        <w:t>Ярославская областная Дума</w:t>
      </w:r>
    </w:p>
    <w:p w:rsidR="00EE431A" w:rsidRPr="00A734AA" w:rsidRDefault="00EE431A" w:rsidP="00A734AA">
      <w:pPr>
        <w:jc w:val="both"/>
        <w:rPr>
          <w:color w:val="000000"/>
          <w:sz w:val="28"/>
          <w:szCs w:val="28"/>
        </w:rPr>
      </w:pPr>
    </w:p>
    <w:p w:rsidR="00EE431A" w:rsidRPr="00A734AA" w:rsidRDefault="00EE431A" w:rsidP="00A734AA">
      <w:pPr>
        <w:jc w:val="center"/>
        <w:rPr>
          <w:color w:val="000000"/>
          <w:sz w:val="28"/>
          <w:szCs w:val="28"/>
        </w:rPr>
      </w:pPr>
      <w:proofErr w:type="gramStart"/>
      <w:r w:rsidRPr="00A734AA">
        <w:rPr>
          <w:b/>
          <w:color w:val="000000"/>
          <w:sz w:val="28"/>
          <w:szCs w:val="28"/>
        </w:rPr>
        <w:t>П</w:t>
      </w:r>
      <w:proofErr w:type="gramEnd"/>
      <w:r w:rsidRPr="00A734AA">
        <w:rPr>
          <w:b/>
          <w:color w:val="000000"/>
          <w:sz w:val="28"/>
          <w:szCs w:val="28"/>
        </w:rPr>
        <w:t xml:space="preserve"> О С Т А Н О В И Л А:</w:t>
      </w:r>
      <w:r w:rsidRPr="00A734AA">
        <w:rPr>
          <w:color w:val="000000"/>
          <w:sz w:val="28"/>
          <w:szCs w:val="28"/>
        </w:rPr>
        <w:t xml:space="preserve"> </w:t>
      </w:r>
    </w:p>
    <w:p w:rsidR="00EE431A" w:rsidRPr="00A734AA" w:rsidRDefault="00EE431A" w:rsidP="00A734AA">
      <w:pPr>
        <w:jc w:val="center"/>
        <w:rPr>
          <w:color w:val="000000"/>
          <w:sz w:val="28"/>
          <w:szCs w:val="28"/>
        </w:rPr>
      </w:pPr>
    </w:p>
    <w:p w:rsidR="00EE431A" w:rsidRPr="00A734AA" w:rsidRDefault="00EE431A" w:rsidP="00A734AA">
      <w:pPr>
        <w:pStyle w:val="2"/>
        <w:rPr>
          <w:color w:val="000000"/>
          <w:szCs w:val="28"/>
        </w:rPr>
      </w:pPr>
      <w:r w:rsidRPr="00A734AA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A734AA">
        <w:rPr>
          <w:color w:val="000000"/>
          <w:szCs w:val="28"/>
        </w:rPr>
        <w:t xml:space="preserve"> «О вн</w:t>
      </w:r>
      <w:r w:rsidR="00124087" w:rsidRPr="00A734AA">
        <w:rPr>
          <w:color w:val="000000"/>
          <w:szCs w:val="28"/>
        </w:rPr>
        <w:t>е</w:t>
      </w:r>
      <w:r w:rsidR="00BF1F9C" w:rsidRPr="00A734AA">
        <w:rPr>
          <w:color w:val="000000"/>
          <w:szCs w:val="28"/>
        </w:rPr>
        <w:t>сении изменени</w:t>
      </w:r>
      <w:r w:rsidR="008C1717" w:rsidRPr="00A734AA">
        <w:rPr>
          <w:color w:val="000000"/>
          <w:szCs w:val="28"/>
        </w:rPr>
        <w:t xml:space="preserve">й </w:t>
      </w:r>
      <w:r w:rsidR="00124087" w:rsidRPr="00A734AA">
        <w:rPr>
          <w:color w:val="000000"/>
          <w:szCs w:val="28"/>
        </w:rPr>
        <w:t xml:space="preserve">в </w:t>
      </w:r>
      <w:r w:rsidR="00BF1F9C" w:rsidRPr="00A734AA">
        <w:rPr>
          <w:color w:val="000000"/>
          <w:szCs w:val="28"/>
        </w:rPr>
        <w:t>Закон</w:t>
      </w:r>
      <w:r w:rsidR="00124087" w:rsidRPr="00A734AA">
        <w:rPr>
          <w:color w:val="000000"/>
          <w:szCs w:val="28"/>
        </w:rPr>
        <w:t xml:space="preserve"> Ярославской области «</w:t>
      </w:r>
      <w:r w:rsidR="00F21F40" w:rsidRPr="00A734AA">
        <w:rPr>
          <w:color w:val="000000"/>
          <w:szCs w:val="28"/>
        </w:rPr>
        <w:t>О депутате Ярославской о</w:t>
      </w:r>
      <w:r w:rsidR="00F21F40" w:rsidRPr="00A734AA">
        <w:rPr>
          <w:color w:val="000000"/>
          <w:szCs w:val="28"/>
        </w:rPr>
        <w:t>б</w:t>
      </w:r>
      <w:r w:rsidR="00F21F40" w:rsidRPr="00A734AA">
        <w:rPr>
          <w:color w:val="000000"/>
          <w:szCs w:val="28"/>
        </w:rPr>
        <w:t>ластной Думы</w:t>
      </w:r>
      <w:r w:rsidR="00124087" w:rsidRPr="00A734AA">
        <w:rPr>
          <w:color w:val="000000"/>
          <w:szCs w:val="28"/>
        </w:rPr>
        <w:t xml:space="preserve">», внесенный </w:t>
      </w:r>
      <w:r w:rsidR="00B260B9" w:rsidRPr="00A734AA">
        <w:rPr>
          <w:color w:val="000000"/>
          <w:szCs w:val="28"/>
        </w:rPr>
        <w:t>п</w:t>
      </w:r>
      <w:r w:rsidR="008C1717" w:rsidRPr="00A734AA">
        <w:rPr>
          <w:color w:val="000000"/>
          <w:szCs w:val="28"/>
        </w:rPr>
        <w:t>рокурором Ярославской области</w:t>
      </w:r>
      <w:r w:rsidR="00124087" w:rsidRPr="00A734AA">
        <w:rPr>
          <w:color w:val="000000"/>
          <w:szCs w:val="28"/>
        </w:rPr>
        <w:t>.</w:t>
      </w:r>
      <w:r w:rsidRPr="00A734AA">
        <w:rPr>
          <w:i/>
          <w:color w:val="000000"/>
          <w:szCs w:val="28"/>
        </w:rPr>
        <w:t xml:space="preserve"> </w:t>
      </w:r>
    </w:p>
    <w:p w:rsidR="00EE431A" w:rsidRPr="00A734AA" w:rsidRDefault="00EE431A" w:rsidP="00A734AA">
      <w:pPr>
        <w:jc w:val="center"/>
        <w:rPr>
          <w:color w:val="000000"/>
          <w:sz w:val="28"/>
          <w:szCs w:val="28"/>
        </w:rPr>
      </w:pPr>
    </w:p>
    <w:p w:rsidR="00EE431A" w:rsidRPr="00A734AA" w:rsidRDefault="00EE431A" w:rsidP="00A734AA">
      <w:pPr>
        <w:jc w:val="center"/>
        <w:rPr>
          <w:color w:val="000000"/>
          <w:sz w:val="28"/>
          <w:szCs w:val="28"/>
        </w:rPr>
      </w:pPr>
    </w:p>
    <w:p w:rsidR="00EE431A" w:rsidRPr="00A734AA" w:rsidRDefault="00EE431A" w:rsidP="00A734AA">
      <w:pPr>
        <w:jc w:val="center"/>
        <w:rPr>
          <w:color w:val="000000"/>
          <w:sz w:val="28"/>
          <w:szCs w:val="28"/>
        </w:rPr>
      </w:pPr>
    </w:p>
    <w:p w:rsidR="00124087" w:rsidRPr="00A734AA" w:rsidRDefault="00124087" w:rsidP="00A734AA">
      <w:pPr>
        <w:jc w:val="both"/>
        <w:rPr>
          <w:color w:val="000000"/>
          <w:sz w:val="28"/>
          <w:szCs w:val="28"/>
        </w:rPr>
      </w:pPr>
      <w:r w:rsidRPr="00A734AA">
        <w:rPr>
          <w:color w:val="000000"/>
          <w:sz w:val="28"/>
          <w:szCs w:val="28"/>
        </w:rPr>
        <w:t>Председатель</w:t>
      </w:r>
    </w:p>
    <w:p w:rsidR="00BF1F9C" w:rsidRPr="00A734AA" w:rsidRDefault="00124087" w:rsidP="00A734AA">
      <w:pPr>
        <w:jc w:val="both"/>
        <w:rPr>
          <w:color w:val="000000"/>
          <w:sz w:val="28"/>
          <w:szCs w:val="28"/>
        </w:rPr>
      </w:pPr>
      <w:r w:rsidRPr="00A734AA">
        <w:rPr>
          <w:color w:val="000000"/>
          <w:sz w:val="28"/>
          <w:szCs w:val="28"/>
        </w:rPr>
        <w:t xml:space="preserve">Ярославской областной Думы                </w:t>
      </w:r>
      <w:r w:rsidRPr="00A734AA">
        <w:rPr>
          <w:i/>
          <w:color w:val="000000"/>
          <w:sz w:val="28"/>
          <w:szCs w:val="28"/>
        </w:rPr>
        <w:t xml:space="preserve">                                   </w:t>
      </w:r>
      <w:r w:rsidRPr="00A734AA">
        <w:rPr>
          <w:color w:val="000000"/>
          <w:sz w:val="28"/>
          <w:szCs w:val="28"/>
        </w:rPr>
        <w:t>М.В. Боровицкий</w:t>
      </w:r>
    </w:p>
    <w:sectPr w:rsidR="00BF1F9C" w:rsidRPr="00A734AA" w:rsidSect="00A734A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727B0"/>
    <w:rsid w:val="000C56F7"/>
    <w:rsid w:val="00124087"/>
    <w:rsid w:val="0018486C"/>
    <w:rsid w:val="001A35CB"/>
    <w:rsid w:val="002734F0"/>
    <w:rsid w:val="003079D7"/>
    <w:rsid w:val="00444325"/>
    <w:rsid w:val="0049693A"/>
    <w:rsid w:val="005354EC"/>
    <w:rsid w:val="0056080C"/>
    <w:rsid w:val="005A11E1"/>
    <w:rsid w:val="006F2EB6"/>
    <w:rsid w:val="0077272C"/>
    <w:rsid w:val="00817355"/>
    <w:rsid w:val="008B680B"/>
    <w:rsid w:val="008C1717"/>
    <w:rsid w:val="00A059BC"/>
    <w:rsid w:val="00A31E7E"/>
    <w:rsid w:val="00A50DE1"/>
    <w:rsid w:val="00A734AA"/>
    <w:rsid w:val="00B152C2"/>
    <w:rsid w:val="00B260B9"/>
    <w:rsid w:val="00B73A2F"/>
    <w:rsid w:val="00BA3985"/>
    <w:rsid w:val="00BF1F9C"/>
    <w:rsid w:val="00CE1734"/>
    <w:rsid w:val="00DF1000"/>
    <w:rsid w:val="00EE431A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4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9</cp:revision>
  <cp:lastPrinted>2015-03-25T06:13:00Z</cp:lastPrinted>
  <dcterms:created xsi:type="dcterms:W3CDTF">2015-04-13T10:58:00Z</dcterms:created>
  <dcterms:modified xsi:type="dcterms:W3CDTF">2015-05-28T08:36:00Z</dcterms:modified>
</cp:coreProperties>
</file>