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05468" w:rsidRPr="00C05468" w:rsidTr="00C05468">
        <w:tc>
          <w:tcPr>
            <w:tcW w:w="426" w:type="dxa"/>
            <w:vAlign w:val="bottom"/>
            <w:hideMark/>
          </w:tcPr>
          <w:p w:rsidR="00C05468" w:rsidRPr="00C05468" w:rsidRDefault="00C05468" w:rsidP="00C05468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0546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05468" w:rsidRPr="00C05468" w:rsidRDefault="00C05468" w:rsidP="00C05468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05468">
              <w:rPr>
                <w:rFonts w:ascii="Times New Roman" w:hAnsi="Times New Roman" w:cs="Times New Roman"/>
                <w:sz w:val="28"/>
                <w:szCs w:val="28"/>
              </w:rPr>
              <w:t xml:space="preserve">  26.09.2017</w:t>
            </w:r>
          </w:p>
        </w:tc>
        <w:tc>
          <w:tcPr>
            <w:tcW w:w="4111" w:type="dxa"/>
            <w:vAlign w:val="bottom"/>
          </w:tcPr>
          <w:p w:rsidR="00C05468" w:rsidRPr="00C05468" w:rsidRDefault="00C05468" w:rsidP="00C05468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C05468" w:rsidRPr="00C05468" w:rsidRDefault="00C05468" w:rsidP="00C05468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0546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05468" w:rsidRPr="00C05468" w:rsidRDefault="00C05468" w:rsidP="00C0546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C05468">
              <w:rPr>
                <w:rFonts w:ascii="Times New Roman" w:hAnsi="Times New Roman" w:cs="Times New Roman"/>
                <w:sz w:val="28"/>
              </w:rPr>
              <w:t>21</w:t>
            </w:r>
            <w:r>
              <w:rPr>
                <w:rFonts w:ascii="Times New Roman" w:hAnsi="Times New Roman" w:cs="Times New Roman"/>
                <w:sz w:val="28"/>
              </w:rPr>
              <w:t>8</w:t>
            </w:r>
            <w:bookmarkStart w:id="0" w:name="_GoBack"/>
            <w:bookmarkEnd w:id="0"/>
          </w:p>
        </w:tc>
      </w:tr>
    </w:tbl>
    <w:p w:rsidR="00F04DE7" w:rsidRPr="00F04DE7" w:rsidRDefault="00F04DE7" w:rsidP="00F04D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DE7" w:rsidRPr="00F04DE7" w:rsidRDefault="00F04DE7" w:rsidP="00F04D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4426" w:rsidRPr="00F04DE7" w:rsidRDefault="003D4426" w:rsidP="00F04D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DE7">
        <w:rPr>
          <w:rFonts w:ascii="Times New Roman" w:hAnsi="Times New Roman" w:cs="Times New Roman"/>
          <w:sz w:val="28"/>
          <w:szCs w:val="28"/>
        </w:rPr>
        <w:t xml:space="preserve">Об обращении Законодательного Собрания Республики </w:t>
      </w:r>
    </w:p>
    <w:p w:rsidR="003D4426" w:rsidRPr="00F04DE7" w:rsidRDefault="003D4426" w:rsidP="00F04D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DE7">
        <w:rPr>
          <w:rFonts w:ascii="Times New Roman" w:hAnsi="Times New Roman" w:cs="Times New Roman"/>
          <w:sz w:val="28"/>
          <w:szCs w:val="28"/>
        </w:rPr>
        <w:t xml:space="preserve">Карелия к Министру природных ресурсов и экологии </w:t>
      </w:r>
    </w:p>
    <w:p w:rsidR="003D4426" w:rsidRPr="00F04DE7" w:rsidRDefault="003D4426" w:rsidP="00F04D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DE7">
        <w:rPr>
          <w:rFonts w:ascii="Times New Roman" w:hAnsi="Times New Roman" w:cs="Times New Roman"/>
          <w:sz w:val="28"/>
          <w:szCs w:val="28"/>
        </w:rPr>
        <w:t xml:space="preserve">Российской Федерации С.Е. Донскому по проблемам </w:t>
      </w:r>
    </w:p>
    <w:p w:rsidR="00F04DE7" w:rsidRDefault="003D4426" w:rsidP="00F04D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DE7">
        <w:rPr>
          <w:rFonts w:ascii="Times New Roman" w:hAnsi="Times New Roman" w:cs="Times New Roman"/>
          <w:sz w:val="28"/>
          <w:szCs w:val="28"/>
        </w:rPr>
        <w:t>реализации древесины, полученной при использовании</w:t>
      </w:r>
    </w:p>
    <w:p w:rsidR="00F04DE7" w:rsidRDefault="003D4426" w:rsidP="00F04D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DE7">
        <w:rPr>
          <w:rFonts w:ascii="Times New Roman" w:hAnsi="Times New Roman" w:cs="Times New Roman"/>
          <w:sz w:val="28"/>
          <w:szCs w:val="28"/>
        </w:rPr>
        <w:t xml:space="preserve"> лесов, расположенных на землях лесного фонда, </w:t>
      </w:r>
    </w:p>
    <w:p w:rsidR="00F04DE7" w:rsidRDefault="003D4426" w:rsidP="00F04D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DE7">
        <w:rPr>
          <w:rFonts w:ascii="Times New Roman" w:hAnsi="Times New Roman" w:cs="Times New Roman"/>
          <w:sz w:val="28"/>
          <w:szCs w:val="28"/>
        </w:rPr>
        <w:t xml:space="preserve">в соответствии со статьями 43-46 </w:t>
      </w:r>
    </w:p>
    <w:p w:rsidR="003D4426" w:rsidRPr="00F04DE7" w:rsidRDefault="003D4426" w:rsidP="00F04D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DE7">
        <w:rPr>
          <w:rFonts w:ascii="Times New Roman" w:hAnsi="Times New Roman" w:cs="Times New Roman"/>
          <w:sz w:val="28"/>
          <w:szCs w:val="28"/>
        </w:rPr>
        <w:t>Лесного кодекса Российской Федерации</w:t>
      </w:r>
    </w:p>
    <w:p w:rsidR="003D4426" w:rsidRPr="00F04DE7" w:rsidRDefault="003D4426" w:rsidP="00F04D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4426" w:rsidRPr="00F04DE7" w:rsidRDefault="003D4426" w:rsidP="00F04D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4426" w:rsidRPr="00F04DE7" w:rsidRDefault="003D4426" w:rsidP="00F04D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DE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3D4426" w:rsidRPr="00F04DE7" w:rsidRDefault="003D4426" w:rsidP="00F04D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4426" w:rsidRPr="00F04DE7" w:rsidRDefault="003D4426" w:rsidP="00F04D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04D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F04D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3D4426" w:rsidRPr="00F04DE7" w:rsidRDefault="003D4426" w:rsidP="00F04D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4426" w:rsidRPr="00F04DE7" w:rsidRDefault="003D4426" w:rsidP="00F04D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Поддержать </w:t>
      </w:r>
      <w:r w:rsidRPr="00F04DE7">
        <w:rPr>
          <w:rFonts w:ascii="Times New Roman" w:hAnsi="Times New Roman" w:cs="Times New Roman"/>
          <w:sz w:val="28"/>
          <w:szCs w:val="28"/>
        </w:rPr>
        <w:t>обращение Законодательного Собрания Республики К</w:t>
      </w:r>
      <w:r w:rsidRPr="00F04DE7">
        <w:rPr>
          <w:rFonts w:ascii="Times New Roman" w:hAnsi="Times New Roman" w:cs="Times New Roman"/>
          <w:sz w:val="28"/>
          <w:szCs w:val="28"/>
        </w:rPr>
        <w:t>а</w:t>
      </w:r>
      <w:r w:rsidRPr="00F04DE7">
        <w:rPr>
          <w:rFonts w:ascii="Times New Roman" w:hAnsi="Times New Roman" w:cs="Times New Roman"/>
          <w:sz w:val="28"/>
          <w:szCs w:val="28"/>
        </w:rPr>
        <w:t>релия к Министру природных ресурсов и экологии Российской Федерации С.Е. Донскому по проблемам реализации древесины, полученной при и</w:t>
      </w:r>
      <w:r w:rsidRPr="00F04DE7">
        <w:rPr>
          <w:rFonts w:ascii="Times New Roman" w:hAnsi="Times New Roman" w:cs="Times New Roman"/>
          <w:sz w:val="28"/>
          <w:szCs w:val="28"/>
        </w:rPr>
        <w:t>с</w:t>
      </w:r>
      <w:r w:rsidRPr="00F04DE7">
        <w:rPr>
          <w:rFonts w:ascii="Times New Roman" w:hAnsi="Times New Roman" w:cs="Times New Roman"/>
          <w:sz w:val="28"/>
          <w:szCs w:val="28"/>
        </w:rPr>
        <w:t xml:space="preserve">пользовании лесов, расположенных на землях лесного фонда, в соответствии со статьями 43-46 Лесного кодекса Российской Федерации. </w:t>
      </w:r>
    </w:p>
    <w:p w:rsidR="003D4426" w:rsidRPr="00F04DE7" w:rsidRDefault="003D4426" w:rsidP="00F04DE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настоящее Постановление в </w:t>
      </w:r>
      <w:r w:rsidRPr="00F04DE7">
        <w:rPr>
          <w:rFonts w:ascii="Times New Roman" w:hAnsi="Times New Roman" w:cs="Times New Roman"/>
          <w:sz w:val="28"/>
          <w:szCs w:val="28"/>
        </w:rPr>
        <w:t>Законодательное Собрание Республики Карелия.</w:t>
      </w:r>
    </w:p>
    <w:p w:rsidR="003D4426" w:rsidRPr="00F04DE7" w:rsidRDefault="003D4426" w:rsidP="00F04D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DE7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3D4426" w:rsidRPr="00F04DE7" w:rsidRDefault="003D4426" w:rsidP="00F04D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4426" w:rsidRDefault="003D4426" w:rsidP="00F04DE7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04DE7" w:rsidRPr="00F04DE7" w:rsidRDefault="00F04DE7" w:rsidP="00F04DE7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D4426" w:rsidRPr="00F04DE7" w:rsidRDefault="003D4426" w:rsidP="00F04DE7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04D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1851A9" w:rsidRPr="00F04DE7" w:rsidRDefault="003D4426" w:rsidP="00F04D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4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F04DE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04DE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04DE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04DE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М.В. Боровицкий</w:t>
      </w:r>
    </w:p>
    <w:sectPr w:rsidR="001851A9" w:rsidRPr="00F04DE7" w:rsidSect="00F04DE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426"/>
    <w:rsid w:val="0025040D"/>
    <w:rsid w:val="003D4426"/>
    <w:rsid w:val="004715D4"/>
    <w:rsid w:val="006873A7"/>
    <w:rsid w:val="008E202D"/>
    <w:rsid w:val="00B87190"/>
    <w:rsid w:val="00C05468"/>
    <w:rsid w:val="00F04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4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4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4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3</cp:revision>
  <cp:lastPrinted>2017-09-07T10:33:00Z</cp:lastPrinted>
  <dcterms:created xsi:type="dcterms:W3CDTF">2017-09-07T10:29:00Z</dcterms:created>
  <dcterms:modified xsi:type="dcterms:W3CDTF">2017-09-28T11:14:00Z</dcterms:modified>
</cp:coreProperties>
</file>