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B7" w:rsidRDefault="000747B7" w:rsidP="00164FBA">
      <w:pPr>
        <w:jc w:val="both"/>
      </w:pPr>
    </w:p>
    <w:p w:rsidR="000747B7" w:rsidRDefault="000747B7" w:rsidP="00164FBA">
      <w:pPr>
        <w:pStyle w:val="Heading1"/>
        <w:rPr>
          <w:sz w:val="28"/>
          <w:szCs w:val="28"/>
        </w:rPr>
      </w:pPr>
    </w:p>
    <w:p w:rsidR="000747B7" w:rsidRDefault="000747B7" w:rsidP="00164FBA">
      <w:pPr>
        <w:pStyle w:val="Heading1"/>
        <w:rPr>
          <w:sz w:val="28"/>
          <w:szCs w:val="28"/>
        </w:rPr>
      </w:pPr>
    </w:p>
    <w:p w:rsidR="000747B7" w:rsidRDefault="000747B7" w:rsidP="00164FBA">
      <w:pPr>
        <w:pStyle w:val="Heading1"/>
        <w:rPr>
          <w:sz w:val="28"/>
          <w:szCs w:val="28"/>
        </w:rPr>
      </w:pPr>
    </w:p>
    <w:p w:rsidR="000747B7" w:rsidRDefault="000747B7" w:rsidP="00164FBA">
      <w:pPr>
        <w:pStyle w:val="Heading1"/>
        <w:rPr>
          <w:sz w:val="28"/>
          <w:szCs w:val="28"/>
        </w:rPr>
      </w:pPr>
    </w:p>
    <w:p w:rsidR="000747B7" w:rsidRDefault="000747B7" w:rsidP="00164FBA">
      <w:pPr>
        <w:pStyle w:val="Heading1"/>
        <w:rPr>
          <w:sz w:val="28"/>
          <w:szCs w:val="28"/>
        </w:rPr>
      </w:pPr>
    </w:p>
    <w:p w:rsidR="000747B7" w:rsidRDefault="000747B7" w:rsidP="00164FBA">
      <w:pPr>
        <w:pStyle w:val="Heading1"/>
        <w:rPr>
          <w:sz w:val="28"/>
          <w:szCs w:val="28"/>
        </w:rPr>
      </w:pPr>
    </w:p>
    <w:p w:rsidR="000747B7" w:rsidRDefault="000747B7" w:rsidP="00164FBA">
      <w:pPr>
        <w:pStyle w:val="Heading1"/>
        <w:rPr>
          <w:sz w:val="28"/>
          <w:szCs w:val="28"/>
        </w:rPr>
      </w:pPr>
    </w:p>
    <w:p w:rsidR="000747B7" w:rsidRDefault="000747B7" w:rsidP="00164FBA">
      <w:pPr>
        <w:pStyle w:val="Heading1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747B7" w:rsidRPr="00AB0C51" w:rsidTr="00F43E63">
        <w:tc>
          <w:tcPr>
            <w:tcW w:w="709" w:type="dxa"/>
          </w:tcPr>
          <w:p w:rsidR="000747B7" w:rsidRDefault="000747B7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0747B7" w:rsidRDefault="000747B7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28.06.2011</w:t>
            </w:r>
          </w:p>
        </w:tc>
        <w:tc>
          <w:tcPr>
            <w:tcW w:w="3260" w:type="dxa"/>
          </w:tcPr>
          <w:p w:rsidR="000747B7" w:rsidRDefault="000747B7" w:rsidP="00F43E63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0747B7" w:rsidRDefault="000747B7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bottom w:val="single" w:sz="6" w:space="0" w:color="auto"/>
            </w:tcBorders>
          </w:tcPr>
          <w:p w:rsidR="000747B7" w:rsidRPr="00AB0C51" w:rsidRDefault="000747B7" w:rsidP="00F43E6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</w:tr>
    </w:tbl>
    <w:p w:rsidR="000747B7" w:rsidRDefault="000747B7" w:rsidP="00164FBA">
      <w:pPr>
        <w:pStyle w:val="Heading1"/>
        <w:rPr>
          <w:sz w:val="28"/>
          <w:szCs w:val="28"/>
        </w:rPr>
      </w:pPr>
    </w:p>
    <w:p w:rsidR="000747B7" w:rsidRDefault="000747B7" w:rsidP="00164FBA">
      <w:pPr>
        <w:pStyle w:val="Heading1"/>
        <w:rPr>
          <w:sz w:val="28"/>
          <w:szCs w:val="28"/>
        </w:rPr>
      </w:pPr>
    </w:p>
    <w:p w:rsidR="000747B7" w:rsidRDefault="000747B7" w:rsidP="00164FBA">
      <w:pPr>
        <w:pStyle w:val="Heading1"/>
        <w:rPr>
          <w:sz w:val="28"/>
          <w:szCs w:val="28"/>
        </w:rPr>
      </w:pPr>
    </w:p>
    <w:p w:rsidR="000747B7" w:rsidRPr="003A1D2D" w:rsidRDefault="000747B7" w:rsidP="00164FBA">
      <w:pPr>
        <w:pStyle w:val="Heading1"/>
        <w:rPr>
          <w:sz w:val="28"/>
          <w:szCs w:val="28"/>
        </w:rPr>
      </w:pPr>
      <w:r w:rsidRPr="003A1D2D">
        <w:rPr>
          <w:sz w:val="28"/>
          <w:szCs w:val="28"/>
        </w:rPr>
        <w:t>О Законе Ярославской области</w:t>
      </w:r>
    </w:p>
    <w:p w:rsidR="000747B7" w:rsidRDefault="000747B7" w:rsidP="003A1D2D">
      <w:pPr>
        <w:pStyle w:val="Heading5"/>
        <w:jc w:val="left"/>
        <w:rPr>
          <w:b w:val="0"/>
          <w:sz w:val="28"/>
          <w:szCs w:val="28"/>
        </w:rPr>
      </w:pPr>
      <w:r w:rsidRPr="003F4E5E"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>«Об официальных символах</w:t>
      </w:r>
    </w:p>
    <w:p w:rsidR="000747B7" w:rsidRPr="003A1D2D" w:rsidRDefault="000747B7" w:rsidP="003A1D2D">
      <w:pPr>
        <w:pStyle w:val="Heading5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3A1D2D">
        <w:rPr>
          <w:b w:val="0"/>
          <w:sz w:val="28"/>
          <w:szCs w:val="28"/>
        </w:rPr>
        <w:t xml:space="preserve">Ярославской области» </w:t>
      </w:r>
    </w:p>
    <w:p w:rsidR="000747B7" w:rsidRDefault="000747B7" w:rsidP="00164FBA">
      <w:pPr>
        <w:rPr>
          <w:sz w:val="28"/>
        </w:rPr>
      </w:pPr>
    </w:p>
    <w:p w:rsidR="000747B7" w:rsidRDefault="000747B7" w:rsidP="00164FBA">
      <w:pPr>
        <w:rPr>
          <w:sz w:val="28"/>
        </w:rPr>
      </w:pPr>
    </w:p>
    <w:p w:rsidR="000747B7" w:rsidRDefault="000747B7" w:rsidP="00164FBA">
      <w:pPr>
        <w:pStyle w:val="BodyTextIndent"/>
        <w:ind w:left="0" w:firstLine="709"/>
        <w:jc w:val="both"/>
        <w:rPr>
          <w:sz w:val="28"/>
        </w:rPr>
      </w:pPr>
    </w:p>
    <w:p w:rsidR="000747B7" w:rsidRDefault="000747B7" w:rsidP="00164FBA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0747B7" w:rsidRDefault="000747B7" w:rsidP="00164FBA">
      <w:pPr>
        <w:ind w:firstLine="709"/>
        <w:jc w:val="both"/>
        <w:rPr>
          <w:sz w:val="28"/>
        </w:rPr>
      </w:pPr>
    </w:p>
    <w:p w:rsidR="000747B7" w:rsidRDefault="000747B7" w:rsidP="00320541">
      <w:pPr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0747B7" w:rsidRDefault="000747B7" w:rsidP="00164FBA">
      <w:pPr>
        <w:ind w:firstLine="709"/>
        <w:jc w:val="center"/>
        <w:rPr>
          <w:b/>
          <w:sz w:val="28"/>
        </w:rPr>
      </w:pPr>
    </w:p>
    <w:p w:rsidR="000747B7" w:rsidRPr="003F4E5E" w:rsidRDefault="000747B7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4025F">
        <w:t xml:space="preserve">1. Принять Закон </w:t>
      </w:r>
      <w:r w:rsidRPr="003F4E5E">
        <w:t>Ярославской области «</w:t>
      </w:r>
      <w:r w:rsidRPr="003F4E5E">
        <w:rPr>
          <w:szCs w:val="28"/>
        </w:rPr>
        <w:t>Об официальных символах</w:t>
      </w:r>
      <w:r w:rsidRPr="003F4E5E">
        <w:t xml:space="preserve"> Ярославской области»</w:t>
      </w:r>
      <w:r w:rsidRPr="003F4E5E">
        <w:rPr>
          <w:szCs w:val="28"/>
        </w:rPr>
        <w:t>.</w:t>
      </w:r>
    </w:p>
    <w:p w:rsidR="000747B7" w:rsidRDefault="000747B7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опубликования.</w:t>
      </w:r>
    </w:p>
    <w:p w:rsidR="000747B7" w:rsidRDefault="000747B7" w:rsidP="00164FBA">
      <w:pPr>
        <w:jc w:val="both"/>
        <w:rPr>
          <w:sz w:val="28"/>
        </w:rPr>
      </w:pPr>
    </w:p>
    <w:p w:rsidR="000747B7" w:rsidRDefault="000747B7" w:rsidP="00164FBA">
      <w:pPr>
        <w:jc w:val="both"/>
        <w:rPr>
          <w:sz w:val="28"/>
        </w:rPr>
      </w:pPr>
    </w:p>
    <w:p w:rsidR="000747B7" w:rsidRDefault="000747B7" w:rsidP="00164FBA">
      <w:pPr>
        <w:jc w:val="both"/>
        <w:rPr>
          <w:sz w:val="28"/>
        </w:rPr>
      </w:pPr>
    </w:p>
    <w:p w:rsidR="000747B7" w:rsidRDefault="000747B7" w:rsidP="00164FBA">
      <w:pPr>
        <w:jc w:val="both"/>
        <w:rPr>
          <w:sz w:val="28"/>
        </w:rPr>
      </w:pPr>
    </w:p>
    <w:p w:rsidR="000747B7" w:rsidRDefault="000747B7" w:rsidP="00164FBA">
      <w:pPr>
        <w:pStyle w:val="Heading3"/>
      </w:pPr>
      <w:r>
        <w:t>Председатель</w:t>
      </w:r>
    </w:p>
    <w:p w:rsidR="000747B7" w:rsidRPr="002C1105" w:rsidRDefault="000747B7" w:rsidP="00164FBA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0747B7" w:rsidRDefault="000747B7" w:rsidP="00164FBA">
      <w:pPr>
        <w:pStyle w:val="Heading3"/>
      </w:pPr>
    </w:p>
    <w:sectPr w:rsidR="000747B7" w:rsidSect="00320541">
      <w:pgSz w:w="11906" w:h="16838"/>
      <w:pgMar w:top="851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7B7" w:rsidRDefault="000747B7">
      <w:r>
        <w:separator/>
      </w:r>
    </w:p>
  </w:endnote>
  <w:endnote w:type="continuationSeparator" w:id="0">
    <w:p w:rsidR="000747B7" w:rsidRDefault="00074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7B7" w:rsidRDefault="000747B7">
      <w:r>
        <w:separator/>
      </w:r>
    </w:p>
  </w:footnote>
  <w:footnote w:type="continuationSeparator" w:id="0">
    <w:p w:rsidR="000747B7" w:rsidRDefault="000747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DCE8327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4494547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2672257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CB5055F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766A9F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ECBEC9B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3AD0CF7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528B8F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813C70C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54EAEC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4FA4C33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713A352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738D19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25AC7F0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59CED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DDEA0F0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2D96579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2C58B43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DE58751A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0540CC8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1612F31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D600DA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4D05F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8FC4B6E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5EA8D38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C3B4638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9BE311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7062D5B0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4A1431B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5640B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EB4039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103AF4E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CFE898AC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8B5A96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9D7AD16C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95926F9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6605"/>
    <w:rsid w:val="00051F4D"/>
    <w:rsid w:val="00071BCC"/>
    <w:rsid w:val="000747B7"/>
    <w:rsid w:val="000761D5"/>
    <w:rsid w:val="00093AC8"/>
    <w:rsid w:val="000B08E6"/>
    <w:rsid w:val="000B4629"/>
    <w:rsid w:val="00100B19"/>
    <w:rsid w:val="00131CAC"/>
    <w:rsid w:val="001332D3"/>
    <w:rsid w:val="00133F94"/>
    <w:rsid w:val="00164FBA"/>
    <w:rsid w:val="001D0361"/>
    <w:rsid w:val="002058C2"/>
    <w:rsid w:val="00226547"/>
    <w:rsid w:val="002341F0"/>
    <w:rsid w:val="00246723"/>
    <w:rsid w:val="00284F62"/>
    <w:rsid w:val="0028688B"/>
    <w:rsid w:val="00292EA5"/>
    <w:rsid w:val="002B5070"/>
    <w:rsid w:val="002C1105"/>
    <w:rsid w:val="002D4492"/>
    <w:rsid w:val="002E49ED"/>
    <w:rsid w:val="002F3D61"/>
    <w:rsid w:val="002F6E5D"/>
    <w:rsid w:val="00312D26"/>
    <w:rsid w:val="00316D0A"/>
    <w:rsid w:val="00320541"/>
    <w:rsid w:val="00360F42"/>
    <w:rsid w:val="00366689"/>
    <w:rsid w:val="003746BA"/>
    <w:rsid w:val="00375A8C"/>
    <w:rsid w:val="0038094B"/>
    <w:rsid w:val="003A1D2D"/>
    <w:rsid w:val="003C786E"/>
    <w:rsid w:val="003F4E5E"/>
    <w:rsid w:val="00422E79"/>
    <w:rsid w:val="00430CC2"/>
    <w:rsid w:val="00464498"/>
    <w:rsid w:val="00491A51"/>
    <w:rsid w:val="00493D06"/>
    <w:rsid w:val="004C1EDE"/>
    <w:rsid w:val="004D1ADD"/>
    <w:rsid w:val="005241DC"/>
    <w:rsid w:val="005314D4"/>
    <w:rsid w:val="00533C69"/>
    <w:rsid w:val="005564C6"/>
    <w:rsid w:val="00566394"/>
    <w:rsid w:val="00585DE9"/>
    <w:rsid w:val="005A2A27"/>
    <w:rsid w:val="005A68FA"/>
    <w:rsid w:val="005E186C"/>
    <w:rsid w:val="005F3860"/>
    <w:rsid w:val="006254C7"/>
    <w:rsid w:val="006305BC"/>
    <w:rsid w:val="00662964"/>
    <w:rsid w:val="006961AD"/>
    <w:rsid w:val="006C0CD5"/>
    <w:rsid w:val="006E0B31"/>
    <w:rsid w:val="006F1AB1"/>
    <w:rsid w:val="006F3DC0"/>
    <w:rsid w:val="006F6BD0"/>
    <w:rsid w:val="00756824"/>
    <w:rsid w:val="00764DA9"/>
    <w:rsid w:val="00766AB2"/>
    <w:rsid w:val="007B78A7"/>
    <w:rsid w:val="007C0AEC"/>
    <w:rsid w:val="007C2A78"/>
    <w:rsid w:val="007D1282"/>
    <w:rsid w:val="007F326B"/>
    <w:rsid w:val="0084025F"/>
    <w:rsid w:val="008576A5"/>
    <w:rsid w:val="00885BE2"/>
    <w:rsid w:val="008F50D9"/>
    <w:rsid w:val="00925893"/>
    <w:rsid w:val="00980547"/>
    <w:rsid w:val="00980D69"/>
    <w:rsid w:val="00985985"/>
    <w:rsid w:val="009D4FB9"/>
    <w:rsid w:val="00A165D9"/>
    <w:rsid w:val="00A4428C"/>
    <w:rsid w:val="00A53C8F"/>
    <w:rsid w:val="00A64CE9"/>
    <w:rsid w:val="00A7637E"/>
    <w:rsid w:val="00A8192F"/>
    <w:rsid w:val="00A8425C"/>
    <w:rsid w:val="00A879A2"/>
    <w:rsid w:val="00AB0C51"/>
    <w:rsid w:val="00B0356F"/>
    <w:rsid w:val="00B06B67"/>
    <w:rsid w:val="00B51DE7"/>
    <w:rsid w:val="00B97378"/>
    <w:rsid w:val="00BE3C4B"/>
    <w:rsid w:val="00BF0FD8"/>
    <w:rsid w:val="00C12021"/>
    <w:rsid w:val="00C200A7"/>
    <w:rsid w:val="00C278F0"/>
    <w:rsid w:val="00C515F3"/>
    <w:rsid w:val="00C80E46"/>
    <w:rsid w:val="00C91C65"/>
    <w:rsid w:val="00CA6684"/>
    <w:rsid w:val="00CB2CE6"/>
    <w:rsid w:val="00D11CBD"/>
    <w:rsid w:val="00D533E2"/>
    <w:rsid w:val="00D7581E"/>
    <w:rsid w:val="00D83A56"/>
    <w:rsid w:val="00DA2CC7"/>
    <w:rsid w:val="00DB7327"/>
    <w:rsid w:val="00DC18DF"/>
    <w:rsid w:val="00DC3BE9"/>
    <w:rsid w:val="00E102FF"/>
    <w:rsid w:val="00E25E63"/>
    <w:rsid w:val="00E320ED"/>
    <w:rsid w:val="00E7776C"/>
    <w:rsid w:val="00E868BF"/>
    <w:rsid w:val="00E90AB6"/>
    <w:rsid w:val="00E945A3"/>
    <w:rsid w:val="00EA04A3"/>
    <w:rsid w:val="00ED6FDC"/>
    <w:rsid w:val="00F17842"/>
    <w:rsid w:val="00F30377"/>
    <w:rsid w:val="00F43E63"/>
    <w:rsid w:val="00F70E38"/>
    <w:rsid w:val="00FB6115"/>
    <w:rsid w:val="00FD66B4"/>
    <w:rsid w:val="00FD7E7F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E79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2E79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422E79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2E79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2E79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2E79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037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3037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3037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3037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30377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422E79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3037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22E79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30377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22E79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0377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422E79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30377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422E79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422E7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0377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422E7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30377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0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0377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27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69</Words>
  <Characters>399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 </cp:lastModifiedBy>
  <cp:revision>5</cp:revision>
  <cp:lastPrinted>2009-04-13T10:03:00Z</cp:lastPrinted>
  <dcterms:created xsi:type="dcterms:W3CDTF">2011-06-09T06:17:00Z</dcterms:created>
  <dcterms:modified xsi:type="dcterms:W3CDTF">2011-06-30T06:26:00Z</dcterms:modified>
</cp:coreProperties>
</file>