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DC7" w:rsidRPr="002C69E2" w:rsidRDefault="00711DC7" w:rsidP="002C69E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9E2">
        <w:rPr>
          <w:rFonts w:ascii="Times New Roman" w:eastAsia="Times New Roman" w:hAnsi="Times New Roman"/>
          <w:sz w:val="28"/>
          <w:szCs w:val="28"/>
          <w:lang w:eastAsia="ru-RU"/>
        </w:rPr>
        <w:t>Пояснительная записка к про</w:t>
      </w:r>
      <w:r w:rsidR="00214AE5">
        <w:rPr>
          <w:rFonts w:ascii="Times New Roman" w:eastAsia="Times New Roman" w:hAnsi="Times New Roman"/>
          <w:sz w:val="28"/>
          <w:szCs w:val="28"/>
          <w:lang w:eastAsia="ru-RU"/>
        </w:rPr>
        <w:t>екту закона Ярославской области</w:t>
      </w:r>
    </w:p>
    <w:p w:rsidR="00214AE5" w:rsidRPr="00214AE5" w:rsidRDefault="00921C01" w:rsidP="00214AE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1C0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14AE5" w:rsidRPr="00214AE5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между органами местного самоуправления</w:t>
      </w:r>
    </w:p>
    <w:p w:rsidR="00214AE5" w:rsidRPr="00214AE5" w:rsidRDefault="00214AE5" w:rsidP="00214AE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AE5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образований Ярославской области</w:t>
      </w:r>
    </w:p>
    <w:p w:rsidR="00214AE5" w:rsidRPr="00214AE5" w:rsidRDefault="00214AE5" w:rsidP="00214AE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AE5">
        <w:rPr>
          <w:rFonts w:ascii="Times New Roman" w:eastAsia="Times New Roman" w:hAnsi="Times New Roman"/>
          <w:sz w:val="28"/>
          <w:szCs w:val="28"/>
          <w:lang w:eastAsia="ru-RU"/>
        </w:rPr>
        <w:t>и органами государственной власти Ярославской области</w:t>
      </w:r>
    </w:p>
    <w:p w:rsidR="00711DC7" w:rsidRPr="00921C01" w:rsidRDefault="00214AE5" w:rsidP="00214AE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AE5">
        <w:rPr>
          <w:rFonts w:ascii="Times New Roman" w:eastAsia="Times New Roman" w:hAnsi="Times New Roman"/>
          <w:sz w:val="28"/>
          <w:szCs w:val="28"/>
          <w:lang w:eastAsia="ru-RU"/>
        </w:rPr>
        <w:t>полномочий в области осуществления дорожной деятельности</w:t>
      </w:r>
      <w:r w:rsidR="00921C01" w:rsidRPr="00921C01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11DC7" w:rsidRPr="0034706E" w:rsidRDefault="00711DC7" w:rsidP="00711DC7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21C01" w:rsidRDefault="00711DC7" w:rsidP="00214AE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1D2129"/>
          <w:sz w:val="28"/>
          <w:szCs w:val="28"/>
          <w:shd w:val="clear" w:color="auto" w:fill="FFFFFF"/>
        </w:rPr>
      </w:pPr>
      <w:r w:rsidRPr="007758AF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Проект закона Ярославской области </w:t>
      </w:r>
      <w:r w:rsidR="00921C01"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«</w:t>
      </w:r>
      <w:r w:rsidR="00214AE5" w:rsidRP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О перераспределении между органами местного самоуправления</w:t>
      </w:r>
      <w:r w:rsid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</w:t>
      </w:r>
      <w:r w:rsidR="00214AE5" w:rsidRP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муниципальных образований Ярославской области</w:t>
      </w:r>
      <w:r w:rsid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</w:t>
      </w:r>
      <w:r w:rsidR="00214AE5" w:rsidRP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и органами государственной власти Ярославской области</w:t>
      </w:r>
      <w:r w:rsid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</w:t>
      </w:r>
      <w:r w:rsidR="00214AE5" w:rsidRP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полномочий в области </w:t>
      </w:r>
      <w:bookmarkStart w:id="0" w:name="_GoBack"/>
      <w:bookmarkEnd w:id="0"/>
      <w:r w:rsidR="00214AE5" w:rsidRP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осуществления дорожной деятельности</w:t>
      </w:r>
      <w:r w:rsidR="00921C01"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»</w:t>
      </w:r>
      <w:r w:rsidR="00D6187E" w:rsidRPr="007758AF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</w:t>
      </w:r>
      <w:r w:rsidRPr="007758AF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(далее – </w:t>
      </w:r>
      <w:r w:rsidR="00DD3B12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проект закона, </w:t>
      </w:r>
      <w:r w:rsidRPr="007758AF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законопроект) разработан в </w:t>
      </w:r>
      <w:r w:rsid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рамках полномочий Ярославской области как субъекта Российской Федерации.</w:t>
      </w:r>
    </w:p>
    <w:p w:rsidR="00921C01" w:rsidRDefault="00921C01" w:rsidP="00921C0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1D2129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Согласно статье </w:t>
      </w:r>
      <w:r w:rsidR="00F6359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13</w:t>
      </w:r>
      <w:r w:rsidR="00F63591" w:rsidRPr="00F63591">
        <w:rPr>
          <w:rFonts w:ascii="Times New Roman" w:hAnsi="Times New Roman"/>
          <w:color w:val="1D2129"/>
          <w:sz w:val="28"/>
          <w:szCs w:val="28"/>
          <w:shd w:val="clear" w:color="auto" w:fill="FFFFFF"/>
          <w:vertAlign w:val="superscript"/>
        </w:rPr>
        <w:t>2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</w:t>
      </w:r>
      <w:r w:rsidR="00214AE5" w:rsidRP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Федеральн</w:t>
      </w:r>
      <w:r w:rsid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ого</w:t>
      </w:r>
      <w:r w:rsidR="00214AE5" w:rsidRP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закон</w:t>
      </w:r>
      <w:r w:rsid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а</w:t>
      </w:r>
      <w:r w:rsidR="00214AE5" w:rsidRP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от </w:t>
      </w:r>
      <w:r w:rsid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0</w:t>
      </w:r>
      <w:r w:rsidR="00214AE5" w:rsidRP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8</w:t>
      </w:r>
      <w:r w:rsid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.11.</w:t>
      </w:r>
      <w:r w:rsidR="00214AE5" w:rsidRP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20</w:t>
      </w:r>
      <w:r w:rsid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07 № 257-ФЗ «Об автомобиль</w:t>
      </w:r>
      <w:r w:rsidR="00214AE5" w:rsidRP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п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олномочия ор</w:t>
      </w:r>
      <w:r w:rsidR="00B052BF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ганов местного самоуправления и 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органов государственной власти субъекта Российской Федерации </w:t>
      </w:r>
      <w:r w:rsidR="00F63591" w:rsidRPr="00F6359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в области осуществления дорожной деятельности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, установленные 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указанным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Федеральным законом, могут быть перераспределены между ними в поряд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ке, предусмотренном частью 1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  <w:vertAlign w:val="superscript"/>
        </w:rPr>
        <w:t>2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статьи</w:t>
      </w:r>
      <w:r w:rsidR="00C331D4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 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17 Федерального закона от </w:t>
      </w:r>
      <w:r w:rsidR="00C331D4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06.10.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2003 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№</w:t>
      </w:r>
      <w:r w:rsidR="00F6359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131-ФЗ «</w:t>
      </w:r>
      <w:r w:rsidRPr="00921C0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Об общих принципах организации местного самоуп</w:t>
      </w:r>
      <w:r w:rsidR="00B052BF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равления в 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Российской Федерации».</w:t>
      </w:r>
    </w:p>
    <w:p w:rsidR="00F63591" w:rsidRPr="00F63591" w:rsidRDefault="00921C01" w:rsidP="00F6359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1D2129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Проектом закона с учетом сложившейся в регионе ситуации предлагается отнести с 1 января 202</w:t>
      </w:r>
      <w:r w:rsidR="00214AE5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года к полномочиям органов государственной власти Ярославской области </w:t>
      </w:r>
      <w:r w:rsidR="00F63591" w:rsidRPr="00F6359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следующие полномочия органов местного самоуправления муниципальных</w:t>
      </w:r>
      <w:r w:rsidR="00F6359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, </w:t>
      </w:r>
      <w:r w:rsidR="000839BD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городских </w:t>
      </w:r>
      <w:r w:rsidR="00F6359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округов </w:t>
      </w:r>
      <w:r w:rsidR="00F63591" w:rsidRPr="00F63591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Ярославской области:</w:t>
      </w:r>
    </w:p>
    <w:p w:rsidR="00DD3B12" w:rsidRPr="00DD3B12" w:rsidRDefault="00DD3B12" w:rsidP="00DD3B1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1D2129"/>
          <w:sz w:val="28"/>
          <w:szCs w:val="28"/>
          <w:shd w:val="clear" w:color="auto" w:fill="FFFFFF"/>
        </w:rPr>
      </w:pPr>
      <w:r w:rsidRPr="00DD3B12">
        <w:rPr>
          <w:rFonts w:ascii="Times New Roman" w:hAnsi="Times New Roman"/>
          <w:bCs/>
          <w:color w:val="1D2129"/>
          <w:sz w:val="28"/>
          <w:szCs w:val="28"/>
          <w:shd w:val="clear" w:color="auto" w:fill="FFFFFF"/>
        </w:rPr>
        <w:t>1) принятие решений о создании и об использовании на платной основе парковок (парковочных мест), расположенных на автомобильных дорогах общего пользования местного значения, и о прекращении такого использования;</w:t>
      </w:r>
    </w:p>
    <w:p w:rsidR="00DD3B12" w:rsidRPr="00DD3B12" w:rsidRDefault="00DD3B12" w:rsidP="00DD3B1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1D2129"/>
          <w:sz w:val="28"/>
          <w:szCs w:val="28"/>
          <w:shd w:val="clear" w:color="auto" w:fill="FFFFFF"/>
        </w:rPr>
      </w:pPr>
      <w:r w:rsidRPr="00DD3B12">
        <w:rPr>
          <w:rFonts w:ascii="Times New Roman" w:hAnsi="Times New Roman"/>
          <w:bCs/>
          <w:color w:val="1D2129"/>
          <w:sz w:val="28"/>
          <w:szCs w:val="28"/>
          <w:shd w:val="clear" w:color="auto" w:fill="FFFFFF"/>
        </w:rPr>
        <w:t xml:space="preserve">2) установление порядка создания </w:t>
      </w:r>
      <w:r w:rsidR="00B052BF">
        <w:rPr>
          <w:rFonts w:ascii="Times New Roman" w:hAnsi="Times New Roman"/>
          <w:bCs/>
          <w:color w:val="1D2129"/>
          <w:sz w:val="28"/>
          <w:szCs w:val="28"/>
          <w:shd w:val="clear" w:color="auto" w:fill="FFFFFF"/>
        </w:rPr>
        <w:t>и использования, в том числе на </w:t>
      </w:r>
      <w:r w:rsidRPr="00DD3B12">
        <w:rPr>
          <w:rFonts w:ascii="Times New Roman" w:hAnsi="Times New Roman"/>
          <w:bCs/>
          <w:color w:val="1D2129"/>
          <w:sz w:val="28"/>
          <w:szCs w:val="28"/>
          <w:shd w:val="clear" w:color="auto" w:fill="FFFFFF"/>
        </w:rPr>
        <w:t>платной основе, парковок (парк</w:t>
      </w:r>
      <w:r w:rsidR="00B052BF">
        <w:rPr>
          <w:rFonts w:ascii="Times New Roman" w:hAnsi="Times New Roman"/>
          <w:bCs/>
          <w:color w:val="1D2129"/>
          <w:sz w:val="28"/>
          <w:szCs w:val="28"/>
          <w:shd w:val="clear" w:color="auto" w:fill="FFFFFF"/>
        </w:rPr>
        <w:t>овочных мест), расположенных на </w:t>
      </w:r>
      <w:r w:rsidRPr="00DD3B12">
        <w:rPr>
          <w:rFonts w:ascii="Times New Roman" w:hAnsi="Times New Roman"/>
          <w:bCs/>
          <w:color w:val="1D2129"/>
          <w:sz w:val="28"/>
          <w:szCs w:val="28"/>
          <w:shd w:val="clear" w:color="auto" w:fill="FFFFFF"/>
        </w:rPr>
        <w:t>автомобильных дорогах общего пользования местного значения;</w:t>
      </w:r>
    </w:p>
    <w:p w:rsidR="00DD3B12" w:rsidRPr="00DD3B12" w:rsidRDefault="00DD3B12" w:rsidP="00DD3B1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1D2129"/>
          <w:sz w:val="28"/>
          <w:szCs w:val="28"/>
          <w:shd w:val="clear" w:color="auto" w:fill="FFFFFF"/>
        </w:rPr>
      </w:pPr>
      <w:r w:rsidRPr="00DD3B12">
        <w:rPr>
          <w:rFonts w:ascii="Times New Roman" w:hAnsi="Times New Roman"/>
          <w:bCs/>
          <w:color w:val="1D2129"/>
          <w:sz w:val="28"/>
          <w:szCs w:val="28"/>
          <w:shd w:val="clear" w:color="auto" w:fill="FFFFFF"/>
        </w:rPr>
        <w:t>3) установление размера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значения.</w:t>
      </w:r>
    </w:p>
    <w:p w:rsidR="00DD3B12" w:rsidRPr="00921C01" w:rsidRDefault="00DD3B12" w:rsidP="00F6359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1D2129"/>
          <w:sz w:val="28"/>
          <w:szCs w:val="28"/>
          <w:shd w:val="clear" w:color="auto" w:fill="FFFFFF"/>
        </w:rPr>
      </w:pPr>
      <w:r w:rsidRPr="00DD3B12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Принятие </w:t>
      </w:r>
      <w:r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>законопроекта</w:t>
      </w:r>
      <w:r w:rsidRPr="00DD3B12">
        <w:rPr>
          <w:rFonts w:ascii="Times New Roman" w:hAnsi="Times New Roman"/>
          <w:color w:val="1D2129"/>
          <w:sz w:val="28"/>
          <w:szCs w:val="28"/>
          <w:shd w:val="clear" w:color="auto" w:fill="FFFFFF"/>
        </w:rPr>
        <w:t xml:space="preserve"> позволит унифицировать подход к организации парковок на платной основе, а также разработать скоординированный, поэтапный план организации парковок на платной основе в муниципальных образованиях Ярославской области.</w:t>
      </w:r>
    </w:p>
    <w:p w:rsidR="00711DC7" w:rsidRDefault="000839BD" w:rsidP="002C69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9BD">
        <w:rPr>
          <w:rFonts w:ascii="Times New Roman" w:hAnsi="Times New Roman"/>
          <w:sz w:val="28"/>
          <w:szCs w:val="28"/>
        </w:rPr>
        <w:t>Принятие проекта закона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711DC7" w:rsidSect="00A13805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371" w:rsidRDefault="00604371" w:rsidP="00C6595C">
      <w:pPr>
        <w:spacing w:after="0" w:line="240" w:lineRule="auto"/>
      </w:pPr>
      <w:r>
        <w:separator/>
      </w:r>
    </w:p>
  </w:endnote>
  <w:endnote w:type="continuationSeparator" w:id="0">
    <w:p w:rsidR="00604371" w:rsidRDefault="00604371" w:rsidP="00C65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371" w:rsidRDefault="00604371" w:rsidP="00C6595C">
      <w:pPr>
        <w:spacing w:after="0" w:line="240" w:lineRule="auto"/>
      </w:pPr>
      <w:r>
        <w:separator/>
      </w:r>
    </w:p>
  </w:footnote>
  <w:footnote w:type="continuationSeparator" w:id="0">
    <w:p w:rsidR="00604371" w:rsidRDefault="00604371" w:rsidP="00C65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805" w:rsidRPr="00921C01" w:rsidRDefault="003A3AAF">
    <w:pPr>
      <w:pStyle w:val="a3"/>
      <w:jc w:val="center"/>
      <w:rPr>
        <w:rFonts w:ascii="Times New Roman" w:hAnsi="Times New Roman"/>
        <w:sz w:val="24"/>
        <w:szCs w:val="24"/>
      </w:rPr>
    </w:pPr>
    <w:r w:rsidRPr="00921C01">
      <w:rPr>
        <w:rFonts w:ascii="Times New Roman" w:hAnsi="Times New Roman"/>
        <w:sz w:val="24"/>
        <w:szCs w:val="24"/>
      </w:rPr>
      <w:fldChar w:fldCharType="begin"/>
    </w:r>
    <w:r w:rsidR="0070437A" w:rsidRPr="00921C01">
      <w:rPr>
        <w:rFonts w:ascii="Times New Roman" w:hAnsi="Times New Roman"/>
        <w:sz w:val="24"/>
        <w:szCs w:val="24"/>
      </w:rPr>
      <w:instrText>PAGE   \* MERGEFORMAT</w:instrText>
    </w:r>
    <w:r w:rsidRPr="00921C01">
      <w:rPr>
        <w:rFonts w:ascii="Times New Roman" w:hAnsi="Times New Roman"/>
        <w:sz w:val="24"/>
        <w:szCs w:val="24"/>
      </w:rPr>
      <w:fldChar w:fldCharType="separate"/>
    </w:r>
    <w:r w:rsidR="00F63591">
      <w:rPr>
        <w:rFonts w:ascii="Times New Roman" w:hAnsi="Times New Roman"/>
        <w:noProof/>
        <w:sz w:val="24"/>
        <w:szCs w:val="24"/>
      </w:rPr>
      <w:t>2</w:t>
    </w:r>
    <w:r w:rsidRPr="00921C01">
      <w:rPr>
        <w:rFonts w:ascii="Times New Roman" w:hAnsi="Times New Roman"/>
        <w:sz w:val="24"/>
        <w:szCs w:val="24"/>
      </w:rPr>
      <w:fldChar w:fldCharType="end"/>
    </w:r>
  </w:p>
  <w:p w:rsidR="00A13805" w:rsidRDefault="00B474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C7"/>
    <w:rsid w:val="00026ED4"/>
    <w:rsid w:val="00045513"/>
    <w:rsid w:val="00053BC5"/>
    <w:rsid w:val="000839BD"/>
    <w:rsid w:val="000A7F71"/>
    <w:rsid w:val="000B6298"/>
    <w:rsid w:val="000C724E"/>
    <w:rsid w:val="000C778F"/>
    <w:rsid w:val="000F446F"/>
    <w:rsid w:val="001152F1"/>
    <w:rsid w:val="00122E45"/>
    <w:rsid w:val="0015511E"/>
    <w:rsid w:val="00160C06"/>
    <w:rsid w:val="00161BDD"/>
    <w:rsid w:val="00197F7F"/>
    <w:rsid w:val="001A1EF2"/>
    <w:rsid w:val="00213281"/>
    <w:rsid w:val="00214AE5"/>
    <w:rsid w:val="00230FCB"/>
    <w:rsid w:val="0024341C"/>
    <w:rsid w:val="00297839"/>
    <w:rsid w:val="002A5146"/>
    <w:rsid w:val="002A6AB4"/>
    <w:rsid w:val="002C69E2"/>
    <w:rsid w:val="002F3C50"/>
    <w:rsid w:val="003009AA"/>
    <w:rsid w:val="00312196"/>
    <w:rsid w:val="0036178D"/>
    <w:rsid w:val="00394F7E"/>
    <w:rsid w:val="003A3AAF"/>
    <w:rsid w:val="003B3E69"/>
    <w:rsid w:val="003C75DD"/>
    <w:rsid w:val="003D1E27"/>
    <w:rsid w:val="003E447F"/>
    <w:rsid w:val="003E66DC"/>
    <w:rsid w:val="00402DD0"/>
    <w:rsid w:val="004457F9"/>
    <w:rsid w:val="004C58E7"/>
    <w:rsid w:val="004F2874"/>
    <w:rsid w:val="00501ABE"/>
    <w:rsid w:val="00514B14"/>
    <w:rsid w:val="00544379"/>
    <w:rsid w:val="005B2555"/>
    <w:rsid w:val="005B5D15"/>
    <w:rsid w:val="00604371"/>
    <w:rsid w:val="006131CE"/>
    <w:rsid w:val="006469A0"/>
    <w:rsid w:val="00657F12"/>
    <w:rsid w:val="00667BD6"/>
    <w:rsid w:val="00674DB1"/>
    <w:rsid w:val="00686DB1"/>
    <w:rsid w:val="0070437A"/>
    <w:rsid w:val="00711DC7"/>
    <w:rsid w:val="00727317"/>
    <w:rsid w:val="00740962"/>
    <w:rsid w:val="007758AF"/>
    <w:rsid w:val="007E2601"/>
    <w:rsid w:val="007F13FD"/>
    <w:rsid w:val="007F696D"/>
    <w:rsid w:val="008017E8"/>
    <w:rsid w:val="00804E8D"/>
    <w:rsid w:val="008117C0"/>
    <w:rsid w:val="008175D5"/>
    <w:rsid w:val="00826250"/>
    <w:rsid w:val="00837D5D"/>
    <w:rsid w:val="00855416"/>
    <w:rsid w:val="00873C8F"/>
    <w:rsid w:val="00881B50"/>
    <w:rsid w:val="008B7342"/>
    <w:rsid w:val="008C180D"/>
    <w:rsid w:val="008F3B5E"/>
    <w:rsid w:val="00921C01"/>
    <w:rsid w:val="00924C78"/>
    <w:rsid w:val="00973E35"/>
    <w:rsid w:val="00975C7A"/>
    <w:rsid w:val="009A0BE6"/>
    <w:rsid w:val="009B0A77"/>
    <w:rsid w:val="009B6E4B"/>
    <w:rsid w:val="009E6C1D"/>
    <w:rsid w:val="00A10FCE"/>
    <w:rsid w:val="00A144A3"/>
    <w:rsid w:val="00A4049F"/>
    <w:rsid w:val="00A50EAA"/>
    <w:rsid w:val="00A61437"/>
    <w:rsid w:val="00A914D8"/>
    <w:rsid w:val="00AB3C63"/>
    <w:rsid w:val="00AC30C4"/>
    <w:rsid w:val="00AE7DC3"/>
    <w:rsid w:val="00B052BF"/>
    <w:rsid w:val="00B249D9"/>
    <w:rsid w:val="00B4741D"/>
    <w:rsid w:val="00B4743D"/>
    <w:rsid w:val="00B669B5"/>
    <w:rsid w:val="00B8026E"/>
    <w:rsid w:val="00B81770"/>
    <w:rsid w:val="00BA6366"/>
    <w:rsid w:val="00BA74DE"/>
    <w:rsid w:val="00BC4867"/>
    <w:rsid w:val="00BE4980"/>
    <w:rsid w:val="00BF406B"/>
    <w:rsid w:val="00C20771"/>
    <w:rsid w:val="00C32F69"/>
    <w:rsid w:val="00C331D4"/>
    <w:rsid w:val="00C50051"/>
    <w:rsid w:val="00C61E46"/>
    <w:rsid w:val="00C6595C"/>
    <w:rsid w:val="00C72D9F"/>
    <w:rsid w:val="00C73BD4"/>
    <w:rsid w:val="00CD57C6"/>
    <w:rsid w:val="00CE1606"/>
    <w:rsid w:val="00D124BB"/>
    <w:rsid w:val="00D2416D"/>
    <w:rsid w:val="00D46097"/>
    <w:rsid w:val="00D6187E"/>
    <w:rsid w:val="00DB4133"/>
    <w:rsid w:val="00DB4ED1"/>
    <w:rsid w:val="00DC4295"/>
    <w:rsid w:val="00DD3B12"/>
    <w:rsid w:val="00DF7DE3"/>
    <w:rsid w:val="00E459A7"/>
    <w:rsid w:val="00E63728"/>
    <w:rsid w:val="00E76A21"/>
    <w:rsid w:val="00E82F9B"/>
    <w:rsid w:val="00EB343D"/>
    <w:rsid w:val="00EB7561"/>
    <w:rsid w:val="00EF5191"/>
    <w:rsid w:val="00F00B83"/>
    <w:rsid w:val="00F04C1F"/>
    <w:rsid w:val="00F16C8E"/>
    <w:rsid w:val="00F63591"/>
    <w:rsid w:val="00F8318D"/>
    <w:rsid w:val="00FB23B7"/>
    <w:rsid w:val="00FC01F9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4EE5C-35E7-4F75-85A5-844611C25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D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1DC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711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1DC7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921C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ЖКХиИ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belova</dc:creator>
  <cp:lastModifiedBy>Вошатко Антон Владимирович</cp:lastModifiedBy>
  <cp:revision>10</cp:revision>
  <dcterms:created xsi:type="dcterms:W3CDTF">2023-12-12T06:24:00Z</dcterms:created>
  <dcterms:modified xsi:type="dcterms:W3CDTF">2024-12-25T07:47:00Z</dcterms:modified>
</cp:coreProperties>
</file>