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45096" w:rsidRPr="00445096" w:rsidTr="00445096">
        <w:tc>
          <w:tcPr>
            <w:tcW w:w="426" w:type="dxa"/>
            <w:hideMark/>
          </w:tcPr>
          <w:p w:rsidR="00445096" w:rsidRPr="00445096" w:rsidRDefault="00445096" w:rsidP="00445096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445096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5096" w:rsidRPr="00445096" w:rsidRDefault="00445096" w:rsidP="00445096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096">
              <w:rPr>
                <w:rFonts w:ascii="Times New Roman" w:hAnsi="Times New Roman" w:cs="Times New Roman"/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445096" w:rsidRPr="00445096" w:rsidRDefault="00445096" w:rsidP="00445096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45096" w:rsidRPr="00445096" w:rsidRDefault="00445096" w:rsidP="00445096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09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45096" w:rsidRPr="00445096" w:rsidRDefault="00445096" w:rsidP="0044509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4509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6E3F5C" w:rsidRPr="006E3F5C" w:rsidRDefault="006E3F5C" w:rsidP="006E3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F5C" w:rsidRPr="006E3F5C" w:rsidRDefault="006E3F5C" w:rsidP="006E3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F5C" w:rsidRPr="006E3F5C" w:rsidRDefault="006E3F5C" w:rsidP="006E3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Ярославской области </w:t>
      </w: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особенностях оборота земель сельскохозяйственного </w:t>
      </w: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назначения на территории Ярославской области» </w:t>
      </w: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E3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E3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Закон Ярославской области «О внесении изменений в Закон Ярославской области «Об особенностях оборота земель сельскохозяйстве</w:t>
      </w: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назначения на территории Ярославской области».</w:t>
      </w:r>
    </w:p>
    <w:p w:rsidR="00D87977" w:rsidRPr="006E3F5C" w:rsidRDefault="00D87977" w:rsidP="006E3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3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6E3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E3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D87977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7977" w:rsidRPr="006E3F5C" w:rsidRDefault="00D87977" w:rsidP="006E3F5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977" w:rsidRPr="006E3F5C" w:rsidRDefault="00D87977" w:rsidP="006E3F5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977" w:rsidRPr="006E3F5C" w:rsidRDefault="00D87977" w:rsidP="006E3F5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77ECA" w:rsidRPr="006E3F5C" w:rsidRDefault="00D87977" w:rsidP="006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E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М.В. Боровицкий</w:t>
      </w:r>
    </w:p>
    <w:sectPr w:rsidR="00977ECA" w:rsidRPr="006E3F5C" w:rsidSect="006E3F5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77"/>
    <w:rsid w:val="00215E9A"/>
    <w:rsid w:val="00445096"/>
    <w:rsid w:val="006E3F5C"/>
    <w:rsid w:val="00977ECA"/>
    <w:rsid w:val="00D8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9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8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2015-06-16T08:18:00Z</cp:lastPrinted>
  <dcterms:created xsi:type="dcterms:W3CDTF">2015-06-16T08:04:00Z</dcterms:created>
  <dcterms:modified xsi:type="dcterms:W3CDTF">2015-10-01T08:27:00Z</dcterms:modified>
</cp:coreProperties>
</file>