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7437B8" w:rsidRDefault="00A91508" w:rsidP="008417EF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8417EF">
        <w:rPr>
          <w:rFonts w:ascii="Times New Roman" w:hAnsi="Times New Roman"/>
          <w:sz w:val="28"/>
          <w:szCs w:val="28"/>
        </w:rPr>
        <w:t>3</w:t>
      </w:r>
    </w:p>
    <w:p w:rsidR="00A91508" w:rsidRPr="00A91508" w:rsidRDefault="00A91508" w:rsidP="005B2098">
      <w:pPr>
        <w:ind w:left="6027" w:right="-1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8417EF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_________</w:t>
      </w:r>
      <w:r w:rsidR="00902FD3">
        <w:rPr>
          <w:rFonts w:ascii="Times New Roman" w:hAnsi="Times New Roman"/>
          <w:sz w:val="28"/>
          <w:szCs w:val="28"/>
        </w:rPr>
        <w:t>_____</w:t>
      </w:r>
      <w:r w:rsidRPr="00A91508">
        <w:rPr>
          <w:rFonts w:ascii="Times New Roman" w:hAnsi="Times New Roman"/>
          <w:sz w:val="28"/>
          <w:szCs w:val="28"/>
        </w:rPr>
        <w:t>_</w:t>
      </w:r>
      <w:r w:rsidR="00E31A99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E31A99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</w:t>
      </w:r>
      <w:r w:rsidR="00902FD3">
        <w:rPr>
          <w:rFonts w:ascii="Times New Roman" w:hAnsi="Times New Roman"/>
          <w:sz w:val="28"/>
          <w:szCs w:val="28"/>
        </w:rPr>
        <w:t>_</w:t>
      </w:r>
      <w:r w:rsidRPr="00A91508">
        <w:rPr>
          <w:rFonts w:ascii="Times New Roman" w:hAnsi="Times New Roman"/>
          <w:sz w:val="28"/>
          <w:szCs w:val="28"/>
        </w:rPr>
        <w:t>___</w:t>
      </w:r>
      <w:r w:rsidR="00902FD3">
        <w:rPr>
          <w:rFonts w:ascii="Times New Roman" w:hAnsi="Times New Roman"/>
          <w:sz w:val="28"/>
          <w:szCs w:val="28"/>
        </w:rPr>
        <w:t>_</w:t>
      </w:r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902FD3" w:rsidRPr="00A91508" w:rsidRDefault="00902FD3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CE1DAD">
        <w:rPr>
          <w:rFonts w:ascii="Times New Roman" w:hAnsi="Times New Roman"/>
          <w:b/>
          <w:sz w:val="28"/>
          <w:szCs w:val="28"/>
        </w:rPr>
        <w:t xml:space="preserve"> бюджета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Территориального фонда 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CE1DAD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на 20</w:t>
      </w:r>
      <w:bookmarkStart w:id="0" w:name="_GoBack"/>
      <w:bookmarkEnd w:id="0"/>
      <w:r w:rsidR="00C27FAA">
        <w:rPr>
          <w:rFonts w:ascii="Times New Roman" w:hAnsi="Times New Roman"/>
          <w:b/>
          <w:sz w:val="28"/>
          <w:szCs w:val="28"/>
        </w:rPr>
        <w:t>2</w:t>
      </w:r>
      <w:r w:rsidR="005C2807">
        <w:rPr>
          <w:rFonts w:ascii="Times New Roman" w:hAnsi="Times New Roman"/>
          <w:b/>
          <w:sz w:val="28"/>
          <w:szCs w:val="28"/>
        </w:rPr>
        <w:t>5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6"/>
        <w:gridCol w:w="853"/>
        <w:gridCol w:w="427"/>
        <w:gridCol w:w="576"/>
        <w:gridCol w:w="1705"/>
        <w:gridCol w:w="573"/>
        <w:gridCol w:w="2326"/>
      </w:tblGrid>
      <w:tr w:rsidR="00B64563" w:rsidRPr="00C806CB" w:rsidTr="005B2098">
        <w:trPr>
          <w:trHeight w:val="284"/>
          <w:tblHeader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56" w:type="pct"/>
            <w:vAlign w:val="center"/>
          </w:tcPr>
          <w:p w:rsidR="00B64563" w:rsidRPr="00C806CB" w:rsidRDefault="00B64563" w:rsidP="00CA62C8">
            <w:pPr>
              <w:ind w:left="-110" w:right="-104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4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C806C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56" w:type="pct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27 730 621 500,00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56" w:type="pct"/>
          </w:tcPr>
          <w:p w:rsidR="00B64563" w:rsidRPr="00C806CB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pct"/>
          </w:tcPr>
          <w:p w:rsidR="00B64563" w:rsidRPr="00C806CB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9F630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56" w:type="pct"/>
          </w:tcPr>
          <w:p w:rsidR="00B64563" w:rsidRPr="008904A4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456" w:type="pct"/>
          </w:tcPr>
          <w:p w:rsidR="00B64563" w:rsidRPr="008904A4" w:rsidRDefault="00FC4258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9E297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456" w:type="pct"/>
          </w:tcPr>
          <w:p w:rsidR="00B64563" w:rsidRPr="00B64563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29770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C806CB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="009A6947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обес</w:t>
            </w:r>
            <w:r w:rsidR="009A6947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печения выполнения функций государствен</w:t>
            </w:r>
            <w:r w:rsidR="002F084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(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6" w:type="pct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C806CB" w:rsidRDefault="00051A46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313AD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56" w:type="pct"/>
          </w:tcPr>
          <w:p w:rsidR="00B64563" w:rsidRPr="00E520CE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E520CE" w:rsidRDefault="00051A46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63 346 045,00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CE1DA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pct"/>
          </w:tcPr>
          <w:p w:rsidR="00B64563" w:rsidRPr="00E520CE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E520CE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56" w:type="pct"/>
          </w:tcPr>
          <w:p w:rsidR="00B64563" w:rsidRPr="00E520CE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E520CE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B25ED3" w:rsidRPr="00B25ED3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B25ED3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6" w:type="pct"/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4C4CE4" w:rsidRDefault="00B25ED3" w:rsidP="0004598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56" w:type="pct"/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4C4CE4" w:rsidRDefault="00B25ED3" w:rsidP="0004598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456" w:type="pct"/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4C4CE4" w:rsidRDefault="00B25ED3" w:rsidP="0004598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вания)</w:t>
            </w:r>
          </w:p>
        </w:tc>
        <w:tc>
          <w:tcPr>
            <w:tcW w:w="456" w:type="pct"/>
          </w:tcPr>
          <w:p w:rsidR="00B25ED3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B25ED3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B25ED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pct"/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27 548 786 300,00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27 548 786 300,00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D77E3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456" w:type="pct"/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27 548 786 300,00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56" w:type="pct"/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27 548 786 300,00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456" w:type="pct"/>
          </w:tcPr>
          <w:p w:rsidR="00B25ED3" w:rsidRPr="00B64563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487157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26 618 541 000,00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25 779 715 100,00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838 825 900,00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lastRenderedPageBreak/>
              <w:t>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456" w:type="pct"/>
          </w:tcPr>
          <w:p w:rsidR="00B25ED3" w:rsidRPr="00B64563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866 446 200,00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313AD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866 446 200,00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456" w:type="pct"/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1 778 700,00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pct"/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1 778 700,00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12760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456" w:type="pct"/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62 020 400,00</w:t>
            </w:r>
          </w:p>
        </w:tc>
      </w:tr>
      <w:tr w:rsidR="00B25ED3" w:rsidRPr="00FE6AEE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pct"/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FE6AEE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62 020 400,00</w:t>
            </w:r>
          </w:p>
        </w:tc>
      </w:tr>
    </w:tbl>
    <w:p w:rsidR="003A0085" w:rsidRPr="00A91508" w:rsidRDefault="003A0085" w:rsidP="00AD4911">
      <w:pPr>
        <w:rPr>
          <w:rFonts w:ascii="Times New Roman" w:hAnsi="Times New Roman"/>
          <w:sz w:val="28"/>
          <w:szCs w:val="28"/>
        </w:rPr>
      </w:pPr>
    </w:p>
    <w:sectPr w:rsidR="003A0085" w:rsidRPr="00A91508" w:rsidSect="005B2098">
      <w:headerReference w:type="even" r:id="rId8"/>
      <w:headerReference w:type="default" r:id="rId9"/>
      <w:pgSz w:w="11906" w:h="16838"/>
      <w:pgMar w:top="1134" w:right="849" w:bottom="993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2CC" w:rsidRDefault="009D22CC" w:rsidP="00025BC3">
      <w:r>
        <w:separator/>
      </w:r>
    </w:p>
  </w:endnote>
  <w:endnote w:type="continuationSeparator" w:id="0">
    <w:p w:rsidR="009D22CC" w:rsidRDefault="009D22CC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2CC" w:rsidRDefault="009D22CC" w:rsidP="00025BC3">
      <w:r>
        <w:separator/>
      </w:r>
    </w:p>
  </w:footnote>
  <w:footnote w:type="continuationSeparator" w:id="0">
    <w:p w:rsidR="009D22CC" w:rsidRDefault="009D22CC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3E" w:rsidRDefault="00D77E3E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E3E" w:rsidRDefault="00D77E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3E" w:rsidRPr="00AD4911" w:rsidRDefault="00D77E3E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5B2098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D77E3E" w:rsidRDefault="00D77E3E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6DED"/>
    <w:rsid w:val="00007B35"/>
    <w:rsid w:val="00025BC3"/>
    <w:rsid w:val="00051A46"/>
    <w:rsid w:val="0006661A"/>
    <w:rsid w:val="00074DD6"/>
    <w:rsid w:val="000758BB"/>
    <w:rsid w:val="0008222F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D0B55"/>
    <w:rsid w:val="000D1A13"/>
    <w:rsid w:val="000E1C53"/>
    <w:rsid w:val="000E38DC"/>
    <w:rsid w:val="000E4B1A"/>
    <w:rsid w:val="000F0112"/>
    <w:rsid w:val="00104F3D"/>
    <w:rsid w:val="00113578"/>
    <w:rsid w:val="00122025"/>
    <w:rsid w:val="00127603"/>
    <w:rsid w:val="00130765"/>
    <w:rsid w:val="00150BBF"/>
    <w:rsid w:val="00153422"/>
    <w:rsid w:val="00160633"/>
    <w:rsid w:val="00171E11"/>
    <w:rsid w:val="00175A84"/>
    <w:rsid w:val="0018441F"/>
    <w:rsid w:val="00190D22"/>
    <w:rsid w:val="0019338C"/>
    <w:rsid w:val="001A1810"/>
    <w:rsid w:val="001A1AE8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97704"/>
    <w:rsid w:val="002A2FD7"/>
    <w:rsid w:val="002A39F9"/>
    <w:rsid w:val="002B0B29"/>
    <w:rsid w:val="002B1433"/>
    <w:rsid w:val="002C14FF"/>
    <w:rsid w:val="002D082C"/>
    <w:rsid w:val="002D3CF1"/>
    <w:rsid w:val="002F0490"/>
    <w:rsid w:val="002F084B"/>
    <w:rsid w:val="002F15D7"/>
    <w:rsid w:val="00313ADD"/>
    <w:rsid w:val="00315128"/>
    <w:rsid w:val="00316536"/>
    <w:rsid w:val="00323894"/>
    <w:rsid w:val="0032503E"/>
    <w:rsid w:val="00325B1A"/>
    <w:rsid w:val="00343E39"/>
    <w:rsid w:val="00351C29"/>
    <w:rsid w:val="003613C2"/>
    <w:rsid w:val="00364614"/>
    <w:rsid w:val="00373C48"/>
    <w:rsid w:val="0037517A"/>
    <w:rsid w:val="003903D6"/>
    <w:rsid w:val="003964E5"/>
    <w:rsid w:val="00396BD6"/>
    <w:rsid w:val="00397913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22B72"/>
    <w:rsid w:val="00451A90"/>
    <w:rsid w:val="00453030"/>
    <w:rsid w:val="00472FDC"/>
    <w:rsid w:val="00481630"/>
    <w:rsid w:val="00484856"/>
    <w:rsid w:val="00486238"/>
    <w:rsid w:val="00487157"/>
    <w:rsid w:val="00494F20"/>
    <w:rsid w:val="004A1152"/>
    <w:rsid w:val="004A2411"/>
    <w:rsid w:val="004A65C4"/>
    <w:rsid w:val="004A692F"/>
    <w:rsid w:val="004B2377"/>
    <w:rsid w:val="004B6082"/>
    <w:rsid w:val="004C256B"/>
    <w:rsid w:val="004C3DB3"/>
    <w:rsid w:val="004C73B5"/>
    <w:rsid w:val="004D38B3"/>
    <w:rsid w:val="004E6BAC"/>
    <w:rsid w:val="004E725D"/>
    <w:rsid w:val="004F71DE"/>
    <w:rsid w:val="005020E5"/>
    <w:rsid w:val="0050388F"/>
    <w:rsid w:val="0051020C"/>
    <w:rsid w:val="0051796A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70DC3"/>
    <w:rsid w:val="00572E85"/>
    <w:rsid w:val="005829A1"/>
    <w:rsid w:val="005A09D0"/>
    <w:rsid w:val="005A16E8"/>
    <w:rsid w:val="005A5056"/>
    <w:rsid w:val="005A73E9"/>
    <w:rsid w:val="005B2098"/>
    <w:rsid w:val="005B6A75"/>
    <w:rsid w:val="005C064C"/>
    <w:rsid w:val="005C2807"/>
    <w:rsid w:val="005E48EC"/>
    <w:rsid w:val="005E6A0D"/>
    <w:rsid w:val="0060022C"/>
    <w:rsid w:val="00604989"/>
    <w:rsid w:val="006051B0"/>
    <w:rsid w:val="006063B8"/>
    <w:rsid w:val="00610333"/>
    <w:rsid w:val="00623011"/>
    <w:rsid w:val="00636583"/>
    <w:rsid w:val="0065463C"/>
    <w:rsid w:val="00662512"/>
    <w:rsid w:val="00662B19"/>
    <w:rsid w:val="00670324"/>
    <w:rsid w:val="0069549A"/>
    <w:rsid w:val="006A5ACB"/>
    <w:rsid w:val="006A67D1"/>
    <w:rsid w:val="006B40CC"/>
    <w:rsid w:val="006C1931"/>
    <w:rsid w:val="006C23D0"/>
    <w:rsid w:val="006D269C"/>
    <w:rsid w:val="006E6E65"/>
    <w:rsid w:val="006F25BA"/>
    <w:rsid w:val="006F412C"/>
    <w:rsid w:val="006F42B4"/>
    <w:rsid w:val="006F6FAD"/>
    <w:rsid w:val="00703926"/>
    <w:rsid w:val="0071132A"/>
    <w:rsid w:val="007133C8"/>
    <w:rsid w:val="00717D33"/>
    <w:rsid w:val="0072207E"/>
    <w:rsid w:val="00724672"/>
    <w:rsid w:val="00733FC9"/>
    <w:rsid w:val="00734F73"/>
    <w:rsid w:val="00740274"/>
    <w:rsid w:val="007437B8"/>
    <w:rsid w:val="00755FA1"/>
    <w:rsid w:val="00763E50"/>
    <w:rsid w:val="00777E3F"/>
    <w:rsid w:val="00782F7C"/>
    <w:rsid w:val="00783EB8"/>
    <w:rsid w:val="00793197"/>
    <w:rsid w:val="007B4F22"/>
    <w:rsid w:val="007D0974"/>
    <w:rsid w:val="007E5D38"/>
    <w:rsid w:val="007F06FC"/>
    <w:rsid w:val="007F75B2"/>
    <w:rsid w:val="007F7E86"/>
    <w:rsid w:val="00802385"/>
    <w:rsid w:val="00826EA1"/>
    <w:rsid w:val="00827DDE"/>
    <w:rsid w:val="00833F4A"/>
    <w:rsid w:val="008417EF"/>
    <w:rsid w:val="00852071"/>
    <w:rsid w:val="0085584B"/>
    <w:rsid w:val="00857636"/>
    <w:rsid w:val="008632F6"/>
    <w:rsid w:val="00871C45"/>
    <w:rsid w:val="00882206"/>
    <w:rsid w:val="00884782"/>
    <w:rsid w:val="008904A4"/>
    <w:rsid w:val="008A0558"/>
    <w:rsid w:val="008A24CE"/>
    <w:rsid w:val="008B342A"/>
    <w:rsid w:val="008C213D"/>
    <w:rsid w:val="008D44BF"/>
    <w:rsid w:val="008E34AB"/>
    <w:rsid w:val="008E411C"/>
    <w:rsid w:val="008E7705"/>
    <w:rsid w:val="008F2245"/>
    <w:rsid w:val="008F3C46"/>
    <w:rsid w:val="008F71FB"/>
    <w:rsid w:val="00902A25"/>
    <w:rsid w:val="00902FD3"/>
    <w:rsid w:val="009072A5"/>
    <w:rsid w:val="0091100E"/>
    <w:rsid w:val="009259E6"/>
    <w:rsid w:val="00937258"/>
    <w:rsid w:val="0094221E"/>
    <w:rsid w:val="00955BA0"/>
    <w:rsid w:val="009709F9"/>
    <w:rsid w:val="0098672F"/>
    <w:rsid w:val="009A6947"/>
    <w:rsid w:val="009B6473"/>
    <w:rsid w:val="009D22CC"/>
    <w:rsid w:val="009D5A84"/>
    <w:rsid w:val="009E2973"/>
    <w:rsid w:val="009F38FF"/>
    <w:rsid w:val="009F6307"/>
    <w:rsid w:val="00A1482D"/>
    <w:rsid w:val="00A15CB5"/>
    <w:rsid w:val="00A37512"/>
    <w:rsid w:val="00A45C5B"/>
    <w:rsid w:val="00A51CDA"/>
    <w:rsid w:val="00A60718"/>
    <w:rsid w:val="00A615A6"/>
    <w:rsid w:val="00A7221E"/>
    <w:rsid w:val="00A76436"/>
    <w:rsid w:val="00A77AAB"/>
    <w:rsid w:val="00A834C6"/>
    <w:rsid w:val="00A861EE"/>
    <w:rsid w:val="00A91508"/>
    <w:rsid w:val="00A94B77"/>
    <w:rsid w:val="00AA0CE3"/>
    <w:rsid w:val="00AA1F54"/>
    <w:rsid w:val="00AA1FCA"/>
    <w:rsid w:val="00AA43F8"/>
    <w:rsid w:val="00AB4AAC"/>
    <w:rsid w:val="00AD4911"/>
    <w:rsid w:val="00AF0639"/>
    <w:rsid w:val="00B11D78"/>
    <w:rsid w:val="00B22B62"/>
    <w:rsid w:val="00B25ED3"/>
    <w:rsid w:val="00B36005"/>
    <w:rsid w:val="00B40D5C"/>
    <w:rsid w:val="00B40DBC"/>
    <w:rsid w:val="00B43CC5"/>
    <w:rsid w:val="00B459F8"/>
    <w:rsid w:val="00B50C35"/>
    <w:rsid w:val="00B56A3D"/>
    <w:rsid w:val="00B64563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066C5"/>
    <w:rsid w:val="00C11044"/>
    <w:rsid w:val="00C22288"/>
    <w:rsid w:val="00C236BE"/>
    <w:rsid w:val="00C24B09"/>
    <w:rsid w:val="00C24E46"/>
    <w:rsid w:val="00C27FAA"/>
    <w:rsid w:val="00C51F18"/>
    <w:rsid w:val="00C52A47"/>
    <w:rsid w:val="00C54423"/>
    <w:rsid w:val="00C554ED"/>
    <w:rsid w:val="00C63167"/>
    <w:rsid w:val="00C67985"/>
    <w:rsid w:val="00C67F50"/>
    <w:rsid w:val="00C806CB"/>
    <w:rsid w:val="00C92B67"/>
    <w:rsid w:val="00CA36B5"/>
    <w:rsid w:val="00CA3F62"/>
    <w:rsid w:val="00CA6248"/>
    <w:rsid w:val="00CA62C8"/>
    <w:rsid w:val="00CB5B8C"/>
    <w:rsid w:val="00CB686F"/>
    <w:rsid w:val="00CC66D7"/>
    <w:rsid w:val="00CD1C7F"/>
    <w:rsid w:val="00CD3AA0"/>
    <w:rsid w:val="00CD69F9"/>
    <w:rsid w:val="00CE05A2"/>
    <w:rsid w:val="00CE1DAD"/>
    <w:rsid w:val="00D03CA9"/>
    <w:rsid w:val="00D052EE"/>
    <w:rsid w:val="00D229CE"/>
    <w:rsid w:val="00D2406B"/>
    <w:rsid w:val="00D32F03"/>
    <w:rsid w:val="00D3466D"/>
    <w:rsid w:val="00D34BE8"/>
    <w:rsid w:val="00D45851"/>
    <w:rsid w:val="00D469AD"/>
    <w:rsid w:val="00D57126"/>
    <w:rsid w:val="00D641A0"/>
    <w:rsid w:val="00D77E3E"/>
    <w:rsid w:val="00D920A0"/>
    <w:rsid w:val="00DA0BC0"/>
    <w:rsid w:val="00DB20EE"/>
    <w:rsid w:val="00DB49CD"/>
    <w:rsid w:val="00DE122E"/>
    <w:rsid w:val="00DE4A4C"/>
    <w:rsid w:val="00DE5182"/>
    <w:rsid w:val="00DF07F5"/>
    <w:rsid w:val="00DF30DB"/>
    <w:rsid w:val="00E003D0"/>
    <w:rsid w:val="00E03E94"/>
    <w:rsid w:val="00E16D09"/>
    <w:rsid w:val="00E26003"/>
    <w:rsid w:val="00E2738A"/>
    <w:rsid w:val="00E31A99"/>
    <w:rsid w:val="00E51C84"/>
    <w:rsid w:val="00E520CE"/>
    <w:rsid w:val="00E527F3"/>
    <w:rsid w:val="00E61900"/>
    <w:rsid w:val="00E81F2E"/>
    <w:rsid w:val="00E86D96"/>
    <w:rsid w:val="00E97D6B"/>
    <w:rsid w:val="00EA5E0B"/>
    <w:rsid w:val="00EA7CA7"/>
    <w:rsid w:val="00EB7FE3"/>
    <w:rsid w:val="00EE6253"/>
    <w:rsid w:val="00EF7E9B"/>
    <w:rsid w:val="00F1027F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C4258"/>
    <w:rsid w:val="00FD44D4"/>
    <w:rsid w:val="00FD4BA9"/>
    <w:rsid w:val="00FE6AEE"/>
    <w:rsid w:val="00FF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97CD4-5730-4A7D-8A50-4566A37B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3F115-B6CD-4A1E-920E-8F2C5045E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4</cp:revision>
  <cp:lastPrinted>2024-10-25T09:58:00Z</cp:lastPrinted>
  <dcterms:created xsi:type="dcterms:W3CDTF">2024-10-25T11:38:00Z</dcterms:created>
  <dcterms:modified xsi:type="dcterms:W3CDTF">2024-10-25T11:59:00Z</dcterms:modified>
</cp:coreProperties>
</file>