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AB17B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AB17B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AB17B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</w:t>
      </w:r>
      <w:r w:rsidR="00005293">
        <w:rPr>
          <w:rFonts w:ascii="Times New Roman" w:hAnsi="Times New Roman"/>
          <w:sz w:val="28"/>
          <w:szCs w:val="28"/>
        </w:rPr>
        <w:t>__</w:t>
      </w:r>
      <w:r w:rsidRPr="00A91508">
        <w:rPr>
          <w:rFonts w:ascii="Times New Roman" w:hAnsi="Times New Roman"/>
          <w:sz w:val="28"/>
          <w:szCs w:val="28"/>
        </w:rPr>
        <w:t>_________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__</w:t>
      </w:r>
      <w:r w:rsidR="00005293">
        <w:rPr>
          <w:rFonts w:ascii="Times New Roman" w:hAnsi="Times New Roman"/>
          <w:sz w:val="28"/>
          <w:szCs w:val="28"/>
        </w:rPr>
        <w:t>____</w:t>
      </w:r>
      <w:r w:rsidRPr="00A91508">
        <w:rPr>
          <w:rFonts w:ascii="Times New Roman" w:hAnsi="Times New Roman"/>
          <w:sz w:val="28"/>
          <w:szCs w:val="28"/>
        </w:rPr>
        <w:t>_</w:t>
      </w:r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46D3E" w:rsidRDefault="00246D3E" w:rsidP="00246D3E">
      <w:pPr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Исполнение </w:t>
      </w:r>
    </w:p>
    <w:p w:rsidR="00246D3E" w:rsidRDefault="00246D3E" w:rsidP="00246D3E">
      <w:pPr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расходов бюджета Территориального фонда</w:t>
      </w:r>
    </w:p>
    <w:p w:rsidR="00246D3E" w:rsidRDefault="00246D3E" w:rsidP="00246D3E">
      <w:pPr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обязательного медицинского страхования Ярославской области</w:t>
      </w:r>
    </w:p>
    <w:p w:rsidR="00246D3E" w:rsidRDefault="00246D3E" w:rsidP="00246D3E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разделам и подразделам, целевым статьям и группам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2021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426"/>
        <w:gridCol w:w="567"/>
        <w:gridCol w:w="1701"/>
        <w:gridCol w:w="567"/>
        <w:gridCol w:w="2268"/>
      </w:tblGrid>
      <w:tr w:rsidR="00572E85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AB17B3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AB17B3" w:rsidRDefault="00B7409B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0C7C1B"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зательного медицинского страхования</w:t>
            </w:r>
            <w:r w:rsidR="000C70E1"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17B3" w:rsidRDefault="000A038C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19 878 056 280,54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ния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Выполнение функций аппар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тами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й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выполнения функций органами управления территориального фонда обяз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тельного медицинского страх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о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122 922 671,90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ганами управления госуда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внебюджетными фондами</w:t>
            </w:r>
          </w:p>
          <w:p w:rsidR="00553286" w:rsidRPr="00AB17B3" w:rsidRDefault="00553286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0A038C" w:rsidP="001524A4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95 387 123,98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B17B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="00AB17B3"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1524A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27 496 166,25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11 969,76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27 411,91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19 755 133 608,64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19 755 133 608,64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ния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19 755 133 608,64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19 755 133 608,64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й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16 861 737 219,80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5D7F7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16 </w:t>
            </w:r>
            <w:r w:rsidR="005D7F7A"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332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810 368,66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528 926 851,14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й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мероприятий по организации дополнительного профессионального образов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ния медицинских работников по программам повышения квалификации, а также по пр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обретению и проведению 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монта медицинского оборуд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о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0C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1 340 956,81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1 340 956,81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37D09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й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ской Федерации (Расходы на оплату медицинской помощи, оказанной застрахованным л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и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цам за пределами территории субъекта Российской Федер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D09">
              <w:rPr>
                <w:rFonts w:ascii="Times New Roman" w:hAnsi="Times New Roman"/>
                <w:sz w:val="28"/>
                <w:szCs w:val="28"/>
              </w:rPr>
              <w:t>ции, в котором выдан полис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61424A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322 395 867,72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322 395 867,72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(Реализация террит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риальной программы обяз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221 226 600,00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221 226 600,00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316E5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(Расходы на оплату медицинской помощи, оказа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ной застрахованным лицам за пределами территории субъе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Российской Федерации, в котором выдан полис обяз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54 254,82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F22786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862E6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54 254,82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организаций на оплату труда врачей и среднего медицинского персонала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4 258 099,43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4 258 099,43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ведения углубленной диспа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серизации застрахованных по обязательному медицинскому страхованию лиц, перенесших новую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коронавирусную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цию (COVID-19), в рамках ре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лизации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6 316 943,70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6 316 943,70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чайной ситуации и (или) при возникновении угрозы распр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0CB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426 012 000,00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04D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53087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426 012 000,00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0508E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чайной ситуации и (или) при возникновении угрозы распр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территориальной пр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(Расходы на оплату медицинской пом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щи, оказанной застрахованным лицам за пределами террит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рии субъекта Российской Ф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дерации, в котором выдан п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 обязательного медицинск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04275C" w:rsidP="0004275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42 862</w:t>
            </w:r>
            <w:r w:rsidR="00E10CBB"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  <w:r w:rsidR="00E10CBB"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04275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42 8</w:t>
            </w:r>
            <w:r w:rsidR="0004275C"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04275C"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030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04275C"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05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(Реализация территориальной программы обязательного м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1 709 559 400,00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A77A7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1 595 693 211,14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0CBB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113 866 188,86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нию, в том числе с заболеван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(Расходы на оплату медици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помощи, оказанной з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лицам за пред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лами территории субъекта Ро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котором выдан полис обязательного м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E37D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111 185 436,71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AB17B3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111 185 436,71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на территориях суб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720 455,87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720 455,87</w:t>
            </w:r>
          </w:p>
        </w:tc>
      </w:tr>
      <w:tr w:rsidR="00E10CBB" w:rsidRPr="00E37D09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приятий по организации д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полнительного профессионал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вышения квалификации, а та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 по приобретению и пров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дению ремонта медицинского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D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E37D09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37D09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47 464 343,73</w:t>
            </w:r>
          </w:p>
        </w:tc>
      </w:tr>
      <w:tr w:rsidR="00E10CBB" w:rsidRPr="00AB17B3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B17B3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17B3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B17B3" w:rsidRDefault="00E15398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B17B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47 464 343,73</w:t>
            </w:r>
          </w:p>
        </w:tc>
      </w:tr>
    </w:tbl>
    <w:p w:rsidR="00025BC3" w:rsidRPr="00E37D09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E37D09" w:rsidSect="00E213E4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BC6" w:rsidRDefault="004F0BC6" w:rsidP="00025BC3">
      <w:r>
        <w:separator/>
      </w:r>
    </w:p>
  </w:endnote>
  <w:endnote w:type="continuationSeparator" w:id="0">
    <w:p w:rsidR="004F0BC6" w:rsidRDefault="004F0BC6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BC6" w:rsidRDefault="004F0BC6" w:rsidP="00025BC3">
      <w:r>
        <w:separator/>
      </w:r>
    </w:p>
  </w:footnote>
  <w:footnote w:type="continuationSeparator" w:id="0">
    <w:p w:rsidR="004F0BC6" w:rsidRDefault="004F0BC6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553286">
      <w:rPr>
        <w:rStyle w:val="a7"/>
        <w:rFonts w:ascii="Times New Roman" w:hAnsi="Times New Roman"/>
        <w:noProof/>
        <w:sz w:val="28"/>
        <w:szCs w:val="24"/>
      </w:rPr>
      <w:t>6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038C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46D3E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3087D"/>
    <w:rsid w:val="00552300"/>
    <w:rsid w:val="00553115"/>
    <w:rsid w:val="00553286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D7F7A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52FE9"/>
    <w:rsid w:val="0065463C"/>
    <w:rsid w:val="00655DF8"/>
    <w:rsid w:val="00662512"/>
    <w:rsid w:val="00662B19"/>
    <w:rsid w:val="00670324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6291C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B17B3"/>
    <w:rsid w:val="00AD4911"/>
    <w:rsid w:val="00AF0639"/>
    <w:rsid w:val="00B11D78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641A0"/>
    <w:rsid w:val="00D920A0"/>
    <w:rsid w:val="00DA0BC0"/>
    <w:rsid w:val="00DB20EE"/>
    <w:rsid w:val="00DB49CD"/>
    <w:rsid w:val="00DC3092"/>
    <w:rsid w:val="00DE122E"/>
    <w:rsid w:val="00DE4A4C"/>
    <w:rsid w:val="00DF07F5"/>
    <w:rsid w:val="00DF30DB"/>
    <w:rsid w:val="00E003D0"/>
    <w:rsid w:val="00E020C1"/>
    <w:rsid w:val="00E10CBB"/>
    <w:rsid w:val="00E15398"/>
    <w:rsid w:val="00E16D09"/>
    <w:rsid w:val="00E213E4"/>
    <w:rsid w:val="00E26003"/>
    <w:rsid w:val="00E2738A"/>
    <w:rsid w:val="00E37D09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75CE"/>
    <w:rsid w:val="00F624B0"/>
    <w:rsid w:val="00F64237"/>
    <w:rsid w:val="00F66F1C"/>
    <w:rsid w:val="00F75715"/>
    <w:rsid w:val="00F75D06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6FB35-79C1-4A7C-9E85-B5E63BFE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Травников Сергей Викторович</cp:lastModifiedBy>
  <cp:revision>18</cp:revision>
  <cp:lastPrinted>2021-11-15T12:44:00Z</cp:lastPrinted>
  <dcterms:created xsi:type="dcterms:W3CDTF">2021-09-06T10:27:00Z</dcterms:created>
  <dcterms:modified xsi:type="dcterms:W3CDTF">2022-05-11T10:26:00Z</dcterms:modified>
</cp:coreProperties>
</file>