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Default="006D5AD3" w:rsidP="009A71AB">
      <w:pPr>
        <w:jc w:val="center"/>
        <w:rPr>
          <w:b/>
          <w:bCs/>
          <w:sz w:val="28"/>
        </w:rPr>
      </w:pPr>
    </w:p>
    <w:p w:rsidR="006D5AD3" w:rsidRPr="00BF3189" w:rsidRDefault="006D5AD3" w:rsidP="009A71AB">
      <w:pPr>
        <w:jc w:val="center"/>
        <w:rPr>
          <w:b/>
          <w:bCs/>
          <w:sz w:val="28"/>
          <w:szCs w:val="28"/>
        </w:rPr>
      </w:pPr>
      <w:r w:rsidRPr="00BF3189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6D5AD3" w:rsidRPr="00BF3189" w:rsidRDefault="006D5AD3" w:rsidP="009A71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3189">
        <w:rPr>
          <w:rFonts w:ascii="Times New Roman" w:hAnsi="Times New Roman" w:cs="Times New Roman"/>
          <w:sz w:val="28"/>
          <w:szCs w:val="28"/>
        </w:rPr>
        <w:t xml:space="preserve">«Об областном бюджете на 2013 год </w:t>
      </w:r>
    </w:p>
    <w:p w:rsidR="006D5AD3" w:rsidRPr="00BF3189" w:rsidRDefault="006D5AD3" w:rsidP="00BF318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3189">
        <w:rPr>
          <w:rFonts w:ascii="Times New Roman" w:hAnsi="Times New Roman" w:cs="Times New Roman"/>
          <w:sz w:val="28"/>
          <w:szCs w:val="28"/>
        </w:rPr>
        <w:t>и на плановый период 2014 и 2015 годов»</w:t>
      </w:r>
    </w:p>
    <w:p w:rsidR="006D5AD3" w:rsidRPr="00A80350" w:rsidRDefault="006D5AD3" w:rsidP="009A71AB">
      <w:pPr>
        <w:jc w:val="both"/>
        <w:rPr>
          <w:smallCaps/>
          <w:sz w:val="28"/>
          <w:szCs w:val="28"/>
        </w:rPr>
      </w:pPr>
    </w:p>
    <w:p w:rsidR="006D5AD3" w:rsidRPr="00A80350" w:rsidRDefault="006D5AD3" w:rsidP="009A71AB">
      <w:pPr>
        <w:jc w:val="both"/>
        <w:rPr>
          <w:smallCaps/>
          <w:sz w:val="28"/>
          <w:szCs w:val="28"/>
        </w:rPr>
      </w:pPr>
    </w:p>
    <w:p w:rsidR="006D5AD3" w:rsidRPr="00376AA5" w:rsidRDefault="006D5AD3" w:rsidP="009A71AB">
      <w:pPr>
        <w:jc w:val="both"/>
        <w:rPr>
          <w:szCs w:val="22"/>
        </w:rPr>
      </w:pPr>
      <w:r w:rsidRPr="00376AA5">
        <w:rPr>
          <w:szCs w:val="22"/>
        </w:rPr>
        <w:t>Принят Ярославской областной Думой</w:t>
      </w:r>
    </w:p>
    <w:p w:rsidR="006D5AD3" w:rsidRPr="00376AA5" w:rsidRDefault="006D5AD3" w:rsidP="009A71AB">
      <w:pPr>
        <w:tabs>
          <w:tab w:val="left" w:pos="7230"/>
        </w:tabs>
        <w:jc w:val="both"/>
        <w:rPr>
          <w:szCs w:val="22"/>
        </w:rPr>
      </w:pPr>
      <w:r>
        <w:rPr>
          <w:szCs w:val="22"/>
        </w:rPr>
        <w:t>28 февраля</w:t>
      </w:r>
      <w:r w:rsidRPr="00376AA5">
        <w:rPr>
          <w:szCs w:val="22"/>
        </w:rPr>
        <w:t xml:space="preserve"> 201</w:t>
      </w:r>
      <w:r>
        <w:rPr>
          <w:szCs w:val="22"/>
        </w:rPr>
        <w:t>3</w:t>
      </w:r>
      <w:r w:rsidRPr="00376AA5">
        <w:rPr>
          <w:szCs w:val="22"/>
        </w:rPr>
        <w:t xml:space="preserve"> года</w:t>
      </w:r>
    </w:p>
    <w:p w:rsidR="006D5AD3" w:rsidRDefault="006D5AD3" w:rsidP="004C5A01">
      <w:pPr>
        <w:rPr>
          <w:sz w:val="28"/>
          <w:szCs w:val="28"/>
        </w:rPr>
      </w:pPr>
    </w:p>
    <w:p w:rsidR="006D5AD3" w:rsidRPr="00C54879" w:rsidRDefault="006D5AD3" w:rsidP="004C5A01">
      <w:pPr>
        <w:rPr>
          <w:sz w:val="28"/>
          <w:szCs w:val="28"/>
        </w:rPr>
      </w:pPr>
    </w:p>
    <w:p w:rsidR="006D5AD3" w:rsidRPr="00C54879" w:rsidRDefault="006D5AD3" w:rsidP="00530B3A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54879">
        <w:rPr>
          <w:rFonts w:ascii="Times New Roman" w:hAnsi="Times New Roman"/>
          <w:sz w:val="28"/>
          <w:szCs w:val="28"/>
        </w:rPr>
        <w:t xml:space="preserve">Внести в Закон Ярославской области от </w:t>
      </w:r>
      <w:r>
        <w:rPr>
          <w:rFonts w:ascii="Times New Roman" w:hAnsi="Times New Roman"/>
          <w:sz w:val="28"/>
          <w:szCs w:val="28"/>
        </w:rPr>
        <w:t>27.12.2012</w:t>
      </w:r>
      <w:r w:rsidRPr="00C5487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72</w:t>
      </w:r>
      <w:r w:rsidRPr="00C54879">
        <w:rPr>
          <w:rFonts w:ascii="Times New Roman" w:hAnsi="Times New Roman"/>
          <w:sz w:val="28"/>
          <w:szCs w:val="28"/>
        </w:rPr>
        <w:t>-з «Об облас</w:t>
      </w:r>
      <w:r w:rsidRPr="00C54879">
        <w:rPr>
          <w:rFonts w:ascii="Times New Roman" w:hAnsi="Times New Roman"/>
          <w:sz w:val="28"/>
          <w:szCs w:val="28"/>
        </w:rPr>
        <w:t>т</w:t>
      </w:r>
      <w:r w:rsidRPr="00C54879">
        <w:rPr>
          <w:rFonts w:ascii="Times New Roman" w:hAnsi="Times New Roman"/>
          <w:sz w:val="28"/>
          <w:szCs w:val="28"/>
        </w:rPr>
        <w:t>ном бюджете на 201</w:t>
      </w:r>
      <w:r>
        <w:rPr>
          <w:rFonts w:ascii="Times New Roman" w:hAnsi="Times New Roman"/>
          <w:sz w:val="28"/>
          <w:szCs w:val="28"/>
        </w:rPr>
        <w:t>3</w:t>
      </w:r>
      <w:r w:rsidRPr="00C54879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4</w:t>
      </w:r>
      <w:r w:rsidRPr="00C54879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5</w:t>
      </w:r>
      <w:r w:rsidRPr="00C54879">
        <w:rPr>
          <w:rFonts w:ascii="Times New Roman" w:hAnsi="Times New Roman"/>
          <w:sz w:val="28"/>
          <w:szCs w:val="28"/>
        </w:rPr>
        <w:t xml:space="preserve"> годов» (Док</w:t>
      </w:r>
      <w:r w:rsidRPr="00C54879">
        <w:rPr>
          <w:rFonts w:ascii="Times New Roman" w:hAnsi="Times New Roman"/>
          <w:sz w:val="28"/>
          <w:szCs w:val="28"/>
        </w:rPr>
        <w:t>у</w:t>
      </w:r>
      <w:r w:rsidRPr="00C54879">
        <w:rPr>
          <w:rFonts w:ascii="Times New Roman" w:hAnsi="Times New Roman"/>
          <w:sz w:val="28"/>
          <w:szCs w:val="28"/>
        </w:rPr>
        <w:t>мент – Регион, 201</w:t>
      </w:r>
      <w:r>
        <w:rPr>
          <w:rFonts w:ascii="Times New Roman" w:hAnsi="Times New Roman"/>
          <w:sz w:val="28"/>
          <w:szCs w:val="28"/>
        </w:rPr>
        <w:t>2</w:t>
      </w:r>
      <w:r w:rsidRPr="00C54879">
        <w:rPr>
          <w:rFonts w:ascii="Times New Roman" w:hAnsi="Times New Roman"/>
          <w:sz w:val="28"/>
          <w:szCs w:val="28"/>
        </w:rPr>
        <w:t>, 28 декабря, № </w:t>
      </w:r>
      <w:r>
        <w:rPr>
          <w:rFonts w:ascii="Times New Roman" w:hAnsi="Times New Roman"/>
          <w:sz w:val="28"/>
          <w:szCs w:val="28"/>
        </w:rPr>
        <w:t>109)</w:t>
      </w:r>
      <w:r w:rsidRPr="00C5487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6D5AD3" w:rsidRPr="001A009B" w:rsidRDefault="006D5AD3" w:rsidP="0020199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09B">
        <w:rPr>
          <w:rFonts w:ascii="Times New Roman" w:hAnsi="Times New Roman"/>
          <w:sz w:val="28"/>
          <w:szCs w:val="28"/>
        </w:rPr>
        <w:t>1</w:t>
      </w:r>
      <w:r w:rsidRPr="001A009B">
        <w:rPr>
          <w:rFonts w:ascii="Times New Roman" w:hAnsi="Times New Roman" w:cs="Times New Roman"/>
          <w:sz w:val="28"/>
          <w:szCs w:val="28"/>
        </w:rPr>
        <w:t>) в части 1 статьи 1:</w:t>
      </w:r>
    </w:p>
    <w:p w:rsidR="006D5AD3" w:rsidRPr="00933F55" w:rsidRDefault="006D5AD3" w:rsidP="0085292B">
      <w:pPr>
        <w:ind w:firstLine="708"/>
        <w:jc w:val="both"/>
        <w:rPr>
          <w:sz w:val="28"/>
          <w:szCs w:val="28"/>
        </w:rPr>
      </w:pPr>
      <w:r w:rsidRPr="00933F55">
        <w:rPr>
          <w:sz w:val="28"/>
          <w:szCs w:val="28"/>
        </w:rPr>
        <w:t>а) в пункте 1 цифры «45863655876»</w:t>
      </w:r>
      <w:r w:rsidRPr="00933F55">
        <w:rPr>
          <w:szCs w:val="28"/>
        </w:rPr>
        <w:t xml:space="preserve"> </w:t>
      </w:r>
      <w:r w:rsidRPr="00933F55">
        <w:rPr>
          <w:sz w:val="28"/>
          <w:szCs w:val="28"/>
        </w:rPr>
        <w:t>заменить цифрами «45863337276»;</w:t>
      </w:r>
    </w:p>
    <w:p w:rsidR="006D5AD3" w:rsidRPr="00933F55" w:rsidRDefault="006D5AD3" w:rsidP="0020199A">
      <w:pPr>
        <w:ind w:firstLine="709"/>
        <w:jc w:val="both"/>
        <w:rPr>
          <w:sz w:val="28"/>
          <w:szCs w:val="28"/>
        </w:rPr>
      </w:pPr>
      <w:r w:rsidRPr="00933F55">
        <w:rPr>
          <w:sz w:val="28"/>
          <w:szCs w:val="28"/>
        </w:rPr>
        <w:t>б) в пункте 2 слова «50995696769 рублей» заменить словами «</w:t>
      </w:r>
      <w:r>
        <w:rPr>
          <w:sz w:val="28"/>
          <w:szCs w:val="28"/>
        </w:rPr>
        <w:t xml:space="preserve">52015546401 </w:t>
      </w:r>
      <w:r w:rsidRPr="00933F55">
        <w:rPr>
          <w:sz w:val="28"/>
          <w:szCs w:val="28"/>
        </w:rPr>
        <w:t>рубль»;</w:t>
      </w:r>
    </w:p>
    <w:p w:rsidR="006D5AD3" w:rsidRPr="00933F55" w:rsidRDefault="006D5AD3" w:rsidP="0020199A">
      <w:pPr>
        <w:ind w:firstLine="709"/>
        <w:jc w:val="both"/>
        <w:rPr>
          <w:sz w:val="28"/>
          <w:szCs w:val="28"/>
        </w:rPr>
      </w:pPr>
      <w:r w:rsidRPr="00933F55">
        <w:rPr>
          <w:sz w:val="28"/>
          <w:szCs w:val="28"/>
        </w:rPr>
        <w:t xml:space="preserve">в) в пункте 3 </w:t>
      </w:r>
      <w:r>
        <w:rPr>
          <w:sz w:val="28"/>
          <w:szCs w:val="28"/>
        </w:rPr>
        <w:t>слова</w:t>
      </w:r>
      <w:r w:rsidRPr="00933F55">
        <w:rPr>
          <w:sz w:val="28"/>
          <w:szCs w:val="28"/>
        </w:rPr>
        <w:t xml:space="preserve"> «5132040893</w:t>
      </w:r>
      <w:r>
        <w:rPr>
          <w:sz w:val="28"/>
          <w:szCs w:val="28"/>
        </w:rPr>
        <w:t xml:space="preserve"> рубля</w:t>
      </w:r>
      <w:r w:rsidRPr="00933F55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словами</w:t>
      </w:r>
      <w:r w:rsidRPr="00933F55">
        <w:rPr>
          <w:sz w:val="28"/>
          <w:szCs w:val="28"/>
        </w:rPr>
        <w:t xml:space="preserve"> «</w:t>
      </w:r>
      <w:r>
        <w:rPr>
          <w:sz w:val="28"/>
          <w:szCs w:val="28"/>
        </w:rPr>
        <w:t>6152209125 рублей</w:t>
      </w:r>
      <w:r w:rsidRPr="00933F55">
        <w:rPr>
          <w:sz w:val="28"/>
          <w:szCs w:val="28"/>
        </w:rPr>
        <w:t>»;</w:t>
      </w:r>
    </w:p>
    <w:p w:rsidR="006D5AD3" w:rsidRPr="00933F55" w:rsidRDefault="006D5AD3" w:rsidP="00563F91">
      <w:pPr>
        <w:pStyle w:val="21"/>
        <w:shd w:val="clear" w:color="auto" w:fill="FFFFFF"/>
        <w:ind w:firstLine="709"/>
        <w:jc w:val="both"/>
        <w:rPr>
          <w:szCs w:val="28"/>
        </w:rPr>
      </w:pPr>
      <w:r w:rsidRPr="00933F55">
        <w:rPr>
          <w:szCs w:val="28"/>
        </w:rPr>
        <w:t xml:space="preserve">2) в статье 9 </w:t>
      </w:r>
      <w:r>
        <w:rPr>
          <w:szCs w:val="28"/>
        </w:rPr>
        <w:t>цифры</w:t>
      </w:r>
      <w:r w:rsidRPr="00933F55">
        <w:rPr>
          <w:szCs w:val="28"/>
        </w:rPr>
        <w:t xml:space="preserve"> «585506910» заменить </w:t>
      </w:r>
      <w:r>
        <w:rPr>
          <w:szCs w:val="28"/>
        </w:rPr>
        <w:t>цифрами</w:t>
      </w:r>
      <w:r w:rsidRPr="00933F55">
        <w:rPr>
          <w:szCs w:val="28"/>
        </w:rPr>
        <w:t xml:space="preserve"> «585518910»;</w:t>
      </w:r>
    </w:p>
    <w:p w:rsidR="006D5AD3" w:rsidRDefault="006D5AD3" w:rsidP="00B732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статье 20:</w:t>
      </w:r>
    </w:p>
    <w:p w:rsidR="006D5AD3" w:rsidRPr="002105F7" w:rsidRDefault="006D5AD3" w:rsidP="009457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пункте 2 слова «21720961893 рубля», «27543450817 рублей» и «33080498680 рублей» </w:t>
      </w:r>
      <w:r w:rsidRPr="00476E3F">
        <w:rPr>
          <w:sz w:val="28"/>
          <w:szCs w:val="28"/>
        </w:rPr>
        <w:t>заменить соответственно словами</w:t>
      </w:r>
      <w:r>
        <w:rPr>
          <w:sz w:val="28"/>
          <w:szCs w:val="28"/>
        </w:rPr>
        <w:t xml:space="preserve"> «21215619651 рубль», «27038108575 </w:t>
      </w:r>
      <w:bookmarkStart w:id="0" w:name="_GoBack"/>
      <w:bookmarkEnd w:id="0"/>
      <w:r>
        <w:rPr>
          <w:sz w:val="28"/>
          <w:szCs w:val="28"/>
        </w:rPr>
        <w:t>рублей» и «32575156438 рублей», цифры «200000000», «250000000» и «300000000» заменить соответственно цифрами «100000000», «150000000» и «200000000»;</w:t>
      </w:r>
    </w:p>
    <w:p w:rsidR="006D5AD3" w:rsidRDefault="006D5AD3" w:rsidP="00B732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4 цифры «13695120893» заменить цифрами «13936763173»;</w:t>
      </w:r>
    </w:p>
    <w:p w:rsidR="006D5AD3" w:rsidRPr="00390A2A" w:rsidRDefault="006D5AD3" w:rsidP="00D54E1A">
      <w:pPr>
        <w:pStyle w:val="21"/>
        <w:ind w:firstLine="709"/>
        <w:jc w:val="both"/>
        <w:rPr>
          <w:szCs w:val="28"/>
        </w:rPr>
      </w:pPr>
      <w:r w:rsidRPr="00390A2A">
        <w:rPr>
          <w:szCs w:val="28"/>
        </w:rPr>
        <w:t>4) приложения 1 и 2 изложить в редакции приложений 1 и 2 к насто</w:t>
      </w:r>
      <w:r w:rsidRPr="00390A2A">
        <w:rPr>
          <w:szCs w:val="28"/>
        </w:rPr>
        <w:t>я</w:t>
      </w:r>
      <w:r w:rsidRPr="00390A2A">
        <w:rPr>
          <w:szCs w:val="28"/>
        </w:rPr>
        <w:t>щему Закону соответственно;</w:t>
      </w:r>
    </w:p>
    <w:p w:rsidR="006D5AD3" w:rsidRDefault="006D5AD3" w:rsidP="009457BE">
      <w:pPr>
        <w:pStyle w:val="21"/>
        <w:ind w:firstLine="709"/>
        <w:jc w:val="both"/>
        <w:rPr>
          <w:szCs w:val="28"/>
        </w:rPr>
      </w:pPr>
      <w:r w:rsidRPr="00390A2A">
        <w:rPr>
          <w:szCs w:val="28"/>
        </w:rPr>
        <w:t>5) в приложении 3 строку с кодом классификации 903</w:t>
      </w:r>
      <w:r>
        <w:rPr>
          <w:szCs w:val="28"/>
        </w:rPr>
        <w:t> </w:t>
      </w:r>
      <w:r w:rsidRPr="00390A2A">
        <w:rPr>
          <w:szCs w:val="28"/>
        </w:rPr>
        <w:t>2</w:t>
      </w:r>
      <w:r>
        <w:rPr>
          <w:szCs w:val="28"/>
        </w:rPr>
        <w:t> </w:t>
      </w:r>
      <w:r w:rsidRPr="00390A2A">
        <w:rPr>
          <w:szCs w:val="28"/>
        </w:rPr>
        <w:t>02</w:t>
      </w:r>
      <w:r>
        <w:rPr>
          <w:szCs w:val="28"/>
        </w:rPr>
        <w:t> </w:t>
      </w:r>
      <w:r w:rsidRPr="00390A2A">
        <w:rPr>
          <w:szCs w:val="28"/>
        </w:rPr>
        <w:t>02047</w:t>
      </w:r>
      <w:r>
        <w:rPr>
          <w:szCs w:val="28"/>
        </w:rPr>
        <w:t> </w:t>
      </w:r>
      <w:r w:rsidRPr="00390A2A">
        <w:rPr>
          <w:szCs w:val="28"/>
        </w:rPr>
        <w:t>02</w:t>
      </w:r>
      <w:r>
        <w:rPr>
          <w:szCs w:val="28"/>
        </w:rPr>
        <w:t> </w:t>
      </w:r>
      <w:r w:rsidRPr="00390A2A">
        <w:rPr>
          <w:szCs w:val="28"/>
        </w:rPr>
        <w:t>0000</w:t>
      </w:r>
      <w:r>
        <w:rPr>
          <w:szCs w:val="28"/>
        </w:rPr>
        <w:t> </w:t>
      </w:r>
      <w:r w:rsidRPr="00390A2A">
        <w:rPr>
          <w:szCs w:val="28"/>
        </w:rPr>
        <w:t xml:space="preserve">151 </w:t>
      </w:r>
      <w:r>
        <w:rPr>
          <w:szCs w:val="28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3402"/>
        <w:gridCol w:w="1417"/>
        <w:gridCol w:w="1496"/>
      </w:tblGrid>
      <w:tr w:rsidR="006D5AD3" w:rsidTr="00A80350">
        <w:tc>
          <w:tcPr>
            <w:tcW w:w="3227" w:type="dxa"/>
          </w:tcPr>
          <w:p w:rsidR="006D5AD3" w:rsidRPr="00D00AC2" w:rsidRDefault="006D5AD3" w:rsidP="00D00AC2">
            <w:pPr>
              <w:pStyle w:val="21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D00AC2">
              <w:rPr>
                <w:sz w:val="24"/>
                <w:szCs w:val="24"/>
                <w:lang w:eastAsia="en-US"/>
              </w:rPr>
              <w:t xml:space="preserve"> «000 2 02 02173 02 0000 151</w:t>
            </w:r>
          </w:p>
        </w:tc>
        <w:tc>
          <w:tcPr>
            <w:tcW w:w="3402" w:type="dxa"/>
          </w:tcPr>
          <w:p w:rsidR="006D5AD3" w:rsidRPr="00BF3189" w:rsidRDefault="006D5AD3" w:rsidP="00BF3189">
            <w:pPr>
              <w:rPr>
                <w:color w:val="FF0000"/>
                <w:lang w:eastAsia="en-US"/>
              </w:rPr>
            </w:pPr>
            <w:r w:rsidRPr="00BF3189">
              <w:rPr>
                <w:i/>
                <w:iCs/>
                <w:lang w:eastAsia="en-US"/>
              </w:rPr>
              <w:t>Субсидии бюджетам субъе</w:t>
            </w:r>
            <w:r w:rsidRPr="00BF3189">
              <w:rPr>
                <w:i/>
                <w:iCs/>
                <w:lang w:eastAsia="en-US"/>
              </w:rPr>
              <w:t>к</w:t>
            </w:r>
            <w:r w:rsidRPr="00BF3189">
              <w:rPr>
                <w:i/>
                <w:iCs/>
                <w:lang w:eastAsia="en-US"/>
              </w:rPr>
              <w:t>тов Российской Федерации на обеспечение предоставления жилых помещений детям-сиротам и детям, оставши</w:t>
            </w:r>
            <w:r w:rsidRPr="00BF3189">
              <w:rPr>
                <w:i/>
                <w:iCs/>
                <w:lang w:eastAsia="en-US"/>
              </w:rPr>
              <w:t>м</w:t>
            </w:r>
            <w:r w:rsidRPr="00BF3189">
              <w:rPr>
                <w:i/>
                <w:iCs/>
                <w:lang w:eastAsia="en-US"/>
              </w:rPr>
              <w:t>ся без попечения родителей, лицам из их числа по догов</w:t>
            </w:r>
            <w:r w:rsidRPr="00BF3189">
              <w:rPr>
                <w:i/>
                <w:iCs/>
                <w:lang w:eastAsia="en-US"/>
              </w:rPr>
              <w:t>о</w:t>
            </w:r>
            <w:r w:rsidRPr="00BF3189">
              <w:rPr>
                <w:i/>
                <w:iCs/>
                <w:lang w:eastAsia="en-US"/>
              </w:rPr>
              <w:t>рам найма специализирова</w:t>
            </w:r>
            <w:r w:rsidRPr="00BF3189">
              <w:rPr>
                <w:i/>
                <w:iCs/>
                <w:lang w:eastAsia="en-US"/>
              </w:rPr>
              <w:t>н</w:t>
            </w:r>
            <w:r w:rsidRPr="00BF3189">
              <w:rPr>
                <w:i/>
                <w:iCs/>
                <w:lang w:eastAsia="en-US"/>
              </w:rPr>
              <w:t>ных жилых помещений</w:t>
            </w:r>
          </w:p>
        </w:tc>
        <w:tc>
          <w:tcPr>
            <w:tcW w:w="1417" w:type="dxa"/>
          </w:tcPr>
          <w:p w:rsidR="006D5AD3" w:rsidRPr="00D00AC2" w:rsidRDefault="006D5AD3" w:rsidP="00D00AC2">
            <w:pPr>
              <w:pStyle w:val="21"/>
              <w:ind w:firstLine="0"/>
              <w:jc w:val="both"/>
              <w:rPr>
                <w:i/>
                <w:sz w:val="24"/>
                <w:szCs w:val="24"/>
                <w:lang w:eastAsia="en-US"/>
              </w:rPr>
            </w:pPr>
            <w:r w:rsidRPr="00D00AC2">
              <w:rPr>
                <w:i/>
                <w:sz w:val="24"/>
                <w:szCs w:val="24"/>
                <w:lang w:eastAsia="en-US"/>
              </w:rPr>
              <w:t>27 066 300</w:t>
            </w:r>
          </w:p>
        </w:tc>
        <w:tc>
          <w:tcPr>
            <w:tcW w:w="1496" w:type="dxa"/>
          </w:tcPr>
          <w:p w:rsidR="006D5AD3" w:rsidRPr="00D00AC2" w:rsidRDefault="006D5AD3" w:rsidP="00D00AC2">
            <w:pPr>
              <w:pStyle w:val="21"/>
              <w:ind w:firstLine="0"/>
              <w:jc w:val="both"/>
              <w:rPr>
                <w:i/>
                <w:sz w:val="24"/>
                <w:szCs w:val="24"/>
                <w:lang w:eastAsia="en-US"/>
              </w:rPr>
            </w:pPr>
            <w:r w:rsidRPr="00D00AC2">
              <w:rPr>
                <w:i/>
                <w:sz w:val="24"/>
                <w:szCs w:val="24"/>
                <w:lang w:eastAsia="en-US"/>
              </w:rPr>
              <w:t>25 641 700»;</w:t>
            </w:r>
          </w:p>
        </w:tc>
      </w:tr>
    </w:tbl>
    <w:p w:rsidR="006D5AD3" w:rsidRPr="00390A2A" w:rsidRDefault="006D5AD3" w:rsidP="00D54E1A">
      <w:pPr>
        <w:pStyle w:val="21"/>
        <w:ind w:firstLine="709"/>
        <w:jc w:val="both"/>
        <w:rPr>
          <w:szCs w:val="28"/>
        </w:rPr>
      </w:pPr>
      <w:r>
        <w:rPr>
          <w:szCs w:val="28"/>
        </w:rPr>
        <w:t xml:space="preserve">6) </w:t>
      </w:r>
      <w:r w:rsidRPr="00E10DF6">
        <w:rPr>
          <w:szCs w:val="28"/>
        </w:rPr>
        <w:t xml:space="preserve">приложения </w:t>
      </w:r>
      <w:r>
        <w:rPr>
          <w:szCs w:val="28"/>
        </w:rPr>
        <w:t xml:space="preserve">4 </w:t>
      </w:r>
      <w:r w:rsidRPr="009A71AB">
        <w:rPr>
          <w:szCs w:val="28"/>
        </w:rPr>
        <w:t>–</w:t>
      </w:r>
      <w:r>
        <w:rPr>
          <w:szCs w:val="28"/>
        </w:rPr>
        <w:t xml:space="preserve"> 7 </w:t>
      </w:r>
      <w:r w:rsidRPr="00E10DF6">
        <w:rPr>
          <w:szCs w:val="28"/>
        </w:rPr>
        <w:t>изложить в редакции приложений</w:t>
      </w:r>
      <w:r w:rsidRPr="001A009B">
        <w:rPr>
          <w:color w:val="FF0000"/>
          <w:szCs w:val="28"/>
        </w:rPr>
        <w:t xml:space="preserve"> </w:t>
      </w:r>
      <w:r w:rsidRPr="00390A2A">
        <w:rPr>
          <w:szCs w:val="28"/>
        </w:rPr>
        <w:t xml:space="preserve">3 </w:t>
      </w:r>
      <w:r w:rsidRPr="009A71AB">
        <w:rPr>
          <w:szCs w:val="28"/>
        </w:rPr>
        <w:t>–</w:t>
      </w:r>
      <w:r w:rsidRPr="00390A2A">
        <w:rPr>
          <w:szCs w:val="28"/>
        </w:rPr>
        <w:t xml:space="preserve"> 6 к насто</w:t>
      </w:r>
      <w:r w:rsidRPr="00390A2A">
        <w:rPr>
          <w:szCs w:val="28"/>
        </w:rPr>
        <w:t>я</w:t>
      </w:r>
      <w:r w:rsidRPr="00390A2A">
        <w:rPr>
          <w:szCs w:val="28"/>
        </w:rPr>
        <w:t>щему Закону соответственно;</w:t>
      </w:r>
    </w:p>
    <w:p w:rsidR="006D5AD3" w:rsidRPr="008B4CCD" w:rsidRDefault="006D5AD3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B4CCD">
        <w:rPr>
          <w:sz w:val="28"/>
          <w:szCs w:val="28"/>
        </w:rPr>
        <w:t>) в приложении 12:</w:t>
      </w:r>
    </w:p>
    <w:p w:rsidR="006D5AD3" w:rsidRPr="009A71AB" w:rsidRDefault="006D5AD3" w:rsidP="000D3D46">
      <w:pPr>
        <w:ind w:firstLine="709"/>
        <w:jc w:val="both"/>
        <w:rPr>
          <w:sz w:val="28"/>
          <w:szCs w:val="28"/>
        </w:rPr>
      </w:pPr>
      <w:r w:rsidRPr="00390A2A">
        <w:rPr>
          <w:sz w:val="28"/>
          <w:szCs w:val="28"/>
        </w:rPr>
        <w:t xml:space="preserve">а) пункты </w:t>
      </w:r>
      <w:r w:rsidRPr="009D3DE9">
        <w:rPr>
          <w:sz w:val="28"/>
          <w:szCs w:val="28"/>
        </w:rPr>
        <w:t>11, 23, 28, 46, 50 и вновь вводимые пункты 65</w:t>
      </w:r>
      <w:r>
        <w:rPr>
          <w:sz w:val="28"/>
          <w:szCs w:val="28"/>
        </w:rPr>
        <w:t xml:space="preserve"> и</w:t>
      </w:r>
      <w:r w:rsidRPr="009D3DE9">
        <w:rPr>
          <w:sz w:val="28"/>
          <w:szCs w:val="28"/>
        </w:rPr>
        <w:t xml:space="preserve"> 66 изложить в редакции </w:t>
      </w:r>
      <w:r w:rsidRPr="009A71AB">
        <w:rPr>
          <w:sz w:val="28"/>
          <w:szCs w:val="28"/>
          <w:shd w:val="clear" w:color="auto" w:fill="FFFFFF"/>
        </w:rPr>
        <w:t>приложения 7</w:t>
      </w:r>
      <w:r w:rsidRPr="009A71AB">
        <w:rPr>
          <w:sz w:val="28"/>
          <w:szCs w:val="28"/>
        </w:rPr>
        <w:t xml:space="preserve"> к настоящему Закону;</w:t>
      </w:r>
    </w:p>
    <w:p w:rsidR="006D5AD3" w:rsidRPr="009A71AB" w:rsidRDefault="006D5AD3" w:rsidP="000D3D46">
      <w:pPr>
        <w:ind w:firstLine="709"/>
        <w:jc w:val="both"/>
        <w:rPr>
          <w:sz w:val="28"/>
          <w:szCs w:val="28"/>
        </w:rPr>
      </w:pPr>
      <w:r w:rsidRPr="009A71AB">
        <w:rPr>
          <w:sz w:val="28"/>
          <w:szCs w:val="28"/>
        </w:rPr>
        <w:t>б) пункт 55 исключить;</w:t>
      </w:r>
    </w:p>
    <w:p w:rsidR="006D5AD3" w:rsidRPr="009A71AB" w:rsidRDefault="006D5AD3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A71AB">
        <w:rPr>
          <w:sz w:val="28"/>
          <w:szCs w:val="28"/>
        </w:rPr>
        <w:t>) в строке «Всего» цифры «4738832771» заменить цифрами «</w:t>
      </w:r>
      <w:r>
        <w:rPr>
          <w:sz w:val="28"/>
          <w:szCs w:val="28"/>
        </w:rPr>
        <w:t>5140911471</w:t>
      </w:r>
      <w:r w:rsidRPr="009A71AB">
        <w:rPr>
          <w:sz w:val="28"/>
          <w:szCs w:val="28"/>
        </w:rPr>
        <w:t>»;</w:t>
      </w:r>
    </w:p>
    <w:p w:rsidR="006D5AD3" w:rsidRPr="009A71AB" w:rsidRDefault="006D5AD3" w:rsidP="000D3D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9A71AB">
        <w:rPr>
          <w:sz w:val="28"/>
          <w:szCs w:val="28"/>
        </w:rPr>
        <w:t>) в приложении 14:</w:t>
      </w:r>
    </w:p>
    <w:p w:rsidR="006D5AD3" w:rsidRPr="009A71AB" w:rsidRDefault="006D5AD3" w:rsidP="000D3D46">
      <w:pPr>
        <w:ind w:firstLine="709"/>
        <w:jc w:val="both"/>
        <w:rPr>
          <w:sz w:val="28"/>
          <w:szCs w:val="28"/>
        </w:rPr>
      </w:pPr>
      <w:r w:rsidRPr="009A71AB">
        <w:rPr>
          <w:sz w:val="28"/>
          <w:szCs w:val="28"/>
        </w:rPr>
        <w:t>а) пункты 3 и 34 изложить в редакции приложения 8 к настоящему З</w:t>
      </w:r>
      <w:r w:rsidRPr="009A71AB">
        <w:rPr>
          <w:sz w:val="28"/>
          <w:szCs w:val="28"/>
        </w:rPr>
        <w:t>а</w:t>
      </w:r>
      <w:r w:rsidRPr="009A71AB">
        <w:rPr>
          <w:sz w:val="28"/>
          <w:szCs w:val="28"/>
        </w:rPr>
        <w:t>кону;</w:t>
      </w:r>
    </w:p>
    <w:p w:rsidR="006D5AD3" w:rsidRPr="009A71AB" w:rsidRDefault="006D5AD3" w:rsidP="000D3D46">
      <w:pPr>
        <w:ind w:firstLine="709"/>
        <w:jc w:val="both"/>
        <w:rPr>
          <w:sz w:val="28"/>
          <w:szCs w:val="28"/>
        </w:rPr>
      </w:pPr>
      <w:r w:rsidRPr="009A71AB">
        <w:rPr>
          <w:sz w:val="28"/>
          <w:szCs w:val="28"/>
        </w:rPr>
        <w:t>б) в строке «Всего» цифры «13359915378» заменить цифрами «13358462378»;</w:t>
      </w:r>
    </w:p>
    <w:p w:rsidR="006D5AD3" w:rsidRPr="009A71AB" w:rsidRDefault="006D5AD3" w:rsidP="000D3D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9A71AB">
        <w:rPr>
          <w:sz w:val="28"/>
          <w:szCs w:val="28"/>
        </w:rPr>
        <w:t>) приложения 18 и 20 – 25 изложить в редакции приложений 9 – 15 к настоящему Закону соответственно.</w:t>
      </w:r>
    </w:p>
    <w:p w:rsidR="006D5AD3" w:rsidRPr="009A71AB" w:rsidRDefault="006D5AD3" w:rsidP="000D3D46">
      <w:pPr>
        <w:pStyle w:val="Heading4"/>
        <w:rPr>
          <w:b w:val="0"/>
        </w:rPr>
      </w:pPr>
    </w:p>
    <w:p w:rsidR="006D5AD3" w:rsidRPr="009A71AB" w:rsidRDefault="006D5AD3" w:rsidP="000D3D46"/>
    <w:p w:rsidR="006D5AD3" w:rsidRPr="001A009B" w:rsidRDefault="006D5AD3" w:rsidP="000D3D46">
      <w:pPr>
        <w:pStyle w:val="Heading4"/>
        <w:rPr>
          <w:b w:val="0"/>
          <w:color w:val="FF0000"/>
        </w:rPr>
      </w:pPr>
    </w:p>
    <w:p w:rsidR="006D5AD3" w:rsidRPr="008B4CCD" w:rsidRDefault="006D5AD3" w:rsidP="000D3D46">
      <w:pPr>
        <w:pStyle w:val="Heading4"/>
        <w:rPr>
          <w:b w:val="0"/>
        </w:rPr>
      </w:pPr>
      <w:r w:rsidRPr="008B4CCD">
        <w:rPr>
          <w:b w:val="0"/>
        </w:rPr>
        <w:t>Губернатор</w:t>
      </w:r>
    </w:p>
    <w:p w:rsidR="006D5AD3" w:rsidRPr="008B4CCD" w:rsidRDefault="006D5AD3" w:rsidP="000D3D46">
      <w:pPr>
        <w:pStyle w:val="Heading2"/>
        <w:tabs>
          <w:tab w:val="left" w:pos="7615"/>
        </w:tabs>
        <w:rPr>
          <w:b w:val="0"/>
        </w:rPr>
      </w:pPr>
      <w:r w:rsidRPr="008B4CCD">
        <w:rPr>
          <w:b w:val="0"/>
        </w:rPr>
        <w:t>Ярославской области</w:t>
      </w:r>
      <w:r w:rsidRPr="008B4CCD">
        <w:rPr>
          <w:b w:val="0"/>
        </w:rPr>
        <w:tab/>
        <w:t>С.Н. Ястребов</w:t>
      </w:r>
    </w:p>
    <w:p w:rsidR="006D5AD3" w:rsidRPr="008B4CCD" w:rsidRDefault="006D5AD3" w:rsidP="000D3D46">
      <w:pPr>
        <w:jc w:val="both"/>
        <w:rPr>
          <w:sz w:val="28"/>
          <w:szCs w:val="28"/>
        </w:rPr>
      </w:pPr>
    </w:p>
    <w:p w:rsidR="006D5AD3" w:rsidRPr="008B4CCD" w:rsidRDefault="006D5AD3" w:rsidP="000D3D46">
      <w:pPr>
        <w:jc w:val="both"/>
        <w:rPr>
          <w:sz w:val="28"/>
          <w:szCs w:val="28"/>
        </w:rPr>
      </w:pPr>
    </w:p>
    <w:p w:rsidR="006D5AD3" w:rsidRPr="006D35EF" w:rsidRDefault="006D5AD3" w:rsidP="00FA2377">
      <w:pPr>
        <w:rPr>
          <w:sz w:val="28"/>
          <w:szCs w:val="28"/>
        </w:rPr>
      </w:pPr>
      <w:r>
        <w:rPr>
          <w:sz w:val="28"/>
          <w:szCs w:val="28"/>
        </w:rPr>
        <w:t>«06</w:t>
      </w:r>
      <w:r w:rsidRPr="006D35EF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</w:t>
      </w:r>
      <w:smartTag w:uri="urn:schemas-microsoft-com:office:smarttags" w:element="metricconverter">
        <w:smartTagPr>
          <w:attr w:name="ProductID" w:val="2013 г"/>
        </w:smartTagPr>
        <w:r w:rsidRPr="006D35EF">
          <w:rPr>
            <w:sz w:val="28"/>
            <w:szCs w:val="28"/>
          </w:rPr>
          <w:t>20</w:t>
        </w:r>
        <w:r>
          <w:rPr>
            <w:color w:val="000000"/>
            <w:sz w:val="28"/>
            <w:szCs w:val="28"/>
            <w:lang w:val="en-US"/>
          </w:rPr>
          <w:t>1</w:t>
        </w:r>
        <w:r>
          <w:rPr>
            <w:color w:val="000000"/>
            <w:sz w:val="28"/>
            <w:szCs w:val="28"/>
          </w:rPr>
          <w:t xml:space="preserve">3 </w:t>
        </w:r>
        <w:r w:rsidRPr="006D35EF">
          <w:rPr>
            <w:sz w:val="28"/>
            <w:szCs w:val="28"/>
          </w:rPr>
          <w:t>г</w:t>
        </w:r>
      </w:smartTag>
      <w:r w:rsidRPr="006D35EF">
        <w:rPr>
          <w:sz w:val="28"/>
          <w:szCs w:val="28"/>
        </w:rPr>
        <w:t>.</w:t>
      </w:r>
    </w:p>
    <w:p w:rsidR="006D5AD3" w:rsidRDefault="006D5AD3" w:rsidP="00FA2377">
      <w:pPr>
        <w:rPr>
          <w:sz w:val="28"/>
          <w:szCs w:val="28"/>
        </w:rPr>
      </w:pPr>
    </w:p>
    <w:p w:rsidR="006D5AD3" w:rsidRDefault="006D5AD3" w:rsidP="00FA2377">
      <w:r w:rsidRPr="006D35EF">
        <w:rPr>
          <w:sz w:val="28"/>
          <w:szCs w:val="28"/>
        </w:rPr>
        <w:t>№</w:t>
      </w:r>
      <w:r>
        <w:rPr>
          <w:sz w:val="28"/>
          <w:szCs w:val="28"/>
        </w:rPr>
        <w:t xml:space="preserve"> 4-з</w:t>
      </w:r>
    </w:p>
    <w:p w:rsidR="006D5AD3" w:rsidRPr="008B4CCD" w:rsidRDefault="006D5AD3" w:rsidP="00563F91">
      <w:pPr>
        <w:pStyle w:val="21"/>
        <w:ind w:firstLine="720"/>
        <w:jc w:val="both"/>
        <w:rPr>
          <w:szCs w:val="28"/>
        </w:rPr>
      </w:pPr>
    </w:p>
    <w:sectPr w:rsidR="006D5AD3" w:rsidRPr="008B4CCD" w:rsidSect="00BF3189">
      <w:headerReference w:type="even" r:id="rId7"/>
      <w:headerReference w:type="default" r:id="rId8"/>
      <w:pgSz w:w="11906" w:h="16838" w:code="9"/>
      <w:pgMar w:top="1134" w:right="851" w:bottom="719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D3" w:rsidRDefault="006D5AD3">
      <w:r>
        <w:separator/>
      </w:r>
    </w:p>
  </w:endnote>
  <w:endnote w:type="continuationSeparator" w:id="0">
    <w:p w:rsidR="006D5AD3" w:rsidRDefault="006D5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D3" w:rsidRDefault="006D5AD3">
      <w:r>
        <w:separator/>
      </w:r>
    </w:p>
  </w:footnote>
  <w:footnote w:type="continuationSeparator" w:id="0">
    <w:p w:rsidR="006D5AD3" w:rsidRDefault="006D5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D3" w:rsidRDefault="006D5A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D5AD3" w:rsidRDefault="006D5A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D3" w:rsidRDefault="006D5A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D5AD3" w:rsidRDefault="006D5AD3">
    <w:pPr>
      <w:pStyle w:val="Header"/>
    </w:pPr>
  </w:p>
  <w:p w:rsidR="006D5AD3" w:rsidRDefault="006D5A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9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0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4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7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8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2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3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4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5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7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29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0"/>
  </w:num>
  <w:num w:numId="2">
    <w:abstractNumId w:val="5"/>
  </w:num>
  <w:num w:numId="3">
    <w:abstractNumId w:val="17"/>
  </w:num>
  <w:num w:numId="4">
    <w:abstractNumId w:val="29"/>
  </w:num>
  <w:num w:numId="5">
    <w:abstractNumId w:val="12"/>
  </w:num>
  <w:num w:numId="6">
    <w:abstractNumId w:val="27"/>
  </w:num>
  <w:num w:numId="7">
    <w:abstractNumId w:val="28"/>
  </w:num>
  <w:num w:numId="8">
    <w:abstractNumId w:val="4"/>
  </w:num>
  <w:num w:numId="9">
    <w:abstractNumId w:val="19"/>
  </w:num>
  <w:num w:numId="10">
    <w:abstractNumId w:val="25"/>
  </w:num>
  <w:num w:numId="11">
    <w:abstractNumId w:val="18"/>
  </w:num>
  <w:num w:numId="12">
    <w:abstractNumId w:val="1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9"/>
  </w:num>
  <w:num w:numId="15">
    <w:abstractNumId w:val="23"/>
  </w:num>
  <w:num w:numId="16">
    <w:abstractNumId w:val="16"/>
  </w:num>
  <w:num w:numId="17">
    <w:abstractNumId w:val="2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22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6"/>
  </w:num>
  <w:num w:numId="26">
    <w:abstractNumId w:val="15"/>
  </w:num>
  <w:num w:numId="27">
    <w:abstractNumId w:val="20"/>
  </w:num>
  <w:num w:numId="28">
    <w:abstractNumId w:val="11"/>
  </w:num>
  <w:num w:numId="29">
    <w:abstractNumId w:val="7"/>
  </w:num>
  <w:num w:numId="30">
    <w:abstractNumId w:val="21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2501"/>
    <w:rsid w:val="0000044B"/>
    <w:rsid w:val="00001440"/>
    <w:rsid w:val="0000195D"/>
    <w:rsid w:val="00001982"/>
    <w:rsid w:val="00001C7B"/>
    <w:rsid w:val="0000688C"/>
    <w:rsid w:val="00007BAD"/>
    <w:rsid w:val="00010486"/>
    <w:rsid w:val="000112FD"/>
    <w:rsid w:val="00012956"/>
    <w:rsid w:val="000160BA"/>
    <w:rsid w:val="000246DF"/>
    <w:rsid w:val="000249B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072"/>
    <w:rsid w:val="0005748D"/>
    <w:rsid w:val="000601EF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D21"/>
    <w:rsid w:val="000A333C"/>
    <w:rsid w:val="000A54F1"/>
    <w:rsid w:val="000A643E"/>
    <w:rsid w:val="000A6B6C"/>
    <w:rsid w:val="000B0AF0"/>
    <w:rsid w:val="000B332A"/>
    <w:rsid w:val="000B3D4A"/>
    <w:rsid w:val="000B5FA5"/>
    <w:rsid w:val="000B744D"/>
    <w:rsid w:val="000C1718"/>
    <w:rsid w:val="000C508D"/>
    <w:rsid w:val="000C555D"/>
    <w:rsid w:val="000C67A5"/>
    <w:rsid w:val="000C770A"/>
    <w:rsid w:val="000D063E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2A8B"/>
    <w:rsid w:val="00123E3E"/>
    <w:rsid w:val="001270ED"/>
    <w:rsid w:val="00127BF3"/>
    <w:rsid w:val="001306C7"/>
    <w:rsid w:val="0013312D"/>
    <w:rsid w:val="001340DF"/>
    <w:rsid w:val="00135303"/>
    <w:rsid w:val="0013588D"/>
    <w:rsid w:val="00136A42"/>
    <w:rsid w:val="00143790"/>
    <w:rsid w:val="00146B8E"/>
    <w:rsid w:val="00147257"/>
    <w:rsid w:val="00147378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76AC"/>
    <w:rsid w:val="0017039A"/>
    <w:rsid w:val="00170C34"/>
    <w:rsid w:val="0017249A"/>
    <w:rsid w:val="00175F91"/>
    <w:rsid w:val="00176A94"/>
    <w:rsid w:val="00176C0E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23A9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2EB9"/>
    <w:rsid w:val="001C3485"/>
    <w:rsid w:val="001C4219"/>
    <w:rsid w:val="001C4311"/>
    <w:rsid w:val="001C6250"/>
    <w:rsid w:val="001C6A91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5784"/>
    <w:rsid w:val="001F5D3A"/>
    <w:rsid w:val="001F6886"/>
    <w:rsid w:val="001F705F"/>
    <w:rsid w:val="001F71F8"/>
    <w:rsid w:val="001F785F"/>
    <w:rsid w:val="002016DB"/>
    <w:rsid w:val="0020199A"/>
    <w:rsid w:val="002071D7"/>
    <w:rsid w:val="002105F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487"/>
    <w:rsid w:val="0022799B"/>
    <w:rsid w:val="00233BE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510D"/>
    <w:rsid w:val="002C6537"/>
    <w:rsid w:val="002C6C50"/>
    <w:rsid w:val="002C7149"/>
    <w:rsid w:val="002D3666"/>
    <w:rsid w:val="002D43CF"/>
    <w:rsid w:val="002D5492"/>
    <w:rsid w:val="002D6542"/>
    <w:rsid w:val="002E1397"/>
    <w:rsid w:val="002E2EDC"/>
    <w:rsid w:val="002E439C"/>
    <w:rsid w:val="002E4B35"/>
    <w:rsid w:val="002E7790"/>
    <w:rsid w:val="002F0BB0"/>
    <w:rsid w:val="002F2F8A"/>
    <w:rsid w:val="002F490C"/>
    <w:rsid w:val="002F52D5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866"/>
    <w:rsid w:val="003643BD"/>
    <w:rsid w:val="00367578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76E3F"/>
    <w:rsid w:val="00481E60"/>
    <w:rsid w:val="00483644"/>
    <w:rsid w:val="00485032"/>
    <w:rsid w:val="00485451"/>
    <w:rsid w:val="004945E8"/>
    <w:rsid w:val="00496A37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867"/>
    <w:rsid w:val="00593E95"/>
    <w:rsid w:val="005954D0"/>
    <w:rsid w:val="005A6156"/>
    <w:rsid w:val="005B08F6"/>
    <w:rsid w:val="005B46FD"/>
    <w:rsid w:val="005B4E4A"/>
    <w:rsid w:val="005B63EA"/>
    <w:rsid w:val="005C2AB1"/>
    <w:rsid w:val="005C485C"/>
    <w:rsid w:val="005C53A6"/>
    <w:rsid w:val="005C6A48"/>
    <w:rsid w:val="005C7460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E64C3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ED"/>
    <w:rsid w:val="0061568A"/>
    <w:rsid w:val="00616B16"/>
    <w:rsid w:val="00620B15"/>
    <w:rsid w:val="0062232B"/>
    <w:rsid w:val="00624C8D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E9B"/>
    <w:rsid w:val="006549D4"/>
    <w:rsid w:val="0066175F"/>
    <w:rsid w:val="006618A5"/>
    <w:rsid w:val="00663A7A"/>
    <w:rsid w:val="0066458E"/>
    <w:rsid w:val="00666152"/>
    <w:rsid w:val="00667AC1"/>
    <w:rsid w:val="00667B7D"/>
    <w:rsid w:val="00670E9F"/>
    <w:rsid w:val="00671B8B"/>
    <w:rsid w:val="0067383C"/>
    <w:rsid w:val="00673F2B"/>
    <w:rsid w:val="006752FA"/>
    <w:rsid w:val="006754BF"/>
    <w:rsid w:val="00680BAC"/>
    <w:rsid w:val="00684B2C"/>
    <w:rsid w:val="00686C2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0623"/>
    <w:rsid w:val="006B389E"/>
    <w:rsid w:val="006B3947"/>
    <w:rsid w:val="006B645A"/>
    <w:rsid w:val="006B66A1"/>
    <w:rsid w:val="006B675E"/>
    <w:rsid w:val="006B69A3"/>
    <w:rsid w:val="006C02AC"/>
    <w:rsid w:val="006C0640"/>
    <w:rsid w:val="006C2EF3"/>
    <w:rsid w:val="006C4A81"/>
    <w:rsid w:val="006C4EAA"/>
    <w:rsid w:val="006C5824"/>
    <w:rsid w:val="006C5C3F"/>
    <w:rsid w:val="006C7439"/>
    <w:rsid w:val="006C79BF"/>
    <w:rsid w:val="006D0CCA"/>
    <w:rsid w:val="006D35EF"/>
    <w:rsid w:val="006D368B"/>
    <w:rsid w:val="006D3DD2"/>
    <w:rsid w:val="006D4ADF"/>
    <w:rsid w:val="006D5AD3"/>
    <w:rsid w:val="006D60D2"/>
    <w:rsid w:val="006D6892"/>
    <w:rsid w:val="006E0A9E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80E34"/>
    <w:rsid w:val="00781AFE"/>
    <w:rsid w:val="00783E32"/>
    <w:rsid w:val="007844C2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2AFB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7657"/>
    <w:rsid w:val="007F0D49"/>
    <w:rsid w:val="007F0E58"/>
    <w:rsid w:val="007F0E59"/>
    <w:rsid w:val="007F24B9"/>
    <w:rsid w:val="007F274A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902"/>
    <w:rsid w:val="008C625D"/>
    <w:rsid w:val="008C727C"/>
    <w:rsid w:val="008C72D4"/>
    <w:rsid w:val="008D09DE"/>
    <w:rsid w:val="008D16D7"/>
    <w:rsid w:val="008D1AD8"/>
    <w:rsid w:val="008D40D4"/>
    <w:rsid w:val="008D746F"/>
    <w:rsid w:val="008D7BD9"/>
    <w:rsid w:val="008E333A"/>
    <w:rsid w:val="008E4CDA"/>
    <w:rsid w:val="008E762E"/>
    <w:rsid w:val="008F0ED8"/>
    <w:rsid w:val="008F1418"/>
    <w:rsid w:val="008F4681"/>
    <w:rsid w:val="008F7043"/>
    <w:rsid w:val="009001EA"/>
    <w:rsid w:val="00906EC1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E4D"/>
    <w:rsid w:val="009518A2"/>
    <w:rsid w:val="00951CAE"/>
    <w:rsid w:val="0095351C"/>
    <w:rsid w:val="009552AF"/>
    <w:rsid w:val="0095582D"/>
    <w:rsid w:val="00960718"/>
    <w:rsid w:val="00962679"/>
    <w:rsid w:val="00963E74"/>
    <w:rsid w:val="00964807"/>
    <w:rsid w:val="00964C6B"/>
    <w:rsid w:val="009668D4"/>
    <w:rsid w:val="009701CC"/>
    <w:rsid w:val="00971307"/>
    <w:rsid w:val="00972EFF"/>
    <w:rsid w:val="009730ED"/>
    <w:rsid w:val="00973FDD"/>
    <w:rsid w:val="00976A7B"/>
    <w:rsid w:val="00980C68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6D5"/>
    <w:rsid w:val="00A01CC6"/>
    <w:rsid w:val="00A059F5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1B2"/>
    <w:rsid w:val="00A372F0"/>
    <w:rsid w:val="00A3784E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0350"/>
    <w:rsid w:val="00A8252B"/>
    <w:rsid w:val="00A82740"/>
    <w:rsid w:val="00A83F5B"/>
    <w:rsid w:val="00A84E3D"/>
    <w:rsid w:val="00A87E33"/>
    <w:rsid w:val="00A92253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ED4"/>
    <w:rsid w:val="00B01386"/>
    <w:rsid w:val="00B024E1"/>
    <w:rsid w:val="00B02704"/>
    <w:rsid w:val="00B048DE"/>
    <w:rsid w:val="00B06A57"/>
    <w:rsid w:val="00B06D5D"/>
    <w:rsid w:val="00B073F0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4A8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607"/>
    <w:rsid w:val="00BB590B"/>
    <w:rsid w:val="00BB5F30"/>
    <w:rsid w:val="00BB64AB"/>
    <w:rsid w:val="00BC1289"/>
    <w:rsid w:val="00BC19AE"/>
    <w:rsid w:val="00BC3C7A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189"/>
    <w:rsid w:val="00BF3AED"/>
    <w:rsid w:val="00BF478A"/>
    <w:rsid w:val="00BF51EC"/>
    <w:rsid w:val="00BF68D0"/>
    <w:rsid w:val="00C00F6A"/>
    <w:rsid w:val="00C043D9"/>
    <w:rsid w:val="00C04F1F"/>
    <w:rsid w:val="00C05779"/>
    <w:rsid w:val="00C05E7F"/>
    <w:rsid w:val="00C05F0B"/>
    <w:rsid w:val="00C06CE6"/>
    <w:rsid w:val="00C11ACA"/>
    <w:rsid w:val="00C12F8A"/>
    <w:rsid w:val="00C1421E"/>
    <w:rsid w:val="00C15FCB"/>
    <w:rsid w:val="00C16EE4"/>
    <w:rsid w:val="00C2115B"/>
    <w:rsid w:val="00C21933"/>
    <w:rsid w:val="00C2439F"/>
    <w:rsid w:val="00C26C56"/>
    <w:rsid w:val="00C272F0"/>
    <w:rsid w:val="00C274EC"/>
    <w:rsid w:val="00C31A65"/>
    <w:rsid w:val="00C32968"/>
    <w:rsid w:val="00C33CDB"/>
    <w:rsid w:val="00C3491F"/>
    <w:rsid w:val="00C34D5C"/>
    <w:rsid w:val="00C36B26"/>
    <w:rsid w:val="00C371A6"/>
    <w:rsid w:val="00C41615"/>
    <w:rsid w:val="00C43563"/>
    <w:rsid w:val="00C43D88"/>
    <w:rsid w:val="00C45B31"/>
    <w:rsid w:val="00C503BF"/>
    <w:rsid w:val="00C5094D"/>
    <w:rsid w:val="00C5097E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5495"/>
    <w:rsid w:val="00C8677B"/>
    <w:rsid w:val="00C90231"/>
    <w:rsid w:val="00C93895"/>
    <w:rsid w:val="00C93DAC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0ABD"/>
    <w:rsid w:val="00CC26AB"/>
    <w:rsid w:val="00CC29BD"/>
    <w:rsid w:val="00CC54F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F2B6F"/>
    <w:rsid w:val="00D001AC"/>
    <w:rsid w:val="00D00AC2"/>
    <w:rsid w:val="00D025DE"/>
    <w:rsid w:val="00D0482A"/>
    <w:rsid w:val="00D05B9E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E1A"/>
    <w:rsid w:val="00D65092"/>
    <w:rsid w:val="00D6517A"/>
    <w:rsid w:val="00D65999"/>
    <w:rsid w:val="00D65B5B"/>
    <w:rsid w:val="00D65EFC"/>
    <w:rsid w:val="00D6771D"/>
    <w:rsid w:val="00D70D32"/>
    <w:rsid w:val="00D72C5B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C0143"/>
    <w:rsid w:val="00DC01F4"/>
    <w:rsid w:val="00DC0D11"/>
    <w:rsid w:val="00DC2DF9"/>
    <w:rsid w:val="00DC4037"/>
    <w:rsid w:val="00DC73F6"/>
    <w:rsid w:val="00DC7A8C"/>
    <w:rsid w:val="00DD13FA"/>
    <w:rsid w:val="00DD26A1"/>
    <w:rsid w:val="00DD7C09"/>
    <w:rsid w:val="00DE0D08"/>
    <w:rsid w:val="00DE2B1D"/>
    <w:rsid w:val="00DE2FFC"/>
    <w:rsid w:val="00DE395E"/>
    <w:rsid w:val="00DE4533"/>
    <w:rsid w:val="00DE4E85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4B73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69B3"/>
    <w:rsid w:val="00ED6DCA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A07C6"/>
    <w:rsid w:val="00FA0CBB"/>
    <w:rsid w:val="00FA2377"/>
    <w:rsid w:val="00FA27CE"/>
    <w:rsid w:val="00FA67A3"/>
    <w:rsid w:val="00FB0349"/>
    <w:rsid w:val="00FB59A2"/>
    <w:rsid w:val="00FB6C25"/>
    <w:rsid w:val="00FB7ED1"/>
    <w:rsid w:val="00FC2F35"/>
    <w:rsid w:val="00FC341F"/>
    <w:rsid w:val="00FC6040"/>
    <w:rsid w:val="00FC7490"/>
    <w:rsid w:val="00FC762A"/>
    <w:rsid w:val="00FD1F1C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D1E1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Normal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D1E1F"/>
    <w:pPr>
      <w:ind w:firstLine="54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91D00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Normal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65C3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CD1E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517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rsid w:val="00CD1E1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65C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Normal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DefaultParagraphFont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Normal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CommentReference">
    <w:name w:val="annotation reference"/>
    <w:basedOn w:val="DefaultParagraphFont"/>
    <w:uiPriority w:val="99"/>
    <w:semiHidden/>
    <w:rsid w:val="00CD1E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D1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965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D1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965C3"/>
    <w:rPr>
      <w:b/>
      <w:bCs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CD1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Normal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"/>
    <w:basedOn w:val="Normal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BodyText3">
    <w:name w:val="Body Text 3"/>
    <w:basedOn w:val="Normal"/>
    <w:link w:val="BodyText3Char"/>
    <w:uiPriority w:val="99"/>
    <w:semiHidden/>
    <w:rsid w:val="00CD1E1F"/>
    <w:pPr>
      <w:jc w:val="center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">
    <w:name w:val="Основной текст с отступом 22"/>
    <w:basedOn w:val="Normal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NoSpacing">
    <w:name w:val="No Spacing"/>
    <w:uiPriority w:val="99"/>
    <w:qFormat/>
    <w:rsid w:val="00F36F78"/>
    <w:rPr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TableGrid">
    <w:name w:val="Table Grid"/>
    <w:basedOn w:val="TableNormal"/>
    <w:uiPriority w:val="9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76C0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5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5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5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5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55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55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55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55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553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2</Pages>
  <Words>331</Words>
  <Characters>1887</Characters>
  <Application>Microsoft Office Outlook</Application>
  <DocSecurity>0</DocSecurity>
  <Lines>0</Lines>
  <Paragraphs>0</Paragraphs>
  <ScaleCrop>false</ScaleCrop>
  <Company>Департамент Финансов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Гужов Максим Владимирович</dc:creator>
  <cp:keywords/>
  <dc:description/>
  <cp:lastModifiedBy>chernova</cp:lastModifiedBy>
  <cp:revision>11</cp:revision>
  <cp:lastPrinted>2013-03-05T05:53:00Z</cp:lastPrinted>
  <dcterms:created xsi:type="dcterms:W3CDTF">2013-02-28T08:58:00Z</dcterms:created>
  <dcterms:modified xsi:type="dcterms:W3CDTF">2013-03-06T10:43:00Z</dcterms:modified>
</cp:coreProperties>
</file>