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49D5" w:rsidRPr="000F49D5" w:rsidTr="000F49D5">
        <w:tc>
          <w:tcPr>
            <w:tcW w:w="426" w:type="dxa"/>
            <w:vAlign w:val="bottom"/>
            <w:hideMark/>
          </w:tcPr>
          <w:p w:rsidR="000F49D5" w:rsidRPr="000F49D5" w:rsidRDefault="000F49D5" w:rsidP="000F49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0F49D5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49D5" w:rsidRPr="000F49D5" w:rsidRDefault="000F49D5" w:rsidP="000F49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0F49D5">
              <w:rPr>
                <w:rFonts w:ascii="Times New Roman" w:hAnsi="Times New Roman"/>
                <w:sz w:val="28"/>
                <w:szCs w:val="28"/>
              </w:rPr>
              <w:t>26.03.2019</w:t>
            </w:r>
          </w:p>
        </w:tc>
        <w:tc>
          <w:tcPr>
            <w:tcW w:w="4111" w:type="dxa"/>
            <w:vAlign w:val="bottom"/>
          </w:tcPr>
          <w:p w:rsidR="000F49D5" w:rsidRPr="000F49D5" w:rsidRDefault="000F49D5" w:rsidP="000F49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F49D5" w:rsidRPr="000F49D5" w:rsidRDefault="000F49D5" w:rsidP="000F49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0F49D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F49D5" w:rsidRPr="000F49D5" w:rsidRDefault="000F49D5" w:rsidP="000F49D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bookmarkStart w:id="0" w:name="_GoBack"/>
            <w:bookmarkEnd w:id="0"/>
          </w:p>
        </w:tc>
      </w:tr>
    </w:tbl>
    <w:p w:rsidR="00C0703A" w:rsidRPr="00C0703A" w:rsidRDefault="00C0703A" w:rsidP="00C07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0703A" w:rsidRPr="00C0703A" w:rsidRDefault="00C0703A" w:rsidP="00C070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74DD9" w:rsidRPr="00C0703A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 xml:space="preserve">Об обращении Законодательного Собрания </w:t>
      </w:r>
    </w:p>
    <w:p w:rsidR="00974DD9" w:rsidRPr="00C0703A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 xml:space="preserve">Республики Карелия к Министру энергетики </w:t>
      </w:r>
    </w:p>
    <w:p w:rsidR="00974DD9" w:rsidRPr="00C0703A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 xml:space="preserve">Российской Федерации </w:t>
      </w:r>
      <w:proofErr w:type="spellStart"/>
      <w:r w:rsidRPr="00C0703A">
        <w:rPr>
          <w:rFonts w:ascii="Times New Roman" w:hAnsi="Times New Roman"/>
          <w:sz w:val="28"/>
          <w:szCs w:val="28"/>
        </w:rPr>
        <w:t>Новаку</w:t>
      </w:r>
      <w:proofErr w:type="spellEnd"/>
      <w:r w:rsidRPr="00C0703A">
        <w:rPr>
          <w:rFonts w:ascii="Times New Roman" w:hAnsi="Times New Roman"/>
          <w:sz w:val="28"/>
          <w:szCs w:val="28"/>
        </w:rPr>
        <w:t xml:space="preserve"> А.В. </w:t>
      </w:r>
    </w:p>
    <w:p w:rsidR="00974DD9" w:rsidRPr="00C0703A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 xml:space="preserve">по вопросу развития в Российской Федерации </w:t>
      </w:r>
    </w:p>
    <w:p w:rsidR="00274EB9" w:rsidRPr="00C0703A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>рынка газомоторного топлива</w:t>
      </w:r>
    </w:p>
    <w:p w:rsidR="00974DD9" w:rsidRDefault="00974DD9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0703A" w:rsidRPr="00C0703A" w:rsidRDefault="00C0703A" w:rsidP="00C070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C0703A" w:rsidRDefault="005F2DEE" w:rsidP="00C07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0703A" w:rsidRDefault="005F2DEE" w:rsidP="00C070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C0703A" w:rsidRDefault="005F2DEE" w:rsidP="00C07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0703A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0703A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0703A" w:rsidRDefault="00A414F5" w:rsidP="00C0703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C0703A" w:rsidRDefault="00210594" w:rsidP="00C0703A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0703A">
        <w:rPr>
          <w:rFonts w:ascii="Times New Roman" w:hAnsi="Times New Roman"/>
          <w:sz w:val="28"/>
          <w:szCs w:val="28"/>
        </w:rPr>
        <w:t xml:space="preserve">1. </w:t>
      </w:r>
      <w:r w:rsidRPr="00C0703A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Законодательного Собрания Республики К</w:t>
      </w:r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релия к Министру энергетики Российской Федерации </w:t>
      </w:r>
      <w:proofErr w:type="spellStart"/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Новаку</w:t>
      </w:r>
      <w:proofErr w:type="spellEnd"/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А.В. по вопр</w:t>
      </w:r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974DD9" w:rsidRPr="00C070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 развития в Российской Федерации рынка газомоторного топлива.</w:t>
      </w:r>
    </w:p>
    <w:p w:rsidR="005F2DEE" w:rsidRPr="00C0703A" w:rsidRDefault="00545F83" w:rsidP="00C0703A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703A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974DD9" w:rsidRPr="00C0703A">
        <w:rPr>
          <w:rFonts w:ascii="Times New Roman" w:hAnsi="Times New Roman"/>
          <w:sz w:val="28"/>
          <w:szCs w:val="28"/>
          <w:lang w:eastAsia="ru-RU"/>
        </w:rPr>
        <w:t>Постановление в Законодательное Собрание Республики Карелия.</w:t>
      </w:r>
    </w:p>
    <w:p w:rsidR="00D80713" w:rsidRPr="00C0703A" w:rsidRDefault="001461DF" w:rsidP="00C0703A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03A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C0703A" w:rsidRDefault="00D80713" w:rsidP="00C070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0703A" w:rsidRDefault="00D80713" w:rsidP="00C070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0703A" w:rsidRDefault="00333E0D" w:rsidP="00C070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0703A" w:rsidRDefault="00D80713" w:rsidP="00C0703A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703A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0703A" w:rsidRDefault="00D80713" w:rsidP="00C0703A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0703A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C070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C0703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C0703A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C0703A" w:rsidSect="00C0703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0F49D5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0703A"/>
    <w:rsid w:val="00C201F2"/>
    <w:rsid w:val="00C2721C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70CB-519D-44B1-9F97-7637B999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69</cp:revision>
  <cp:lastPrinted>2017-11-09T06:25:00Z</cp:lastPrinted>
  <dcterms:created xsi:type="dcterms:W3CDTF">2014-01-31T07:50:00Z</dcterms:created>
  <dcterms:modified xsi:type="dcterms:W3CDTF">2019-03-28T08:20:00Z</dcterms:modified>
</cp:coreProperties>
</file>