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A438B2" w:rsidTr="007C24DF">
        <w:tc>
          <w:tcPr>
            <w:tcW w:w="709" w:type="dxa"/>
          </w:tcPr>
          <w:p w:rsidR="00A438B2" w:rsidRDefault="00A438B2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38B2" w:rsidRDefault="00A438B2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12.12.2011</w:t>
            </w:r>
          </w:p>
        </w:tc>
        <w:tc>
          <w:tcPr>
            <w:tcW w:w="3260" w:type="dxa"/>
          </w:tcPr>
          <w:p w:rsidR="00A438B2" w:rsidRDefault="00A438B2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779" w:type="dxa"/>
          </w:tcPr>
          <w:p w:rsidR="00A438B2" w:rsidRDefault="00A438B2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38B2" w:rsidRDefault="00A438B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211</w:t>
            </w:r>
          </w:p>
        </w:tc>
      </w:tr>
    </w:tbl>
    <w:p w:rsidR="00A438B2" w:rsidRDefault="00A438B2" w:rsidP="0087166F">
      <w:pPr>
        <w:pStyle w:val="Heading1"/>
        <w:rPr>
          <w:sz w:val="28"/>
          <w:szCs w:val="28"/>
        </w:rPr>
      </w:pPr>
    </w:p>
    <w:p w:rsidR="00A438B2" w:rsidRDefault="00A438B2" w:rsidP="0087166F">
      <w:pPr>
        <w:pStyle w:val="Heading1"/>
        <w:rPr>
          <w:sz w:val="28"/>
          <w:szCs w:val="28"/>
        </w:rPr>
      </w:pPr>
    </w:p>
    <w:p w:rsidR="00A438B2" w:rsidRDefault="00A438B2" w:rsidP="0087166F">
      <w:pPr>
        <w:pStyle w:val="Heading1"/>
        <w:rPr>
          <w:sz w:val="28"/>
          <w:szCs w:val="28"/>
        </w:rPr>
      </w:pPr>
    </w:p>
    <w:p w:rsidR="00A438B2" w:rsidRPr="008E508C" w:rsidRDefault="00A438B2" w:rsidP="0087166F">
      <w:pPr>
        <w:pStyle w:val="Heading1"/>
        <w:rPr>
          <w:sz w:val="28"/>
          <w:szCs w:val="28"/>
        </w:rPr>
      </w:pPr>
      <w:r w:rsidRPr="008E508C">
        <w:rPr>
          <w:sz w:val="28"/>
          <w:szCs w:val="28"/>
        </w:rPr>
        <w:t>О Законе Ярославской области</w:t>
      </w:r>
    </w:p>
    <w:p w:rsidR="00A438B2" w:rsidRPr="008E508C" w:rsidRDefault="00A438B2" w:rsidP="0087166F">
      <w:pPr>
        <w:pStyle w:val="Heading5"/>
        <w:ind w:firstLine="0"/>
        <w:jc w:val="left"/>
        <w:rPr>
          <w:b w:val="0"/>
          <w:sz w:val="28"/>
          <w:szCs w:val="28"/>
        </w:rPr>
      </w:pPr>
      <w:r w:rsidRPr="008E508C">
        <w:rPr>
          <w:b w:val="0"/>
          <w:sz w:val="28"/>
          <w:szCs w:val="28"/>
        </w:rPr>
        <w:t xml:space="preserve">«О внесении изменений в законы </w:t>
      </w:r>
    </w:p>
    <w:p w:rsidR="00A438B2" w:rsidRPr="008E508C" w:rsidRDefault="00A438B2" w:rsidP="0087166F">
      <w:pPr>
        <w:pStyle w:val="Heading5"/>
        <w:ind w:firstLine="0"/>
        <w:jc w:val="left"/>
        <w:rPr>
          <w:b w:val="0"/>
          <w:sz w:val="28"/>
          <w:szCs w:val="28"/>
        </w:rPr>
      </w:pPr>
      <w:r w:rsidRPr="008E508C">
        <w:rPr>
          <w:b w:val="0"/>
          <w:sz w:val="28"/>
          <w:szCs w:val="28"/>
        </w:rPr>
        <w:t xml:space="preserve">Ярославской области «Об административных </w:t>
      </w:r>
    </w:p>
    <w:p w:rsidR="00A438B2" w:rsidRPr="008E508C" w:rsidRDefault="00A438B2" w:rsidP="0087166F">
      <w:pPr>
        <w:pStyle w:val="Heading5"/>
        <w:ind w:firstLine="0"/>
        <w:jc w:val="left"/>
        <w:rPr>
          <w:b w:val="0"/>
          <w:sz w:val="28"/>
          <w:szCs w:val="28"/>
        </w:rPr>
      </w:pPr>
      <w:r w:rsidRPr="008E508C">
        <w:rPr>
          <w:b w:val="0"/>
          <w:sz w:val="28"/>
          <w:szCs w:val="28"/>
        </w:rPr>
        <w:t xml:space="preserve">комиссиях в Ярославской области» и «О наделении </w:t>
      </w:r>
    </w:p>
    <w:p w:rsidR="00A438B2" w:rsidRPr="008E508C" w:rsidRDefault="00A438B2" w:rsidP="0087166F">
      <w:pPr>
        <w:pStyle w:val="Heading5"/>
        <w:ind w:firstLine="0"/>
        <w:jc w:val="left"/>
        <w:rPr>
          <w:b w:val="0"/>
          <w:sz w:val="28"/>
          <w:szCs w:val="28"/>
        </w:rPr>
      </w:pPr>
      <w:r w:rsidRPr="008E508C">
        <w:rPr>
          <w:b w:val="0"/>
          <w:sz w:val="28"/>
          <w:szCs w:val="28"/>
        </w:rPr>
        <w:t xml:space="preserve">органов местного самоуправления государственными </w:t>
      </w:r>
    </w:p>
    <w:p w:rsidR="00A438B2" w:rsidRPr="008E508C" w:rsidRDefault="00A438B2" w:rsidP="0087166F">
      <w:pPr>
        <w:pStyle w:val="Heading5"/>
        <w:ind w:firstLine="0"/>
        <w:jc w:val="left"/>
        <w:rPr>
          <w:b w:val="0"/>
          <w:sz w:val="28"/>
          <w:szCs w:val="28"/>
        </w:rPr>
      </w:pPr>
      <w:r w:rsidRPr="008E508C">
        <w:rPr>
          <w:b w:val="0"/>
          <w:sz w:val="28"/>
          <w:szCs w:val="28"/>
        </w:rPr>
        <w:t>полномочиями Ярославской области»</w:t>
      </w:r>
      <w:r w:rsidRPr="008E508C">
        <w:rPr>
          <w:b w:val="0"/>
          <w:i/>
          <w:color w:val="000000"/>
          <w:sz w:val="28"/>
          <w:szCs w:val="28"/>
        </w:rPr>
        <w:t xml:space="preserve">  </w:t>
      </w:r>
    </w:p>
    <w:p w:rsidR="00A438B2" w:rsidRPr="008E508C" w:rsidRDefault="00A438B2" w:rsidP="00164FBA">
      <w:pPr>
        <w:pStyle w:val="BodyTextIndent"/>
        <w:ind w:left="0" w:firstLine="709"/>
        <w:jc w:val="both"/>
        <w:rPr>
          <w:sz w:val="28"/>
          <w:szCs w:val="28"/>
        </w:rPr>
      </w:pPr>
    </w:p>
    <w:p w:rsidR="00A438B2" w:rsidRPr="008E508C" w:rsidRDefault="00A438B2" w:rsidP="00164FBA">
      <w:pPr>
        <w:pStyle w:val="BodyTextIndent"/>
        <w:ind w:left="0" w:firstLine="709"/>
        <w:jc w:val="both"/>
        <w:rPr>
          <w:sz w:val="28"/>
          <w:szCs w:val="28"/>
        </w:rPr>
      </w:pPr>
    </w:p>
    <w:p w:rsidR="00A438B2" w:rsidRPr="008E508C" w:rsidRDefault="00A438B2" w:rsidP="00164FBA">
      <w:pPr>
        <w:pStyle w:val="BodyTextIndent"/>
        <w:ind w:left="0" w:firstLine="709"/>
        <w:jc w:val="both"/>
        <w:rPr>
          <w:sz w:val="28"/>
          <w:szCs w:val="28"/>
        </w:rPr>
      </w:pPr>
      <w:r w:rsidRPr="008E508C">
        <w:rPr>
          <w:sz w:val="28"/>
          <w:szCs w:val="28"/>
        </w:rPr>
        <w:t>Ярославская областная Дума</w:t>
      </w:r>
    </w:p>
    <w:p w:rsidR="00A438B2" w:rsidRPr="008E508C" w:rsidRDefault="00A438B2" w:rsidP="00164FBA">
      <w:pPr>
        <w:ind w:firstLine="709"/>
        <w:jc w:val="both"/>
        <w:rPr>
          <w:sz w:val="28"/>
          <w:szCs w:val="28"/>
        </w:rPr>
      </w:pPr>
    </w:p>
    <w:p w:rsidR="00A438B2" w:rsidRPr="008E508C" w:rsidRDefault="00A438B2" w:rsidP="00164FBA">
      <w:pPr>
        <w:ind w:firstLine="709"/>
        <w:jc w:val="center"/>
        <w:rPr>
          <w:b/>
          <w:sz w:val="28"/>
          <w:szCs w:val="28"/>
        </w:rPr>
      </w:pPr>
      <w:r w:rsidRPr="008E508C">
        <w:rPr>
          <w:b/>
          <w:sz w:val="28"/>
          <w:szCs w:val="28"/>
        </w:rPr>
        <w:t>П О С Т А Н О В И Л А:</w:t>
      </w:r>
    </w:p>
    <w:p w:rsidR="00A438B2" w:rsidRPr="008E508C" w:rsidRDefault="00A438B2" w:rsidP="00164FBA">
      <w:pPr>
        <w:ind w:firstLine="709"/>
        <w:jc w:val="center"/>
        <w:rPr>
          <w:b/>
          <w:sz w:val="28"/>
          <w:szCs w:val="28"/>
        </w:rPr>
      </w:pPr>
    </w:p>
    <w:p w:rsidR="00A438B2" w:rsidRPr="008E508C" w:rsidRDefault="00A438B2" w:rsidP="00164FBA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E508C">
        <w:rPr>
          <w:szCs w:val="28"/>
        </w:rPr>
        <w:t>1. Принять Закон Ярославской области «О внесении изменений в зак</w:t>
      </w:r>
      <w:r w:rsidRPr="008E508C">
        <w:rPr>
          <w:szCs w:val="28"/>
        </w:rPr>
        <w:t>о</w:t>
      </w:r>
      <w:r w:rsidRPr="008E508C">
        <w:rPr>
          <w:szCs w:val="28"/>
        </w:rPr>
        <w:t>ны Ярославской области «Об административных комиссиях в Ярославской области» и «О наделении органов местного самоуправления государстве</w:t>
      </w:r>
      <w:r w:rsidRPr="008E508C">
        <w:rPr>
          <w:szCs w:val="28"/>
        </w:rPr>
        <w:t>н</w:t>
      </w:r>
      <w:r w:rsidRPr="008E508C">
        <w:rPr>
          <w:szCs w:val="28"/>
        </w:rPr>
        <w:t>ными полномочиями Ярославской области»</w:t>
      </w:r>
      <w:bookmarkStart w:id="0" w:name="_GoBack"/>
      <w:bookmarkEnd w:id="0"/>
      <w:r w:rsidRPr="008E508C">
        <w:rPr>
          <w:szCs w:val="28"/>
        </w:rPr>
        <w:t>.</w:t>
      </w:r>
    </w:p>
    <w:p w:rsidR="00A438B2" w:rsidRPr="008E508C" w:rsidRDefault="00A438B2" w:rsidP="00164FBA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E508C">
        <w:rPr>
          <w:szCs w:val="28"/>
        </w:rPr>
        <w:t>2. Направить указанный Закон Ярославской области Губернатору Яр</w:t>
      </w:r>
      <w:r w:rsidRPr="008E508C">
        <w:rPr>
          <w:szCs w:val="28"/>
        </w:rPr>
        <w:t>о</w:t>
      </w:r>
      <w:r w:rsidRPr="008E508C">
        <w:rPr>
          <w:szCs w:val="28"/>
        </w:rPr>
        <w:t>славской области для подписания и официального опубликования.</w:t>
      </w:r>
    </w:p>
    <w:p w:rsidR="00A438B2" w:rsidRPr="008E508C" w:rsidRDefault="00A438B2" w:rsidP="00164FBA">
      <w:pPr>
        <w:jc w:val="both"/>
        <w:rPr>
          <w:sz w:val="28"/>
          <w:szCs w:val="28"/>
        </w:rPr>
      </w:pPr>
    </w:p>
    <w:p w:rsidR="00A438B2" w:rsidRPr="008E508C" w:rsidRDefault="00A438B2" w:rsidP="00164FBA">
      <w:pPr>
        <w:jc w:val="both"/>
        <w:rPr>
          <w:sz w:val="28"/>
          <w:szCs w:val="28"/>
        </w:rPr>
      </w:pPr>
    </w:p>
    <w:p w:rsidR="00A438B2" w:rsidRDefault="00A438B2" w:rsidP="00164FBA">
      <w:pPr>
        <w:pStyle w:val="Heading3"/>
        <w:rPr>
          <w:szCs w:val="28"/>
        </w:rPr>
      </w:pPr>
    </w:p>
    <w:p w:rsidR="00A438B2" w:rsidRPr="008E508C" w:rsidRDefault="00A438B2" w:rsidP="00164FBA">
      <w:pPr>
        <w:pStyle w:val="Heading3"/>
        <w:rPr>
          <w:szCs w:val="28"/>
        </w:rPr>
      </w:pPr>
      <w:r w:rsidRPr="008E508C">
        <w:rPr>
          <w:szCs w:val="28"/>
        </w:rPr>
        <w:t>Председатель</w:t>
      </w:r>
    </w:p>
    <w:p w:rsidR="00A438B2" w:rsidRPr="008E508C" w:rsidRDefault="00A438B2" w:rsidP="00164FBA">
      <w:pPr>
        <w:jc w:val="both"/>
        <w:rPr>
          <w:sz w:val="28"/>
          <w:szCs w:val="28"/>
        </w:rPr>
      </w:pPr>
      <w:r w:rsidRPr="008E508C">
        <w:rPr>
          <w:sz w:val="28"/>
          <w:szCs w:val="28"/>
        </w:rPr>
        <w:t>Ярославской областной Думы</w:t>
      </w:r>
      <w:r w:rsidRPr="008E508C">
        <w:rPr>
          <w:sz w:val="28"/>
          <w:szCs w:val="28"/>
        </w:rPr>
        <w:tab/>
      </w:r>
      <w:r w:rsidRPr="008E508C">
        <w:rPr>
          <w:sz w:val="28"/>
          <w:szCs w:val="28"/>
        </w:rPr>
        <w:tab/>
      </w:r>
      <w:r w:rsidRPr="008E508C">
        <w:rPr>
          <w:sz w:val="28"/>
          <w:szCs w:val="28"/>
        </w:rPr>
        <w:tab/>
      </w:r>
      <w:r w:rsidRPr="008E508C">
        <w:rPr>
          <w:sz w:val="28"/>
          <w:szCs w:val="28"/>
        </w:rPr>
        <w:tab/>
        <w:t xml:space="preserve">                В.В. Рогоцкий</w:t>
      </w:r>
    </w:p>
    <w:p w:rsidR="00A438B2" w:rsidRPr="008E508C" w:rsidRDefault="00A438B2" w:rsidP="00164FBA">
      <w:pPr>
        <w:pStyle w:val="Heading3"/>
        <w:rPr>
          <w:szCs w:val="28"/>
        </w:rPr>
      </w:pPr>
    </w:p>
    <w:sectPr w:rsidR="00A438B2" w:rsidRPr="008E508C" w:rsidSect="008E508C">
      <w:pgSz w:w="11906" w:h="16838"/>
      <w:pgMar w:top="3969" w:right="851" w:bottom="1134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8B2" w:rsidRDefault="00A438B2">
      <w:r>
        <w:separator/>
      </w:r>
    </w:p>
  </w:endnote>
  <w:endnote w:type="continuationSeparator" w:id="0">
    <w:p w:rsidR="00A438B2" w:rsidRDefault="00A438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8B2" w:rsidRDefault="00A438B2">
      <w:r>
        <w:separator/>
      </w:r>
    </w:p>
  </w:footnote>
  <w:footnote w:type="continuationSeparator" w:id="0">
    <w:p w:rsidR="00A438B2" w:rsidRDefault="00A438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9266E29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C4EAD31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7D22067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46EC4A4E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47CD8F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A41666E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6334616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8910B72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ED6CDA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729E9C9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DF4930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6CA44C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D804A13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B7D88D7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74160F4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C7C8C9D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DA6AB19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1A0801A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E91C6558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7EAE49C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CB9476C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3FAE5F8A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B498B94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7B7E21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9ACAAAD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67A48B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6172C5B0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A9080B64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5B9E10B2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DA229CE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2674B60A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4E348A22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DEA59F8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0FC1062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02E4DE8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4762090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35048"/>
    <w:rsid w:val="00036605"/>
    <w:rsid w:val="00051F4D"/>
    <w:rsid w:val="00071BCC"/>
    <w:rsid w:val="000761D5"/>
    <w:rsid w:val="00093AC8"/>
    <w:rsid w:val="000B08E6"/>
    <w:rsid w:val="000B4629"/>
    <w:rsid w:val="00100B19"/>
    <w:rsid w:val="00131CAC"/>
    <w:rsid w:val="001332D3"/>
    <w:rsid w:val="00133F94"/>
    <w:rsid w:val="00164FBA"/>
    <w:rsid w:val="001D0361"/>
    <w:rsid w:val="002058C2"/>
    <w:rsid w:val="002341F0"/>
    <w:rsid w:val="00246723"/>
    <w:rsid w:val="00284F62"/>
    <w:rsid w:val="00291ADE"/>
    <w:rsid w:val="00292EA5"/>
    <w:rsid w:val="002C1105"/>
    <w:rsid w:val="002D4492"/>
    <w:rsid w:val="002E49ED"/>
    <w:rsid w:val="002F3D61"/>
    <w:rsid w:val="002F6E5D"/>
    <w:rsid w:val="00316D0A"/>
    <w:rsid w:val="00360F42"/>
    <w:rsid w:val="00366689"/>
    <w:rsid w:val="003746BA"/>
    <w:rsid w:val="00375A8C"/>
    <w:rsid w:val="0038094B"/>
    <w:rsid w:val="003A1D2D"/>
    <w:rsid w:val="003C786E"/>
    <w:rsid w:val="003F4E5E"/>
    <w:rsid w:val="00430CC2"/>
    <w:rsid w:val="00464498"/>
    <w:rsid w:val="00491A51"/>
    <w:rsid w:val="00493D06"/>
    <w:rsid w:val="004A4B4D"/>
    <w:rsid w:val="004C1EDE"/>
    <w:rsid w:val="004D1ADD"/>
    <w:rsid w:val="005241DC"/>
    <w:rsid w:val="005314D4"/>
    <w:rsid w:val="005564C6"/>
    <w:rsid w:val="00566394"/>
    <w:rsid w:val="00585DE9"/>
    <w:rsid w:val="005A2A27"/>
    <w:rsid w:val="005A68FA"/>
    <w:rsid w:val="005E186C"/>
    <w:rsid w:val="005F3860"/>
    <w:rsid w:val="006254C7"/>
    <w:rsid w:val="006305BC"/>
    <w:rsid w:val="00662964"/>
    <w:rsid w:val="006961AD"/>
    <w:rsid w:val="006C0CD5"/>
    <w:rsid w:val="006E0B31"/>
    <w:rsid w:val="006F0AA3"/>
    <w:rsid w:val="006F1AB1"/>
    <w:rsid w:val="006F3DC0"/>
    <w:rsid w:val="006F6BD0"/>
    <w:rsid w:val="0070682C"/>
    <w:rsid w:val="00756824"/>
    <w:rsid w:val="00764DA9"/>
    <w:rsid w:val="00766AB2"/>
    <w:rsid w:val="007B78A7"/>
    <w:rsid w:val="007C0AEC"/>
    <w:rsid w:val="007C24DF"/>
    <w:rsid w:val="007C2A78"/>
    <w:rsid w:val="007D1282"/>
    <w:rsid w:val="007F326B"/>
    <w:rsid w:val="007F3E45"/>
    <w:rsid w:val="00831263"/>
    <w:rsid w:val="0084025F"/>
    <w:rsid w:val="008576A5"/>
    <w:rsid w:val="0087166F"/>
    <w:rsid w:val="00885BE2"/>
    <w:rsid w:val="008E508C"/>
    <w:rsid w:val="008F50D9"/>
    <w:rsid w:val="00925893"/>
    <w:rsid w:val="00980547"/>
    <w:rsid w:val="00980D69"/>
    <w:rsid w:val="00985985"/>
    <w:rsid w:val="009D4FB9"/>
    <w:rsid w:val="009F0BC1"/>
    <w:rsid w:val="00A165D9"/>
    <w:rsid w:val="00A237DE"/>
    <w:rsid w:val="00A438B2"/>
    <w:rsid w:val="00A4428C"/>
    <w:rsid w:val="00A478D8"/>
    <w:rsid w:val="00A53C8F"/>
    <w:rsid w:val="00A64CE9"/>
    <w:rsid w:val="00A7637E"/>
    <w:rsid w:val="00A8085A"/>
    <w:rsid w:val="00A8192F"/>
    <w:rsid w:val="00A8425C"/>
    <w:rsid w:val="00A879A2"/>
    <w:rsid w:val="00A97845"/>
    <w:rsid w:val="00AA70B1"/>
    <w:rsid w:val="00B0356F"/>
    <w:rsid w:val="00B51DE7"/>
    <w:rsid w:val="00B97378"/>
    <w:rsid w:val="00BB1EA7"/>
    <w:rsid w:val="00BE3C4B"/>
    <w:rsid w:val="00BF0FD8"/>
    <w:rsid w:val="00C12021"/>
    <w:rsid w:val="00C200A7"/>
    <w:rsid w:val="00C278F0"/>
    <w:rsid w:val="00C515F3"/>
    <w:rsid w:val="00C80E46"/>
    <w:rsid w:val="00C91C65"/>
    <w:rsid w:val="00CA6684"/>
    <w:rsid w:val="00CB2CE6"/>
    <w:rsid w:val="00D11CBD"/>
    <w:rsid w:val="00D533E2"/>
    <w:rsid w:val="00D7581E"/>
    <w:rsid w:val="00D83A56"/>
    <w:rsid w:val="00DA2CC7"/>
    <w:rsid w:val="00DB7327"/>
    <w:rsid w:val="00DC18DF"/>
    <w:rsid w:val="00DC3BE9"/>
    <w:rsid w:val="00E102FF"/>
    <w:rsid w:val="00E25E63"/>
    <w:rsid w:val="00E473BA"/>
    <w:rsid w:val="00E7776C"/>
    <w:rsid w:val="00E868BF"/>
    <w:rsid w:val="00E90AB6"/>
    <w:rsid w:val="00EA04A3"/>
    <w:rsid w:val="00ED6FDC"/>
    <w:rsid w:val="00F17842"/>
    <w:rsid w:val="00F70E38"/>
    <w:rsid w:val="00FB6115"/>
    <w:rsid w:val="00FD66B4"/>
    <w:rsid w:val="00FD7E7F"/>
    <w:rsid w:val="00FE6B99"/>
    <w:rsid w:val="00FF5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048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5048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035048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35048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35048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035048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035048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A8085A"/>
    <w:rPr>
      <w:rFonts w:cs="Times New Roman"/>
      <w:sz w:val="28"/>
    </w:rPr>
  </w:style>
  <w:style w:type="paragraph" w:styleId="BodyTextIndent">
    <w:name w:val="Body Text Indent"/>
    <w:basedOn w:val="Normal"/>
    <w:link w:val="BodyTextIndentChar"/>
    <w:uiPriority w:val="99"/>
    <w:rsid w:val="00035048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035048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035048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035048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03504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035048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70E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68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113</Words>
  <Characters>648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10</cp:revision>
  <cp:lastPrinted>2009-04-13T10:03:00Z</cp:lastPrinted>
  <dcterms:created xsi:type="dcterms:W3CDTF">2011-06-09T06:17:00Z</dcterms:created>
  <dcterms:modified xsi:type="dcterms:W3CDTF">2011-12-13T09:45:00Z</dcterms:modified>
</cp:coreProperties>
</file>